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7D05F473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>от «</w:t>
      </w:r>
      <w:r w:rsidR="00862D7D">
        <w:rPr>
          <w:rFonts w:ascii="Times New Roman" w:hAnsi="Times New Roman"/>
          <w:bCs/>
        </w:rPr>
        <w:t>__</w:t>
      </w:r>
      <w:r w:rsidR="00811C7A">
        <w:rPr>
          <w:rFonts w:ascii="Times New Roman" w:hAnsi="Times New Roman"/>
          <w:bCs/>
        </w:rPr>
        <w:t>»</w:t>
      </w:r>
      <w:r w:rsidR="003477C3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____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862D7D">
        <w:rPr>
          <w:rFonts w:ascii="Times New Roman" w:hAnsi="Times New Roman"/>
          <w:bCs/>
        </w:rPr>
        <w:t>3</w:t>
      </w:r>
      <w:r w:rsidR="00773FC5">
        <w:rPr>
          <w:rFonts w:ascii="Times New Roman" w:hAnsi="Times New Roman"/>
          <w:bCs/>
        </w:rPr>
        <w:t>г. №</w:t>
      </w:r>
      <w:r w:rsidR="000F2B06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__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E63AB9" w:rsidRPr="00E63AB9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E63AB9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E63AB9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E63AB9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E63AB9" w:rsidRPr="00E63AB9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E63AB9" w:rsidRPr="00E63AB9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E63AB9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19A5C51F" w:rsidR="000D1EE1" w:rsidRPr="00E63AB9" w:rsidRDefault="00161146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321BCB0F" w:rsidR="000D1EE1" w:rsidRPr="00E63AB9" w:rsidRDefault="001E316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166 </w:t>
            </w:r>
            <w:r w:rsidR="007548B5" w:rsidRPr="00E63AB9">
              <w:rPr>
                <w:rFonts w:ascii="Times New Roman" w:hAnsi="Times New Roman"/>
                <w:sz w:val="20"/>
                <w:szCs w:val="20"/>
              </w:rPr>
              <w:t>1</w:t>
            </w:r>
            <w:r w:rsidRPr="00E63AB9">
              <w:rPr>
                <w:rFonts w:ascii="Times New Roman" w:hAnsi="Times New Roman"/>
                <w:sz w:val="20"/>
                <w:szCs w:val="20"/>
              </w:rPr>
              <w:t>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19BBC93F" w:rsidR="000D1EE1" w:rsidRPr="00E63AB9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114 870,90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710C5754" w:rsidR="000D1EE1" w:rsidRPr="00E63AB9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117 018,90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E63AB9" w:rsidRPr="00E63AB9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E63AB9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5A7215" w:rsidRPr="00E63AB9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1 706,1</w:t>
            </w:r>
            <w:r w:rsidR="00161146"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60285C87" w:rsidR="005A7215" w:rsidRPr="00E63AB9" w:rsidRDefault="001E316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11,0</w:t>
            </w:r>
            <w:r w:rsidR="005A7215"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E63AB9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E63AB9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57FDD83D" w:rsidR="005A7215" w:rsidRPr="00E63AB9" w:rsidRDefault="001E316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38 129,30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48B76714" w:rsidR="005A7215" w:rsidRPr="00E63AB9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13 634,50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6B7B1626" w:rsidR="005A7215" w:rsidRPr="00E63AB9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13 918,50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E63AB9" w:rsidRPr="00E63AB9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E63AB9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E63AB9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E63AB9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60EEBD9A" w:rsidR="005A7215" w:rsidRPr="00E63AB9" w:rsidRDefault="001E3161" w:rsidP="000D1E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128 041,70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13819B91" w:rsidR="005A7215" w:rsidRPr="00E63AB9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101 236,40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58E7079C" w:rsidR="005A7215" w:rsidRPr="00E63AB9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103 100,</w:t>
            </w:r>
            <w:r w:rsidR="007548B5" w:rsidRPr="00E63AB9"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E63AB9" w:rsidRPr="00E63AB9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63AB9" w:rsidRPr="00E63AB9" w14:paraId="3D1F0BA8" w14:textId="77777777" w:rsidTr="000D0D0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E63AB9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E63AB9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E63AB9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5D5420DE" w:rsidR="008562ED" w:rsidRPr="00E63AB9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70 663,6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7F7DCB4C" w:rsidR="008562ED" w:rsidRPr="00E63AB9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49 362,8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17ED1CF8" w:rsidR="008562ED" w:rsidRPr="00E63AB9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50 360,8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E63AB9" w:rsidRPr="00E63AB9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E63AB9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E63AB9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5AC82D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554F6317" w:rsidR="000D0D05" w:rsidRPr="00E63AB9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10 149,00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4BB7FDF1" w:rsidR="000D0D05" w:rsidRPr="00E63AB9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74919436" w:rsidR="000D0D05" w:rsidRPr="00E63AB9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0D0D05" w:rsidRPr="00E63AB9" w:rsidRDefault="000D0D05" w:rsidP="000D0D05">
            <w:pPr>
              <w:ind w:firstLine="0"/>
              <w:jc w:val="left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E63AB9" w:rsidRPr="00E63AB9" w14:paraId="68371B7C" w14:textId="77777777" w:rsidTr="001E3161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E63AB9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E63AB9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51E371C0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60 514,60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62ED272E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40 791,80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9F28A3F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41 538,80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E63AB9" w:rsidRPr="00E63AB9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63AB9" w:rsidRPr="00E63AB9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E63AB9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E63AB9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E63AB9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61A14C2F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17 080,10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280E894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34760471" w:rsidR="008562ED" w:rsidRPr="00E63AB9" w:rsidRDefault="001E3161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E63AB9" w:rsidRPr="00E63AB9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1E3161" w:rsidRPr="00E63AB9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7C841618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17 080,10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1983E46E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5153C62A" w:rsidR="001E3161" w:rsidRPr="00E63AB9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E63AB9" w:rsidRPr="00E63AB9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76815C4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E63AB9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8562ED" w:rsidRPr="00E63AB9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0C51AA0C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42 926,10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4F8692F5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1692FFC6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E63AB9" w:rsidRPr="00E63AB9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E63AB9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E63AB9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0A14E9BF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F63295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E63AB9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E63AB9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E63AB9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E63AB9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E63AB9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DA1E7A" w:rsidRPr="00E63AB9" w:rsidRDefault="000D0D05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4080B422" w:rsidR="00DA1E7A" w:rsidRPr="00E63AB9" w:rsidRDefault="001F693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1B0C4C80" w:rsidR="00DA1E7A" w:rsidRPr="00E63AB9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33467118" w:rsidR="00DA1E7A" w:rsidRPr="00E63AB9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E63AB9" w:rsidRDefault="00DA1E7A" w:rsidP="00DA1E7A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E63AB9" w:rsidRPr="00E63AB9" w14:paraId="1EBDA8F9" w14:textId="77777777" w:rsidTr="001F693A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E63AB9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8562ED" w:rsidRPr="00E63AB9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B8113A" w:rsidRPr="00E63AB9">
              <w:rPr>
                <w:rFonts w:ascii="Times New Roman" w:hAnsi="Times New Roman"/>
                <w:sz w:val="20"/>
                <w:szCs w:val="20"/>
              </w:rPr>
              <w:t>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4EE01FEB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32 777,10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5207A316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593B821A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10 647,00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E63AB9" w:rsidRPr="00E63AB9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E63AB9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8562ED" w:rsidRPr="00E63AB9" w:rsidRDefault="00B811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</w:t>
            </w: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E63AB9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05AAB78A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10 657,40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1304F201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3E14DD4B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E63AB9" w:rsidRPr="00E63AB9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E63AB9" w:rsidRDefault="008562ED" w:rsidP="008562ED">
            <w:pPr>
              <w:ind w:firstLine="0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</w:t>
            </w: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E63AB9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23684101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10 657,40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1E4FC0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6CBB832E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E63AB9" w:rsidRPr="00E63AB9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E63AB9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8562ED" w:rsidRPr="00E63AB9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2122A5C2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68 746,40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3D51A312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38 072,70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7BA2FD52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E63AB9" w:rsidRPr="00E63AB9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8562ED" w:rsidRPr="00E63AB9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660B3BEF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8562ED" w:rsidRPr="00E63AB9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410869" w:rsidRP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8562ED" w:rsidRP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E63AB9" w:rsidRPr="00E63AB9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8562ED" w:rsidRPr="00E63AB9" w:rsidRDefault="008562ED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8562ED" w:rsidRPr="00E63AB9" w:rsidRDefault="0076782C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6FB07AF4" w:rsidR="008562ED" w:rsidRPr="00E63AB9" w:rsidRDefault="00410869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27 980,30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3F3DBEA9" w:rsidR="008562ED" w:rsidRPr="00E63AB9" w:rsidRDefault="007548B5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5 063,5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3EC82153" w:rsidR="008562ED" w:rsidRPr="00E63AB9" w:rsidRDefault="007548B5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96,5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8562ED" w:rsidRPr="00E63AB9" w:rsidRDefault="008562ED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E63AB9" w:rsidRPr="00E63AB9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8562ED" w:rsidRPr="00E63AB9" w:rsidRDefault="00AD056F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8562ED" w:rsidRPr="00E63AB9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0241B69D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40 755,10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1EB35561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548B5" w:rsidRPr="00E63AB9">
              <w:rPr>
                <w:rFonts w:ascii="Times New Roman" w:hAnsi="Times New Roman"/>
                <w:bCs/>
                <w:sz w:val="20"/>
                <w:szCs w:val="20"/>
              </w:rPr>
              <w:t>3 009,2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60DF371D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548B5" w:rsidRPr="00E63AB9">
              <w:rPr>
                <w:rFonts w:ascii="Times New Roman" w:hAnsi="Times New Roman"/>
                <w:bCs/>
                <w:sz w:val="20"/>
                <w:szCs w:val="20"/>
              </w:rPr>
              <w:t>3 608,7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E63AB9" w:rsidRPr="00E63AB9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63AB9" w:rsidRPr="00E63AB9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294C120" w14:textId="77777777" w:rsidTr="003477C3">
        <w:trPr>
          <w:gridAfter w:val="2"/>
          <w:wAfter w:w="1095" w:type="dxa"/>
          <w:trHeight w:val="6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B9" w:rsidRPr="00E63AB9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B9" w:rsidRPr="00E63AB9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63AB9" w:rsidRPr="00E63AB9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B9" w:rsidRPr="00E63AB9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9A341F" w:rsidRPr="00E63AB9" w:rsidRDefault="00CB26A2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0384341D" w:rsidR="009A341F" w:rsidRPr="00E63AB9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E63A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9A341F" w:rsidRPr="00E63AB9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E63A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9A341F" w:rsidRPr="00E63AB9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</w:t>
            </w:r>
            <w:r w:rsidR="009A341F" w:rsidRPr="00E63AB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E63AB9" w:rsidRPr="00E63AB9" w14:paraId="3CB5F9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8562ED" w:rsidRPr="00E63AB9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0F8B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BC041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487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EB1B08B" w14:textId="77777777" w:rsidTr="009D1F48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63AB9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D7118" w14:textId="5A54379C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E63AB9" w:rsidRPr="00E63AB9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2E3BC3BB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7 665,30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72D85D69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01111AB5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E63AB9" w:rsidRPr="00E63AB9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E63AB9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8562ED" w:rsidRPr="00E63AB9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2924A625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</w:t>
            </w:r>
            <w:r w:rsidR="00410869" w:rsidRPr="00E63AB9">
              <w:rPr>
                <w:rFonts w:ascii="Times New Roman" w:hAnsi="Times New Roman"/>
                <w:sz w:val="20"/>
                <w:szCs w:val="20"/>
              </w:rPr>
              <w:t> 665,30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4C700529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E63AB9">
              <w:rPr>
                <w:rFonts w:ascii="Times New Roman" w:hAnsi="Times New Roman"/>
                <w:sz w:val="20"/>
                <w:szCs w:val="20"/>
              </w:rPr>
              <w:t> </w:t>
            </w:r>
            <w:r w:rsidR="00410869" w:rsidRPr="00E63AB9">
              <w:rPr>
                <w:rFonts w:ascii="Times New Roman" w:hAnsi="Times New Roman"/>
                <w:sz w:val="20"/>
                <w:szCs w:val="20"/>
              </w:rPr>
              <w:t>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4FCB7C65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E63AB9" w:rsidRPr="00E63AB9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E63AB9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E63AB9">
              <w:rPr>
                <w:rFonts w:ascii="Times New Roman" w:hAnsi="Times New Roman"/>
                <w:sz w:val="20"/>
                <w:szCs w:val="20"/>
              </w:rPr>
              <w:t>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3685E275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29 388,70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45E1BDC1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2769D4C1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E63AB9" w:rsidRPr="00E63AB9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676ECFD9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11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E63AB9" w:rsidRDefault="00E27026" w:rsidP="00E27026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E27026" w:rsidRPr="00E63AB9" w:rsidRDefault="00CB26A2" w:rsidP="00E27026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683E0A67" w:rsidR="00E27026" w:rsidRPr="00E63AB9" w:rsidRDefault="00410869" w:rsidP="00E27026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1 043,00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082EF0B4" w:rsidR="00E27026" w:rsidRPr="00E63AB9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1 104,00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5825D174" w:rsidR="00E27026" w:rsidRPr="00E63AB9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E63AB9" w:rsidRPr="00E63AB9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E63AB9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E63AB9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E63AB9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8562ED" w:rsidRPr="00E63AB9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E63AB9">
              <w:rPr>
                <w:rFonts w:ascii="Times New Roman" w:hAnsi="Times New Roman"/>
                <w:sz w:val="20"/>
                <w:szCs w:val="20"/>
              </w:rPr>
              <w:t>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6C609F8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410869" w:rsidRPr="00E63AB9">
              <w:rPr>
                <w:rFonts w:ascii="Times New Roman" w:hAnsi="Times New Roman"/>
                <w:sz w:val="20"/>
                <w:szCs w:val="20"/>
              </w:rPr>
              <w:t>8 334,70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481B77F7" w:rsidR="008562ED" w:rsidRPr="00E63AB9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24</w:t>
            </w:r>
            <w:r w:rsidR="00410869" w:rsidRPr="00E63AB9">
              <w:rPr>
                <w:rFonts w:ascii="Times New Roman" w:hAnsi="Times New Roman"/>
                <w:sz w:val="20"/>
                <w:szCs w:val="20"/>
              </w:rPr>
              <w:t> 557,10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31C05D7E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24 897,70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E63AB9" w:rsidRPr="00E63AB9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8562ED" w:rsidRPr="00E63AB9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00,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8562ED" w:rsidRPr="00E63AB9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8562ED" w:rsidRPr="00E63AB9" w:rsidRDefault="003E50FE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CB26A2" w:rsidRPr="00E63AB9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="00CB26A2" w:rsidRPr="00E63AB9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4754DA70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27 092,40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1E1D6BC9" w:rsidR="008562ED" w:rsidRPr="00E63AB9" w:rsidRDefault="00E63AB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3 949,5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69BCAEDF" w:rsidR="008562ED" w:rsidRPr="00E63AB9" w:rsidRDefault="00E63AB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3 949,5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1DC5F3FC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26 937,3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F273269" w:rsidR="008562ED" w:rsidRPr="00E63AB9" w:rsidRDefault="00E63AB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3 898,2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068D8B57" w:rsidR="008562ED" w:rsidRPr="00E63AB9" w:rsidRDefault="00E63AB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3 898,2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1E3B95" w:rsidRPr="00E63AB9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1E3B95" w:rsidRPr="00E63AB9" w:rsidRDefault="00B8113A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445537BF" w:rsidR="001E3B95" w:rsidRPr="00E63AB9" w:rsidRDefault="00410869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4E2DDE8A" w:rsidR="001E3B95" w:rsidRPr="00E63AB9" w:rsidRDefault="00E63AB9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51,3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50BF45B9" w:rsidR="001E3B95" w:rsidRPr="00E63AB9" w:rsidRDefault="00E63AB9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51,3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6E5A1B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480E714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54E2B222" w:rsidR="002F05FD" w:rsidRPr="00E63AB9" w:rsidRDefault="00410869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4 050,0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70C77AA5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2FB90CAB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6927D85B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818F925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C4D87AA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17D899B9" w:rsidR="002F05FD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3 00</w:t>
            </w:r>
            <w:r w:rsidR="002F05FD" w:rsidRPr="00E63AB9">
              <w:rPr>
                <w:rFonts w:ascii="Times New Roman" w:hAnsi="Times New Roman"/>
                <w:sz w:val="20"/>
                <w:szCs w:val="20"/>
              </w:rPr>
              <w:t>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4746472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6E24C50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13A6EB1F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4DE71D6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6B8DF9BD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1 05</w:t>
            </w:r>
            <w:r w:rsidR="002F05FD" w:rsidRPr="00E63AB9">
              <w:rPr>
                <w:rFonts w:ascii="Times New Roman" w:hAnsi="Times New Roman"/>
                <w:sz w:val="20"/>
                <w:szCs w:val="20"/>
              </w:rPr>
              <w:t>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08783ECC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80DBFD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1284BF7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5997210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135421D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DB34D33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98833C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63AB9" w:rsidRPr="00E63AB9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0532320F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D82ABE1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06B55D7C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DC7ED8" w:rsidRPr="00E63AB9">
              <w:rPr>
                <w:rFonts w:ascii="Times New Roman" w:hAnsi="Times New Roman"/>
                <w:bCs/>
                <w:sz w:val="20"/>
                <w:szCs w:val="20"/>
              </w:rPr>
              <w:t>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E63AB9" w:rsidRPr="00E63AB9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935114" w14:textId="6D9F59DB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656D5B2C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19E27B3F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E63AB9" w:rsidRPr="00E63AB9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F791BEB" w14:textId="77777777" w:rsidTr="00DC7ED8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43F29127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60294221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4D15A94D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E63AB9" w:rsidRPr="00E63AB9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1023FA78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46874F9F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21E26C88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E63AB9" w:rsidRPr="00E63AB9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167E842" w14:textId="77777777" w:rsidTr="00DC7ED8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2F05FD" w:rsidRPr="00E63AB9" w:rsidRDefault="002F05FD" w:rsidP="002F05F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1AE01072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242D7C52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35FE5389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E63AB9" w:rsidRPr="00E63AB9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2F05FD" w:rsidRPr="00E63AB9" w:rsidRDefault="002F05FD" w:rsidP="002F05F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2F05FD" w:rsidRPr="00E63AB9" w:rsidRDefault="002F05FD" w:rsidP="002F05FD">
            <w:pPr>
              <w:ind w:firstLine="0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DC7ED8" w:rsidRPr="00E63AB9" w:rsidRDefault="00DC7ED8" w:rsidP="00DC7ED8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2D369F0A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03C8AB88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123A7F50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E63AB9" w:rsidRPr="00E63AB9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E63AB9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E63AB9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E937F" w14:textId="77777777" w:rsidR="00A96B61" w:rsidRDefault="00A96B61" w:rsidP="006F0544">
      <w:r>
        <w:separator/>
      </w:r>
    </w:p>
  </w:endnote>
  <w:endnote w:type="continuationSeparator" w:id="0">
    <w:p w14:paraId="6213599E" w14:textId="77777777" w:rsidR="00A96B61" w:rsidRDefault="00A96B61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DB7EA" w14:textId="77777777" w:rsidR="00A96B61" w:rsidRDefault="00A96B61" w:rsidP="006F0544">
      <w:r>
        <w:separator/>
      </w:r>
    </w:p>
  </w:footnote>
  <w:footnote w:type="continuationSeparator" w:id="0">
    <w:p w14:paraId="773D2478" w14:textId="77777777" w:rsidR="00A96B61" w:rsidRDefault="00A96B61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120</TotalTime>
  <Pages>8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10872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22</cp:revision>
  <cp:lastPrinted>2023-01-18T11:22:00Z</cp:lastPrinted>
  <dcterms:created xsi:type="dcterms:W3CDTF">2022-10-11T10:26:00Z</dcterms:created>
  <dcterms:modified xsi:type="dcterms:W3CDTF">2023-03-15T12:55:00Z</dcterms:modified>
</cp:coreProperties>
</file>