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0D95AA21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 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DB4E8E">
        <w:rPr>
          <w:rStyle w:val="41"/>
          <w:color w:val="auto"/>
          <w:sz w:val="20"/>
          <w:szCs w:val="20"/>
          <w:lang w:eastAsia="ru-RU"/>
        </w:rPr>
        <w:t>__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B55D90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______</w:t>
      </w:r>
      <w:r w:rsidR="00B55D90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C443D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___</w:t>
      </w:r>
    </w:p>
    <w:tbl>
      <w:tblPr>
        <w:tblW w:w="5054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1"/>
        <w:gridCol w:w="2209"/>
        <w:gridCol w:w="3001"/>
        <w:gridCol w:w="1311"/>
        <w:gridCol w:w="848"/>
        <w:gridCol w:w="916"/>
        <w:gridCol w:w="2565"/>
        <w:gridCol w:w="2029"/>
        <w:gridCol w:w="1152"/>
        <w:gridCol w:w="15"/>
      </w:tblGrid>
      <w:tr w:rsidR="00A10B52" w:rsidRPr="00A10B52" w14:paraId="6649CF68" w14:textId="77777777" w:rsidTr="00C00838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0F51C32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DB4E8E">
              <w:rPr>
                <w:rFonts w:ascii="Times New Roman" w:hAnsi="Times New Roman"/>
                <w:b/>
              </w:rPr>
              <w:t>3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C00838">
        <w:trPr>
          <w:gridAfter w:val="1"/>
          <w:wAfter w:w="5" w:type="pct"/>
          <w:trHeight w:val="964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5074CF69" w:rsidR="00290D39" w:rsidRPr="00FB43A2" w:rsidRDefault="00DB4E8E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</w:t>
            </w:r>
            <w:r w:rsidR="00E13C0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182,</w:t>
            </w:r>
            <w:r w:rsidR="00DB11E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10B52" w:rsidRPr="00A10B52" w14:paraId="4E0A4915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5DAC7E13" w:rsidR="0023163A" w:rsidRPr="00FB43A2" w:rsidRDefault="00DB4E8E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</w:t>
            </w:r>
            <w:r w:rsidR="00E13C0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663,60</w:t>
            </w:r>
          </w:p>
        </w:tc>
      </w:tr>
      <w:tr w:rsidR="00A10B52" w:rsidRPr="00A10B52" w14:paraId="559E431C" w14:textId="77777777" w:rsidTr="00C00838">
        <w:trPr>
          <w:gridAfter w:val="1"/>
          <w:wAfter w:w="5" w:type="pct"/>
          <w:trHeight w:val="7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3D6D93DE" w:rsidR="0023163A" w:rsidRPr="00FB43A2" w:rsidRDefault="00DB4E8E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E13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080,10</w:t>
            </w:r>
          </w:p>
        </w:tc>
      </w:tr>
      <w:tr w:rsidR="00A10B52" w:rsidRPr="00A10B52" w14:paraId="6C96142D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FB43A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C00838">
        <w:trPr>
          <w:gridAfter w:val="1"/>
          <w:wAfter w:w="5" w:type="pct"/>
          <w:trHeight w:val="127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C00838">
        <w:trPr>
          <w:gridAfter w:val="1"/>
          <w:wAfter w:w="5" w:type="pct"/>
          <w:trHeight w:val="16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5DE107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3C8EBB82" w14:textId="1756E14E" w:rsidR="00AF26D0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</w:t>
            </w:r>
            <w:r w:rsidR="00FB43A2">
              <w:rPr>
                <w:rFonts w:ascii="Times New Roman" w:hAnsi="Times New Roman"/>
                <w:sz w:val="20"/>
                <w:szCs w:val="20"/>
              </w:rPr>
              <w:t>01070610180110</w:t>
            </w:r>
          </w:p>
          <w:p w14:paraId="243D0E10" w14:textId="4ACC2718" w:rsidR="00CC58E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0DCA77A2" w14:textId="45B6BD7A" w:rsidR="00AF26D0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92714030610180100</w:t>
            </w:r>
          </w:p>
          <w:p w14:paraId="0E8FBAAE" w14:textId="77777777" w:rsidR="00015368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10B52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24AEBB73" w:rsidR="00D10443" w:rsidRPr="00304C5D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DB4E8E">
              <w:rPr>
                <w:rFonts w:ascii="Times New Roman" w:hAnsi="Times New Roman"/>
                <w:sz w:val="20"/>
                <w:szCs w:val="20"/>
              </w:rPr>
              <w:t>5000</w:t>
            </w:r>
            <w:r w:rsidR="00015368" w:rsidRPr="00FB43A2">
              <w:rPr>
                <w:rFonts w:ascii="Times New Roman" w:hAnsi="Times New Roman"/>
                <w:sz w:val="20"/>
                <w:szCs w:val="20"/>
                <w:lang w:val="en-US"/>
              </w:rPr>
              <w:t>.0</w:t>
            </w:r>
            <w:r w:rsidR="00304C5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4013AA89" w14:textId="4FEFBD52" w:rsidR="00015368" w:rsidRPr="00FB43A2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DB4E8E">
              <w:rPr>
                <w:rFonts w:ascii="Times New Roman" w:hAnsi="Times New Roman"/>
                <w:sz w:val="20"/>
                <w:szCs w:val="20"/>
              </w:rPr>
              <w:t>2065,00</w:t>
            </w:r>
            <w:r w:rsidR="00A04F41"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4E8E">
              <w:rPr>
                <w:rFonts w:ascii="Times New Roman" w:hAnsi="Times New Roman"/>
                <w:sz w:val="20"/>
                <w:szCs w:val="20"/>
              </w:rPr>
              <w:t xml:space="preserve">           10000,00</w:t>
            </w:r>
          </w:p>
          <w:p w14:paraId="710FC8D9" w14:textId="625E35C9" w:rsidR="00AF26D0" w:rsidRPr="00FB43A2" w:rsidRDefault="00DB4E8E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0</w:t>
            </w:r>
          </w:p>
          <w:p w14:paraId="78AAA0E1" w14:textId="77777777" w:rsidR="00A67430" w:rsidRPr="00FB43A2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64254104" w:rsidR="0023163A" w:rsidRPr="00FB43A2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B4E8E">
              <w:rPr>
                <w:rFonts w:ascii="Times New Roman" w:hAnsi="Times New Roman"/>
                <w:sz w:val="20"/>
                <w:szCs w:val="20"/>
              </w:rPr>
              <w:t>15,10</w:t>
            </w:r>
          </w:p>
        </w:tc>
      </w:tr>
      <w:tr w:rsidR="00A10B52" w:rsidRPr="00A10B52" w14:paraId="17202165" w14:textId="77777777" w:rsidTr="00C00838">
        <w:trPr>
          <w:gridAfter w:val="1"/>
          <w:wAfter w:w="5" w:type="pct"/>
          <w:trHeight w:val="22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C00838">
        <w:trPr>
          <w:gridAfter w:val="1"/>
          <w:wAfter w:w="5" w:type="pct"/>
          <w:trHeight w:val="20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C00838">
        <w:trPr>
          <w:gridAfter w:val="1"/>
          <w:wAfter w:w="5" w:type="pct"/>
          <w:trHeight w:val="23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6AABD8F3" w:rsidR="0023163A" w:rsidRPr="00FB43A2" w:rsidRDefault="00DB4E8E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42 926,10</w:t>
            </w:r>
          </w:p>
        </w:tc>
      </w:tr>
      <w:tr w:rsidR="008D1930" w:rsidRPr="008D1930" w14:paraId="6AFCE49A" w14:textId="77777777" w:rsidTr="00C00838">
        <w:trPr>
          <w:gridAfter w:val="1"/>
          <w:wAfter w:w="5" w:type="pct"/>
          <w:trHeight w:val="1949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304C5D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015368" w:rsidRPr="00304C5D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147C0C22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8D1930" w:rsidRPr="008D1930" w14:paraId="67EDA82F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E519C" w14:textId="281BDDE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</w:tc>
      </w:tr>
      <w:tr w:rsidR="008D1930" w:rsidRPr="008D1930" w14:paraId="0EB479A0" w14:textId="77777777" w:rsidTr="00C00838">
        <w:trPr>
          <w:gridAfter w:val="1"/>
          <w:wAfter w:w="5" w:type="pct"/>
          <w:trHeight w:val="16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A6B9FE" w14:textId="1F0CC0A8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3A17EB" w14:textId="076A9143" w:rsidR="0023163A" w:rsidRPr="00FB43A2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DB4E8E">
              <w:rPr>
                <w:rFonts w:ascii="Times New Roman" w:hAnsi="Times New Roman"/>
                <w:sz w:val="20"/>
                <w:szCs w:val="20"/>
              </w:rPr>
              <w:t>3 453,70</w:t>
            </w:r>
          </w:p>
        </w:tc>
      </w:tr>
      <w:tr w:rsidR="00A10B52" w:rsidRPr="00A10B52" w14:paraId="6569CB1C" w14:textId="77777777" w:rsidTr="00C00838">
        <w:trPr>
          <w:gridAfter w:val="1"/>
          <w:wAfter w:w="5" w:type="pct"/>
          <w:trHeight w:val="7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4BF36AE2" w:rsidR="0023163A" w:rsidRPr="00FB43A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DB4E8E">
              <w:rPr>
                <w:rFonts w:ascii="Times New Roman" w:hAnsi="Times New Roman"/>
                <w:sz w:val="20"/>
                <w:szCs w:val="20"/>
              </w:rPr>
              <w:t>0 657,40</w:t>
            </w:r>
          </w:p>
        </w:tc>
      </w:tr>
      <w:tr w:rsidR="00A326FC" w:rsidRPr="00A10B52" w14:paraId="396BBFB5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72F70747" w:rsidR="00A326FC" w:rsidRPr="00FB43A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DB4E8E">
              <w:rPr>
                <w:rFonts w:ascii="Times New Roman" w:hAnsi="Times New Roman"/>
                <w:sz w:val="20"/>
                <w:szCs w:val="20"/>
              </w:rPr>
              <w:t>0 657,40</w:t>
            </w:r>
          </w:p>
        </w:tc>
      </w:tr>
      <w:tr w:rsidR="00A326FC" w:rsidRPr="00A10B52" w14:paraId="74161990" w14:textId="77777777" w:rsidTr="00C00838">
        <w:trPr>
          <w:gridAfter w:val="1"/>
          <w:wAfter w:w="5" w:type="pct"/>
          <w:trHeight w:val="10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Pr="00FB43A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596E504E" w:rsidR="00A326FC" w:rsidRPr="00304C5D" w:rsidRDefault="00DB4E8E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0CE441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C00838">
        <w:trPr>
          <w:gridAfter w:val="1"/>
          <w:wAfter w:w="5" w:type="pct"/>
          <w:trHeight w:val="45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5281185E" w:rsidR="00A326FC" w:rsidRPr="0099682A" w:rsidRDefault="00E13C0C" w:rsidP="005979E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68 746,40</w:t>
            </w:r>
          </w:p>
        </w:tc>
      </w:tr>
      <w:tr w:rsidR="00A326FC" w:rsidRPr="00A10B52" w14:paraId="38CE8305" w14:textId="77777777" w:rsidTr="00C00838">
        <w:trPr>
          <w:gridAfter w:val="1"/>
          <w:wAfter w:w="5" w:type="pct"/>
          <w:trHeight w:val="7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муниципальной службы администра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C00838">
        <w:trPr>
          <w:gridAfter w:val="1"/>
          <w:wAfter w:w="5" w:type="pct"/>
          <w:trHeight w:val="31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C00838">
        <w:trPr>
          <w:gridAfter w:val="1"/>
          <w:wAfter w:w="5" w:type="pct"/>
          <w:trHeight w:val="172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Калачеевскогомунципального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Сивирчукова Л.Н.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C00838">
        <w:trPr>
          <w:gridAfter w:val="1"/>
          <w:wAfter w:w="5" w:type="pct"/>
          <w:trHeight w:val="16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161A7FBB" w14:textId="28CB191B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 w:rsidR="0099682A"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4B519595" w14:textId="6185C203" w:rsid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9220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C47DD" w14:textId="0A98B5A4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A8B7CA0" w14:textId="16073424" w:rsidR="000376BF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DC47999" w14:textId="0067DC90" w:rsidR="000376BF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31BF538" w14:textId="7FFF662C" w:rsidR="000376BF" w:rsidRPr="00FB43A2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A326FC" w:rsidRPr="00A10B52" w14:paraId="63F435F8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0E7B26DE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665,30</w:t>
            </w:r>
          </w:p>
        </w:tc>
      </w:tr>
      <w:tr w:rsidR="00A326FC" w:rsidRPr="00A10B52" w14:paraId="0E6C7B7B" w14:textId="77777777" w:rsidTr="00C00838">
        <w:trPr>
          <w:gridAfter w:val="1"/>
          <w:wAfter w:w="5" w:type="pct"/>
          <w:trHeight w:val="52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C00838">
        <w:trPr>
          <w:gridAfter w:val="1"/>
          <w:wAfter w:w="5" w:type="pct"/>
          <w:trHeight w:val="13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5A2E5727" w14:textId="5D148644" w:rsidR="0099682A" w:rsidRDefault="0099682A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91410060620570100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5B131" w14:textId="77777777" w:rsidR="00620529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13A8A270" w14:textId="656445A8" w:rsidR="0099682A" w:rsidRPr="0099682A" w:rsidRDefault="00620529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0</w:t>
            </w:r>
            <w:r w:rsidR="0099682A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4A41A939" w14:textId="77777777" w:rsidR="001C5A28" w:rsidRPr="00FB43A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C00838">
        <w:trPr>
          <w:gridAfter w:val="1"/>
          <w:wAfter w:w="5" w:type="pct"/>
          <w:trHeight w:val="3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 xml:space="preserve">Калачеевского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4A849E8B" w:rsidR="00A326FC" w:rsidRPr="00FB43A2" w:rsidRDefault="00A23814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</w:tr>
      <w:tr w:rsidR="00A326FC" w:rsidRPr="00A10B52" w14:paraId="7D49309C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2DC9B02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557,00</w:t>
            </w:r>
          </w:p>
        </w:tc>
      </w:tr>
      <w:tr w:rsidR="00A326FC" w:rsidRPr="00A10B52" w14:paraId="275BBA73" w14:textId="77777777" w:rsidTr="00C00838">
        <w:trPr>
          <w:gridAfter w:val="1"/>
          <w:wAfter w:w="5" w:type="pct"/>
          <w:trHeight w:val="170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36DEBCC4" w:rsidR="00A326FC" w:rsidRPr="00FB43A2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sz w:val="20"/>
                <w:szCs w:val="20"/>
              </w:rPr>
              <w:t>9 388,70</w:t>
            </w:r>
          </w:p>
        </w:tc>
      </w:tr>
      <w:tr w:rsidR="00A326FC" w:rsidRPr="00A10B52" w14:paraId="0463683A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77777777" w:rsidR="00A326FC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  <w:p w14:paraId="7A457CD6" w14:textId="1A33E387" w:rsidR="00DB11EF" w:rsidRPr="00B827BA" w:rsidRDefault="00DB11EF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AC90B1" w14:textId="77777777" w:rsidR="00A326FC" w:rsidRDefault="004214F3" w:rsidP="004E760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6 051,6</w:t>
            </w:r>
            <w:r w:rsidR="0099682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FC05A3"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1930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sz w:val="20"/>
                <w:szCs w:val="20"/>
              </w:rPr>
              <w:t xml:space="preserve"> 283,10</w:t>
            </w:r>
          </w:p>
          <w:p w14:paraId="79A9DBD5" w14:textId="0BE4CE4C" w:rsidR="00ED1EC5" w:rsidRPr="00FB43A2" w:rsidRDefault="00ED1EC5" w:rsidP="004E760E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</w:t>
            </w:r>
            <w:r w:rsidRPr="00ED1EC5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</w:tr>
      <w:tr w:rsidR="00A326FC" w:rsidRPr="00A10B52" w14:paraId="1308F9B2" w14:textId="77777777" w:rsidTr="00C00838">
        <w:trPr>
          <w:gridAfter w:val="1"/>
          <w:wAfter w:w="5" w:type="pct"/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3B020B4C" w:rsidR="00A326FC" w:rsidRPr="00FB43A2" w:rsidRDefault="00FC05A3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DB11EF">
              <w:rPr>
                <w:rFonts w:ascii="Times New Roman" w:hAnsi="Times New Roman"/>
                <w:sz w:val="20"/>
                <w:szCs w:val="20"/>
              </w:rPr>
              <w:t>83</w:t>
            </w:r>
            <w:r w:rsidRPr="00FB43A2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769EDE2D" w:rsidR="00A326FC" w:rsidRPr="00FB43A2" w:rsidRDefault="004E760E" w:rsidP="009968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 w:rsidR="00DB11EF">
              <w:rPr>
                <w:rFonts w:ascii="Times New Roman" w:hAnsi="Times New Roman"/>
                <w:sz w:val="20"/>
                <w:szCs w:val="20"/>
              </w:rPr>
              <w:t>60</w:t>
            </w:r>
            <w:r w:rsidR="0099682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326FC" w:rsidRPr="00A10B52" w14:paraId="482A0F69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A326FC" w:rsidRPr="00FB43A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FB43A2">
              <w:rPr>
                <w:rFonts w:ascii="Times New Roman" w:hAnsi="Times New Roman"/>
                <w:sz w:val="20"/>
                <w:szCs w:val="20"/>
              </w:rPr>
              <w:t>00,0</w:t>
            </w:r>
            <w:r w:rsidR="00A043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7F603493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567A45" w:rsidRPr="00FB43A2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8D1930"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1F27D5CB" w:rsidR="008D1930" w:rsidRPr="00FB43A2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27 092,40</w:t>
            </w:r>
          </w:p>
        </w:tc>
      </w:tr>
      <w:tr w:rsidR="00E74E10" w:rsidRPr="00A10B52" w14:paraId="3E6D0C62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</w:t>
            </w: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E74E10" w:rsidRPr="00FB43A2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A043A6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821AA7" w:rsidRPr="00A10B52" w14:paraId="2A96B9AE" w14:textId="77777777" w:rsidTr="005972DC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 бюджетов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518160A4" w14:textId="04E36661" w:rsidR="00361054" w:rsidRPr="00A10B5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1 050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  <w:p w14:paraId="6B655C67" w14:textId="5EBCE138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3 000,00</w:t>
            </w:r>
          </w:p>
        </w:tc>
      </w:tr>
      <w:tr w:rsidR="00821AA7" w:rsidRPr="00A10B52" w14:paraId="7CFA2306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0A0FDFCE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26 772.00</w:t>
            </w:r>
          </w:p>
        </w:tc>
      </w:tr>
      <w:tr w:rsidR="00821AA7" w:rsidRPr="00A10B52" w14:paraId="6C4494EA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4A14CCE6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17 467,00</w:t>
            </w:r>
          </w:p>
        </w:tc>
      </w:tr>
      <w:tr w:rsidR="00821AA7" w:rsidRPr="00311D30" w14:paraId="0A112488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57B26143" w:rsidR="00821AA7" w:rsidRPr="00FB43A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36105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9 305,00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4DD9F" w14:textId="77777777" w:rsidR="00E31B7E" w:rsidRDefault="00E31B7E" w:rsidP="006F0544">
      <w:r>
        <w:separator/>
      </w:r>
    </w:p>
  </w:endnote>
  <w:endnote w:type="continuationSeparator" w:id="0">
    <w:p w14:paraId="54CE0024" w14:textId="77777777" w:rsidR="00E31B7E" w:rsidRDefault="00E31B7E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52454" w14:textId="77777777" w:rsidR="00E31B7E" w:rsidRDefault="00E31B7E" w:rsidP="006F0544">
      <w:r>
        <w:separator/>
      </w:r>
    </w:p>
  </w:footnote>
  <w:footnote w:type="continuationSeparator" w:id="0">
    <w:p w14:paraId="45E448B7" w14:textId="77777777" w:rsidR="00E31B7E" w:rsidRDefault="00E31B7E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284</TotalTime>
  <Pages>10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11756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17</cp:revision>
  <cp:lastPrinted>2023-01-18T08:24:00Z</cp:lastPrinted>
  <dcterms:created xsi:type="dcterms:W3CDTF">2022-10-11T10:26:00Z</dcterms:created>
  <dcterms:modified xsi:type="dcterms:W3CDTF">2023-03-16T06:42:00Z</dcterms:modified>
</cp:coreProperties>
</file>