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B4693" w14:textId="77777777" w:rsidR="00843E41" w:rsidRDefault="00843E41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rFonts w:ascii="Arial" w:hAnsi="Arial" w:cs="Arial"/>
          <w:color w:val="auto"/>
          <w:sz w:val="24"/>
          <w:szCs w:val="24"/>
          <w:lang w:eastAsia="ru-RU"/>
        </w:rPr>
      </w:pPr>
    </w:p>
    <w:p w14:paraId="631F7408" w14:textId="77777777" w:rsidR="00AE3ADD" w:rsidRDefault="00843E41" w:rsidP="00843E41">
      <w:pPr>
        <w:pStyle w:val="6"/>
        <w:shd w:val="clear" w:color="auto" w:fill="auto"/>
        <w:spacing w:line="240" w:lineRule="auto"/>
        <w:ind w:firstLine="709"/>
        <w:contextualSpacing/>
        <w:jc w:val="right"/>
        <w:rPr>
          <w:rStyle w:val="41"/>
          <w:rFonts w:ascii="Arial" w:hAnsi="Arial" w:cs="Arial"/>
          <w:color w:val="auto"/>
          <w:sz w:val="24"/>
          <w:szCs w:val="24"/>
          <w:lang w:eastAsia="ru-RU"/>
        </w:rPr>
      </w:pPr>
      <w:r>
        <w:rPr>
          <w:rStyle w:val="41"/>
          <w:rFonts w:ascii="Arial" w:hAnsi="Arial" w:cs="Arial"/>
          <w:color w:val="auto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</w:t>
      </w:r>
    </w:p>
    <w:p w14:paraId="48B32FD9" w14:textId="77777777" w:rsidR="00AE3ADD" w:rsidRPr="00D477AB" w:rsidRDefault="00AE3ADD" w:rsidP="00310B4E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D477AB">
        <w:rPr>
          <w:rFonts w:ascii="Times New Roman" w:hAnsi="Times New Roman"/>
          <w:bCs/>
        </w:rPr>
        <w:t xml:space="preserve">Приложение </w:t>
      </w:r>
      <w:r w:rsidR="00C13D51">
        <w:rPr>
          <w:rFonts w:ascii="Times New Roman" w:hAnsi="Times New Roman"/>
          <w:bCs/>
        </w:rPr>
        <w:t>1</w:t>
      </w:r>
      <w:r w:rsidRPr="00D477AB">
        <w:rPr>
          <w:rFonts w:ascii="Times New Roman" w:hAnsi="Times New Roman"/>
          <w:bCs/>
        </w:rPr>
        <w:t xml:space="preserve"> </w:t>
      </w:r>
    </w:p>
    <w:p w14:paraId="1D3F629D" w14:textId="77777777" w:rsidR="00310B4E" w:rsidRPr="00D477AB" w:rsidRDefault="00310B4E" w:rsidP="00310B4E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D477AB">
        <w:rPr>
          <w:rFonts w:ascii="Times New Roman" w:hAnsi="Times New Roman"/>
          <w:bCs/>
        </w:rPr>
        <w:t>к постановлению администрации</w:t>
      </w:r>
    </w:p>
    <w:p w14:paraId="23B6DF27" w14:textId="77777777" w:rsidR="00310B4E" w:rsidRPr="00D477AB" w:rsidRDefault="00310B4E" w:rsidP="00310B4E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D477AB">
        <w:rPr>
          <w:rFonts w:ascii="Times New Roman" w:hAnsi="Times New Roman"/>
          <w:bCs/>
        </w:rPr>
        <w:t>Калачеевского муниципального района</w:t>
      </w:r>
    </w:p>
    <w:p w14:paraId="399BA4E6" w14:textId="77777777" w:rsidR="00310B4E" w:rsidRPr="00D477AB" w:rsidRDefault="00310B4E" w:rsidP="00310B4E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D477AB">
        <w:rPr>
          <w:rFonts w:ascii="Times New Roman" w:hAnsi="Times New Roman"/>
          <w:bCs/>
        </w:rPr>
        <w:t>Воронежской области</w:t>
      </w:r>
    </w:p>
    <w:p w14:paraId="7F1336F3" w14:textId="66FA1856" w:rsidR="002C07AD" w:rsidRPr="00843E41" w:rsidRDefault="00310B4E" w:rsidP="002127CA">
      <w:pPr>
        <w:shd w:val="clear" w:color="auto" w:fill="FFFFFF"/>
        <w:ind w:left="709" w:firstLine="9497"/>
        <w:jc w:val="right"/>
        <w:rPr>
          <w:rStyle w:val="41"/>
          <w:color w:val="auto"/>
          <w:sz w:val="20"/>
          <w:szCs w:val="20"/>
          <w:lang w:eastAsia="ru-RU"/>
        </w:rPr>
      </w:pPr>
      <w:r w:rsidRPr="00D477AB">
        <w:rPr>
          <w:rFonts w:ascii="Times New Roman" w:hAnsi="Times New Roman"/>
          <w:bCs/>
        </w:rPr>
        <w:t>от «</w:t>
      </w:r>
      <w:r w:rsidR="002127CA">
        <w:rPr>
          <w:rFonts w:ascii="Times New Roman" w:hAnsi="Times New Roman"/>
          <w:bCs/>
        </w:rPr>
        <w:t>__</w:t>
      </w:r>
      <w:r w:rsidR="003768E5">
        <w:rPr>
          <w:rFonts w:ascii="Times New Roman" w:hAnsi="Times New Roman"/>
          <w:bCs/>
        </w:rPr>
        <w:t xml:space="preserve">» </w:t>
      </w:r>
      <w:r w:rsidR="002127CA">
        <w:rPr>
          <w:rFonts w:ascii="Times New Roman" w:hAnsi="Times New Roman"/>
          <w:bCs/>
        </w:rPr>
        <w:t>_________</w:t>
      </w:r>
      <w:r w:rsidR="003768E5">
        <w:rPr>
          <w:rFonts w:ascii="Times New Roman" w:hAnsi="Times New Roman"/>
          <w:bCs/>
        </w:rPr>
        <w:t xml:space="preserve"> </w:t>
      </w:r>
      <w:r w:rsidRPr="00D477AB">
        <w:rPr>
          <w:rFonts w:ascii="Times New Roman" w:hAnsi="Times New Roman"/>
          <w:bCs/>
        </w:rPr>
        <w:t>202</w:t>
      </w:r>
      <w:r w:rsidR="00BD7E08">
        <w:rPr>
          <w:rFonts w:ascii="Times New Roman" w:hAnsi="Times New Roman"/>
          <w:bCs/>
        </w:rPr>
        <w:t>2</w:t>
      </w:r>
      <w:r w:rsidRPr="00D477AB">
        <w:rPr>
          <w:rFonts w:ascii="Times New Roman" w:hAnsi="Times New Roman"/>
          <w:bCs/>
        </w:rPr>
        <w:t>г. №</w:t>
      </w:r>
      <w:r w:rsidR="00364990">
        <w:rPr>
          <w:rFonts w:ascii="Times New Roman" w:hAnsi="Times New Roman"/>
          <w:bCs/>
        </w:rPr>
        <w:t xml:space="preserve"> </w:t>
      </w:r>
      <w:r w:rsidR="002127CA">
        <w:rPr>
          <w:rFonts w:ascii="Times New Roman" w:hAnsi="Times New Roman"/>
          <w:bCs/>
        </w:rPr>
        <w:t>___</w:t>
      </w:r>
    </w:p>
    <w:p w14:paraId="1F2FF90C" w14:textId="77777777" w:rsidR="0012161C" w:rsidRPr="00DB41D8" w:rsidRDefault="00843E41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b/>
          <w:color w:val="auto"/>
          <w:sz w:val="24"/>
          <w:szCs w:val="24"/>
          <w:lang w:eastAsia="ru-RU"/>
        </w:rPr>
      </w:pPr>
      <w:bookmarkStart w:id="0" w:name="RANGE!A1:N50"/>
      <w:bookmarkEnd w:id="0"/>
      <w:r w:rsidRPr="00DB41D8">
        <w:rPr>
          <w:rStyle w:val="41"/>
          <w:b/>
          <w:color w:val="auto"/>
          <w:sz w:val="24"/>
          <w:szCs w:val="24"/>
          <w:lang w:eastAsia="ru-RU"/>
        </w:rPr>
        <w:t>Расходы бюджета на реализацию программы Калачеевского муниципального района «Муниципальное управление»</w:t>
      </w:r>
    </w:p>
    <w:p w14:paraId="0E720313" w14:textId="77777777" w:rsidR="00843E41" w:rsidRPr="00843E41" w:rsidRDefault="00843E41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color w:val="auto"/>
          <w:sz w:val="24"/>
          <w:szCs w:val="24"/>
          <w:lang w:eastAsia="ru-RU"/>
        </w:rPr>
      </w:pPr>
    </w:p>
    <w:tbl>
      <w:tblPr>
        <w:tblW w:w="15455" w:type="dxa"/>
        <w:tblInd w:w="-725" w:type="dxa"/>
        <w:tblLayout w:type="fixed"/>
        <w:tblLook w:val="04A0" w:firstRow="1" w:lastRow="0" w:firstColumn="1" w:lastColumn="0" w:noHBand="0" w:noVBand="1"/>
      </w:tblPr>
      <w:tblGrid>
        <w:gridCol w:w="1998"/>
        <w:gridCol w:w="2239"/>
        <w:gridCol w:w="2055"/>
        <w:gridCol w:w="1369"/>
        <w:gridCol w:w="1418"/>
        <w:gridCol w:w="1417"/>
        <w:gridCol w:w="1276"/>
        <w:gridCol w:w="1134"/>
        <w:gridCol w:w="1275"/>
        <w:gridCol w:w="1259"/>
        <w:gridCol w:w="15"/>
      </w:tblGrid>
      <w:tr w:rsidR="00C35A8F" w:rsidRPr="00C35A8F" w14:paraId="68027AF5" w14:textId="77777777" w:rsidTr="00C35A8F">
        <w:trPr>
          <w:gridAfter w:val="1"/>
          <w:wAfter w:w="15" w:type="dxa"/>
          <w:trHeight w:val="1320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46ECAED8" w14:textId="77777777" w:rsidR="00C35A8F" w:rsidRPr="00C35A8F" w:rsidRDefault="00C35A8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14:paraId="00FC5E21" w14:textId="77777777" w:rsidR="00C35A8F" w:rsidRPr="00C35A8F" w:rsidRDefault="00C35A8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 xml:space="preserve">Наименование подпрограммы, основного мероприятия 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14:paraId="6CB3BA4E" w14:textId="77777777" w:rsidR="00C35A8F" w:rsidRPr="00C35A8F" w:rsidRDefault="00C35A8F" w:rsidP="00C35A8F">
            <w:pPr>
              <w:ind w:right="-60" w:firstLine="0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Наименование ответственного исполнителя, исполнителя - главного распорядителя средств бюджета Калачеевского муниципального района (далее - ГРБС)</w:t>
            </w:r>
          </w:p>
        </w:tc>
        <w:tc>
          <w:tcPr>
            <w:tcW w:w="914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5FF2385" w14:textId="77777777" w:rsidR="00C35A8F" w:rsidRPr="00C35A8F" w:rsidRDefault="00C35A8F" w:rsidP="0015117C">
            <w:pPr>
              <w:ind w:left="127" w:firstLine="156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Расходы бюджета Калачеевского муниципального района по годам реали</w:t>
            </w:r>
            <w:r w:rsidR="0015117C">
              <w:rPr>
                <w:rFonts w:ascii="Times New Roman" w:hAnsi="Times New Roman"/>
                <w:sz w:val="20"/>
                <w:szCs w:val="20"/>
              </w:rPr>
              <w:t xml:space="preserve">зации подпрограмм (тыс. руб.) </w:t>
            </w:r>
          </w:p>
        </w:tc>
      </w:tr>
      <w:tr w:rsidR="00C35A8F" w:rsidRPr="00C35A8F" w14:paraId="3BDE6A47" w14:textId="77777777" w:rsidTr="00C35A8F">
        <w:trPr>
          <w:trHeight w:val="300"/>
        </w:trPr>
        <w:tc>
          <w:tcPr>
            <w:tcW w:w="19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33FA72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1BC167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D76C07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63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15819B1" w14:textId="77777777" w:rsidR="00C35A8F" w:rsidRPr="00C35A8F" w:rsidRDefault="00C35A8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в том числе по годам реализации подпрограммы</w:t>
            </w:r>
          </w:p>
        </w:tc>
      </w:tr>
      <w:tr w:rsidR="00C35A8F" w:rsidRPr="00C35A8F" w14:paraId="7389DE8C" w14:textId="77777777" w:rsidTr="00C35A8F">
        <w:trPr>
          <w:trHeight w:val="300"/>
        </w:trPr>
        <w:tc>
          <w:tcPr>
            <w:tcW w:w="19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9FEA80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F41FFE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7C37E7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7797095" w14:textId="77777777" w:rsidR="00C35A8F" w:rsidRPr="00843E41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3E41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8E0F1E6" w14:textId="77777777" w:rsidR="00C35A8F" w:rsidRPr="00843E41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3E41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8ACE25E" w14:textId="77777777" w:rsidR="00C35A8F" w:rsidRPr="00605E90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B74F382" w14:textId="77777777" w:rsidR="00C35A8F" w:rsidRPr="00605E90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0AEA762" w14:textId="77777777" w:rsidR="00C35A8F" w:rsidRPr="00605E90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7581652" w14:textId="77777777" w:rsidR="00C35A8F" w:rsidRPr="00843E41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3E41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14:paraId="295D18B7" w14:textId="77777777" w:rsidR="00C35A8F" w:rsidRPr="00843E41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3E41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</w:tr>
      <w:tr w:rsidR="00C35A8F" w:rsidRPr="00C35A8F" w14:paraId="2D5B00A7" w14:textId="77777777" w:rsidTr="00C35A8F">
        <w:trPr>
          <w:trHeight w:val="300"/>
        </w:trPr>
        <w:tc>
          <w:tcPr>
            <w:tcW w:w="1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0B2B984C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227E63C4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65C62CF8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7EB80CF7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75D66EFE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3E6CEB81" w14:textId="77777777" w:rsidR="00C35A8F" w:rsidRPr="00605E90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7393769F" w14:textId="77777777" w:rsidR="00C35A8F" w:rsidRPr="00605E90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7B3AABE4" w14:textId="77777777" w:rsidR="00C35A8F" w:rsidRPr="00605E90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14E14D08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2254E17B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C35A8F" w:rsidRPr="00C62C25" w14:paraId="48E99C5F" w14:textId="77777777" w:rsidTr="00C35A8F">
        <w:trPr>
          <w:trHeight w:val="300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1734DFC3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6278EE31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Муниципальное управление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456AA09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BC60C1D" w14:textId="77777777" w:rsidR="00C35A8F" w:rsidRPr="00DD58E2" w:rsidRDefault="00D23A5F" w:rsidP="00303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DD58E2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A02DAC" w:rsidRPr="00DD58E2">
              <w:rPr>
                <w:rFonts w:ascii="Times New Roman" w:hAnsi="Times New Roman"/>
                <w:bCs/>
                <w:sz w:val="20"/>
                <w:szCs w:val="20"/>
              </w:rPr>
              <w:t>31</w:t>
            </w:r>
            <w:r w:rsidR="007A1934" w:rsidRPr="00DD58E2">
              <w:rPr>
                <w:rFonts w:ascii="Times New Roman" w:hAnsi="Times New Roman"/>
                <w:bCs/>
                <w:sz w:val="20"/>
                <w:szCs w:val="20"/>
              </w:rPr>
              <w:t> 592,80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7CB7D25" w14:textId="77777777" w:rsidR="00C35A8F" w:rsidRPr="00C62C25" w:rsidRDefault="00364990" w:rsidP="00BD222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293 999,20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48CA84A" w14:textId="6100CA95" w:rsidR="00C35A8F" w:rsidRPr="00605E90" w:rsidRDefault="00AC7CC6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251 945,80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211365" w14:textId="51BB1CFF" w:rsidR="00C35A8F" w:rsidRPr="00605E90" w:rsidRDefault="00BD7E08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>16</w:t>
            </w:r>
            <w:r w:rsidR="008E63B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> 353,30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6F1F4EA" w14:textId="01B37288" w:rsidR="00C35A8F" w:rsidRPr="00605E90" w:rsidRDefault="00BD7E0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>172 181,60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B4D8C12" w14:textId="77777777" w:rsidR="00C35A8F" w:rsidRPr="00C62C25" w:rsidRDefault="00BD222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117 607,00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9039149" w14:textId="77777777" w:rsidR="00C35A8F" w:rsidRPr="00BD2220" w:rsidRDefault="00BD222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121 894,10</w:t>
            </w:r>
          </w:p>
        </w:tc>
      </w:tr>
      <w:tr w:rsidR="00C35A8F" w:rsidRPr="00C62C25" w14:paraId="13ACA080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20D635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C68619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6133491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9D45D18" w14:textId="77777777" w:rsidR="00C35A8F" w:rsidRPr="00DD58E2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30420F6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0713C88" w14:textId="77777777" w:rsidR="00C35A8F" w:rsidRPr="00605E90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32C0BF8" w14:textId="77777777" w:rsidR="00C35A8F" w:rsidRPr="00605E90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BD3FC69" w14:textId="77777777" w:rsidR="00C35A8F" w:rsidRPr="00605E90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E8747BF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6D8511D" w14:textId="77777777" w:rsidR="00C35A8F" w:rsidRPr="00BD2220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D222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4F7249" w:rsidRPr="00C62C25" w14:paraId="2A1CECBA" w14:textId="77777777" w:rsidTr="00DD58E2">
        <w:trPr>
          <w:trHeight w:val="97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96159B" w14:textId="77777777" w:rsidR="004F7249" w:rsidRPr="00C62C25" w:rsidRDefault="004F7249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C7C39B" w14:textId="77777777" w:rsidR="004F7249" w:rsidRPr="00C62C25" w:rsidRDefault="004F7249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2A80B85" w14:textId="77777777" w:rsidR="004F7249" w:rsidRPr="00C62C25" w:rsidRDefault="004F7249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3CEAAAF" w14:textId="77777777" w:rsidR="004F7249" w:rsidRPr="00DD58E2" w:rsidRDefault="004F7249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>176 092,85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A76CC59" w14:textId="77777777" w:rsidR="004F7249" w:rsidRPr="00C62C25" w:rsidRDefault="00364990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236 347,60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A8A44D4" w14:textId="71AE2D66" w:rsidR="004F7249" w:rsidRPr="00605E90" w:rsidRDefault="00AC7CC6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188 941,60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57F5255" w14:textId="4497A5F8" w:rsidR="004F7249" w:rsidRPr="00605E90" w:rsidRDefault="00BD7E08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  <w:r w:rsidR="008E63B4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 xml:space="preserve"> 240,90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0864E22" w14:textId="38913913" w:rsidR="004F7249" w:rsidRPr="00605E90" w:rsidRDefault="00BD7E08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113 923,20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B706496" w14:textId="77777777" w:rsidR="004F7249" w:rsidRPr="00C62C25" w:rsidRDefault="004F7249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46 581,50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1CFC09B" w14:textId="77777777" w:rsidR="004F7249" w:rsidRPr="00BD2220" w:rsidRDefault="004F7249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48 444,80</w:t>
            </w:r>
          </w:p>
        </w:tc>
      </w:tr>
      <w:tr w:rsidR="00C35A8F" w:rsidRPr="00C62C25" w14:paraId="0E701EFC" w14:textId="77777777" w:rsidTr="00C35A8F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B25D0F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A8D8D8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B93D2DA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10CBCC1" w14:textId="77777777" w:rsidR="00C35A8F" w:rsidRPr="00DD58E2" w:rsidRDefault="00A02DAC" w:rsidP="00303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>55</w:t>
            </w:r>
            <w:r w:rsidR="0030321F" w:rsidRPr="00DD58E2">
              <w:rPr>
                <w:rFonts w:ascii="Times New Roman" w:hAnsi="Times New Roman"/>
                <w:sz w:val="20"/>
                <w:szCs w:val="20"/>
              </w:rPr>
              <w:t> 499,95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0B1FD80" w14:textId="77777777" w:rsidR="00C35A8F" w:rsidRPr="00C62C25" w:rsidRDefault="00364990" w:rsidP="002019D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57 651,60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756D29E" w14:textId="3477843F" w:rsidR="00C35A8F" w:rsidRPr="00605E90" w:rsidRDefault="00AC7CC6" w:rsidP="00DD58E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63 004,20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8DADD4E" w14:textId="3A5BF952" w:rsidR="00C35A8F" w:rsidRPr="00605E90" w:rsidRDefault="00BD7E08" w:rsidP="00DD58E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57 112,40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F68AE03" w14:textId="664C25CC" w:rsidR="00C35A8F" w:rsidRPr="00605E90" w:rsidRDefault="00BD7E0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58 258,40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DE87729" w14:textId="77777777" w:rsidR="00C35A8F" w:rsidRPr="00C62C25" w:rsidRDefault="00DD58E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71 025,50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A306A70" w14:textId="77777777" w:rsidR="00C35A8F" w:rsidRPr="00BD2220" w:rsidRDefault="00DD58E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73 449,30</w:t>
            </w:r>
          </w:p>
        </w:tc>
      </w:tr>
      <w:tr w:rsidR="00BD7E08" w:rsidRPr="00C62C25" w14:paraId="216200D9" w14:textId="77777777" w:rsidTr="00C35A8F">
        <w:trPr>
          <w:trHeight w:val="2376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E616A48" w14:textId="77777777" w:rsidR="00BD7E08" w:rsidRPr="00C62C25" w:rsidRDefault="00BD7E08" w:rsidP="00BD7E0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Подпрограмма 1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A3749F5" w14:textId="77777777" w:rsidR="00BD7E08" w:rsidRPr="00C62C25" w:rsidRDefault="00BD7E08" w:rsidP="00BD7E0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 xml:space="preserve">«Управление муниципальными финансами, создание условий для эффективного и ответственного управления муниципальными финансами, повышение </w:t>
            </w: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устойчивости бюджетов городского и сельских поселений Калачеевского муниципального района»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61D3B4F" w14:textId="77777777" w:rsidR="00BD7E08" w:rsidRPr="00C62C25" w:rsidRDefault="00BD7E08" w:rsidP="00BD7E0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A79108E" w14:textId="77777777" w:rsidR="00BD7E08" w:rsidRPr="00DD58E2" w:rsidRDefault="00BD7E08" w:rsidP="00BD7E0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>176 092,85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17CDCAC" w14:textId="77777777" w:rsidR="00BD7E08" w:rsidRPr="00C62C25" w:rsidRDefault="00BD7E08" w:rsidP="00BD7E0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236 347,60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E2A7818" w14:textId="07878541" w:rsidR="00BD7E08" w:rsidRPr="00605E90" w:rsidRDefault="00AC7CC6" w:rsidP="00BD7E0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188 941,60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E4E00BE" w14:textId="1A657C92" w:rsidR="00BD7E08" w:rsidRPr="00605E90" w:rsidRDefault="00BD7E08" w:rsidP="00BD7E0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  <w:r w:rsidR="008E63B4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 xml:space="preserve"> 240,90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17F528F" w14:textId="4FB1E517" w:rsidR="00BD7E08" w:rsidRPr="00605E90" w:rsidRDefault="00BD7E08" w:rsidP="00BD7E0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113 923,20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C8F3A7A" w14:textId="77777777" w:rsidR="00BD7E08" w:rsidRPr="00C62C25" w:rsidRDefault="00BD7E08" w:rsidP="00BD7E0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46 581,50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DC31DFB" w14:textId="77777777" w:rsidR="00BD7E08" w:rsidRPr="00C62C25" w:rsidRDefault="00BD7E08" w:rsidP="00BD7E0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48 444,80</w:t>
            </w:r>
          </w:p>
        </w:tc>
      </w:tr>
      <w:tr w:rsidR="00C35A8F" w:rsidRPr="00C62C25" w14:paraId="548284E3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C7566E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4B8C62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E555DF2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C01FEA8" w14:textId="77777777" w:rsidR="00C35A8F" w:rsidRPr="00DD58E2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39342AE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371EA46" w14:textId="77777777" w:rsidR="00C35A8F" w:rsidRPr="00605E90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43549D5" w14:textId="77777777" w:rsidR="00C35A8F" w:rsidRPr="00605E90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B5E5861" w14:textId="77777777" w:rsidR="00C35A8F" w:rsidRPr="00605E90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D715F93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16C5841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8E63B4" w:rsidRPr="00C62C25" w14:paraId="0EA6E163" w14:textId="77777777" w:rsidTr="00C35A8F">
        <w:trPr>
          <w:trHeight w:val="97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30D90C" w14:textId="77777777" w:rsidR="008E63B4" w:rsidRPr="00C62C25" w:rsidRDefault="008E63B4" w:rsidP="008E63B4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03805F" w14:textId="77777777" w:rsidR="008E63B4" w:rsidRPr="00C62C25" w:rsidRDefault="008E63B4" w:rsidP="008E63B4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8607C46" w14:textId="77777777" w:rsidR="008E63B4" w:rsidRPr="00C62C25" w:rsidRDefault="008E63B4" w:rsidP="008E63B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88C7960" w14:textId="77777777" w:rsidR="008E63B4" w:rsidRPr="00DD58E2" w:rsidRDefault="008E63B4" w:rsidP="008E63B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>176 092,85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0191997" w14:textId="77777777" w:rsidR="008E63B4" w:rsidRPr="00C62C25" w:rsidRDefault="008E63B4" w:rsidP="008E63B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236 347,60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DF774CC" w14:textId="7AC644CE" w:rsidR="008E63B4" w:rsidRPr="00605E90" w:rsidRDefault="00AC7CC6" w:rsidP="008E63B4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188 941,60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9487FC4" w14:textId="2ED484B7" w:rsidR="008E63B4" w:rsidRPr="00605E90" w:rsidRDefault="008E63B4" w:rsidP="008E63B4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 xml:space="preserve"> 240,90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D5A4AE2" w14:textId="462BE41F" w:rsidR="008E63B4" w:rsidRPr="00605E90" w:rsidRDefault="008E63B4" w:rsidP="008E63B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113 923,20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BF7A148" w14:textId="77777777" w:rsidR="008E63B4" w:rsidRPr="00C62C25" w:rsidRDefault="008E63B4" w:rsidP="008E63B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46 581,50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5F3378C" w14:textId="77777777" w:rsidR="008E63B4" w:rsidRPr="00C62C25" w:rsidRDefault="008E63B4" w:rsidP="008E63B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48 444,80</w:t>
            </w:r>
          </w:p>
        </w:tc>
      </w:tr>
      <w:tr w:rsidR="00D23A5F" w:rsidRPr="00C62C25" w14:paraId="60F5E428" w14:textId="77777777" w:rsidTr="00C0571B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33213941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1C9E457D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Организация бюджетного процесса Калачеевского муниципального района.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EDC7BD6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B87C01E" w14:textId="77777777" w:rsidR="00D23A5F" w:rsidRPr="00C62C25" w:rsidRDefault="008D6706" w:rsidP="007A193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495,2</w:t>
            </w:r>
            <w:r w:rsidR="0030321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1E23702" w14:textId="77777777" w:rsidR="00D23A5F" w:rsidRPr="00C62C25" w:rsidRDefault="00364990" w:rsidP="003908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E652828" w14:textId="11164AB5" w:rsidR="00D23A5F" w:rsidRPr="00605E90" w:rsidRDefault="00AC7CC6" w:rsidP="003908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2 149,90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9C27DF8" w14:textId="66342AD4" w:rsidR="00D23A5F" w:rsidRPr="00605E90" w:rsidRDefault="003908EE" w:rsidP="003908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4 015,</w:t>
            </w:r>
            <w:r w:rsidR="00B408F9" w:rsidRPr="00605E90">
              <w:rPr>
                <w:rFonts w:ascii="Times New Roman" w:hAnsi="Times New Roman"/>
                <w:sz w:val="20"/>
                <w:szCs w:val="20"/>
              </w:rPr>
              <w:t>7</w:t>
            </w:r>
            <w:r w:rsidRPr="00605E9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5675B3F" w14:textId="2B072541" w:rsidR="00D23A5F" w:rsidRPr="00605E90" w:rsidRDefault="00B408F9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4 008,20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9247D05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228,20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7DCE97B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228,20</w:t>
            </w:r>
          </w:p>
        </w:tc>
      </w:tr>
      <w:tr w:rsidR="00D23A5F" w:rsidRPr="00C62C25" w14:paraId="0AAD0B6B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3EAF84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E044C2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DBA65DF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2E2F9FA" w14:textId="77777777" w:rsidR="00D23A5F" w:rsidRPr="00C62C25" w:rsidRDefault="00D23A5F" w:rsidP="007A193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89C96C1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A504708" w14:textId="77777777" w:rsidR="00D23A5F" w:rsidRPr="00605E90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4C1AB03" w14:textId="77777777" w:rsidR="00D23A5F" w:rsidRPr="00605E90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4CA7944" w14:textId="77777777" w:rsidR="00D23A5F" w:rsidRPr="00605E90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69B041C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3F9A148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B408F9" w:rsidRPr="00C62C25" w14:paraId="23EE19D6" w14:textId="77777777" w:rsidTr="00C35A8F">
        <w:trPr>
          <w:trHeight w:val="97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9BCD8E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299795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DA8DE2F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2608D9D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495,29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D258007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2AD44AA" w14:textId="3FE2DAD2" w:rsidR="00B408F9" w:rsidRPr="00605E90" w:rsidRDefault="00AC7CC6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2 149,90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C300979" w14:textId="67DA5A14" w:rsidR="00B408F9" w:rsidRPr="00605E90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4 015,70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9E82706" w14:textId="34DED7F0" w:rsidR="00B408F9" w:rsidRPr="00605E90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4 008,20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A2DD045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228,20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A9BBEA8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228,20</w:t>
            </w:r>
          </w:p>
        </w:tc>
      </w:tr>
      <w:tr w:rsidR="00D23A5F" w:rsidRPr="00C62C25" w14:paraId="559431DA" w14:textId="77777777" w:rsidTr="00C0571B">
        <w:trPr>
          <w:trHeight w:val="1368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0061E250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4633DA0C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Создание условий для эффективного и ответственного управления муниципальными финансами, повышение устойчивости бюджетов городского и сельских поселений Калачеевского муниципального района.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E40E709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AEC22FB" w14:textId="77777777" w:rsidR="00D23A5F" w:rsidRPr="00C62C25" w:rsidRDefault="008D6706" w:rsidP="00DB14D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166 986,6</w:t>
            </w:r>
            <w:r w:rsidR="0030321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006C170" w14:textId="77777777" w:rsidR="00D23A5F" w:rsidRPr="00C62C25" w:rsidRDefault="001C756D" w:rsidP="0036499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364990">
              <w:rPr>
                <w:rFonts w:ascii="Times New Roman" w:hAnsi="Times New Roman"/>
                <w:sz w:val="20"/>
                <w:szCs w:val="20"/>
              </w:rPr>
              <w:t>26 375,00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E37BFC0" w14:textId="119BBE96" w:rsidR="00D23A5F" w:rsidRPr="00605E90" w:rsidRDefault="00AC7CC6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176 274,80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BC40F54" w14:textId="4844DA4B" w:rsidR="00D23A5F" w:rsidRPr="00605E90" w:rsidRDefault="00B408F9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9</w:t>
            </w:r>
            <w:r w:rsidR="008D4960">
              <w:rPr>
                <w:rFonts w:ascii="Times New Roman" w:hAnsi="Times New Roman"/>
                <w:sz w:val="20"/>
                <w:szCs w:val="20"/>
              </w:rPr>
              <w:t>5</w:t>
            </w:r>
            <w:r w:rsidRPr="00605E90">
              <w:rPr>
                <w:rFonts w:ascii="Times New Roman" w:hAnsi="Times New Roman"/>
                <w:sz w:val="20"/>
                <w:szCs w:val="20"/>
              </w:rPr>
              <w:t> 208,00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B8CD68B" w14:textId="31303938" w:rsidR="00D23A5F" w:rsidRPr="00605E90" w:rsidRDefault="00B408F9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99 474,80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50F61D8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36 668,30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A298304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38 206,60</w:t>
            </w:r>
          </w:p>
        </w:tc>
      </w:tr>
      <w:tr w:rsidR="00D23A5F" w:rsidRPr="00C62C25" w14:paraId="2835A8DD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496CA3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D96707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752721F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0F115C2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BDC8F1E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76B2AFE" w14:textId="77777777" w:rsidR="00D23A5F" w:rsidRPr="00605E90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55D3BD8" w14:textId="77777777" w:rsidR="00D23A5F" w:rsidRPr="00605E90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4CDCB0D" w14:textId="77777777" w:rsidR="00D23A5F" w:rsidRPr="00605E90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5F375AF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7F68ABF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8D4960" w:rsidRPr="00C62C25" w14:paraId="0E9FFD74" w14:textId="77777777" w:rsidTr="00C35A8F">
        <w:trPr>
          <w:trHeight w:val="97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9BFA35" w14:textId="77777777" w:rsidR="008D4960" w:rsidRPr="00C62C25" w:rsidRDefault="008D4960" w:rsidP="008D496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DA8783" w14:textId="77777777" w:rsidR="008D4960" w:rsidRPr="00C62C25" w:rsidRDefault="008D4960" w:rsidP="008D496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18D98A4" w14:textId="77777777" w:rsidR="008D4960" w:rsidRPr="00C62C25" w:rsidRDefault="008D4960" w:rsidP="008D496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0257C35" w14:textId="77777777" w:rsidR="008D4960" w:rsidRPr="00C62C25" w:rsidRDefault="008D4960" w:rsidP="008D496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166 986,69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91AD2AD" w14:textId="77777777" w:rsidR="008D4960" w:rsidRPr="00C62C25" w:rsidRDefault="008D4960" w:rsidP="008D496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226 375,00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510F887" w14:textId="297836AD" w:rsidR="008D4960" w:rsidRPr="00605E90" w:rsidRDefault="00AC7CC6" w:rsidP="008D496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176 274,80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71AFB50" w14:textId="5BB51FC7" w:rsidR="008D4960" w:rsidRPr="00605E90" w:rsidRDefault="008D4960" w:rsidP="008D496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605E90">
              <w:rPr>
                <w:rFonts w:ascii="Times New Roman" w:hAnsi="Times New Roman"/>
                <w:sz w:val="20"/>
                <w:szCs w:val="20"/>
              </w:rPr>
              <w:t> 208,00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1283152" w14:textId="3EED1522" w:rsidR="008D4960" w:rsidRPr="00605E90" w:rsidRDefault="008D4960" w:rsidP="008D496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99 474,80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DF905C2" w14:textId="77777777" w:rsidR="008D4960" w:rsidRPr="00C62C25" w:rsidRDefault="008D4960" w:rsidP="008D496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36 668,30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55EBDB1" w14:textId="77777777" w:rsidR="008D4960" w:rsidRPr="00C62C25" w:rsidRDefault="008D4960" w:rsidP="008D496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38 206,60</w:t>
            </w:r>
          </w:p>
        </w:tc>
      </w:tr>
      <w:tr w:rsidR="001C756D" w:rsidRPr="00C62C25" w14:paraId="122AB745" w14:textId="77777777" w:rsidTr="00C0571B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ACB0FED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4B2EC732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Обеспечение реализации подпрограммы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C9CA9AC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1260387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8 610,87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A6215EE" w14:textId="77777777" w:rsidR="001C756D" w:rsidRPr="00C62C25" w:rsidRDefault="00364990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9 658,60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FF014AC" w14:textId="32030A54" w:rsidR="001C756D" w:rsidRPr="00605E90" w:rsidRDefault="008D4960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AC7CC6">
              <w:rPr>
                <w:rFonts w:ascii="Times New Roman" w:hAnsi="Times New Roman"/>
                <w:sz w:val="20"/>
                <w:szCs w:val="20"/>
              </w:rPr>
              <w:t> 516,90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855B4DC" w14:textId="4FD60270" w:rsidR="001C756D" w:rsidRPr="00605E90" w:rsidRDefault="00B408F9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10 017,20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B0817C0" w14:textId="6E6FDAAF" w:rsidR="001C756D" w:rsidRPr="00605E90" w:rsidRDefault="00B408F9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10 440,200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0840F4E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9 </w:t>
            </w:r>
            <w:r w:rsidRPr="00C62C25">
              <w:rPr>
                <w:rFonts w:ascii="Times New Roman" w:hAnsi="Times New Roman"/>
                <w:sz w:val="20"/>
                <w:szCs w:val="20"/>
              </w:rPr>
              <w:t>685,00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54C10BB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10 010,00</w:t>
            </w:r>
          </w:p>
        </w:tc>
      </w:tr>
      <w:tr w:rsidR="001C756D" w:rsidRPr="00C62C25" w14:paraId="7D05F0B7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C583AC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591A67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C56AEBE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47A9A3F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E7C3A08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ECB01E6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D14A8D9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C9E73EE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5D26F43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5035CA4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B408F9" w:rsidRPr="00C62C25" w14:paraId="77195CC5" w14:textId="77777777" w:rsidTr="00C35A8F">
        <w:trPr>
          <w:trHeight w:val="97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F0A752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4FE4F6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20F61A0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320E9B3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8 610,87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0B2692B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9 658,60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7797B3F" w14:textId="0A5E7754" w:rsidR="00B408F9" w:rsidRPr="00605E90" w:rsidRDefault="008D4960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AC7CC6">
              <w:rPr>
                <w:rFonts w:ascii="Times New Roman" w:hAnsi="Times New Roman"/>
                <w:sz w:val="20"/>
                <w:szCs w:val="20"/>
              </w:rPr>
              <w:t> 516,90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A7A1DEB" w14:textId="1C0CC56F" w:rsidR="00B408F9" w:rsidRPr="00605E90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10 017,20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9DA87C6" w14:textId="574B64C6" w:rsidR="00B408F9" w:rsidRPr="00605E90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10 440,20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F97BB1A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685,00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AF1BE2C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10 010,00</w:t>
            </w:r>
          </w:p>
        </w:tc>
      </w:tr>
      <w:tr w:rsidR="001C756D" w:rsidRPr="00C62C25" w14:paraId="14B07ECB" w14:textId="77777777" w:rsidTr="00B14F60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308FA03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Подпрограмма 2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A6C1617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 xml:space="preserve">Муниципальное управление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F983166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CABBCA4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42 808,91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370CE52" w14:textId="77777777" w:rsidR="001C756D" w:rsidRPr="00C62C25" w:rsidRDefault="001C756D" w:rsidP="0036499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364990">
              <w:rPr>
                <w:rFonts w:ascii="Times New Roman" w:hAnsi="Times New Roman"/>
                <w:sz w:val="20"/>
                <w:szCs w:val="20"/>
              </w:rPr>
              <w:t>1 786,90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9A80B76" w14:textId="5F81BC42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3</w:t>
            </w:r>
            <w:r w:rsidR="00AC7CC6">
              <w:rPr>
                <w:rFonts w:ascii="Times New Roman" w:hAnsi="Times New Roman"/>
                <w:sz w:val="20"/>
                <w:szCs w:val="20"/>
              </w:rPr>
              <w:t>5 789,90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ECC8862" w14:textId="27A39DCB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B408F9" w:rsidRPr="00605E90">
              <w:rPr>
                <w:rFonts w:ascii="Times New Roman" w:hAnsi="Times New Roman"/>
                <w:bCs/>
                <w:sz w:val="20"/>
                <w:szCs w:val="20"/>
              </w:rPr>
              <w:t>2 057,00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798DB43" w14:textId="52251A27" w:rsidR="001C756D" w:rsidRPr="00605E90" w:rsidRDefault="00B408F9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>33 203,00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E207401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45 419,50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E0F1BF6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47 236,30</w:t>
            </w:r>
          </w:p>
        </w:tc>
      </w:tr>
      <w:tr w:rsidR="001C756D" w:rsidRPr="00C62C25" w14:paraId="59E012AD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FCDDBA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D31A4F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9A53E8F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5DE983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4D42047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8E72DE4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7D86577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3B92D59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20D5BC4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5863D08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B408F9" w:rsidRPr="00C62C25" w14:paraId="4C5BCC80" w14:textId="77777777" w:rsidTr="00C35A8F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396E96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542E03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A75E16F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7564FF2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42 808,91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545AAB0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31 786,90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CB20F7C" w14:textId="7DC82740" w:rsidR="00B408F9" w:rsidRPr="00605E90" w:rsidRDefault="00B408F9" w:rsidP="00B408F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3</w:t>
            </w:r>
            <w:r w:rsidR="00AC7CC6">
              <w:rPr>
                <w:rFonts w:ascii="Times New Roman" w:hAnsi="Times New Roman"/>
                <w:sz w:val="20"/>
                <w:szCs w:val="20"/>
              </w:rPr>
              <w:t>5 789,90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608D0F4" w14:textId="679382DD" w:rsidR="00B408F9" w:rsidRPr="00605E90" w:rsidRDefault="00B408F9" w:rsidP="00B408F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>32 057,00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B44F05D" w14:textId="05A7A411" w:rsidR="00B408F9" w:rsidRPr="00605E90" w:rsidRDefault="00B408F9" w:rsidP="00B408F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>33 203,00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EC603D0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45 419,50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D8D2F49" w14:textId="77777777" w:rsidR="00B408F9" w:rsidRPr="00C62C25" w:rsidRDefault="00B408F9" w:rsidP="00B408F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47 236,30</w:t>
            </w:r>
          </w:p>
        </w:tc>
      </w:tr>
      <w:tr w:rsidR="001C756D" w:rsidRPr="00C62C25" w14:paraId="05BEAD93" w14:textId="77777777" w:rsidTr="00C35A8F">
        <w:trPr>
          <w:trHeight w:val="2568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8C12130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lastRenderedPageBreak/>
              <w:t>Основное мероприятие 1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42334B6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Создание условий для получения муниципальных услуг, предоставляемых администрацией Калачеевского муниципального района в электронной форме и обеспечения снижение среднего числа обращений Заявителей в орган местного самоуправления для получения одной муниципальной услуги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5A9F0C6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386C0C9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39EA561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83B4337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48E9209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C85432E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F6F025F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0BAB501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C756D" w:rsidRPr="00C62C25" w14:paraId="359331E6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159B71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F94358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7998C91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8B26B6B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FCFD26C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2C837F4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6174064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50E1160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7BD6093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72EB2EE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1C756D" w:rsidRPr="00C62C25" w14:paraId="27BC8AD3" w14:textId="77777777" w:rsidTr="00C35A8F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EE0B6F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399B15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1FF54E9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B695824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36753B1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E027574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F60E045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2889E19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E25CF31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B8A67CB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C756D" w:rsidRPr="00C62C25" w14:paraId="2BE80334" w14:textId="77777777" w:rsidTr="00C35A8F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07267D59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6AA377C0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Внедрения информационных технологий в сфере муниципального управления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C35F857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D84D12F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B59DF06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1CDD90C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10C8277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7F5F8A8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2510E4F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A9EDF44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C756D" w:rsidRPr="00C62C25" w14:paraId="752C90D3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CFB103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C6B91A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2B7DB68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2691121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C2F6F4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988D1EB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0EA1810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FA9E2AB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369B78D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9B378C2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1C756D" w:rsidRPr="00C62C25" w14:paraId="57B495D7" w14:textId="77777777" w:rsidTr="00C35A8F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BCF3A6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DC1107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5861EB2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55474E5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415540D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1464EEA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14E38D5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0E70459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99E69F4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D538226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C756D" w:rsidRPr="00C62C25" w14:paraId="08E8A33B" w14:textId="77777777" w:rsidTr="00C35A8F">
        <w:trPr>
          <w:trHeight w:val="732"/>
        </w:trPr>
        <w:tc>
          <w:tcPr>
            <w:tcW w:w="19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45E52F20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044DA62F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Развитие кадрового потенциала администрации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1ED1E76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0B64FFC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D275C74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A1282D2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3315A01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756962F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FCC36EE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8643F9A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C756D" w:rsidRPr="00C62C25" w14:paraId="2D8E5D93" w14:textId="77777777" w:rsidTr="00C35A8F">
        <w:trPr>
          <w:trHeight w:val="324"/>
        </w:trPr>
        <w:tc>
          <w:tcPr>
            <w:tcW w:w="19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5FCACF52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0280622C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242DC3F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A082173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4F80AFA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AC9D644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C2DA014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D631400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D034433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15C50A3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1C756D" w:rsidRPr="00C62C25" w14:paraId="6490C57C" w14:textId="77777777" w:rsidTr="00C35A8F">
        <w:trPr>
          <w:trHeight w:val="732"/>
        </w:trPr>
        <w:tc>
          <w:tcPr>
            <w:tcW w:w="199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49A89A82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643C395A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5712083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FF9343C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65591F9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BCDF5CA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75B3BA6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20C0D1E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60327B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C7D78D1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C7CC6" w:rsidRPr="00C62C25" w14:paraId="13F225E7" w14:textId="77777777" w:rsidTr="00C35A8F">
        <w:trPr>
          <w:trHeight w:val="1368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0F524E7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4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795793F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Защита населения Калачеевского муниципального района от чрезвычайных ситуаций природного и техногенного характера, обеспечение пожарной безопасности и безопасности людей на водных объектах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C596318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C3B5746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B90042E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EFD13D3" w14:textId="6F9C778B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3 456,70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DEE91EB" w14:textId="65D2F2BA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460BF68" w14:textId="229674C6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E9BED39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92,0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EE86185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</w:tr>
      <w:tr w:rsidR="00AC7CC6" w:rsidRPr="00C62C25" w14:paraId="46DA69FB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A4C8B0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B3E381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F2B7DFE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28D409C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FF45126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ADA0CA6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A242115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716084E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4984D5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679B9D1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AC7CC6" w:rsidRPr="00C62C25" w14:paraId="4AE9EDB4" w14:textId="77777777" w:rsidTr="00C35A8F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20A0F8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CC1B51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B40C85E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F53A519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6F19FF4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E920E63" w14:textId="6DBE2F8B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3 456,70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43EAF06" w14:textId="113B36FD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CD68D2" w14:textId="0B3033B9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A3B32DC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92,0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C1ACAFC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</w:tr>
      <w:tr w:rsidR="00AC7CC6" w:rsidRPr="00C62C25" w14:paraId="79DEEEC8" w14:textId="77777777" w:rsidTr="00FF1AE3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0B50E929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lastRenderedPageBreak/>
              <w:t>Основное мероприятие 5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3A0D8A69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Гражданское общество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483A0AF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8B81871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 859,52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98E69BE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6 473,70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77B4476" w14:textId="1828252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7 057,00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EFE43AE" w14:textId="1B6C5402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</w:t>
            </w:r>
            <w:r w:rsidRPr="00605E90">
              <w:rPr>
                <w:rFonts w:ascii="Times New Roman" w:hAnsi="Times New Roman"/>
                <w:sz w:val="20"/>
                <w:szCs w:val="20"/>
              </w:rPr>
              <w:t>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B771166" w14:textId="1654A180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7 615,00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1E34FD2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7 440,0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879F5FD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7 738,0</w:t>
            </w:r>
          </w:p>
        </w:tc>
      </w:tr>
      <w:tr w:rsidR="00AC7CC6" w:rsidRPr="00C62C25" w14:paraId="443FA85D" w14:textId="77777777" w:rsidTr="00FF1AE3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7B62DE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8CD45D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5BBB50D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D1D6F38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D40735C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C967D39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44E9D4C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6F518D1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3C5EA36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AB6DCC1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AC7CC6" w:rsidRPr="00C62C25" w14:paraId="20A4BF02" w14:textId="77777777" w:rsidTr="00FF1AE3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2ABFDD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0F7772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4663B69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10213AB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 859,52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7B96FE0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6 473,70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005954D" w14:textId="30276B51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7 057,00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3D9C44" w14:textId="12EEFB25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7 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605E90">
              <w:rPr>
                <w:rFonts w:ascii="Times New Roman" w:hAnsi="Times New Roman"/>
                <w:sz w:val="20"/>
                <w:szCs w:val="20"/>
              </w:rPr>
              <w:t>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A0A8C1" w14:textId="47BB5761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7 615,00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576DBF7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7 440,0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BE16321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7 738,0</w:t>
            </w:r>
          </w:p>
        </w:tc>
      </w:tr>
      <w:tr w:rsidR="00AC7CC6" w:rsidRPr="00C62C25" w14:paraId="45915068" w14:textId="77777777" w:rsidTr="005C3B38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6B407748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6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32CF0E8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Финансовое обеспечение деятельности подпрограммы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E22AF8E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3B581B2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3 279,86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53D82D3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24 144,30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3D0A77A" w14:textId="39EA6A3E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4 748,00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6B5D075" w14:textId="0D1D12B5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24 361,00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80AE9E1" w14:textId="6DFD90B2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25 228,00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5BB1A40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37 587,50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5EB0E53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39 103,30</w:t>
            </w:r>
          </w:p>
        </w:tc>
      </w:tr>
      <w:tr w:rsidR="00AC7CC6" w:rsidRPr="00C62C25" w14:paraId="589360D0" w14:textId="77777777" w:rsidTr="00FF1AE3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C67FD8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23680C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D5B6177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5B6C22F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F446881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E69F820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260C69B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5B0001F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C01A0F7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5891FBC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AC7CC6" w:rsidRPr="00C62C25" w14:paraId="7B160608" w14:textId="77777777" w:rsidTr="00FF1AE3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F5EC85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7F85CD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03D015C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F69F1E0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23 279,86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E70F4D7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24 144,30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E6DCD79" w14:textId="5FBC7C8C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4 748,00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706E0D" w14:textId="6C4B2454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24 361,00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53AD36C" w14:textId="18A66099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25 228,00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CCDA2E2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37 587,50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7EEB156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39 103,30</w:t>
            </w:r>
          </w:p>
        </w:tc>
      </w:tr>
      <w:tr w:rsidR="00AC7CC6" w:rsidRPr="00C62C25" w14:paraId="693CD168" w14:textId="77777777" w:rsidTr="001910E0">
        <w:trPr>
          <w:trHeight w:val="395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6F2604A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7</w:t>
            </w:r>
          </w:p>
          <w:p w14:paraId="6B64A244" w14:textId="77777777" w:rsidR="00AC7CC6" w:rsidRPr="00C62C25" w:rsidRDefault="00AC7CC6" w:rsidP="00AC7CC6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hideMark/>
          </w:tcPr>
          <w:p w14:paraId="0EB1EB10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Поощрение муниципальных образований </w:t>
            </w:r>
          </w:p>
          <w:p w14:paraId="5A938F11" w14:textId="77777777" w:rsidR="00AC7CC6" w:rsidRPr="00C62C25" w:rsidRDefault="00AC7CC6" w:rsidP="00AC7CC6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9E4593D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8405FBC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8A5A2AF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55F0949" w14:textId="0C9D88A4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605E90">
              <w:rPr>
                <w:rFonts w:ascii="Times New Roman" w:hAnsi="Times New Roman"/>
                <w:sz w:val="20"/>
                <w:szCs w:val="20"/>
              </w:rPr>
              <w:t>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9F41D13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50C166D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BC53A19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852BD82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</w:tr>
      <w:tr w:rsidR="00AC7CC6" w:rsidRPr="00C62C25" w14:paraId="26416DB8" w14:textId="77777777" w:rsidTr="001910E0">
        <w:trPr>
          <w:trHeight w:val="401"/>
        </w:trPr>
        <w:tc>
          <w:tcPr>
            <w:tcW w:w="199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D3A70ED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hideMark/>
          </w:tcPr>
          <w:p w14:paraId="260B0E63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133C116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в том числе по ГРБС: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98329A9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7E1E282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FBB4BD9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F59ADA1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E66E59C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C836FA3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95E6B27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7CC6" w:rsidRPr="00C62C25" w14:paraId="0F657236" w14:textId="77777777" w:rsidTr="001910E0">
        <w:trPr>
          <w:trHeight w:val="984"/>
        </w:trPr>
        <w:tc>
          <w:tcPr>
            <w:tcW w:w="19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71AE850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E4F0EF2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9FD1123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C874088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BC392EC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8E848B1" w14:textId="2C9D64DF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605E90">
              <w:rPr>
                <w:rFonts w:ascii="Times New Roman" w:hAnsi="Times New Roman"/>
                <w:sz w:val="20"/>
                <w:szCs w:val="20"/>
              </w:rPr>
              <w:t>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23989C9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467DBE8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F6C1EBC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1E3E8C4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</w:tr>
      <w:tr w:rsidR="00AC7CC6" w:rsidRPr="00C62C25" w14:paraId="31F13620" w14:textId="77777777" w:rsidTr="001910E0">
        <w:trPr>
          <w:trHeight w:val="393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41DB2E46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8</w:t>
            </w:r>
          </w:p>
        </w:tc>
        <w:tc>
          <w:tcPr>
            <w:tcW w:w="223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</w:tcPr>
          <w:p w14:paraId="108B172A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Содержание имущества казны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30450AB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797829F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12 332,02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A7AC0B7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23FF3BD" w14:textId="10217F58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A766989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BBB7860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205B8EB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093D222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C7CC6" w:rsidRPr="00C62C25" w14:paraId="0B97DB9F" w14:textId="77777777" w:rsidTr="001910E0">
        <w:trPr>
          <w:trHeight w:val="413"/>
        </w:trPr>
        <w:tc>
          <w:tcPr>
            <w:tcW w:w="199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0DB636F4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14:paraId="2266F380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2984C91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в том числе по ГРБС: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7BE3311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6B9C53B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FD028CC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FB9F513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BFBA103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F5CB207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2268A64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7CC6" w:rsidRPr="00C62C25" w14:paraId="2447A98C" w14:textId="77777777" w:rsidTr="001910E0">
        <w:trPr>
          <w:trHeight w:val="984"/>
        </w:trPr>
        <w:tc>
          <w:tcPr>
            <w:tcW w:w="19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BD12C91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2A78D4C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0E44F2F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1BEAF39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2 332,02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B54CC8A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F3791C4" w14:textId="64A0AE23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DFEF8D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6F5B93C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BCFF170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36E29D5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C7CC6" w:rsidRPr="00C62C25" w14:paraId="3D32908A" w14:textId="77777777" w:rsidTr="007A1934">
        <w:trPr>
          <w:trHeight w:val="984"/>
        </w:trPr>
        <w:tc>
          <w:tcPr>
            <w:tcW w:w="1998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6C40192D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9</w:t>
            </w:r>
          </w:p>
          <w:p w14:paraId="7212D1D3" w14:textId="77777777" w:rsidR="00AC7CC6" w:rsidRPr="00C62C25" w:rsidRDefault="00AC7CC6" w:rsidP="00AC7CC6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vMerge w:val="restart"/>
            <w:tcBorders>
              <w:left w:val="nil"/>
              <w:right w:val="single" w:sz="8" w:space="0" w:color="auto"/>
            </w:tcBorders>
            <w:shd w:val="clear" w:color="auto" w:fill="FFFFFF"/>
          </w:tcPr>
          <w:p w14:paraId="57087CDE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Проведение Всероссийской переписи населения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BAB3C2B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330308F" w14:textId="77777777" w:rsidR="00AC7CC6" w:rsidRPr="00FF1AE3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AC3D05E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1D67B5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420887C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F20CEF1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8AFE1D9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E7803B1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C7CC6" w:rsidRPr="00C62C25" w14:paraId="0A7D2C65" w14:textId="77777777" w:rsidTr="007A1934">
        <w:trPr>
          <w:trHeight w:val="409"/>
        </w:trPr>
        <w:tc>
          <w:tcPr>
            <w:tcW w:w="199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57DFE5E8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14:paraId="4383E513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5F7E40B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в том числе по ГРБС: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1F4412F" w14:textId="77777777" w:rsidR="00AC7CC6" w:rsidRPr="00FF1AE3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2754A9F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8BC5F20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D9A234C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D48D7D4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E8CA2DA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4505FEF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7CC6" w:rsidRPr="00C62C25" w14:paraId="4FEAD479" w14:textId="77777777" w:rsidTr="001910E0">
        <w:trPr>
          <w:trHeight w:val="984"/>
        </w:trPr>
        <w:tc>
          <w:tcPr>
            <w:tcW w:w="19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F1CC6A0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DFCE136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9589C79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777AF37" w14:textId="77777777" w:rsidR="00AC7CC6" w:rsidRPr="00FF1AE3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89A1FA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759,30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C17DB38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A41E6A8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D3AA9D9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E92DC79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320E47F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C7CC6" w:rsidRPr="00C62C25" w14:paraId="13BF9439" w14:textId="77777777" w:rsidTr="001528C6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EE5F501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Подпрограмма 3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56F51967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 xml:space="preserve">Обеспечение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деятельности казенных учреждений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3DC6FF1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ABF3D22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2 691,04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98E6E4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25 864,70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5DE92BE" w14:textId="33BA9E45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7 214,30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6B05BAA" w14:textId="6EBD262C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>25 055,40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6B95E07" w14:textId="38B03E54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>25 055,40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0590125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25 606,00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18DB0AC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26 213,00</w:t>
            </w:r>
          </w:p>
        </w:tc>
      </w:tr>
      <w:tr w:rsidR="00AC7CC6" w:rsidRPr="00C62C25" w14:paraId="61932CD8" w14:textId="77777777" w:rsidTr="00FF1AE3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A60B1A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04A75A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5952FC3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75646A6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3E11CFB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E219862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9DFC137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8043E1D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5CF9DED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8EA5A33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7CC6" w:rsidRPr="00C62C25" w14:paraId="5C003D2C" w14:textId="77777777" w:rsidTr="00FF1AE3">
        <w:trPr>
          <w:trHeight w:val="188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2C3DE6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4F7BD1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64DE3E7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52D1319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2 691,04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D427B6D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25 864,70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A85DA2B" w14:textId="172D171A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BD0942">
              <w:rPr>
                <w:rFonts w:ascii="Times New Roman" w:hAnsi="Times New Roman"/>
                <w:bCs/>
                <w:sz w:val="20"/>
                <w:szCs w:val="20"/>
              </w:rPr>
              <w:t>7 214,30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C0F67BB" w14:textId="4C0EB630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>25 055,40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60B4F0B" w14:textId="4B565EA9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bCs/>
                <w:sz w:val="20"/>
                <w:szCs w:val="20"/>
              </w:rPr>
              <w:t>25 055,40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AE4383A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25 606,00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04E041A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26 213,00</w:t>
            </w:r>
          </w:p>
        </w:tc>
      </w:tr>
      <w:tr w:rsidR="00AC7CC6" w:rsidRPr="00C62C25" w14:paraId="5B636FAC" w14:textId="77777777" w:rsidTr="001528C6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1037B820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449F4FC2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«Финансовое обеспечение МКУ «Единая дежурно-диспетчерская служба и хозяйственно-техническое обеспечение»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EC39ECB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AF9901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2 691,04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88D8B3C" w14:textId="0E520FDD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15 385,70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9236EC4" w14:textId="19C7CFF1" w:rsidR="00AC7CC6" w:rsidRPr="00605E90" w:rsidRDefault="00BD0942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17 401,30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F5D133D" w14:textId="4A5E4271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15 298,40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0B81AA6" w14:textId="015C3B5E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15 298,40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E32627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15 183,00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23B6376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15 790,00</w:t>
            </w:r>
          </w:p>
        </w:tc>
      </w:tr>
      <w:tr w:rsidR="00AC7CC6" w:rsidRPr="00C62C25" w14:paraId="27FDEDB1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BFF01B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6AEE63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74816BE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39D5B82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6CC2D98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1FDEFDF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5E7F4B6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EA3B485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9513A50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C3713C3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AC7CC6" w:rsidRPr="00C62C25" w14:paraId="70430A02" w14:textId="77777777" w:rsidTr="00C35A8F">
        <w:trPr>
          <w:trHeight w:val="468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946E93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62DDFD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BEAEB8E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E5B8CB7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2 691,04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9322086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15 385,70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3167890" w14:textId="70C2CAB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1</w:t>
            </w:r>
            <w:r w:rsidR="00BD0942">
              <w:rPr>
                <w:rFonts w:ascii="Times New Roman" w:hAnsi="Times New Roman"/>
                <w:sz w:val="20"/>
                <w:szCs w:val="20"/>
              </w:rPr>
              <w:t>7 401,30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01C1BE1" w14:textId="6585E7A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15 298,40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1667257" w14:textId="05878118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15 298,40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23D20C9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15 183,00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E1FAD2B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15 790,00</w:t>
            </w:r>
          </w:p>
        </w:tc>
      </w:tr>
      <w:tr w:rsidR="00AC7CC6" w:rsidRPr="00C62C25" w14:paraId="0E640C2F" w14:textId="77777777" w:rsidTr="001528C6">
        <w:trPr>
          <w:trHeight w:val="768"/>
        </w:trPr>
        <w:tc>
          <w:tcPr>
            <w:tcW w:w="19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56E3E231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7F694831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«Финансовое обеспечение МКУ «Централизованная бухгалтерия сельских поселений»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5036A34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F0DFDAB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6C96C7B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10 479,00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85358C3" w14:textId="252CBB38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9</w:t>
            </w:r>
            <w:r w:rsidR="00BD0942">
              <w:rPr>
                <w:rFonts w:ascii="Times New Roman" w:hAnsi="Times New Roman"/>
                <w:sz w:val="20"/>
                <w:szCs w:val="20"/>
              </w:rPr>
              <w:t> 813,00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08125E1" w14:textId="0C35CE7C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9 757,00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96F816" w14:textId="1BF9C278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9 757,00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BB84B8A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10 423,00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836EE63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10 423,00</w:t>
            </w:r>
          </w:p>
        </w:tc>
      </w:tr>
      <w:tr w:rsidR="00AC7CC6" w:rsidRPr="00C62C25" w14:paraId="184519B7" w14:textId="77777777" w:rsidTr="00BF0171">
        <w:trPr>
          <w:trHeight w:val="324"/>
        </w:trPr>
        <w:tc>
          <w:tcPr>
            <w:tcW w:w="19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2F340DBD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7AFFDB02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481C347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12D55D5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3429A75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D2C3852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4797604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2B121DE" w14:textId="77777777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06CEDC8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DEAEAF8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AC7CC6" w:rsidRPr="00C62C25" w14:paraId="6F3257A6" w14:textId="77777777" w:rsidTr="00BF0171">
        <w:trPr>
          <w:trHeight w:val="324"/>
        </w:trPr>
        <w:tc>
          <w:tcPr>
            <w:tcW w:w="199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DF8515B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A55DBAA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AD8C6CD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94F693C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684F691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10 479,00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5F3F55D" w14:textId="0D78B013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9</w:t>
            </w:r>
            <w:r w:rsidR="00BD0942">
              <w:rPr>
                <w:rFonts w:ascii="Times New Roman" w:hAnsi="Times New Roman"/>
                <w:sz w:val="20"/>
                <w:szCs w:val="20"/>
              </w:rPr>
              <w:t> 813,00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B18BEB6" w14:textId="7E0B6C16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9 757,00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F59225D" w14:textId="52133955" w:rsidR="00AC7CC6" w:rsidRPr="00605E90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9 757,00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987FFE2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10 423,00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70607D" w14:textId="77777777" w:rsidR="00AC7CC6" w:rsidRPr="00C62C25" w:rsidRDefault="00AC7CC6" w:rsidP="00AC7CC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10 423,00</w:t>
            </w:r>
          </w:p>
        </w:tc>
      </w:tr>
    </w:tbl>
    <w:p w14:paraId="79597D01" w14:textId="77777777" w:rsidR="00C467B5" w:rsidRPr="00C62C25" w:rsidRDefault="00C467B5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color w:val="auto"/>
          <w:sz w:val="20"/>
          <w:szCs w:val="20"/>
          <w:lang w:eastAsia="ru-RU"/>
        </w:rPr>
      </w:pPr>
    </w:p>
    <w:p w14:paraId="791D7962" w14:textId="77777777" w:rsidR="00193EDF" w:rsidRPr="00C62C25" w:rsidRDefault="00193EDF" w:rsidP="00193EDF">
      <w:pPr>
        <w:ind w:firstLine="709"/>
        <w:rPr>
          <w:rFonts w:ascii="Times New Roman" w:hAnsi="Times New Roman"/>
          <w:sz w:val="20"/>
          <w:szCs w:val="20"/>
        </w:rPr>
      </w:pPr>
    </w:p>
    <w:sectPr w:rsidR="00193EDF" w:rsidRPr="00C62C25" w:rsidSect="00114D78">
      <w:headerReference w:type="default" r:id="rId8"/>
      <w:pgSz w:w="16838" w:h="11906" w:orient="landscape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00954" w14:textId="77777777" w:rsidR="00C54F9B" w:rsidRDefault="00C54F9B" w:rsidP="006F0544">
      <w:r>
        <w:separator/>
      </w:r>
    </w:p>
  </w:endnote>
  <w:endnote w:type="continuationSeparator" w:id="0">
    <w:p w14:paraId="6125C5D2" w14:textId="77777777" w:rsidR="00C54F9B" w:rsidRDefault="00C54F9B" w:rsidP="006F0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AA8A9" w14:textId="77777777" w:rsidR="00C54F9B" w:rsidRDefault="00C54F9B" w:rsidP="006F0544">
      <w:r>
        <w:separator/>
      </w:r>
    </w:p>
  </w:footnote>
  <w:footnote w:type="continuationSeparator" w:id="0">
    <w:p w14:paraId="5F4C6139" w14:textId="77777777" w:rsidR="00C54F9B" w:rsidRDefault="00C54F9B" w:rsidP="006F0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8B5E7" w14:textId="77777777" w:rsidR="00364990" w:rsidRDefault="0036499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 w15:restartNumberingAfterBreak="0">
    <w:nsid w:val="03A44EA6"/>
    <w:multiLevelType w:val="multilevel"/>
    <w:tmpl w:val="1E945B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2" w15:restartNumberingAfterBreak="0">
    <w:nsid w:val="128A7469"/>
    <w:multiLevelType w:val="hybridMultilevel"/>
    <w:tmpl w:val="34C82346"/>
    <w:lvl w:ilvl="0" w:tplc="9496E7AC">
      <w:start w:val="8"/>
      <w:numFmt w:val="decimal"/>
      <w:lvlText w:val="%1."/>
      <w:lvlJc w:val="left"/>
      <w:pPr>
        <w:ind w:left="5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6" w:hanging="180"/>
      </w:pPr>
      <w:rPr>
        <w:rFonts w:cs="Times New Roman"/>
      </w:rPr>
    </w:lvl>
  </w:abstractNum>
  <w:abstractNum w:abstractNumId="3" w15:restartNumberingAfterBreak="0">
    <w:nsid w:val="213A65CE"/>
    <w:multiLevelType w:val="hybridMultilevel"/>
    <w:tmpl w:val="3D7AF5A4"/>
    <w:lvl w:ilvl="0" w:tplc="4A5AB24A">
      <w:start w:val="1"/>
      <w:numFmt w:val="decimal"/>
      <w:lvlText w:val="%1."/>
      <w:lvlJc w:val="left"/>
      <w:pPr>
        <w:tabs>
          <w:tab w:val="num" w:pos="461"/>
        </w:tabs>
        <w:ind w:left="4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4" w15:restartNumberingAfterBreak="0">
    <w:nsid w:val="22D7437A"/>
    <w:multiLevelType w:val="hybridMultilevel"/>
    <w:tmpl w:val="27FE7E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8BE3DF1"/>
    <w:multiLevelType w:val="multilevel"/>
    <w:tmpl w:val="05B65F6C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A2045D8"/>
    <w:multiLevelType w:val="singleLevel"/>
    <w:tmpl w:val="67905908"/>
    <w:lvl w:ilvl="0">
      <w:start w:val="4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E1353F9"/>
    <w:multiLevelType w:val="hybridMultilevel"/>
    <w:tmpl w:val="85884C26"/>
    <w:lvl w:ilvl="0" w:tplc="0419000F">
      <w:start w:val="2"/>
      <w:numFmt w:val="decimal"/>
      <w:lvlText w:val="%1."/>
      <w:lvlJc w:val="left"/>
      <w:pPr>
        <w:ind w:left="447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19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91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63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35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07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79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51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232" w:hanging="180"/>
      </w:pPr>
      <w:rPr>
        <w:rFonts w:cs="Times New Roman"/>
      </w:rPr>
    </w:lvl>
  </w:abstractNum>
  <w:abstractNum w:abstractNumId="8" w15:restartNumberingAfterBreak="0">
    <w:nsid w:val="2F767EFE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7283C69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8B35E1F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948340F"/>
    <w:multiLevelType w:val="hybridMultilevel"/>
    <w:tmpl w:val="AEC8CA72"/>
    <w:lvl w:ilvl="0" w:tplc="F6E0A6F8">
      <w:start w:val="3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6"/>
        </w:tabs>
        <w:ind w:left="12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76"/>
        </w:tabs>
        <w:ind w:left="19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96"/>
        </w:tabs>
        <w:ind w:left="26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16"/>
        </w:tabs>
        <w:ind w:left="34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36"/>
        </w:tabs>
        <w:ind w:left="41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56"/>
        </w:tabs>
        <w:ind w:left="48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76"/>
        </w:tabs>
        <w:ind w:left="55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96"/>
        </w:tabs>
        <w:ind w:left="6296" w:hanging="180"/>
      </w:pPr>
      <w:rPr>
        <w:rFonts w:cs="Times New Roman"/>
      </w:rPr>
    </w:lvl>
  </w:abstractNum>
  <w:abstractNum w:abstractNumId="12" w15:restartNumberingAfterBreak="0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4F967F89"/>
    <w:multiLevelType w:val="hybridMultilevel"/>
    <w:tmpl w:val="1324B2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29442F1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62B7747"/>
    <w:multiLevelType w:val="multilevel"/>
    <w:tmpl w:val="5C4A1870"/>
    <w:lvl w:ilvl="0">
      <w:start w:val="1"/>
      <w:numFmt w:val="decimal"/>
      <w:lvlText w:val="%1."/>
      <w:lvlJc w:val="left"/>
      <w:pPr>
        <w:ind w:left="0" w:firstLine="0"/>
      </w:pPr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577A2821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8105C4"/>
    <w:multiLevelType w:val="multilevel"/>
    <w:tmpl w:val="D9D6A304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161111D"/>
    <w:multiLevelType w:val="multilevel"/>
    <w:tmpl w:val="9B52251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182" w:hanging="2160"/>
      </w:pPr>
      <w:rPr>
        <w:rFonts w:cs="Times New Roman" w:hint="default"/>
      </w:rPr>
    </w:lvl>
  </w:abstractNum>
  <w:abstractNum w:abstractNumId="19" w15:restartNumberingAfterBreak="0">
    <w:nsid w:val="694016A9"/>
    <w:multiLevelType w:val="singleLevel"/>
    <w:tmpl w:val="9B187834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 w15:restartNumberingAfterBreak="0">
    <w:nsid w:val="721B481F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E141DC2"/>
    <w:multiLevelType w:val="hybridMultilevel"/>
    <w:tmpl w:val="478291E0"/>
    <w:lvl w:ilvl="0" w:tplc="C308C6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E876786"/>
    <w:multiLevelType w:val="hybridMultilevel"/>
    <w:tmpl w:val="4D72A076"/>
    <w:lvl w:ilvl="0" w:tplc="7DC2F29E">
      <w:start w:val="1"/>
      <w:numFmt w:val="decimal"/>
      <w:lvlText w:val="%1."/>
      <w:lvlJc w:val="left"/>
      <w:pPr>
        <w:tabs>
          <w:tab w:val="num" w:pos="581"/>
        </w:tabs>
        <w:ind w:left="581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24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9"/>
  </w:num>
  <w:num w:numId="2">
    <w:abstractNumId w:val="0"/>
  </w:num>
  <w:num w:numId="3">
    <w:abstractNumId w:val="14"/>
  </w:num>
  <w:num w:numId="4">
    <w:abstractNumId w:val="10"/>
  </w:num>
  <w:num w:numId="5">
    <w:abstractNumId w:val="8"/>
  </w:num>
  <w:num w:numId="6">
    <w:abstractNumId w:val="6"/>
  </w:num>
  <w:num w:numId="7">
    <w:abstractNumId w:val="21"/>
  </w:num>
  <w:num w:numId="8">
    <w:abstractNumId w:val="22"/>
  </w:num>
  <w:num w:numId="9">
    <w:abstractNumId w:val="13"/>
  </w:num>
  <w:num w:numId="10">
    <w:abstractNumId w:val="7"/>
  </w:num>
  <w:num w:numId="11">
    <w:abstractNumId w:val="12"/>
  </w:num>
  <w:num w:numId="12">
    <w:abstractNumId w:val="3"/>
  </w:num>
  <w:num w:numId="13">
    <w:abstractNumId w:val="23"/>
  </w:num>
  <w:num w:numId="14">
    <w:abstractNumId w:val="11"/>
  </w:num>
  <w:num w:numId="15">
    <w:abstractNumId w:val="18"/>
  </w:num>
  <w:num w:numId="16">
    <w:abstractNumId w:val="17"/>
  </w:num>
  <w:num w:numId="17">
    <w:abstractNumId w:val="5"/>
  </w:num>
  <w:num w:numId="18">
    <w:abstractNumId w:val="16"/>
  </w:num>
  <w:num w:numId="19">
    <w:abstractNumId w:val="9"/>
  </w:num>
  <w:num w:numId="20">
    <w:abstractNumId w:val="2"/>
  </w:num>
  <w:num w:numId="21">
    <w:abstractNumId w:val="4"/>
  </w:num>
  <w:num w:numId="22">
    <w:abstractNumId w:val="1"/>
  </w:num>
  <w:num w:numId="23">
    <w:abstractNumId w:val="24"/>
  </w:num>
  <w:num w:numId="24">
    <w:abstractNumId w:val="20"/>
  </w:num>
  <w:num w:numId="2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4"/>
    <w:lvlOverride w:ilvl="0">
      <w:startOverride w:val="1"/>
    </w:lvlOverride>
  </w:num>
  <w:num w:numId="27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1FB"/>
    <w:rsid w:val="00000587"/>
    <w:rsid w:val="00000870"/>
    <w:rsid w:val="0000118A"/>
    <w:rsid w:val="00001AD0"/>
    <w:rsid w:val="00002F29"/>
    <w:rsid w:val="000032B2"/>
    <w:rsid w:val="00003754"/>
    <w:rsid w:val="00003D53"/>
    <w:rsid w:val="00003DAF"/>
    <w:rsid w:val="000047E1"/>
    <w:rsid w:val="00004C34"/>
    <w:rsid w:val="000051DE"/>
    <w:rsid w:val="000051F2"/>
    <w:rsid w:val="0000545D"/>
    <w:rsid w:val="00005C46"/>
    <w:rsid w:val="00006A91"/>
    <w:rsid w:val="0000752E"/>
    <w:rsid w:val="000077BF"/>
    <w:rsid w:val="0001078D"/>
    <w:rsid w:val="0001099A"/>
    <w:rsid w:val="000115FD"/>
    <w:rsid w:val="0001276E"/>
    <w:rsid w:val="00012CA3"/>
    <w:rsid w:val="0001392F"/>
    <w:rsid w:val="00013951"/>
    <w:rsid w:val="00014D9B"/>
    <w:rsid w:val="00015508"/>
    <w:rsid w:val="00017334"/>
    <w:rsid w:val="00017638"/>
    <w:rsid w:val="00017AAD"/>
    <w:rsid w:val="000200B0"/>
    <w:rsid w:val="00020680"/>
    <w:rsid w:val="00020E97"/>
    <w:rsid w:val="000214A8"/>
    <w:rsid w:val="00021C49"/>
    <w:rsid w:val="00021D52"/>
    <w:rsid w:val="00022252"/>
    <w:rsid w:val="00022BEC"/>
    <w:rsid w:val="000233FE"/>
    <w:rsid w:val="0002356F"/>
    <w:rsid w:val="00024061"/>
    <w:rsid w:val="000246A7"/>
    <w:rsid w:val="00024892"/>
    <w:rsid w:val="00024BF9"/>
    <w:rsid w:val="0002689F"/>
    <w:rsid w:val="00026B48"/>
    <w:rsid w:val="00026F07"/>
    <w:rsid w:val="00027717"/>
    <w:rsid w:val="000305BC"/>
    <w:rsid w:val="00030E56"/>
    <w:rsid w:val="00031213"/>
    <w:rsid w:val="00031C7E"/>
    <w:rsid w:val="0003272A"/>
    <w:rsid w:val="00032D66"/>
    <w:rsid w:val="000332E1"/>
    <w:rsid w:val="00033739"/>
    <w:rsid w:val="0003468D"/>
    <w:rsid w:val="000348A4"/>
    <w:rsid w:val="00034C11"/>
    <w:rsid w:val="00034DED"/>
    <w:rsid w:val="00034EEF"/>
    <w:rsid w:val="000351D8"/>
    <w:rsid w:val="0003529C"/>
    <w:rsid w:val="00037D96"/>
    <w:rsid w:val="00040036"/>
    <w:rsid w:val="00040521"/>
    <w:rsid w:val="000410AD"/>
    <w:rsid w:val="00041682"/>
    <w:rsid w:val="000419C1"/>
    <w:rsid w:val="00041B4C"/>
    <w:rsid w:val="00041E21"/>
    <w:rsid w:val="0004212B"/>
    <w:rsid w:val="000421E7"/>
    <w:rsid w:val="00042AA0"/>
    <w:rsid w:val="00043344"/>
    <w:rsid w:val="0004343E"/>
    <w:rsid w:val="00043F16"/>
    <w:rsid w:val="00044EEF"/>
    <w:rsid w:val="00045320"/>
    <w:rsid w:val="00045C12"/>
    <w:rsid w:val="0004688A"/>
    <w:rsid w:val="00046B9A"/>
    <w:rsid w:val="00047A0D"/>
    <w:rsid w:val="00047D16"/>
    <w:rsid w:val="00051527"/>
    <w:rsid w:val="00051850"/>
    <w:rsid w:val="000519FA"/>
    <w:rsid w:val="00052078"/>
    <w:rsid w:val="00052B3B"/>
    <w:rsid w:val="000532E6"/>
    <w:rsid w:val="00053596"/>
    <w:rsid w:val="00053D6F"/>
    <w:rsid w:val="00054CE2"/>
    <w:rsid w:val="00055533"/>
    <w:rsid w:val="00055A02"/>
    <w:rsid w:val="00055A2D"/>
    <w:rsid w:val="00056254"/>
    <w:rsid w:val="0005631C"/>
    <w:rsid w:val="000563C7"/>
    <w:rsid w:val="00056BDA"/>
    <w:rsid w:val="00056E8B"/>
    <w:rsid w:val="00056FE2"/>
    <w:rsid w:val="000579F2"/>
    <w:rsid w:val="00060DBE"/>
    <w:rsid w:val="00061B74"/>
    <w:rsid w:val="00062A66"/>
    <w:rsid w:val="00062C1A"/>
    <w:rsid w:val="000631D6"/>
    <w:rsid w:val="000633AF"/>
    <w:rsid w:val="00063BA8"/>
    <w:rsid w:val="00064206"/>
    <w:rsid w:val="00064747"/>
    <w:rsid w:val="00065454"/>
    <w:rsid w:val="00065647"/>
    <w:rsid w:val="000656E9"/>
    <w:rsid w:val="000664FF"/>
    <w:rsid w:val="00066A5E"/>
    <w:rsid w:val="000674F1"/>
    <w:rsid w:val="00067FEE"/>
    <w:rsid w:val="00070936"/>
    <w:rsid w:val="00070B09"/>
    <w:rsid w:val="00070BC5"/>
    <w:rsid w:val="00071068"/>
    <w:rsid w:val="00071313"/>
    <w:rsid w:val="0007207D"/>
    <w:rsid w:val="000726E8"/>
    <w:rsid w:val="00072857"/>
    <w:rsid w:val="00073233"/>
    <w:rsid w:val="000734FD"/>
    <w:rsid w:val="00074400"/>
    <w:rsid w:val="0007469E"/>
    <w:rsid w:val="00074D09"/>
    <w:rsid w:val="00075006"/>
    <w:rsid w:val="0007538E"/>
    <w:rsid w:val="00075AC0"/>
    <w:rsid w:val="0007626B"/>
    <w:rsid w:val="00076451"/>
    <w:rsid w:val="00076B8D"/>
    <w:rsid w:val="00077120"/>
    <w:rsid w:val="000774CA"/>
    <w:rsid w:val="00077833"/>
    <w:rsid w:val="00080B54"/>
    <w:rsid w:val="00080DEF"/>
    <w:rsid w:val="0008119D"/>
    <w:rsid w:val="000818BE"/>
    <w:rsid w:val="000819E3"/>
    <w:rsid w:val="000822D3"/>
    <w:rsid w:val="00082439"/>
    <w:rsid w:val="000826D1"/>
    <w:rsid w:val="00082C61"/>
    <w:rsid w:val="000833F7"/>
    <w:rsid w:val="000839AD"/>
    <w:rsid w:val="000839E8"/>
    <w:rsid w:val="00083EDE"/>
    <w:rsid w:val="00084112"/>
    <w:rsid w:val="000851D7"/>
    <w:rsid w:val="000859FB"/>
    <w:rsid w:val="00086D25"/>
    <w:rsid w:val="000873B4"/>
    <w:rsid w:val="000874CE"/>
    <w:rsid w:val="000876A8"/>
    <w:rsid w:val="00087E2E"/>
    <w:rsid w:val="0009048B"/>
    <w:rsid w:val="00091B6A"/>
    <w:rsid w:val="0009201A"/>
    <w:rsid w:val="0009231B"/>
    <w:rsid w:val="00092763"/>
    <w:rsid w:val="00093516"/>
    <w:rsid w:val="00093845"/>
    <w:rsid w:val="0009446A"/>
    <w:rsid w:val="00094E6D"/>
    <w:rsid w:val="000950E7"/>
    <w:rsid w:val="0009567E"/>
    <w:rsid w:val="000956B3"/>
    <w:rsid w:val="0009606E"/>
    <w:rsid w:val="00096B2E"/>
    <w:rsid w:val="00096CA4"/>
    <w:rsid w:val="00096F34"/>
    <w:rsid w:val="00097056"/>
    <w:rsid w:val="00097B94"/>
    <w:rsid w:val="000A0486"/>
    <w:rsid w:val="000A081F"/>
    <w:rsid w:val="000A1059"/>
    <w:rsid w:val="000A15DB"/>
    <w:rsid w:val="000A181E"/>
    <w:rsid w:val="000A19B8"/>
    <w:rsid w:val="000A1E59"/>
    <w:rsid w:val="000A2F94"/>
    <w:rsid w:val="000A30E7"/>
    <w:rsid w:val="000A3C21"/>
    <w:rsid w:val="000A3F7C"/>
    <w:rsid w:val="000A4757"/>
    <w:rsid w:val="000A5677"/>
    <w:rsid w:val="000A5BCE"/>
    <w:rsid w:val="000A6181"/>
    <w:rsid w:val="000A621D"/>
    <w:rsid w:val="000A678F"/>
    <w:rsid w:val="000A690E"/>
    <w:rsid w:val="000A6F92"/>
    <w:rsid w:val="000A773F"/>
    <w:rsid w:val="000B0342"/>
    <w:rsid w:val="000B39C1"/>
    <w:rsid w:val="000B426B"/>
    <w:rsid w:val="000B4E83"/>
    <w:rsid w:val="000B53D4"/>
    <w:rsid w:val="000B5586"/>
    <w:rsid w:val="000B661E"/>
    <w:rsid w:val="000B6A9B"/>
    <w:rsid w:val="000B70B6"/>
    <w:rsid w:val="000B7235"/>
    <w:rsid w:val="000C2DDE"/>
    <w:rsid w:val="000C2E44"/>
    <w:rsid w:val="000C3408"/>
    <w:rsid w:val="000C401B"/>
    <w:rsid w:val="000C4103"/>
    <w:rsid w:val="000C415A"/>
    <w:rsid w:val="000C4283"/>
    <w:rsid w:val="000C455B"/>
    <w:rsid w:val="000C4B1B"/>
    <w:rsid w:val="000C5DE4"/>
    <w:rsid w:val="000C5FC3"/>
    <w:rsid w:val="000C715A"/>
    <w:rsid w:val="000C71FD"/>
    <w:rsid w:val="000C737A"/>
    <w:rsid w:val="000C7DF2"/>
    <w:rsid w:val="000D01AC"/>
    <w:rsid w:val="000D01FC"/>
    <w:rsid w:val="000D0A24"/>
    <w:rsid w:val="000D0B21"/>
    <w:rsid w:val="000D0BDE"/>
    <w:rsid w:val="000D0C86"/>
    <w:rsid w:val="000D1793"/>
    <w:rsid w:val="000D30B0"/>
    <w:rsid w:val="000D36C6"/>
    <w:rsid w:val="000D3E84"/>
    <w:rsid w:val="000D4729"/>
    <w:rsid w:val="000D4737"/>
    <w:rsid w:val="000D47FA"/>
    <w:rsid w:val="000D5085"/>
    <w:rsid w:val="000D5861"/>
    <w:rsid w:val="000D5C68"/>
    <w:rsid w:val="000D65F2"/>
    <w:rsid w:val="000D6DE4"/>
    <w:rsid w:val="000D6FC7"/>
    <w:rsid w:val="000D706E"/>
    <w:rsid w:val="000D712B"/>
    <w:rsid w:val="000D7539"/>
    <w:rsid w:val="000D776B"/>
    <w:rsid w:val="000D7B61"/>
    <w:rsid w:val="000D7B92"/>
    <w:rsid w:val="000E0373"/>
    <w:rsid w:val="000E1012"/>
    <w:rsid w:val="000E1280"/>
    <w:rsid w:val="000E1678"/>
    <w:rsid w:val="000E238E"/>
    <w:rsid w:val="000E2871"/>
    <w:rsid w:val="000E2AEA"/>
    <w:rsid w:val="000E3D66"/>
    <w:rsid w:val="000E402B"/>
    <w:rsid w:val="000E4A39"/>
    <w:rsid w:val="000E4BBD"/>
    <w:rsid w:val="000E4F47"/>
    <w:rsid w:val="000E5015"/>
    <w:rsid w:val="000E5155"/>
    <w:rsid w:val="000E515B"/>
    <w:rsid w:val="000E5319"/>
    <w:rsid w:val="000E5BEA"/>
    <w:rsid w:val="000E5F3E"/>
    <w:rsid w:val="000E6146"/>
    <w:rsid w:val="000E633F"/>
    <w:rsid w:val="000E6985"/>
    <w:rsid w:val="000E79DD"/>
    <w:rsid w:val="000E7D92"/>
    <w:rsid w:val="000E7F48"/>
    <w:rsid w:val="000F09FE"/>
    <w:rsid w:val="000F0CE2"/>
    <w:rsid w:val="000F0DD6"/>
    <w:rsid w:val="000F11A4"/>
    <w:rsid w:val="000F2B70"/>
    <w:rsid w:val="000F32E6"/>
    <w:rsid w:val="000F3898"/>
    <w:rsid w:val="000F456E"/>
    <w:rsid w:val="000F5D9B"/>
    <w:rsid w:val="000F62E5"/>
    <w:rsid w:val="000F6654"/>
    <w:rsid w:val="000F6814"/>
    <w:rsid w:val="000F6ACD"/>
    <w:rsid w:val="000F6AD9"/>
    <w:rsid w:val="000F7E5E"/>
    <w:rsid w:val="00100DEB"/>
    <w:rsid w:val="001011F9"/>
    <w:rsid w:val="00101A13"/>
    <w:rsid w:val="00102745"/>
    <w:rsid w:val="00102770"/>
    <w:rsid w:val="001027E6"/>
    <w:rsid w:val="00102E81"/>
    <w:rsid w:val="00104100"/>
    <w:rsid w:val="0010463D"/>
    <w:rsid w:val="00104B7F"/>
    <w:rsid w:val="00104CD7"/>
    <w:rsid w:val="0010609D"/>
    <w:rsid w:val="00106191"/>
    <w:rsid w:val="00106619"/>
    <w:rsid w:val="00106FCB"/>
    <w:rsid w:val="001079E6"/>
    <w:rsid w:val="001108C2"/>
    <w:rsid w:val="001109AF"/>
    <w:rsid w:val="00111008"/>
    <w:rsid w:val="001112B2"/>
    <w:rsid w:val="00111FF3"/>
    <w:rsid w:val="00112B3A"/>
    <w:rsid w:val="00113476"/>
    <w:rsid w:val="00114597"/>
    <w:rsid w:val="00114D78"/>
    <w:rsid w:val="0011547F"/>
    <w:rsid w:val="00116552"/>
    <w:rsid w:val="00117193"/>
    <w:rsid w:val="0011752D"/>
    <w:rsid w:val="0012017F"/>
    <w:rsid w:val="001213B4"/>
    <w:rsid w:val="001214FD"/>
    <w:rsid w:val="0012161C"/>
    <w:rsid w:val="001217EE"/>
    <w:rsid w:val="001223FA"/>
    <w:rsid w:val="0012247B"/>
    <w:rsid w:val="001227E4"/>
    <w:rsid w:val="0012286B"/>
    <w:rsid w:val="00122ECC"/>
    <w:rsid w:val="00124421"/>
    <w:rsid w:val="00124C84"/>
    <w:rsid w:val="00125C81"/>
    <w:rsid w:val="001263A5"/>
    <w:rsid w:val="00126F94"/>
    <w:rsid w:val="00127346"/>
    <w:rsid w:val="001302BE"/>
    <w:rsid w:val="00130B36"/>
    <w:rsid w:val="00130C52"/>
    <w:rsid w:val="0013219F"/>
    <w:rsid w:val="00132688"/>
    <w:rsid w:val="001346CF"/>
    <w:rsid w:val="00136CEA"/>
    <w:rsid w:val="00136EB9"/>
    <w:rsid w:val="001373E9"/>
    <w:rsid w:val="001375CD"/>
    <w:rsid w:val="00137A93"/>
    <w:rsid w:val="00137C48"/>
    <w:rsid w:val="00137F2F"/>
    <w:rsid w:val="001408F0"/>
    <w:rsid w:val="001414A5"/>
    <w:rsid w:val="00141B3D"/>
    <w:rsid w:val="001425F6"/>
    <w:rsid w:val="00142841"/>
    <w:rsid w:val="00142A06"/>
    <w:rsid w:val="00142E95"/>
    <w:rsid w:val="00143251"/>
    <w:rsid w:val="00143293"/>
    <w:rsid w:val="00143703"/>
    <w:rsid w:val="001439B1"/>
    <w:rsid w:val="001445A1"/>
    <w:rsid w:val="00144EF8"/>
    <w:rsid w:val="001450D8"/>
    <w:rsid w:val="001464E9"/>
    <w:rsid w:val="001465D8"/>
    <w:rsid w:val="00146A4C"/>
    <w:rsid w:val="001471FD"/>
    <w:rsid w:val="001475C1"/>
    <w:rsid w:val="001479F1"/>
    <w:rsid w:val="00147D20"/>
    <w:rsid w:val="00147EA9"/>
    <w:rsid w:val="0015117C"/>
    <w:rsid w:val="001517D8"/>
    <w:rsid w:val="001518ED"/>
    <w:rsid w:val="00151F45"/>
    <w:rsid w:val="00152173"/>
    <w:rsid w:val="001523B2"/>
    <w:rsid w:val="0015270E"/>
    <w:rsid w:val="001528C6"/>
    <w:rsid w:val="00152B45"/>
    <w:rsid w:val="00152EC2"/>
    <w:rsid w:val="001539A0"/>
    <w:rsid w:val="00154ED1"/>
    <w:rsid w:val="00155B2D"/>
    <w:rsid w:val="00155EA5"/>
    <w:rsid w:val="00155FD0"/>
    <w:rsid w:val="001572B5"/>
    <w:rsid w:val="00157B46"/>
    <w:rsid w:val="00157FF4"/>
    <w:rsid w:val="00160063"/>
    <w:rsid w:val="00160395"/>
    <w:rsid w:val="00160797"/>
    <w:rsid w:val="00160A96"/>
    <w:rsid w:val="00160ABD"/>
    <w:rsid w:val="00160B98"/>
    <w:rsid w:val="001610A5"/>
    <w:rsid w:val="001612BD"/>
    <w:rsid w:val="0016148D"/>
    <w:rsid w:val="00161B5E"/>
    <w:rsid w:val="00162850"/>
    <w:rsid w:val="00162C05"/>
    <w:rsid w:val="001641D4"/>
    <w:rsid w:val="00164BFD"/>
    <w:rsid w:val="00164EEC"/>
    <w:rsid w:val="001651F7"/>
    <w:rsid w:val="001664A7"/>
    <w:rsid w:val="0016668D"/>
    <w:rsid w:val="00166B7E"/>
    <w:rsid w:val="0016721C"/>
    <w:rsid w:val="00167B71"/>
    <w:rsid w:val="00167C3D"/>
    <w:rsid w:val="00167D41"/>
    <w:rsid w:val="00167E28"/>
    <w:rsid w:val="0017068E"/>
    <w:rsid w:val="00170861"/>
    <w:rsid w:val="00170991"/>
    <w:rsid w:val="001723B3"/>
    <w:rsid w:val="00172EFF"/>
    <w:rsid w:val="00173028"/>
    <w:rsid w:val="00173248"/>
    <w:rsid w:val="00173659"/>
    <w:rsid w:val="0017444E"/>
    <w:rsid w:val="0017491E"/>
    <w:rsid w:val="00175857"/>
    <w:rsid w:val="00175D32"/>
    <w:rsid w:val="00177C17"/>
    <w:rsid w:val="00177D6B"/>
    <w:rsid w:val="00177DDA"/>
    <w:rsid w:val="00181CCF"/>
    <w:rsid w:val="00182863"/>
    <w:rsid w:val="00183812"/>
    <w:rsid w:val="00183CDD"/>
    <w:rsid w:val="00184028"/>
    <w:rsid w:val="0018442E"/>
    <w:rsid w:val="001846C4"/>
    <w:rsid w:val="0018509E"/>
    <w:rsid w:val="001851A0"/>
    <w:rsid w:val="00185514"/>
    <w:rsid w:val="0018564E"/>
    <w:rsid w:val="00186D78"/>
    <w:rsid w:val="0018798C"/>
    <w:rsid w:val="001902AA"/>
    <w:rsid w:val="00190389"/>
    <w:rsid w:val="001908C2"/>
    <w:rsid w:val="00191063"/>
    <w:rsid w:val="001910E0"/>
    <w:rsid w:val="00191891"/>
    <w:rsid w:val="0019195D"/>
    <w:rsid w:val="00191EB4"/>
    <w:rsid w:val="001922A8"/>
    <w:rsid w:val="00192374"/>
    <w:rsid w:val="00192919"/>
    <w:rsid w:val="001930BD"/>
    <w:rsid w:val="00193446"/>
    <w:rsid w:val="00193D6A"/>
    <w:rsid w:val="00193EDF"/>
    <w:rsid w:val="001942F3"/>
    <w:rsid w:val="00194879"/>
    <w:rsid w:val="00195333"/>
    <w:rsid w:val="00195435"/>
    <w:rsid w:val="0019673D"/>
    <w:rsid w:val="00196C08"/>
    <w:rsid w:val="0019721E"/>
    <w:rsid w:val="00197477"/>
    <w:rsid w:val="00197876"/>
    <w:rsid w:val="00197B9B"/>
    <w:rsid w:val="001A0F31"/>
    <w:rsid w:val="001A1474"/>
    <w:rsid w:val="001A17EC"/>
    <w:rsid w:val="001A19E6"/>
    <w:rsid w:val="001A1AB5"/>
    <w:rsid w:val="001A1BA7"/>
    <w:rsid w:val="001A2063"/>
    <w:rsid w:val="001A20D9"/>
    <w:rsid w:val="001A229C"/>
    <w:rsid w:val="001A22B7"/>
    <w:rsid w:val="001A2AE4"/>
    <w:rsid w:val="001A2E2D"/>
    <w:rsid w:val="001A308D"/>
    <w:rsid w:val="001A329D"/>
    <w:rsid w:val="001A35E5"/>
    <w:rsid w:val="001A3FF2"/>
    <w:rsid w:val="001A45A9"/>
    <w:rsid w:val="001A4E3C"/>
    <w:rsid w:val="001A5875"/>
    <w:rsid w:val="001A5C31"/>
    <w:rsid w:val="001A698B"/>
    <w:rsid w:val="001A6B0A"/>
    <w:rsid w:val="001B100D"/>
    <w:rsid w:val="001B16AD"/>
    <w:rsid w:val="001B18A4"/>
    <w:rsid w:val="001B19D0"/>
    <w:rsid w:val="001B1C71"/>
    <w:rsid w:val="001B2410"/>
    <w:rsid w:val="001B36CA"/>
    <w:rsid w:val="001B3E60"/>
    <w:rsid w:val="001B4126"/>
    <w:rsid w:val="001B42A5"/>
    <w:rsid w:val="001B46FF"/>
    <w:rsid w:val="001B4EED"/>
    <w:rsid w:val="001B5772"/>
    <w:rsid w:val="001B5871"/>
    <w:rsid w:val="001B5DFB"/>
    <w:rsid w:val="001B61BC"/>
    <w:rsid w:val="001B64C8"/>
    <w:rsid w:val="001B671A"/>
    <w:rsid w:val="001B6AF7"/>
    <w:rsid w:val="001B710B"/>
    <w:rsid w:val="001B7A13"/>
    <w:rsid w:val="001B7CFE"/>
    <w:rsid w:val="001B7FFA"/>
    <w:rsid w:val="001C0A2B"/>
    <w:rsid w:val="001C0BF8"/>
    <w:rsid w:val="001C1A9E"/>
    <w:rsid w:val="001C1D7F"/>
    <w:rsid w:val="001C24FB"/>
    <w:rsid w:val="001C2630"/>
    <w:rsid w:val="001C39F2"/>
    <w:rsid w:val="001C3BA5"/>
    <w:rsid w:val="001C40D8"/>
    <w:rsid w:val="001C4E26"/>
    <w:rsid w:val="001C51FA"/>
    <w:rsid w:val="001C55CD"/>
    <w:rsid w:val="001C65AA"/>
    <w:rsid w:val="001C756D"/>
    <w:rsid w:val="001C77F7"/>
    <w:rsid w:val="001D05B4"/>
    <w:rsid w:val="001D060A"/>
    <w:rsid w:val="001D0786"/>
    <w:rsid w:val="001D0AE1"/>
    <w:rsid w:val="001D1C90"/>
    <w:rsid w:val="001D1F3F"/>
    <w:rsid w:val="001D2582"/>
    <w:rsid w:val="001D2772"/>
    <w:rsid w:val="001D2B76"/>
    <w:rsid w:val="001D328D"/>
    <w:rsid w:val="001D3456"/>
    <w:rsid w:val="001D3A64"/>
    <w:rsid w:val="001D3E1F"/>
    <w:rsid w:val="001D584C"/>
    <w:rsid w:val="001D6099"/>
    <w:rsid w:val="001D64DC"/>
    <w:rsid w:val="001D73A6"/>
    <w:rsid w:val="001D7C72"/>
    <w:rsid w:val="001D7D4B"/>
    <w:rsid w:val="001D7E5B"/>
    <w:rsid w:val="001E1F03"/>
    <w:rsid w:val="001E2390"/>
    <w:rsid w:val="001E27CF"/>
    <w:rsid w:val="001E3234"/>
    <w:rsid w:val="001E3A8C"/>
    <w:rsid w:val="001E3E8F"/>
    <w:rsid w:val="001E4B2C"/>
    <w:rsid w:val="001E6063"/>
    <w:rsid w:val="001E73EC"/>
    <w:rsid w:val="001E74F5"/>
    <w:rsid w:val="001E77C8"/>
    <w:rsid w:val="001F0079"/>
    <w:rsid w:val="001F0CBA"/>
    <w:rsid w:val="001F0D33"/>
    <w:rsid w:val="001F11DE"/>
    <w:rsid w:val="001F1400"/>
    <w:rsid w:val="001F19EF"/>
    <w:rsid w:val="001F3E59"/>
    <w:rsid w:val="001F5BB3"/>
    <w:rsid w:val="001F6643"/>
    <w:rsid w:val="001F6660"/>
    <w:rsid w:val="001F66E5"/>
    <w:rsid w:val="001F70E3"/>
    <w:rsid w:val="001F7547"/>
    <w:rsid w:val="001F77A5"/>
    <w:rsid w:val="001F7DEF"/>
    <w:rsid w:val="001F7ECF"/>
    <w:rsid w:val="00200A5D"/>
    <w:rsid w:val="00200BFE"/>
    <w:rsid w:val="00200F4D"/>
    <w:rsid w:val="00200F65"/>
    <w:rsid w:val="002012AF"/>
    <w:rsid w:val="002019D5"/>
    <w:rsid w:val="00201E64"/>
    <w:rsid w:val="00202124"/>
    <w:rsid w:val="00202DAD"/>
    <w:rsid w:val="002034F4"/>
    <w:rsid w:val="002039D2"/>
    <w:rsid w:val="002047C7"/>
    <w:rsid w:val="00205703"/>
    <w:rsid w:val="00205963"/>
    <w:rsid w:val="00205AA6"/>
    <w:rsid w:val="00206001"/>
    <w:rsid w:val="0020613D"/>
    <w:rsid w:val="0020665D"/>
    <w:rsid w:val="00206C79"/>
    <w:rsid w:val="00207045"/>
    <w:rsid w:val="00207150"/>
    <w:rsid w:val="00207BE5"/>
    <w:rsid w:val="00207EA5"/>
    <w:rsid w:val="002116CA"/>
    <w:rsid w:val="00211D0A"/>
    <w:rsid w:val="00211DFE"/>
    <w:rsid w:val="00212185"/>
    <w:rsid w:val="00212302"/>
    <w:rsid w:val="002127CA"/>
    <w:rsid w:val="0021288C"/>
    <w:rsid w:val="00212DF4"/>
    <w:rsid w:val="00213FC4"/>
    <w:rsid w:val="0021432F"/>
    <w:rsid w:val="00214387"/>
    <w:rsid w:val="00214CAA"/>
    <w:rsid w:val="002150F1"/>
    <w:rsid w:val="00215DE0"/>
    <w:rsid w:val="002163F0"/>
    <w:rsid w:val="00216B68"/>
    <w:rsid w:val="0021706B"/>
    <w:rsid w:val="00217D7C"/>
    <w:rsid w:val="00217F0A"/>
    <w:rsid w:val="002200C1"/>
    <w:rsid w:val="00221516"/>
    <w:rsid w:val="00221D92"/>
    <w:rsid w:val="00221DEB"/>
    <w:rsid w:val="00221E0B"/>
    <w:rsid w:val="00222277"/>
    <w:rsid w:val="002224F5"/>
    <w:rsid w:val="00222C30"/>
    <w:rsid w:val="00222C88"/>
    <w:rsid w:val="0022337D"/>
    <w:rsid w:val="002237AD"/>
    <w:rsid w:val="00223CE1"/>
    <w:rsid w:val="00224E32"/>
    <w:rsid w:val="00224FBB"/>
    <w:rsid w:val="002254AF"/>
    <w:rsid w:val="0022588D"/>
    <w:rsid w:val="00225926"/>
    <w:rsid w:val="002259B8"/>
    <w:rsid w:val="002259F3"/>
    <w:rsid w:val="00226445"/>
    <w:rsid w:val="00226DE1"/>
    <w:rsid w:val="00227A8A"/>
    <w:rsid w:val="00230038"/>
    <w:rsid w:val="0023035F"/>
    <w:rsid w:val="00230518"/>
    <w:rsid w:val="0023163A"/>
    <w:rsid w:val="002329B4"/>
    <w:rsid w:val="00233369"/>
    <w:rsid w:val="00233774"/>
    <w:rsid w:val="0023439F"/>
    <w:rsid w:val="0023493B"/>
    <w:rsid w:val="002349B0"/>
    <w:rsid w:val="002352DF"/>
    <w:rsid w:val="00235409"/>
    <w:rsid w:val="002358B9"/>
    <w:rsid w:val="00236080"/>
    <w:rsid w:val="002367AE"/>
    <w:rsid w:val="002369A4"/>
    <w:rsid w:val="00237197"/>
    <w:rsid w:val="0023772D"/>
    <w:rsid w:val="00237D1B"/>
    <w:rsid w:val="00237EC3"/>
    <w:rsid w:val="002402E9"/>
    <w:rsid w:val="002408E3"/>
    <w:rsid w:val="00240F8C"/>
    <w:rsid w:val="002410AD"/>
    <w:rsid w:val="002413F6"/>
    <w:rsid w:val="002414A1"/>
    <w:rsid w:val="00241E88"/>
    <w:rsid w:val="00242055"/>
    <w:rsid w:val="00243B79"/>
    <w:rsid w:val="002443D5"/>
    <w:rsid w:val="00244574"/>
    <w:rsid w:val="0024470C"/>
    <w:rsid w:val="00244900"/>
    <w:rsid w:val="002449DE"/>
    <w:rsid w:val="00245BC0"/>
    <w:rsid w:val="0024685B"/>
    <w:rsid w:val="00247490"/>
    <w:rsid w:val="00250DC3"/>
    <w:rsid w:val="00250E1F"/>
    <w:rsid w:val="0025163F"/>
    <w:rsid w:val="00252F9E"/>
    <w:rsid w:val="002530A1"/>
    <w:rsid w:val="0025314F"/>
    <w:rsid w:val="00253A2D"/>
    <w:rsid w:val="00253EC9"/>
    <w:rsid w:val="002544CE"/>
    <w:rsid w:val="002548B9"/>
    <w:rsid w:val="002561FB"/>
    <w:rsid w:val="00256D58"/>
    <w:rsid w:val="00256E20"/>
    <w:rsid w:val="0025716D"/>
    <w:rsid w:val="0025778C"/>
    <w:rsid w:val="00260B3A"/>
    <w:rsid w:val="00262F31"/>
    <w:rsid w:val="0026301C"/>
    <w:rsid w:val="00263306"/>
    <w:rsid w:val="00263DCF"/>
    <w:rsid w:val="00263FCB"/>
    <w:rsid w:val="0026609E"/>
    <w:rsid w:val="002668A8"/>
    <w:rsid w:val="00266BAF"/>
    <w:rsid w:val="00267D69"/>
    <w:rsid w:val="002702CE"/>
    <w:rsid w:val="00270331"/>
    <w:rsid w:val="002709C9"/>
    <w:rsid w:val="0027226B"/>
    <w:rsid w:val="0027262C"/>
    <w:rsid w:val="002726FE"/>
    <w:rsid w:val="002729DC"/>
    <w:rsid w:val="0027337F"/>
    <w:rsid w:val="00273B34"/>
    <w:rsid w:val="002740C4"/>
    <w:rsid w:val="0027599B"/>
    <w:rsid w:val="00275C43"/>
    <w:rsid w:val="00276064"/>
    <w:rsid w:val="00276C50"/>
    <w:rsid w:val="00277396"/>
    <w:rsid w:val="002773EC"/>
    <w:rsid w:val="0027766B"/>
    <w:rsid w:val="0027767E"/>
    <w:rsid w:val="00277BA2"/>
    <w:rsid w:val="00280C9F"/>
    <w:rsid w:val="00280F01"/>
    <w:rsid w:val="0028126B"/>
    <w:rsid w:val="00281340"/>
    <w:rsid w:val="002813A9"/>
    <w:rsid w:val="00283527"/>
    <w:rsid w:val="00283963"/>
    <w:rsid w:val="00283C26"/>
    <w:rsid w:val="00283E4D"/>
    <w:rsid w:val="002844FF"/>
    <w:rsid w:val="00284A29"/>
    <w:rsid w:val="00284AA2"/>
    <w:rsid w:val="00284BEC"/>
    <w:rsid w:val="00285CC9"/>
    <w:rsid w:val="00286323"/>
    <w:rsid w:val="00286433"/>
    <w:rsid w:val="00286E86"/>
    <w:rsid w:val="00286F4D"/>
    <w:rsid w:val="00287C44"/>
    <w:rsid w:val="002902BD"/>
    <w:rsid w:val="002905C1"/>
    <w:rsid w:val="0029150E"/>
    <w:rsid w:val="00291D8D"/>
    <w:rsid w:val="0029205C"/>
    <w:rsid w:val="002928AE"/>
    <w:rsid w:val="00293598"/>
    <w:rsid w:val="002937A5"/>
    <w:rsid w:val="00293F6F"/>
    <w:rsid w:val="00294198"/>
    <w:rsid w:val="00295684"/>
    <w:rsid w:val="00295A09"/>
    <w:rsid w:val="00295E49"/>
    <w:rsid w:val="002964D0"/>
    <w:rsid w:val="002968CB"/>
    <w:rsid w:val="00297396"/>
    <w:rsid w:val="00297404"/>
    <w:rsid w:val="002976BA"/>
    <w:rsid w:val="002978DF"/>
    <w:rsid w:val="002A04B0"/>
    <w:rsid w:val="002A08D3"/>
    <w:rsid w:val="002A0A89"/>
    <w:rsid w:val="002A0FBC"/>
    <w:rsid w:val="002A1392"/>
    <w:rsid w:val="002A2143"/>
    <w:rsid w:val="002A2257"/>
    <w:rsid w:val="002A3A93"/>
    <w:rsid w:val="002A3C7F"/>
    <w:rsid w:val="002A4008"/>
    <w:rsid w:val="002A4385"/>
    <w:rsid w:val="002A4850"/>
    <w:rsid w:val="002A4E53"/>
    <w:rsid w:val="002A6144"/>
    <w:rsid w:val="002A6693"/>
    <w:rsid w:val="002A7111"/>
    <w:rsid w:val="002A7690"/>
    <w:rsid w:val="002A7826"/>
    <w:rsid w:val="002A7B80"/>
    <w:rsid w:val="002A7D09"/>
    <w:rsid w:val="002B02AC"/>
    <w:rsid w:val="002B0694"/>
    <w:rsid w:val="002B06CA"/>
    <w:rsid w:val="002B0748"/>
    <w:rsid w:val="002B0763"/>
    <w:rsid w:val="002B11AD"/>
    <w:rsid w:val="002B12BD"/>
    <w:rsid w:val="002B1449"/>
    <w:rsid w:val="002B1895"/>
    <w:rsid w:val="002B2842"/>
    <w:rsid w:val="002B2F22"/>
    <w:rsid w:val="002B5122"/>
    <w:rsid w:val="002B660F"/>
    <w:rsid w:val="002B6B0F"/>
    <w:rsid w:val="002C00F6"/>
    <w:rsid w:val="002C07AD"/>
    <w:rsid w:val="002C1510"/>
    <w:rsid w:val="002C15EE"/>
    <w:rsid w:val="002C1F16"/>
    <w:rsid w:val="002C22CC"/>
    <w:rsid w:val="002C2716"/>
    <w:rsid w:val="002C2F87"/>
    <w:rsid w:val="002C368E"/>
    <w:rsid w:val="002C4A43"/>
    <w:rsid w:val="002C4D4C"/>
    <w:rsid w:val="002C5F42"/>
    <w:rsid w:val="002C6016"/>
    <w:rsid w:val="002C681E"/>
    <w:rsid w:val="002D011B"/>
    <w:rsid w:val="002D0AA3"/>
    <w:rsid w:val="002D0BD5"/>
    <w:rsid w:val="002D1409"/>
    <w:rsid w:val="002D1C76"/>
    <w:rsid w:val="002D2261"/>
    <w:rsid w:val="002D268F"/>
    <w:rsid w:val="002D26D6"/>
    <w:rsid w:val="002D335F"/>
    <w:rsid w:val="002D3FE5"/>
    <w:rsid w:val="002D4482"/>
    <w:rsid w:val="002D4C2D"/>
    <w:rsid w:val="002D4D20"/>
    <w:rsid w:val="002D52DF"/>
    <w:rsid w:val="002D5381"/>
    <w:rsid w:val="002D64E9"/>
    <w:rsid w:val="002D6578"/>
    <w:rsid w:val="002D6BE2"/>
    <w:rsid w:val="002D73AB"/>
    <w:rsid w:val="002D7F8A"/>
    <w:rsid w:val="002E0214"/>
    <w:rsid w:val="002E055D"/>
    <w:rsid w:val="002E0854"/>
    <w:rsid w:val="002E0A06"/>
    <w:rsid w:val="002E1178"/>
    <w:rsid w:val="002E1A79"/>
    <w:rsid w:val="002E1AE9"/>
    <w:rsid w:val="002E218B"/>
    <w:rsid w:val="002E22CD"/>
    <w:rsid w:val="002E240B"/>
    <w:rsid w:val="002E3350"/>
    <w:rsid w:val="002E46B9"/>
    <w:rsid w:val="002E48BC"/>
    <w:rsid w:val="002E4C05"/>
    <w:rsid w:val="002E4D53"/>
    <w:rsid w:val="002E4E77"/>
    <w:rsid w:val="002E5055"/>
    <w:rsid w:val="002E5467"/>
    <w:rsid w:val="002E5775"/>
    <w:rsid w:val="002E63F3"/>
    <w:rsid w:val="002E681C"/>
    <w:rsid w:val="002E69F2"/>
    <w:rsid w:val="002E753E"/>
    <w:rsid w:val="002F00BF"/>
    <w:rsid w:val="002F0B52"/>
    <w:rsid w:val="002F137C"/>
    <w:rsid w:val="002F1831"/>
    <w:rsid w:val="002F1AD8"/>
    <w:rsid w:val="002F2C70"/>
    <w:rsid w:val="002F38F0"/>
    <w:rsid w:val="002F44A6"/>
    <w:rsid w:val="002F478F"/>
    <w:rsid w:val="002F4D11"/>
    <w:rsid w:val="002F5265"/>
    <w:rsid w:val="002F555F"/>
    <w:rsid w:val="002F5666"/>
    <w:rsid w:val="002F571C"/>
    <w:rsid w:val="002F5EF1"/>
    <w:rsid w:val="002F63E2"/>
    <w:rsid w:val="002F6B1E"/>
    <w:rsid w:val="002F6FF5"/>
    <w:rsid w:val="002F7BE5"/>
    <w:rsid w:val="003003A2"/>
    <w:rsid w:val="00300709"/>
    <w:rsid w:val="00300B2C"/>
    <w:rsid w:val="00302C14"/>
    <w:rsid w:val="0030321F"/>
    <w:rsid w:val="00303867"/>
    <w:rsid w:val="00303917"/>
    <w:rsid w:val="00303A8B"/>
    <w:rsid w:val="00303B45"/>
    <w:rsid w:val="00303E69"/>
    <w:rsid w:val="003046C8"/>
    <w:rsid w:val="00305D19"/>
    <w:rsid w:val="00305F88"/>
    <w:rsid w:val="003070DD"/>
    <w:rsid w:val="00307A81"/>
    <w:rsid w:val="00310B4E"/>
    <w:rsid w:val="00311D30"/>
    <w:rsid w:val="0031236E"/>
    <w:rsid w:val="00312C5D"/>
    <w:rsid w:val="00312D1B"/>
    <w:rsid w:val="00313890"/>
    <w:rsid w:val="00313B9D"/>
    <w:rsid w:val="00313EB4"/>
    <w:rsid w:val="003146A0"/>
    <w:rsid w:val="00314A36"/>
    <w:rsid w:val="003160E4"/>
    <w:rsid w:val="00316712"/>
    <w:rsid w:val="00317772"/>
    <w:rsid w:val="0031788B"/>
    <w:rsid w:val="00320B9D"/>
    <w:rsid w:val="0032155E"/>
    <w:rsid w:val="003215FE"/>
    <w:rsid w:val="00321B8D"/>
    <w:rsid w:val="00322229"/>
    <w:rsid w:val="00323A55"/>
    <w:rsid w:val="00323ED4"/>
    <w:rsid w:val="003260C7"/>
    <w:rsid w:val="00326D21"/>
    <w:rsid w:val="00327F6D"/>
    <w:rsid w:val="00330854"/>
    <w:rsid w:val="00330DE3"/>
    <w:rsid w:val="00331CFC"/>
    <w:rsid w:val="00331EA6"/>
    <w:rsid w:val="0033211A"/>
    <w:rsid w:val="00332A51"/>
    <w:rsid w:val="00332B45"/>
    <w:rsid w:val="00332D8A"/>
    <w:rsid w:val="00332FA4"/>
    <w:rsid w:val="0033333A"/>
    <w:rsid w:val="00333E07"/>
    <w:rsid w:val="00334A08"/>
    <w:rsid w:val="00335F52"/>
    <w:rsid w:val="0033671C"/>
    <w:rsid w:val="003367E9"/>
    <w:rsid w:val="00336B2A"/>
    <w:rsid w:val="00336C91"/>
    <w:rsid w:val="00336D50"/>
    <w:rsid w:val="00337D2B"/>
    <w:rsid w:val="00340AC7"/>
    <w:rsid w:val="00342274"/>
    <w:rsid w:val="00342A8D"/>
    <w:rsid w:val="00342BA0"/>
    <w:rsid w:val="00343182"/>
    <w:rsid w:val="003435EF"/>
    <w:rsid w:val="00343D47"/>
    <w:rsid w:val="003441BE"/>
    <w:rsid w:val="00344BD4"/>
    <w:rsid w:val="00344C7C"/>
    <w:rsid w:val="003453EC"/>
    <w:rsid w:val="00346899"/>
    <w:rsid w:val="00347488"/>
    <w:rsid w:val="003474B4"/>
    <w:rsid w:val="00347CAA"/>
    <w:rsid w:val="00350D00"/>
    <w:rsid w:val="00351848"/>
    <w:rsid w:val="00352A4B"/>
    <w:rsid w:val="00352DB5"/>
    <w:rsid w:val="003536BD"/>
    <w:rsid w:val="00353C17"/>
    <w:rsid w:val="003568A8"/>
    <w:rsid w:val="00356B36"/>
    <w:rsid w:val="003608AD"/>
    <w:rsid w:val="00361061"/>
    <w:rsid w:val="00361297"/>
    <w:rsid w:val="00361623"/>
    <w:rsid w:val="0036168E"/>
    <w:rsid w:val="00361BE8"/>
    <w:rsid w:val="00361F59"/>
    <w:rsid w:val="0036208B"/>
    <w:rsid w:val="003622D3"/>
    <w:rsid w:val="00362E30"/>
    <w:rsid w:val="00363372"/>
    <w:rsid w:val="00363C13"/>
    <w:rsid w:val="00363F1B"/>
    <w:rsid w:val="0036406A"/>
    <w:rsid w:val="003645F5"/>
    <w:rsid w:val="00364708"/>
    <w:rsid w:val="00364990"/>
    <w:rsid w:val="00365BD3"/>
    <w:rsid w:val="003674B1"/>
    <w:rsid w:val="003676AA"/>
    <w:rsid w:val="00367AB7"/>
    <w:rsid w:val="00367EA7"/>
    <w:rsid w:val="003703B6"/>
    <w:rsid w:val="003707E6"/>
    <w:rsid w:val="00370E00"/>
    <w:rsid w:val="00371179"/>
    <w:rsid w:val="00371AB0"/>
    <w:rsid w:val="00371F01"/>
    <w:rsid w:val="00372A38"/>
    <w:rsid w:val="00373149"/>
    <w:rsid w:val="00374968"/>
    <w:rsid w:val="00374A49"/>
    <w:rsid w:val="003768E5"/>
    <w:rsid w:val="00376A1D"/>
    <w:rsid w:val="00376E98"/>
    <w:rsid w:val="0037701A"/>
    <w:rsid w:val="00377255"/>
    <w:rsid w:val="003779C5"/>
    <w:rsid w:val="00377FE9"/>
    <w:rsid w:val="00382B0E"/>
    <w:rsid w:val="00383465"/>
    <w:rsid w:val="003837FF"/>
    <w:rsid w:val="00383E2C"/>
    <w:rsid w:val="00383F19"/>
    <w:rsid w:val="0038415E"/>
    <w:rsid w:val="0038428D"/>
    <w:rsid w:val="003845CB"/>
    <w:rsid w:val="00384693"/>
    <w:rsid w:val="00384B61"/>
    <w:rsid w:val="003858E3"/>
    <w:rsid w:val="00385E6D"/>
    <w:rsid w:val="003860B5"/>
    <w:rsid w:val="00386D0C"/>
    <w:rsid w:val="00387026"/>
    <w:rsid w:val="0038762D"/>
    <w:rsid w:val="003902C2"/>
    <w:rsid w:val="00390345"/>
    <w:rsid w:val="003908EE"/>
    <w:rsid w:val="00390C7B"/>
    <w:rsid w:val="00391457"/>
    <w:rsid w:val="00391DAC"/>
    <w:rsid w:val="00393646"/>
    <w:rsid w:val="00393F48"/>
    <w:rsid w:val="0039540D"/>
    <w:rsid w:val="003956D6"/>
    <w:rsid w:val="00395F0F"/>
    <w:rsid w:val="003961D4"/>
    <w:rsid w:val="00396686"/>
    <w:rsid w:val="003A035D"/>
    <w:rsid w:val="003A0632"/>
    <w:rsid w:val="003A0C88"/>
    <w:rsid w:val="003A0E18"/>
    <w:rsid w:val="003A1D4F"/>
    <w:rsid w:val="003A2355"/>
    <w:rsid w:val="003A27F3"/>
    <w:rsid w:val="003A2C58"/>
    <w:rsid w:val="003A2CB5"/>
    <w:rsid w:val="003A3BE5"/>
    <w:rsid w:val="003A3CFC"/>
    <w:rsid w:val="003A5591"/>
    <w:rsid w:val="003A5C04"/>
    <w:rsid w:val="003A5D89"/>
    <w:rsid w:val="003A61B8"/>
    <w:rsid w:val="003A67AF"/>
    <w:rsid w:val="003A7421"/>
    <w:rsid w:val="003A7B5A"/>
    <w:rsid w:val="003A7E29"/>
    <w:rsid w:val="003B0382"/>
    <w:rsid w:val="003B12FA"/>
    <w:rsid w:val="003B16E1"/>
    <w:rsid w:val="003B1A08"/>
    <w:rsid w:val="003B2775"/>
    <w:rsid w:val="003B43A1"/>
    <w:rsid w:val="003B43BE"/>
    <w:rsid w:val="003B54BD"/>
    <w:rsid w:val="003B5EF3"/>
    <w:rsid w:val="003B62FC"/>
    <w:rsid w:val="003B699C"/>
    <w:rsid w:val="003B6B70"/>
    <w:rsid w:val="003B6E6D"/>
    <w:rsid w:val="003B76B4"/>
    <w:rsid w:val="003B7D9F"/>
    <w:rsid w:val="003C00D0"/>
    <w:rsid w:val="003C0AC9"/>
    <w:rsid w:val="003C0D24"/>
    <w:rsid w:val="003C1D83"/>
    <w:rsid w:val="003C29D7"/>
    <w:rsid w:val="003C3432"/>
    <w:rsid w:val="003C39EE"/>
    <w:rsid w:val="003C3BEF"/>
    <w:rsid w:val="003C4135"/>
    <w:rsid w:val="003C446E"/>
    <w:rsid w:val="003C455B"/>
    <w:rsid w:val="003C519E"/>
    <w:rsid w:val="003C57D4"/>
    <w:rsid w:val="003C5BDE"/>
    <w:rsid w:val="003C6078"/>
    <w:rsid w:val="003C73CA"/>
    <w:rsid w:val="003C76A4"/>
    <w:rsid w:val="003C7EA2"/>
    <w:rsid w:val="003D0405"/>
    <w:rsid w:val="003D07A8"/>
    <w:rsid w:val="003D0B3C"/>
    <w:rsid w:val="003D1178"/>
    <w:rsid w:val="003D1859"/>
    <w:rsid w:val="003D1A9A"/>
    <w:rsid w:val="003D1FB7"/>
    <w:rsid w:val="003D2008"/>
    <w:rsid w:val="003D267A"/>
    <w:rsid w:val="003D3199"/>
    <w:rsid w:val="003D36FD"/>
    <w:rsid w:val="003D4566"/>
    <w:rsid w:val="003D4A1C"/>
    <w:rsid w:val="003D4B3A"/>
    <w:rsid w:val="003D4D68"/>
    <w:rsid w:val="003D4ECD"/>
    <w:rsid w:val="003D4F0E"/>
    <w:rsid w:val="003D60D5"/>
    <w:rsid w:val="003D727E"/>
    <w:rsid w:val="003D774B"/>
    <w:rsid w:val="003D7EB8"/>
    <w:rsid w:val="003E02F6"/>
    <w:rsid w:val="003E0851"/>
    <w:rsid w:val="003E0C23"/>
    <w:rsid w:val="003E115D"/>
    <w:rsid w:val="003E2219"/>
    <w:rsid w:val="003E2425"/>
    <w:rsid w:val="003E2C4F"/>
    <w:rsid w:val="003E3028"/>
    <w:rsid w:val="003E38AC"/>
    <w:rsid w:val="003E49DC"/>
    <w:rsid w:val="003E526F"/>
    <w:rsid w:val="003E54A0"/>
    <w:rsid w:val="003E783E"/>
    <w:rsid w:val="003E7AEE"/>
    <w:rsid w:val="003F04A8"/>
    <w:rsid w:val="003F05F4"/>
    <w:rsid w:val="003F0D48"/>
    <w:rsid w:val="003F0E3A"/>
    <w:rsid w:val="003F1482"/>
    <w:rsid w:val="003F19BD"/>
    <w:rsid w:val="003F20AC"/>
    <w:rsid w:val="003F25C2"/>
    <w:rsid w:val="003F3286"/>
    <w:rsid w:val="003F3C29"/>
    <w:rsid w:val="003F3C35"/>
    <w:rsid w:val="003F3DD2"/>
    <w:rsid w:val="003F4240"/>
    <w:rsid w:val="003F4473"/>
    <w:rsid w:val="003F4E20"/>
    <w:rsid w:val="003F59DD"/>
    <w:rsid w:val="003F6194"/>
    <w:rsid w:val="003F637F"/>
    <w:rsid w:val="003F6524"/>
    <w:rsid w:val="003F71C6"/>
    <w:rsid w:val="00401099"/>
    <w:rsid w:val="00401BC6"/>
    <w:rsid w:val="00402115"/>
    <w:rsid w:val="004029F2"/>
    <w:rsid w:val="0040330A"/>
    <w:rsid w:val="0040330C"/>
    <w:rsid w:val="00403B66"/>
    <w:rsid w:val="0040464C"/>
    <w:rsid w:val="00404A9C"/>
    <w:rsid w:val="004053DD"/>
    <w:rsid w:val="00405659"/>
    <w:rsid w:val="004060FC"/>
    <w:rsid w:val="0040706F"/>
    <w:rsid w:val="0040748F"/>
    <w:rsid w:val="00407C47"/>
    <w:rsid w:val="00410370"/>
    <w:rsid w:val="00412454"/>
    <w:rsid w:val="0041280F"/>
    <w:rsid w:val="00412841"/>
    <w:rsid w:val="0041285B"/>
    <w:rsid w:val="00413339"/>
    <w:rsid w:val="004136A0"/>
    <w:rsid w:val="00413AB9"/>
    <w:rsid w:val="00415067"/>
    <w:rsid w:val="00415E91"/>
    <w:rsid w:val="00416372"/>
    <w:rsid w:val="00416F30"/>
    <w:rsid w:val="00417340"/>
    <w:rsid w:val="00417C19"/>
    <w:rsid w:val="00417F5B"/>
    <w:rsid w:val="004201EF"/>
    <w:rsid w:val="00420F8C"/>
    <w:rsid w:val="00421289"/>
    <w:rsid w:val="00421CFF"/>
    <w:rsid w:val="00422669"/>
    <w:rsid w:val="00422E18"/>
    <w:rsid w:val="00423922"/>
    <w:rsid w:val="00423A15"/>
    <w:rsid w:val="00423AE4"/>
    <w:rsid w:val="00423CDD"/>
    <w:rsid w:val="0042446A"/>
    <w:rsid w:val="004257CC"/>
    <w:rsid w:val="004260A3"/>
    <w:rsid w:val="0042653F"/>
    <w:rsid w:val="00427415"/>
    <w:rsid w:val="004277BC"/>
    <w:rsid w:val="00427A07"/>
    <w:rsid w:val="00427B3A"/>
    <w:rsid w:val="0043099C"/>
    <w:rsid w:val="0043144A"/>
    <w:rsid w:val="0043179D"/>
    <w:rsid w:val="00431AD5"/>
    <w:rsid w:val="00432FE9"/>
    <w:rsid w:val="00434237"/>
    <w:rsid w:val="004345BF"/>
    <w:rsid w:val="004356D6"/>
    <w:rsid w:val="00436539"/>
    <w:rsid w:val="00436A83"/>
    <w:rsid w:val="00436D5C"/>
    <w:rsid w:val="00437052"/>
    <w:rsid w:val="0043769B"/>
    <w:rsid w:val="004376DA"/>
    <w:rsid w:val="004378D4"/>
    <w:rsid w:val="0044038D"/>
    <w:rsid w:val="00441C43"/>
    <w:rsid w:val="00441C91"/>
    <w:rsid w:val="00441D0D"/>
    <w:rsid w:val="00442253"/>
    <w:rsid w:val="00442EC7"/>
    <w:rsid w:val="00443078"/>
    <w:rsid w:val="00443F8E"/>
    <w:rsid w:val="00444CCC"/>
    <w:rsid w:val="00444D14"/>
    <w:rsid w:val="004450B0"/>
    <w:rsid w:val="0044532A"/>
    <w:rsid w:val="004455EF"/>
    <w:rsid w:val="004460E5"/>
    <w:rsid w:val="004467EC"/>
    <w:rsid w:val="00447D01"/>
    <w:rsid w:val="00450586"/>
    <w:rsid w:val="004513D9"/>
    <w:rsid w:val="004516B6"/>
    <w:rsid w:val="00451E7D"/>
    <w:rsid w:val="0045223C"/>
    <w:rsid w:val="00452723"/>
    <w:rsid w:val="0045363E"/>
    <w:rsid w:val="00453A06"/>
    <w:rsid w:val="00453A78"/>
    <w:rsid w:val="00453F43"/>
    <w:rsid w:val="00453F66"/>
    <w:rsid w:val="004546BF"/>
    <w:rsid w:val="00455361"/>
    <w:rsid w:val="004553F0"/>
    <w:rsid w:val="00455E6E"/>
    <w:rsid w:val="004561F3"/>
    <w:rsid w:val="004568FF"/>
    <w:rsid w:val="00456BF5"/>
    <w:rsid w:val="00456FA3"/>
    <w:rsid w:val="004572D5"/>
    <w:rsid w:val="004577B8"/>
    <w:rsid w:val="00457B09"/>
    <w:rsid w:val="00457D43"/>
    <w:rsid w:val="0046000F"/>
    <w:rsid w:val="00460042"/>
    <w:rsid w:val="0046034E"/>
    <w:rsid w:val="00460905"/>
    <w:rsid w:val="00460C95"/>
    <w:rsid w:val="00461B4B"/>
    <w:rsid w:val="00462ADB"/>
    <w:rsid w:val="00462D18"/>
    <w:rsid w:val="00462E06"/>
    <w:rsid w:val="00463074"/>
    <w:rsid w:val="00463A96"/>
    <w:rsid w:val="00463D3A"/>
    <w:rsid w:val="00464152"/>
    <w:rsid w:val="0046468F"/>
    <w:rsid w:val="00464DC5"/>
    <w:rsid w:val="00464F65"/>
    <w:rsid w:val="0046565E"/>
    <w:rsid w:val="004659F1"/>
    <w:rsid w:val="00466112"/>
    <w:rsid w:val="0046611A"/>
    <w:rsid w:val="004661EF"/>
    <w:rsid w:val="00466983"/>
    <w:rsid w:val="00466A01"/>
    <w:rsid w:val="00466F20"/>
    <w:rsid w:val="00467318"/>
    <w:rsid w:val="00467734"/>
    <w:rsid w:val="00470883"/>
    <w:rsid w:val="00470C76"/>
    <w:rsid w:val="0047178C"/>
    <w:rsid w:val="00471B39"/>
    <w:rsid w:val="00471CAC"/>
    <w:rsid w:val="00472567"/>
    <w:rsid w:val="00472872"/>
    <w:rsid w:val="004728DD"/>
    <w:rsid w:val="00472DBE"/>
    <w:rsid w:val="0047309E"/>
    <w:rsid w:val="00473103"/>
    <w:rsid w:val="004735FB"/>
    <w:rsid w:val="00473783"/>
    <w:rsid w:val="00473F54"/>
    <w:rsid w:val="0047509F"/>
    <w:rsid w:val="004755E5"/>
    <w:rsid w:val="004758F9"/>
    <w:rsid w:val="00475C60"/>
    <w:rsid w:val="00476227"/>
    <w:rsid w:val="00476454"/>
    <w:rsid w:val="00476ED1"/>
    <w:rsid w:val="00476FAF"/>
    <w:rsid w:val="00480183"/>
    <w:rsid w:val="00480FB4"/>
    <w:rsid w:val="00481128"/>
    <w:rsid w:val="00481C12"/>
    <w:rsid w:val="00482091"/>
    <w:rsid w:val="00482A53"/>
    <w:rsid w:val="00482C71"/>
    <w:rsid w:val="00482E6B"/>
    <w:rsid w:val="00483CBA"/>
    <w:rsid w:val="00483FC9"/>
    <w:rsid w:val="00484C8F"/>
    <w:rsid w:val="004857F2"/>
    <w:rsid w:val="0048705D"/>
    <w:rsid w:val="0048706B"/>
    <w:rsid w:val="004871A8"/>
    <w:rsid w:val="00487355"/>
    <w:rsid w:val="004874FC"/>
    <w:rsid w:val="004875B5"/>
    <w:rsid w:val="0048779C"/>
    <w:rsid w:val="00487E92"/>
    <w:rsid w:val="00490BA9"/>
    <w:rsid w:val="0049102E"/>
    <w:rsid w:val="00491365"/>
    <w:rsid w:val="004925D0"/>
    <w:rsid w:val="00492B0F"/>
    <w:rsid w:val="0049387C"/>
    <w:rsid w:val="0049388E"/>
    <w:rsid w:val="00494520"/>
    <w:rsid w:val="00494646"/>
    <w:rsid w:val="004948FC"/>
    <w:rsid w:val="00494F6E"/>
    <w:rsid w:val="00495C81"/>
    <w:rsid w:val="00495EDB"/>
    <w:rsid w:val="004970BF"/>
    <w:rsid w:val="00497BE6"/>
    <w:rsid w:val="004A07FC"/>
    <w:rsid w:val="004A08CC"/>
    <w:rsid w:val="004A0A4E"/>
    <w:rsid w:val="004A0B3A"/>
    <w:rsid w:val="004A0ED9"/>
    <w:rsid w:val="004A1CC3"/>
    <w:rsid w:val="004A318A"/>
    <w:rsid w:val="004A3606"/>
    <w:rsid w:val="004A3960"/>
    <w:rsid w:val="004A3B8E"/>
    <w:rsid w:val="004A4791"/>
    <w:rsid w:val="004A4C60"/>
    <w:rsid w:val="004A524B"/>
    <w:rsid w:val="004A5AD2"/>
    <w:rsid w:val="004A5B03"/>
    <w:rsid w:val="004A64E5"/>
    <w:rsid w:val="004A6EA1"/>
    <w:rsid w:val="004A7269"/>
    <w:rsid w:val="004A74EF"/>
    <w:rsid w:val="004A7AFA"/>
    <w:rsid w:val="004A7D5C"/>
    <w:rsid w:val="004A7EC8"/>
    <w:rsid w:val="004B0272"/>
    <w:rsid w:val="004B08C3"/>
    <w:rsid w:val="004B0F14"/>
    <w:rsid w:val="004B1116"/>
    <w:rsid w:val="004B1C43"/>
    <w:rsid w:val="004B22E6"/>
    <w:rsid w:val="004B2606"/>
    <w:rsid w:val="004B26BD"/>
    <w:rsid w:val="004B28DB"/>
    <w:rsid w:val="004B32B6"/>
    <w:rsid w:val="004B3FA3"/>
    <w:rsid w:val="004B43FA"/>
    <w:rsid w:val="004B489F"/>
    <w:rsid w:val="004B4E52"/>
    <w:rsid w:val="004B5C38"/>
    <w:rsid w:val="004B5CD6"/>
    <w:rsid w:val="004B6E8D"/>
    <w:rsid w:val="004B7781"/>
    <w:rsid w:val="004C0036"/>
    <w:rsid w:val="004C00B5"/>
    <w:rsid w:val="004C0125"/>
    <w:rsid w:val="004C023D"/>
    <w:rsid w:val="004C0551"/>
    <w:rsid w:val="004C05BA"/>
    <w:rsid w:val="004C08F9"/>
    <w:rsid w:val="004C1BF2"/>
    <w:rsid w:val="004C1C6E"/>
    <w:rsid w:val="004C2CA2"/>
    <w:rsid w:val="004C3176"/>
    <w:rsid w:val="004C3652"/>
    <w:rsid w:val="004C3C97"/>
    <w:rsid w:val="004C3D3A"/>
    <w:rsid w:val="004C400A"/>
    <w:rsid w:val="004C4358"/>
    <w:rsid w:val="004C4468"/>
    <w:rsid w:val="004C4569"/>
    <w:rsid w:val="004C482F"/>
    <w:rsid w:val="004C502A"/>
    <w:rsid w:val="004C524E"/>
    <w:rsid w:val="004C5F06"/>
    <w:rsid w:val="004C6773"/>
    <w:rsid w:val="004C7288"/>
    <w:rsid w:val="004C77B2"/>
    <w:rsid w:val="004C7A45"/>
    <w:rsid w:val="004D08E8"/>
    <w:rsid w:val="004D0DC7"/>
    <w:rsid w:val="004D1423"/>
    <w:rsid w:val="004D19B1"/>
    <w:rsid w:val="004D1E33"/>
    <w:rsid w:val="004D2119"/>
    <w:rsid w:val="004D293C"/>
    <w:rsid w:val="004D3056"/>
    <w:rsid w:val="004D3437"/>
    <w:rsid w:val="004D3EB0"/>
    <w:rsid w:val="004D3FE3"/>
    <w:rsid w:val="004D407F"/>
    <w:rsid w:val="004D410E"/>
    <w:rsid w:val="004D442F"/>
    <w:rsid w:val="004D4A93"/>
    <w:rsid w:val="004D5112"/>
    <w:rsid w:val="004D526D"/>
    <w:rsid w:val="004D557E"/>
    <w:rsid w:val="004D5AC1"/>
    <w:rsid w:val="004D5B1C"/>
    <w:rsid w:val="004D6432"/>
    <w:rsid w:val="004D6952"/>
    <w:rsid w:val="004D712C"/>
    <w:rsid w:val="004D7A55"/>
    <w:rsid w:val="004D7B4F"/>
    <w:rsid w:val="004D7EB9"/>
    <w:rsid w:val="004E11B3"/>
    <w:rsid w:val="004E29D7"/>
    <w:rsid w:val="004E2EFC"/>
    <w:rsid w:val="004E3224"/>
    <w:rsid w:val="004E3DAB"/>
    <w:rsid w:val="004E4B14"/>
    <w:rsid w:val="004E4E92"/>
    <w:rsid w:val="004E5414"/>
    <w:rsid w:val="004E5FBD"/>
    <w:rsid w:val="004E5FEF"/>
    <w:rsid w:val="004E629B"/>
    <w:rsid w:val="004E6D49"/>
    <w:rsid w:val="004F114F"/>
    <w:rsid w:val="004F1404"/>
    <w:rsid w:val="004F155E"/>
    <w:rsid w:val="004F16B1"/>
    <w:rsid w:val="004F18CB"/>
    <w:rsid w:val="004F1BB5"/>
    <w:rsid w:val="004F1BCA"/>
    <w:rsid w:val="004F2306"/>
    <w:rsid w:val="004F383B"/>
    <w:rsid w:val="004F4049"/>
    <w:rsid w:val="004F416E"/>
    <w:rsid w:val="004F4328"/>
    <w:rsid w:val="004F462C"/>
    <w:rsid w:val="004F4AA7"/>
    <w:rsid w:val="004F4EDA"/>
    <w:rsid w:val="004F4F75"/>
    <w:rsid w:val="004F5009"/>
    <w:rsid w:val="004F6886"/>
    <w:rsid w:val="004F706C"/>
    <w:rsid w:val="004F7249"/>
    <w:rsid w:val="004F76D1"/>
    <w:rsid w:val="004F7737"/>
    <w:rsid w:val="004F785A"/>
    <w:rsid w:val="004F7C6D"/>
    <w:rsid w:val="004F7E6B"/>
    <w:rsid w:val="004F7F44"/>
    <w:rsid w:val="0050008D"/>
    <w:rsid w:val="00500C0F"/>
    <w:rsid w:val="00500F2F"/>
    <w:rsid w:val="005012E1"/>
    <w:rsid w:val="00502406"/>
    <w:rsid w:val="00502C97"/>
    <w:rsid w:val="00502CF2"/>
    <w:rsid w:val="00503493"/>
    <w:rsid w:val="005035F1"/>
    <w:rsid w:val="00503A03"/>
    <w:rsid w:val="0050497D"/>
    <w:rsid w:val="00504F93"/>
    <w:rsid w:val="0050588F"/>
    <w:rsid w:val="00506662"/>
    <w:rsid w:val="00507934"/>
    <w:rsid w:val="00507C8F"/>
    <w:rsid w:val="00510D84"/>
    <w:rsid w:val="005110AA"/>
    <w:rsid w:val="00511C5F"/>
    <w:rsid w:val="00511E0A"/>
    <w:rsid w:val="005120FB"/>
    <w:rsid w:val="0051297F"/>
    <w:rsid w:val="00512F7D"/>
    <w:rsid w:val="00512FC7"/>
    <w:rsid w:val="00513B68"/>
    <w:rsid w:val="00514297"/>
    <w:rsid w:val="00514CC3"/>
    <w:rsid w:val="0051500F"/>
    <w:rsid w:val="00515693"/>
    <w:rsid w:val="00515F75"/>
    <w:rsid w:val="00516B96"/>
    <w:rsid w:val="00516D13"/>
    <w:rsid w:val="00520681"/>
    <w:rsid w:val="005206D1"/>
    <w:rsid w:val="005207B7"/>
    <w:rsid w:val="00521751"/>
    <w:rsid w:val="00521AD8"/>
    <w:rsid w:val="00522633"/>
    <w:rsid w:val="00522848"/>
    <w:rsid w:val="00522D2E"/>
    <w:rsid w:val="00523698"/>
    <w:rsid w:val="00523A0A"/>
    <w:rsid w:val="00524858"/>
    <w:rsid w:val="005259A5"/>
    <w:rsid w:val="00525B9F"/>
    <w:rsid w:val="00525CB5"/>
    <w:rsid w:val="00525E23"/>
    <w:rsid w:val="00526CAA"/>
    <w:rsid w:val="0052702F"/>
    <w:rsid w:val="005270C8"/>
    <w:rsid w:val="005272F1"/>
    <w:rsid w:val="00527489"/>
    <w:rsid w:val="0052769A"/>
    <w:rsid w:val="0052769B"/>
    <w:rsid w:val="005276D5"/>
    <w:rsid w:val="00527715"/>
    <w:rsid w:val="005277BE"/>
    <w:rsid w:val="00527AA4"/>
    <w:rsid w:val="00527D9A"/>
    <w:rsid w:val="00530018"/>
    <w:rsid w:val="00530409"/>
    <w:rsid w:val="00530976"/>
    <w:rsid w:val="00530F39"/>
    <w:rsid w:val="005311A8"/>
    <w:rsid w:val="00532224"/>
    <w:rsid w:val="00532495"/>
    <w:rsid w:val="00532926"/>
    <w:rsid w:val="00532992"/>
    <w:rsid w:val="00532E00"/>
    <w:rsid w:val="005339DB"/>
    <w:rsid w:val="00533FF9"/>
    <w:rsid w:val="005340C5"/>
    <w:rsid w:val="0053492F"/>
    <w:rsid w:val="00534C97"/>
    <w:rsid w:val="00534C9E"/>
    <w:rsid w:val="00535D53"/>
    <w:rsid w:val="0053603E"/>
    <w:rsid w:val="00536C45"/>
    <w:rsid w:val="00536D98"/>
    <w:rsid w:val="00540A30"/>
    <w:rsid w:val="005411CB"/>
    <w:rsid w:val="00541289"/>
    <w:rsid w:val="005413FC"/>
    <w:rsid w:val="0054171F"/>
    <w:rsid w:val="00541AD8"/>
    <w:rsid w:val="00541BC2"/>
    <w:rsid w:val="00541C18"/>
    <w:rsid w:val="00542151"/>
    <w:rsid w:val="005424CD"/>
    <w:rsid w:val="005427B8"/>
    <w:rsid w:val="005427D3"/>
    <w:rsid w:val="00542973"/>
    <w:rsid w:val="00542CC8"/>
    <w:rsid w:val="00543121"/>
    <w:rsid w:val="00543695"/>
    <w:rsid w:val="00543BC4"/>
    <w:rsid w:val="005440E8"/>
    <w:rsid w:val="00544A98"/>
    <w:rsid w:val="00544B10"/>
    <w:rsid w:val="00544C35"/>
    <w:rsid w:val="0054516D"/>
    <w:rsid w:val="005459D0"/>
    <w:rsid w:val="0054619B"/>
    <w:rsid w:val="00546DAB"/>
    <w:rsid w:val="00550601"/>
    <w:rsid w:val="00551012"/>
    <w:rsid w:val="0055109D"/>
    <w:rsid w:val="00551212"/>
    <w:rsid w:val="005517BE"/>
    <w:rsid w:val="005520F2"/>
    <w:rsid w:val="00552D2F"/>
    <w:rsid w:val="00552FD4"/>
    <w:rsid w:val="00553A04"/>
    <w:rsid w:val="00553BD1"/>
    <w:rsid w:val="00554290"/>
    <w:rsid w:val="00554C80"/>
    <w:rsid w:val="00555713"/>
    <w:rsid w:val="0055619C"/>
    <w:rsid w:val="005567BF"/>
    <w:rsid w:val="00556B49"/>
    <w:rsid w:val="005570E0"/>
    <w:rsid w:val="005570FD"/>
    <w:rsid w:val="005574C5"/>
    <w:rsid w:val="00557AC8"/>
    <w:rsid w:val="0056058E"/>
    <w:rsid w:val="00560CEF"/>
    <w:rsid w:val="00562499"/>
    <w:rsid w:val="00562BE4"/>
    <w:rsid w:val="00562CF0"/>
    <w:rsid w:val="00563873"/>
    <w:rsid w:val="005639BC"/>
    <w:rsid w:val="005639D9"/>
    <w:rsid w:val="00563D96"/>
    <w:rsid w:val="0056406D"/>
    <w:rsid w:val="005641A2"/>
    <w:rsid w:val="00564FF2"/>
    <w:rsid w:val="00565078"/>
    <w:rsid w:val="005653A0"/>
    <w:rsid w:val="0056601A"/>
    <w:rsid w:val="0056614B"/>
    <w:rsid w:val="005666DD"/>
    <w:rsid w:val="00566788"/>
    <w:rsid w:val="00567379"/>
    <w:rsid w:val="005675D0"/>
    <w:rsid w:val="00570696"/>
    <w:rsid w:val="00570993"/>
    <w:rsid w:val="00570B7C"/>
    <w:rsid w:val="005726AA"/>
    <w:rsid w:val="005727C1"/>
    <w:rsid w:val="00572AF5"/>
    <w:rsid w:val="00572EB4"/>
    <w:rsid w:val="00574A0E"/>
    <w:rsid w:val="00574A6B"/>
    <w:rsid w:val="00574B89"/>
    <w:rsid w:val="005751CA"/>
    <w:rsid w:val="0057572A"/>
    <w:rsid w:val="00576253"/>
    <w:rsid w:val="00576D44"/>
    <w:rsid w:val="00576E78"/>
    <w:rsid w:val="005771E2"/>
    <w:rsid w:val="0057781B"/>
    <w:rsid w:val="00577898"/>
    <w:rsid w:val="005778FC"/>
    <w:rsid w:val="00577A63"/>
    <w:rsid w:val="0058019F"/>
    <w:rsid w:val="00581410"/>
    <w:rsid w:val="005816E9"/>
    <w:rsid w:val="00581A9A"/>
    <w:rsid w:val="00581B81"/>
    <w:rsid w:val="0058225B"/>
    <w:rsid w:val="00582C38"/>
    <w:rsid w:val="005836F4"/>
    <w:rsid w:val="00583C60"/>
    <w:rsid w:val="00583F04"/>
    <w:rsid w:val="005840EF"/>
    <w:rsid w:val="00584359"/>
    <w:rsid w:val="005846C6"/>
    <w:rsid w:val="00585599"/>
    <w:rsid w:val="0058598C"/>
    <w:rsid w:val="005863B6"/>
    <w:rsid w:val="00586749"/>
    <w:rsid w:val="0058676E"/>
    <w:rsid w:val="00586CC4"/>
    <w:rsid w:val="0058774E"/>
    <w:rsid w:val="00587F6D"/>
    <w:rsid w:val="005906E2"/>
    <w:rsid w:val="00590A94"/>
    <w:rsid w:val="005921A5"/>
    <w:rsid w:val="0059283E"/>
    <w:rsid w:val="005936E1"/>
    <w:rsid w:val="00593812"/>
    <w:rsid w:val="00593E45"/>
    <w:rsid w:val="005944D5"/>
    <w:rsid w:val="00594B7B"/>
    <w:rsid w:val="00594D17"/>
    <w:rsid w:val="00594D78"/>
    <w:rsid w:val="00594F68"/>
    <w:rsid w:val="00594F72"/>
    <w:rsid w:val="00594FA6"/>
    <w:rsid w:val="005954DC"/>
    <w:rsid w:val="00595768"/>
    <w:rsid w:val="00595E89"/>
    <w:rsid w:val="005966CA"/>
    <w:rsid w:val="00596B97"/>
    <w:rsid w:val="005975CD"/>
    <w:rsid w:val="00597E03"/>
    <w:rsid w:val="00597E97"/>
    <w:rsid w:val="005A0A95"/>
    <w:rsid w:val="005A119A"/>
    <w:rsid w:val="005A1C65"/>
    <w:rsid w:val="005A2C50"/>
    <w:rsid w:val="005A2CD6"/>
    <w:rsid w:val="005A32CF"/>
    <w:rsid w:val="005A3372"/>
    <w:rsid w:val="005A3409"/>
    <w:rsid w:val="005A3555"/>
    <w:rsid w:val="005A3FBA"/>
    <w:rsid w:val="005A4967"/>
    <w:rsid w:val="005A4BDD"/>
    <w:rsid w:val="005A5221"/>
    <w:rsid w:val="005A6792"/>
    <w:rsid w:val="005A7435"/>
    <w:rsid w:val="005A74B9"/>
    <w:rsid w:val="005A795D"/>
    <w:rsid w:val="005A7E46"/>
    <w:rsid w:val="005B08A3"/>
    <w:rsid w:val="005B2CE4"/>
    <w:rsid w:val="005B47F1"/>
    <w:rsid w:val="005B535F"/>
    <w:rsid w:val="005B5D02"/>
    <w:rsid w:val="005B6C1F"/>
    <w:rsid w:val="005B721F"/>
    <w:rsid w:val="005B7638"/>
    <w:rsid w:val="005B79B7"/>
    <w:rsid w:val="005B7BF4"/>
    <w:rsid w:val="005B7FAF"/>
    <w:rsid w:val="005C1418"/>
    <w:rsid w:val="005C14F5"/>
    <w:rsid w:val="005C253A"/>
    <w:rsid w:val="005C2EDB"/>
    <w:rsid w:val="005C300F"/>
    <w:rsid w:val="005C3148"/>
    <w:rsid w:val="005C3B1D"/>
    <w:rsid w:val="005C3B38"/>
    <w:rsid w:val="005C3D11"/>
    <w:rsid w:val="005C5847"/>
    <w:rsid w:val="005C5BD1"/>
    <w:rsid w:val="005C65B6"/>
    <w:rsid w:val="005C686A"/>
    <w:rsid w:val="005C750C"/>
    <w:rsid w:val="005D010F"/>
    <w:rsid w:val="005D081F"/>
    <w:rsid w:val="005D1BDF"/>
    <w:rsid w:val="005D248E"/>
    <w:rsid w:val="005D28EA"/>
    <w:rsid w:val="005D29DF"/>
    <w:rsid w:val="005D2B6A"/>
    <w:rsid w:val="005D2CE2"/>
    <w:rsid w:val="005D3003"/>
    <w:rsid w:val="005D34C1"/>
    <w:rsid w:val="005D36DD"/>
    <w:rsid w:val="005D3786"/>
    <w:rsid w:val="005D3989"/>
    <w:rsid w:val="005D4090"/>
    <w:rsid w:val="005D4276"/>
    <w:rsid w:val="005D463F"/>
    <w:rsid w:val="005D47FC"/>
    <w:rsid w:val="005D4C34"/>
    <w:rsid w:val="005D51AD"/>
    <w:rsid w:val="005D5240"/>
    <w:rsid w:val="005D5653"/>
    <w:rsid w:val="005D59C2"/>
    <w:rsid w:val="005D5E1F"/>
    <w:rsid w:val="005D69F0"/>
    <w:rsid w:val="005D6F65"/>
    <w:rsid w:val="005D728B"/>
    <w:rsid w:val="005D7C4D"/>
    <w:rsid w:val="005D7C59"/>
    <w:rsid w:val="005E0403"/>
    <w:rsid w:val="005E0740"/>
    <w:rsid w:val="005E0867"/>
    <w:rsid w:val="005E0CB3"/>
    <w:rsid w:val="005E130F"/>
    <w:rsid w:val="005E1EAF"/>
    <w:rsid w:val="005E243D"/>
    <w:rsid w:val="005E2510"/>
    <w:rsid w:val="005E2A22"/>
    <w:rsid w:val="005E2EC6"/>
    <w:rsid w:val="005E3885"/>
    <w:rsid w:val="005E4086"/>
    <w:rsid w:val="005E423A"/>
    <w:rsid w:val="005E4300"/>
    <w:rsid w:val="005E4A18"/>
    <w:rsid w:val="005E4E0B"/>
    <w:rsid w:val="005E50BE"/>
    <w:rsid w:val="005E5622"/>
    <w:rsid w:val="005E682D"/>
    <w:rsid w:val="005E6C73"/>
    <w:rsid w:val="005F0A7B"/>
    <w:rsid w:val="005F0AD8"/>
    <w:rsid w:val="005F0F97"/>
    <w:rsid w:val="005F1BED"/>
    <w:rsid w:val="005F1F78"/>
    <w:rsid w:val="005F1FCA"/>
    <w:rsid w:val="005F2626"/>
    <w:rsid w:val="005F2709"/>
    <w:rsid w:val="005F276A"/>
    <w:rsid w:val="005F28A3"/>
    <w:rsid w:val="005F28EA"/>
    <w:rsid w:val="005F30AB"/>
    <w:rsid w:val="005F33F9"/>
    <w:rsid w:val="005F3BC6"/>
    <w:rsid w:val="005F436C"/>
    <w:rsid w:val="005F47E0"/>
    <w:rsid w:val="005F4BE7"/>
    <w:rsid w:val="005F4CD7"/>
    <w:rsid w:val="005F4FCF"/>
    <w:rsid w:val="005F5ACF"/>
    <w:rsid w:val="005F6B28"/>
    <w:rsid w:val="005F75B3"/>
    <w:rsid w:val="005F797A"/>
    <w:rsid w:val="005F7BDA"/>
    <w:rsid w:val="005F7EAD"/>
    <w:rsid w:val="006012F7"/>
    <w:rsid w:val="00601965"/>
    <w:rsid w:val="00602372"/>
    <w:rsid w:val="00602934"/>
    <w:rsid w:val="00602E9F"/>
    <w:rsid w:val="006030A8"/>
    <w:rsid w:val="006034DA"/>
    <w:rsid w:val="00603533"/>
    <w:rsid w:val="006038FA"/>
    <w:rsid w:val="006039C2"/>
    <w:rsid w:val="00603A1B"/>
    <w:rsid w:val="00603E36"/>
    <w:rsid w:val="00603F59"/>
    <w:rsid w:val="00604069"/>
    <w:rsid w:val="00605117"/>
    <w:rsid w:val="006055A2"/>
    <w:rsid w:val="006056F9"/>
    <w:rsid w:val="006057B1"/>
    <w:rsid w:val="00605936"/>
    <w:rsid w:val="00605E90"/>
    <w:rsid w:val="006062B0"/>
    <w:rsid w:val="00606D49"/>
    <w:rsid w:val="00606DA1"/>
    <w:rsid w:val="00606EC3"/>
    <w:rsid w:val="006072BA"/>
    <w:rsid w:val="0060792D"/>
    <w:rsid w:val="00607A9C"/>
    <w:rsid w:val="00607C5B"/>
    <w:rsid w:val="00610024"/>
    <w:rsid w:val="0061066C"/>
    <w:rsid w:val="00610E95"/>
    <w:rsid w:val="0061189B"/>
    <w:rsid w:val="00611C86"/>
    <w:rsid w:val="00612562"/>
    <w:rsid w:val="00612AEE"/>
    <w:rsid w:val="0061341D"/>
    <w:rsid w:val="00613D52"/>
    <w:rsid w:val="00614948"/>
    <w:rsid w:val="00614A63"/>
    <w:rsid w:val="006151A6"/>
    <w:rsid w:val="00615C7B"/>
    <w:rsid w:val="006160AC"/>
    <w:rsid w:val="0061672E"/>
    <w:rsid w:val="006168FD"/>
    <w:rsid w:val="00616E27"/>
    <w:rsid w:val="00617094"/>
    <w:rsid w:val="006173C3"/>
    <w:rsid w:val="0062041A"/>
    <w:rsid w:val="00620DB8"/>
    <w:rsid w:val="0062183F"/>
    <w:rsid w:val="00621FE1"/>
    <w:rsid w:val="006227A7"/>
    <w:rsid w:val="00622F82"/>
    <w:rsid w:val="00623864"/>
    <w:rsid w:val="00624ADD"/>
    <w:rsid w:val="00624E0A"/>
    <w:rsid w:val="00624E71"/>
    <w:rsid w:val="00625519"/>
    <w:rsid w:val="006258AD"/>
    <w:rsid w:val="00626CFD"/>
    <w:rsid w:val="006300A2"/>
    <w:rsid w:val="006304D5"/>
    <w:rsid w:val="00630BAF"/>
    <w:rsid w:val="006315A5"/>
    <w:rsid w:val="006329DD"/>
    <w:rsid w:val="00632C18"/>
    <w:rsid w:val="00632F45"/>
    <w:rsid w:val="006334AB"/>
    <w:rsid w:val="00633E93"/>
    <w:rsid w:val="006347FC"/>
    <w:rsid w:val="00634C7F"/>
    <w:rsid w:val="00634ED5"/>
    <w:rsid w:val="00634ED7"/>
    <w:rsid w:val="00635974"/>
    <w:rsid w:val="006364B5"/>
    <w:rsid w:val="00636782"/>
    <w:rsid w:val="00637FB0"/>
    <w:rsid w:val="006400E3"/>
    <w:rsid w:val="006401FA"/>
    <w:rsid w:val="00640F5F"/>
    <w:rsid w:val="006414D7"/>
    <w:rsid w:val="0064160A"/>
    <w:rsid w:val="00641793"/>
    <w:rsid w:val="00641DFE"/>
    <w:rsid w:val="00641FD6"/>
    <w:rsid w:val="00642358"/>
    <w:rsid w:val="006435BA"/>
    <w:rsid w:val="00643A31"/>
    <w:rsid w:val="00643D28"/>
    <w:rsid w:val="00643ED6"/>
    <w:rsid w:val="00644639"/>
    <w:rsid w:val="00644885"/>
    <w:rsid w:val="00645850"/>
    <w:rsid w:val="006461B9"/>
    <w:rsid w:val="00646BD2"/>
    <w:rsid w:val="00647D31"/>
    <w:rsid w:val="00650310"/>
    <w:rsid w:val="00651408"/>
    <w:rsid w:val="0065175F"/>
    <w:rsid w:val="00651A93"/>
    <w:rsid w:val="00652052"/>
    <w:rsid w:val="00652061"/>
    <w:rsid w:val="006521FD"/>
    <w:rsid w:val="00652758"/>
    <w:rsid w:val="00652B08"/>
    <w:rsid w:val="00652E4A"/>
    <w:rsid w:val="006536C2"/>
    <w:rsid w:val="00653814"/>
    <w:rsid w:val="00653832"/>
    <w:rsid w:val="00653FA3"/>
    <w:rsid w:val="006548DA"/>
    <w:rsid w:val="00654B73"/>
    <w:rsid w:val="00654DCE"/>
    <w:rsid w:val="006550B6"/>
    <w:rsid w:val="00655E91"/>
    <w:rsid w:val="006567E3"/>
    <w:rsid w:val="00656A43"/>
    <w:rsid w:val="0066015F"/>
    <w:rsid w:val="006606B3"/>
    <w:rsid w:val="006616D2"/>
    <w:rsid w:val="006619AA"/>
    <w:rsid w:val="00661D03"/>
    <w:rsid w:val="006624A4"/>
    <w:rsid w:val="00662913"/>
    <w:rsid w:val="00663184"/>
    <w:rsid w:val="00663215"/>
    <w:rsid w:val="0066330C"/>
    <w:rsid w:val="00663640"/>
    <w:rsid w:val="00663649"/>
    <w:rsid w:val="00663F1E"/>
    <w:rsid w:val="00664797"/>
    <w:rsid w:val="00664B78"/>
    <w:rsid w:val="00664BDB"/>
    <w:rsid w:val="0066524C"/>
    <w:rsid w:val="00665733"/>
    <w:rsid w:val="00665F1F"/>
    <w:rsid w:val="006671D8"/>
    <w:rsid w:val="00667A52"/>
    <w:rsid w:val="00670390"/>
    <w:rsid w:val="00670834"/>
    <w:rsid w:val="00670868"/>
    <w:rsid w:val="00670CFA"/>
    <w:rsid w:val="00670F17"/>
    <w:rsid w:val="00672724"/>
    <w:rsid w:val="0067367F"/>
    <w:rsid w:val="006740A4"/>
    <w:rsid w:val="00674751"/>
    <w:rsid w:val="00674E11"/>
    <w:rsid w:val="006760A2"/>
    <w:rsid w:val="00677487"/>
    <w:rsid w:val="006775D2"/>
    <w:rsid w:val="006776F2"/>
    <w:rsid w:val="00680C1F"/>
    <w:rsid w:val="006811A1"/>
    <w:rsid w:val="00682CDB"/>
    <w:rsid w:val="00683A59"/>
    <w:rsid w:val="006840E2"/>
    <w:rsid w:val="0068431C"/>
    <w:rsid w:val="006859EE"/>
    <w:rsid w:val="00686EB3"/>
    <w:rsid w:val="00687638"/>
    <w:rsid w:val="00687816"/>
    <w:rsid w:val="00687FE7"/>
    <w:rsid w:val="006903A1"/>
    <w:rsid w:val="00690D2D"/>
    <w:rsid w:val="00692CD0"/>
    <w:rsid w:val="00692ED3"/>
    <w:rsid w:val="0069302E"/>
    <w:rsid w:val="0069325B"/>
    <w:rsid w:val="00693393"/>
    <w:rsid w:val="00693D8F"/>
    <w:rsid w:val="00693F61"/>
    <w:rsid w:val="00694617"/>
    <w:rsid w:val="00694636"/>
    <w:rsid w:val="00694ACD"/>
    <w:rsid w:val="006954BD"/>
    <w:rsid w:val="0069551F"/>
    <w:rsid w:val="0069567D"/>
    <w:rsid w:val="0069671E"/>
    <w:rsid w:val="00696C40"/>
    <w:rsid w:val="00696E7E"/>
    <w:rsid w:val="0069735D"/>
    <w:rsid w:val="006A04FD"/>
    <w:rsid w:val="006A0D17"/>
    <w:rsid w:val="006A1076"/>
    <w:rsid w:val="006A17E6"/>
    <w:rsid w:val="006A1C98"/>
    <w:rsid w:val="006A1ED0"/>
    <w:rsid w:val="006A2B7A"/>
    <w:rsid w:val="006A4168"/>
    <w:rsid w:val="006A43EE"/>
    <w:rsid w:val="006A4E96"/>
    <w:rsid w:val="006A4F28"/>
    <w:rsid w:val="006A5D80"/>
    <w:rsid w:val="006A63C5"/>
    <w:rsid w:val="006A659B"/>
    <w:rsid w:val="006A73D3"/>
    <w:rsid w:val="006A7A54"/>
    <w:rsid w:val="006A7E16"/>
    <w:rsid w:val="006B0759"/>
    <w:rsid w:val="006B0941"/>
    <w:rsid w:val="006B0D1A"/>
    <w:rsid w:val="006B1057"/>
    <w:rsid w:val="006B1411"/>
    <w:rsid w:val="006B1678"/>
    <w:rsid w:val="006B2040"/>
    <w:rsid w:val="006B27F9"/>
    <w:rsid w:val="006B2E64"/>
    <w:rsid w:val="006B3109"/>
    <w:rsid w:val="006B3120"/>
    <w:rsid w:val="006B3E4D"/>
    <w:rsid w:val="006B42DD"/>
    <w:rsid w:val="006B4B9E"/>
    <w:rsid w:val="006B4EAE"/>
    <w:rsid w:val="006B5EFF"/>
    <w:rsid w:val="006B673C"/>
    <w:rsid w:val="006B68F0"/>
    <w:rsid w:val="006B6DC6"/>
    <w:rsid w:val="006B6DD1"/>
    <w:rsid w:val="006B7953"/>
    <w:rsid w:val="006C0AE5"/>
    <w:rsid w:val="006C101E"/>
    <w:rsid w:val="006C2336"/>
    <w:rsid w:val="006C23B2"/>
    <w:rsid w:val="006C2527"/>
    <w:rsid w:val="006C2C18"/>
    <w:rsid w:val="006C3846"/>
    <w:rsid w:val="006C488B"/>
    <w:rsid w:val="006C4E37"/>
    <w:rsid w:val="006C52EA"/>
    <w:rsid w:val="006C5711"/>
    <w:rsid w:val="006C5AA2"/>
    <w:rsid w:val="006C5B87"/>
    <w:rsid w:val="006C6A14"/>
    <w:rsid w:val="006C6CA6"/>
    <w:rsid w:val="006C78BE"/>
    <w:rsid w:val="006C7933"/>
    <w:rsid w:val="006D0BD9"/>
    <w:rsid w:val="006D1026"/>
    <w:rsid w:val="006D393F"/>
    <w:rsid w:val="006D3A96"/>
    <w:rsid w:val="006D3D74"/>
    <w:rsid w:val="006D3E1E"/>
    <w:rsid w:val="006D4786"/>
    <w:rsid w:val="006D5055"/>
    <w:rsid w:val="006D5085"/>
    <w:rsid w:val="006D51EA"/>
    <w:rsid w:val="006D5F3E"/>
    <w:rsid w:val="006D64B4"/>
    <w:rsid w:val="006D67C4"/>
    <w:rsid w:val="006D6E35"/>
    <w:rsid w:val="006D7C3A"/>
    <w:rsid w:val="006D7E57"/>
    <w:rsid w:val="006E05B2"/>
    <w:rsid w:val="006E0697"/>
    <w:rsid w:val="006E06B4"/>
    <w:rsid w:val="006E0B2F"/>
    <w:rsid w:val="006E1C4D"/>
    <w:rsid w:val="006E1E8F"/>
    <w:rsid w:val="006E1EBC"/>
    <w:rsid w:val="006E1EF1"/>
    <w:rsid w:val="006E29A7"/>
    <w:rsid w:val="006E2D84"/>
    <w:rsid w:val="006E3134"/>
    <w:rsid w:val="006E4244"/>
    <w:rsid w:val="006E4833"/>
    <w:rsid w:val="006E640F"/>
    <w:rsid w:val="006E6C29"/>
    <w:rsid w:val="006E70B2"/>
    <w:rsid w:val="006E7457"/>
    <w:rsid w:val="006E76BF"/>
    <w:rsid w:val="006E7FD7"/>
    <w:rsid w:val="006F0525"/>
    <w:rsid w:val="006F0544"/>
    <w:rsid w:val="006F0606"/>
    <w:rsid w:val="006F0D67"/>
    <w:rsid w:val="006F30EC"/>
    <w:rsid w:val="006F3164"/>
    <w:rsid w:val="006F3E2C"/>
    <w:rsid w:val="006F68EF"/>
    <w:rsid w:val="006F6E43"/>
    <w:rsid w:val="006F6F73"/>
    <w:rsid w:val="006F7823"/>
    <w:rsid w:val="006F7CEE"/>
    <w:rsid w:val="007001A6"/>
    <w:rsid w:val="00700AD4"/>
    <w:rsid w:val="00701579"/>
    <w:rsid w:val="007015FB"/>
    <w:rsid w:val="00701727"/>
    <w:rsid w:val="007017E3"/>
    <w:rsid w:val="007019BA"/>
    <w:rsid w:val="00701A97"/>
    <w:rsid w:val="00701D8E"/>
    <w:rsid w:val="00701F20"/>
    <w:rsid w:val="0070241C"/>
    <w:rsid w:val="0070289B"/>
    <w:rsid w:val="0070309D"/>
    <w:rsid w:val="007032C7"/>
    <w:rsid w:val="007033DC"/>
    <w:rsid w:val="00703E22"/>
    <w:rsid w:val="0070409F"/>
    <w:rsid w:val="007042CF"/>
    <w:rsid w:val="007042E1"/>
    <w:rsid w:val="0070430A"/>
    <w:rsid w:val="00705825"/>
    <w:rsid w:val="007060DC"/>
    <w:rsid w:val="00706594"/>
    <w:rsid w:val="007065A2"/>
    <w:rsid w:val="007066F2"/>
    <w:rsid w:val="007107EA"/>
    <w:rsid w:val="00712524"/>
    <w:rsid w:val="00712757"/>
    <w:rsid w:val="0071275D"/>
    <w:rsid w:val="00712BE4"/>
    <w:rsid w:val="00712F22"/>
    <w:rsid w:val="00713211"/>
    <w:rsid w:val="00713630"/>
    <w:rsid w:val="00713731"/>
    <w:rsid w:val="007139C3"/>
    <w:rsid w:val="007142FB"/>
    <w:rsid w:val="007148B7"/>
    <w:rsid w:val="00714BF0"/>
    <w:rsid w:val="00714FC5"/>
    <w:rsid w:val="00715739"/>
    <w:rsid w:val="00715761"/>
    <w:rsid w:val="00715793"/>
    <w:rsid w:val="00715E45"/>
    <w:rsid w:val="00716278"/>
    <w:rsid w:val="00716860"/>
    <w:rsid w:val="00717B17"/>
    <w:rsid w:val="00717C5C"/>
    <w:rsid w:val="00717C6E"/>
    <w:rsid w:val="00717CF6"/>
    <w:rsid w:val="00717F58"/>
    <w:rsid w:val="00720308"/>
    <w:rsid w:val="007204C3"/>
    <w:rsid w:val="007218FF"/>
    <w:rsid w:val="00722B64"/>
    <w:rsid w:val="007234FA"/>
    <w:rsid w:val="00723834"/>
    <w:rsid w:val="00724B28"/>
    <w:rsid w:val="00724B65"/>
    <w:rsid w:val="00724D50"/>
    <w:rsid w:val="00726A6A"/>
    <w:rsid w:val="00727C3C"/>
    <w:rsid w:val="00727D04"/>
    <w:rsid w:val="00727D60"/>
    <w:rsid w:val="007306F5"/>
    <w:rsid w:val="007307ED"/>
    <w:rsid w:val="0073096C"/>
    <w:rsid w:val="00730C3A"/>
    <w:rsid w:val="0073268A"/>
    <w:rsid w:val="0073273A"/>
    <w:rsid w:val="00732A6C"/>
    <w:rsid w:val="00733E40"/>
    <w:rsid w:val="00734152"/>
    <w:rsid w:val="00734C92"/>
    <w:rsid w:val="00734E2B"/>
    <w:rsid w:val="00735201"/>
    <w:rsid w:val="007358F8"/>
    <w:rsid w:val="007365E6"/>
    <w:rsid w:val="00736AC7"/>
    <w:rsid w:val="00736B9B"/>
    <w:rsid w:val="00736DAB"/>
    <w:rsid w:val="00737B88"/>
    <w:rsid w:val="00740033"/>
    <w:rsid w:val="00740312"/>
    <w:rsid w:val="00740411"/>
    <w:rsid w:val="007404DB"/>
    <w:rsid w:val="0074053B"/>
    <w:rsid w:val="00741353"/>
    <w:rsid w:val="007416D2"/>
    <w:rsid w:val="007424D5"/>
    <w:rsid w:val="00742AE2"/>
    <w:rsid w:val="0074393C"/>
    <w:rsid w:val="00743EBC"/>
    <w:rsid w:val="00743F08"/>
    <w:rsid w:val="00745696"/>
    <w:rsid w:val="007464EC"/>
    <w:rsid w:val="00746670"/>
    <w:rsid w:val="007472A3"/>
    <w:rsid w:val="00747948"/>
    <w:rsid w:val="00750535"/>
    <w:rsid w:val="00750C8E"/>
    <w:rsid w:val="007511D7"/>
    <w:rsid w:val="007512AB"/>
    <w:rsid w:val="00751811"/>
    <w:rsid w:val="00751DD9"/>
    <w:rsid w:val="00752D6C"/>
    <w:rsid w:val="0075308A"/>
    <w:rsid w:val="007530F1"/>
    <w:rsid w:val="0075382F"/>
    <w:rsid w:val="00753ADF"/>
    <w:rsid w:val="00753CED"/>
    <w:rsid w:val="007544A3"/>
    <w:rsid w:val="0075508D"/>
    <w:rsid w:val="007552CE"/>
    <w:rsid w:val="00755F5D"/>
    <w:rsid w:val="007561ED"/>
    <w:rsid w:val="007563EE"/>
    <w:rsid w:val="007568D0"/>
    <w:rsid w:val="00756E7D"/>
    <w:rsid w:val="00757162"/>
    <w:rsid w:val="00757B8E"/>
    <w:rsid w:val="007600B9"/>
    <w:rsid w:val="007602D9"/>
    <w:rsid w:val="00760ABB"/>
    <w:rsid w:val="00760C25"/>
    <w:rsid w:val="00760CCE"/>
    <w:rsid w:val="00761DA7"/>
    <w:rsid w:val="007621A4"/>
    <w:rsid w:val="00762238"/>
    <w:rsid w:val="007625F6"/>
    <w:rsid w:val="0076261D"/>
    <w:rsid w:val="00762635"/>
    <w:rsid w:val="00762B91"/>
    <w:rsid w:val="007633E6"/>
    <w:rsid w:val="00763D1F"/>
    <w:rsid w:val="00763E03"/>
    <w:rsid w:val="00763E7F"/>
    <w:rsid w:val="00764171"/>
    <w:rsid w:val="007642E4"/>
    <w:rsid w:val="00764964"/>
    <w:rsid w:val="00764A7B"/>
    <w:rsid w:val="00764D14"/>
    <w:rsid w:val="00765143"/>
    <w:rsid w:val="00765868"/>
    <w:rsid w:val="007663AB"/>
    <w:rsid w:val="00766D9F"/>
    <w:rsid w:val="00767CC7"/>
    <w:rsid w:val="00771013"/>
    <w:rsid w:val="00771B6F"/>
    <w:rsid w:val="00773B08"/>
    <w:rsid w:val="00773D82"/>
    <w:rsid w:val="00773F1C"/>
    <w:rsid w:val="007741B4"/>
    <w:rsid w:val="007741E7"/>
    <w:rsid w:val="0077479F"/>
    <w:rsid w:val="0077498B"/>
    <w:rsid w:val="00774F32"/>
    <w:rsid w:val="00775002"/>
    <w:rsid w:val="00776068"/>
    <w:rsid w:val="00776133"/>
    <w:rsid w:val="0077656B"/>
    <w:rsid w:val="00776D90"/>
    <w:rsid w:val="0077732F"/>
    <w:rsid w:val="00780156"/>
    <w:rsid w:val="007801B6"/>
    <w:rsid w:val="00780347"/>
    <w:rsid w:val="00780730"/>
    <w:rsid w:val="00780BD4"/>
    <w:rsid w:val="00780BD8"/>
    <w:rsid w:val="00780FC0"/>
    <w:rsid w:val="007826DD"/>
    <w:rsid w:val="00782838"/>
    <w:rsid w:val="0078303B"/>
    <w:rsid w:val="0078480E"/>
    <w:rsid w:val="00785037"/>
    <w:rsid w:val="007850A2"/>
    <w:rsid w:val="00785F49"/>
    <w:rsid w:val="00786C27"/>
    <w:rsid w:val="00787046"/>
    <w:rsid w:val="00787465"/>
    <w:rsid w:val="007909CB"/>
    <w:rsid w:val="00791614"/>
    <w:rsid w:val="00791A9C"/>
    <w:rsid w:val="00791E35"/>
    <w:rsid w:val="00792BF1"/>
    <w:rsid w:val="00792F99"/>
    <w:rsid w:val="00793010"/>
    <w:rsid w:val="00794966"/>
    <w:rsid w:val="007974C4"/>
    <w:rsid w:val="007975D5"/>
    <w:rsid w:val="007A0241"/>
    <w:rsid w:val="007A027D"/>
    <w:rsid w:val="007A07FE"/>
    <w:rsid w:val="007A0A97"/>
    <w:rsid w:val="007A0E08"/>
    <w:rsid w:val="007A0E92"/>
    <w:rsid w:val="007A167C"/>
    <w:rsid w:val="007A187A"/>
    <w:rsid w:val="007A1934"/>
    <w:rsid w:val="007A1F13"/>
    <w:rsid w:val="007A1FC5"/>
    <w:rsid w:val="007A295D"/>
    <w:rsid w:val="007A29DD"/>
    <w:rsid w:val="007A45D0"/>
    <w:rsid w:val="007A4703"/>
    <w:rsid w:val="007A4D83"/>
    <w:rsid w:val="007A4DC3"/>
    <w:rsid w:val="007A4FB4"/>
    <w:rsid w:val="007A50DD"/>
    <w:rsid w:val="007A5435"/>
    <w:rsid w:val="007A54C8"/>
    <w:rsid w:val="007A5540"/>
    <w:rsid w:val="007A61F2"/>
    <w:rsid w:val="007A62B2"/>
    <w:rsid w:val="007A636B"/>
    <w:rsid w:val="007A6670"/>
    <w:rsid w:val="007A6EF4"/>
    <w:rsid w:val="007A71CC"/>
    <w:rsid w:val="007A7C4C"/>
    <w:rsid w:val="007A7DB5"/>
    <w:rsid w:val="007B0069"/>
    <w:rsid w:val="007B05FB"/>
    <w:rsid w:val="007B0B41"/>
    <w:rsid w:val="007B105D"/>
    <w:rsid w:val="007B1633"/>
    <w:rsid w:val="007B39D3"/>
    <w:rsid w:val="007B4558"/>
    <w:rsid w:val="007B4DD5"/>
    <w:rsid w:val="007B4E8C"/>
    <w:rsid w:val="007B5DEA"/>
    <w:rsid w:val="007B69FB"/>
    <w:rsid w:val="007B6C44"/>
    <w:rsid w:val="007B75BD"/>
    <w:rsid w:val="007B77A4"/>
    <w:rsid w:val="007B7B0C"/>
    <w:rsid w:val="007C0C83"/>
    <w:rsid w:val="007C113E"/>
    <w:rsid w:val="007C1E1F"/>
    <w:rsid w:val="007C1F5D"/>
    <w:rsid w:val="007C2B49"/>
    <w:rsid w:val="007C326E"/>
    <w:rsid w:val="007C39D6"/>
    <w:rsid w:val="007C3E36"/>
    <w:rsid w:val="007C4521"/>
    <w:rsid w:val="007C4718"/>
    <w:rsid w:val="007C566C"/>
    <w:rsid w:val="007C6A89"/>
    <w:rsid w:val="007C6D08"/>
    <w:rsid w:val="007C6D6B"/>
    <w:rsid w:val="007C72D0"/>
    <w:rsid w:val="007C75D1"/>
    <w:rsid w:val="007D0045"/>
    <w:rsid w:val="007D03E4"/>
    <w:rsid w:val="007D0ABB"/>
    <w:rsid w:val="007D0D64"/>
    <w:rsid w:val="007D1F4C"/>
    <w:rsid w:val="007D250C"/>
    <w:rsid w:val="007D252D"/>
    <w:rsid w:val="007D2796"/>
    <w:rsid w:val="007D3BBE"/>
    <w:rsid w:val="007D4419"/>
    <w:rsid w:val="007D45F0"/>
    <w:rsid w:val="007D4D9E"/>
    <w:rsid w:val="007D5262"/>
    <w:rsid w:val="007D59D8"/>
    <w:rsid w:val="007D5F41"/>
    <w:rsid w:val="007D650C"/>
    <w:rsid w:val="007D76DC"/>
    <w:rsid w:val="007D7823"/>
    <w:rsid w:val="007D7ADB"/>
    <w:rsid w:val="007E01CC"/>
    <w:rsid w:val="007E1134"/>
    <w:rsid w:val="007E1C0E"/>
    <w:rsid w:val="007E1C2F"/>
    <w:rsid w:val="007E1DDB"/>
    <w:rsid w:val="007E2122"/>
    <w:rsid w:val="007E2AB2"/>
    <w:rsid w:val="007E2EAC"/>
    <w:rsid w:val="007E325F"/>
    <w:rsid w:val="007E373A"/>
    <w:rsid w:val="007E3B0C"/>
    <w:rsid w:val="007E3B37"/>
    <w:rsid w:val="007E3D00"/>
    <w:rsid w:val="007E3E05"/>
    <w:rsid w:val="007E5147"/>
    <w:rsid w:val="007E5898"/>
    <w:rsid w:val="007E5A03"/>
    <w:rsid w:val="007E5B27"/>
    <w:rsid w:val="007E6F4C"/>
    <w:rsid w:val="007E73AA"/>
    <w:rsid w:val="007E7A48"/>
    <w:rsid w:val="007F1072"/>
    <w:rsid w:val="007F22CF"/>
    <w:rsid w:val="007F38EC"/>
    <w:rsid w:val="007F3CED"/>
    <w:rsid w:val="007F40A9"/>
    <w:rsid w:val="007F4662"/>
    <w:rsid w:val="007F47DC"/>
    <w:rsid w:val="007F49FF"/>
    <w:rsid w:val="007F51CF"/>
    <w:rsid w:val="007F5304"/>
    <w:rsid w:val="007F5506"/>
    <w:rsid w:val="007F635F"/>
    <w:rsid w:val="007F66E8"/>
    <w:rsid w:val="007F7458"/>
    <w:rsid w:val="007F74D0"/>
    <w:rsid w:val="007F772F"/>
    <w:rsid w:val="007F7C1A"/>
    <w:rsid w:val="0080046D"/>
    <w:rsid w:val="00800885"/>
    <w:rsid w:val="00800E17"/>
    <w:rsid w:val="00800EFE"/>
    <w:rsid w:val="008011F9"/>
    <w:rsid w:val="0080161F"/>
    <w:rsid w:val="008017B4"/>
    <w:rsid w:val="00801B5E"/>
    <w:rsid w:val="00801EE8"/>
    <w:rsid w:val="00801F9A"/>
    <w:rsid w:val="0080238E"/>
    <w:rsid w:val="0080264B"/>
    <w:rsid w:val="00802BD1"/>
    <w:rsid w:val="00802FCA"/>
    <w:rsid w:val="008031A8"/>
    <w:rsid w:val="00803B18"/>
    <w:rsid w:val="0080458D"/>
    <w:rsid w:val="00804B01"/>
    <w:rsid w:val="00804F15"/>
    <w:rsid w:val="008050C8"/>
    <w:rsid w:val="008059BA"/>
    <w:rsid w:val="00805B88"/>
    <w:rsid w:val="00805E11"/>
    <w:rsid w:val="008064FF"/>
    <w:rsid w:val="00806687"/>
    <w:rsid w:val="008071B1"/>
    <w:rsid w:val="00807414"/>
    <w:rsid w:val="00807ABF"/>
    <w:rsid w:val="00807E13"/>
    <w:rsid w:val="00810A2B"/>
    <w:rsid w:val="00810D31"/>
    <w:rsid w:val="00811560"/>
    <w:rsid w:val="00811EA0"/>
    <w:rsid w:val="00811ECF"/>
    <w:rsid w:val="008120B5"/>
    <w:rsid w:val="00813426"/>
    <w:rsid w:val="00813A50"/>
    <w:rsid w:val="00814B87"/>
    <w:rsid w:val="008152D4"/>
    <w:rsid w:val="00815481"/>
    <w:rsid w:val="0081622D"/>
    <w:rsid w:val="00816BE4"/>
    <w:rsid w:val="00816E58"/>
    <w:rsid w:val="00817222"/>
    <w:rsid w:val="00817315"/>
    <w:rsid w:val="00817F09"/>
    <w:rsid w:val="00820012"/>
    <w:rsid w:val="00820181"/>
    <w:rsid w:val="0082238F"/>
    <w:rsid w:val="008227C5"/>
    <w:rsid w:val="008229F0"/>
    <w:rsid w:val="00822E0A"/>
    <w:rsid w:val="00823150"/>
    <w:rsid w:val="00823730"/>
    <w:rsid w:val="00823BB7"/>
    <w:rsid w:val="00824251"/>
    <w:rsid w:val="008253FE"/>
    <w:rsid w:val="008256FC"/>
    <w:rsid w:val="00825B65"/>
    <w:rsid w:val="00826836"/>
    <w:rsid w:val="00827189"/>
    <w:rsid w:val="00827292"/>
    <w:rsid w:val="00827A54"/>
    <w:rsid w:val="00827D72"/>
    <w:rsid w:val="008312C0"/>
    <w:rsid w:val="008314F8"/>
    <w:rsid w:val="0083164B"/>
    <w:rsid w:val="008317AB"/>
    <w:rsid w:val="00831DD6"/>
    <w:rsid w:val="00831ECC"/>
    <w:rsid w:val="00832DDB"/>
    <w:rsid w:val="0083372A"/>
    <w:rsid w:val="00834143"/>
    <w:rsid w:val="008342A8"/>
    <w:rsid w:val="00834898"/>
    <w:rsid w:val="00834CD7"/>
    <w:rsid w:val="00834E24"/>
    <w:rsid w:val="00836BC2"/>
    <w:rsid w:val="00837591"/>
    <w:rsid w:val="008413AC"/>
    <w:rsid w:val="00841EC9"/>
    <w:rsid w:val="008420DC"/>
    <w:rsid w:val="00843BAF"/>
    <w:rsid w:val="00843D5C"/>
    <w:rsid w:val="00843E41"/>
    <w:rsid w:val="00843E73"/>
    <w:rsid w:val="00844324"/>
    <w:rsid w:val="00844505"/>
    <w:rsid w:val="00844709"/>
    <w:rsid w:val="00844D03"/>
    <w:rsid w:val="00846E4B"/>
    <w:rsid w:val="00846EB4"/>
    <w:rsid w:val="00846ED3"/>
    <w:rsid w:val="008471F6"/>
    <w:rsid w:val="008473FF"/>
    <w:rsid w:val="0084744A"/>
    <w:rsid w:val="00847722"/>
    <w:rsid w:val="00847978"/>
    <w:rsid w:val="00847A4B"/>
    <w:rsid w:val="008500A3"/>
    <w:rsid w:val="008504A3"/>
    <w:rsid w:val="008505CC"/>
    <w:rsid w:val="008507A1"/>
    <w:rsid w:val="0085114B"/>
    <w:rsid w:val="008515BF"/>
    <w:rsid w:val="008519E9"/>
    <w:rsid w:val="008521CE"/>
    <w:rsid w:val="008525D4"/>
    <w:rsid w:val="00852811"/>
    <w:rsid w:val="00853463"/>
    <w:rsid w:val="00853D2D"/>
    <w:rsid w:val="008548AD"/>
    <w:rsid w:val="00854BE3"/>
    <w:rsid w:val="00854DF4"/>
    <w:rsid w:val="008553A4"/>
    <w:rsid w:val="008553EE"/>
    <w:rsid w:val="00855BCF"/>
    <w:rsid w:val="008560B4"/>
    <w:rsid w:val="00856B58"/>
    <w:rsid w:val="00857A3C"/>
    <w:rsid w:val="0086033D"/>
    <w:rsid w:val="008608DE"/>
    <w:rsid w:val="00860E9E"/>
    <w:rsid w:val="00860F26"/>
    <w:rsid w:val="008612CA"/>
    <w:rsid w:val="00861453"/>
    <w:rsid w:val="00861742"/>
    <w:rsid w:val="008622DF"/>
    <w:rsid w:val="0086296D"/>
    <w:rsid w:val="0086297D"/>
    <w:rsid w:val="008632AB"/>
    <w:rsid w:val="00863588"/>
    <w:rsid w:val="00863B4D"/>
    <w:rsid w:val="00863E78"/>
    <w:rsid w:val="0086406B"/>
    <w:rsid w:val="00864124"/>
    <w:rsid w:val="008642D1"/>
    <w:rsid w:val="0086457F"/>
    <w:rsid w:val="008657E3"/>
    <w:rsid w:val="00865AA4"/>
    <w:rsid w:val="008665E1"/>
    <w:rsid w:val="00866DDA"/>
    <w:rsid w:val="00867613"/>
    <w:rsid w:val="00867BC0"/>
    <w:rsid w:val="00867D42"/>
    <w:rsid w:val="00867DE4"/>
    <w:rsid w:val="008703BE"/>
    <w:rsid w:val="00870825"/>
    <w:rsid w:val="00871028"/>
    <w:rsid w:val="00871300"/>
    <w:rsid w:val="008728D1"/>
    <w:rsid w:val="008733F5"/>
    <w:rsid w:val="00874341"/>
    <w:rsid w:val="008743D6"/>
    <w:rsid w:val="0087524A"/>
    <w:rsid w:val="00875252"/>
    <w:rsid w:val="0087555A"/>
    <w:rsid w:val="008755F3"/>
    <w:rsid w:val="008756A6"/>
    <w:rsid w:val="008757D9"/>
    <w:rsid w:val="00875B2C"/>
    <w:rsid w:val="00875C40"/>
    <w:rsid w:val="00877093"/>
    <w:rsid w:val="00880624"/>
    <w:rsid w:val="00880CFD"/>
    <w:rsid w:val="00880D03"/>
    <w:rsid w:val="008810C5"/>
    <w:rsid w:val="00881538"/>
    <w:rsid w:val="00881638"/>
    <w:rsid w:val="00881C61"/>
    <w:rsid w:val="00881EFF"/>
    <w:rsid w:val="008820DE"/>
    <w:rsid w:val="008839DA"/>
    <w:rsid w:val="00883BF5"/>
    <w:rsid w:val="00883C06"/>
    <w:rsid w:val="0088424B"/>
    <w:rsid w:val="008845B7"/>
    <w:rsid w:val="008849CB"/>
    <w:rsid w:val="008857DA"/>
    <w:rsid w:val="00885E3F"/>
    <w:rsid w:val="00885F01"/>
    <w:rsid w:val="00886725"/>
    <w:rsid w:val="0088689B"/>
    <w:rsid w:val="0088699E"/>
    <w:rsid w:val="00886C10"/>
    <w:rsid w:val="008873FC"/>
    <w:rsid w:val="0088785C"/>
    <w:rsid w:val="00887873"/>
    <w:rsid w:val="00890790"/>
    <w:rsid w:val="00890B9A"/>
    <w:rsid w:val="00890ED5"/>
    <w:rsid w:val="008911B8"/>
    <w:rsid w:val="00891396"/>
    <w:rsid w:val="00891586"/>
    <w:rsid w:val="008915D1"/>
    <w:rsid w:val="00891A50"/>
    <w:rsid w:val="00893583"/>
    <w:rsid w:val="0089390A"/>
    <w:rsid w:val="00893CC1"/>
    <w:rsid w:val="00893DD5"/>
    <w:rsid w:val="0089414B"/>
    <w:rsid w:val="00894602"/>
    <w:rsid w:val="00894ABE"/>
    <w:rsid w:val="00895BFD"/>
    <w:rsid w:val="00897BFA"/>
    <w:rsid w:val="008A0153"/>
    <w:rsid w:val="008A02C2"/>
    <w:rsid w:val="008A0C30"/>
    <w:rsid w:val="008A0E79"/>
    <w:rsid w:val="008A0F60"/>
    <w:rsid w:val="008A1511"/>
    <w:rsid w:val="008A1786"/>
    <w:rsid w:val="008A18FD"/>
    <w:rsid w:val="008A1C13"/>
    <w:rsid w:val="008A1E06"/>
    <w:rsid w:val="008A2019"/>
    <w:rsid w:val="008A2193"/>
    <w:rsid w:val="008A2719"/>
    <w:rsid w:val="008A3120"/>
    <w:rsid w:val="008A316A"/>
    <w:rsid w:val="008A32C6"/>
    <w:rsid w:val="008A3544"/>
    <w:rsid w:val="008A3909"/>
    <w:rsid w:val="008A3B87"/>
    <w:rsid w:val="008A3FE0"/>
    <w:rsid w:val="008A4FE3"/>
    <w:rsid w:val="008A6856"/>
    <w:rsid w:val="008A6A74"/>
    <w:rsid w:val="008A6D83"/>
    <w:rsid w:val="008B0238"/>
    <w:rsid w:val="008B0DC2"/>
    <w:rsid w:val="008B1B51"/>
    <w:rsid w:val="008B1F02"/>
    <w:rsid w:val="008B2235"/>
    <w:rsid w:val="008B2243"/>
    <w:rsid w:val="008B2405"/>
    <w:rsid w:val="008B2543"/>
    <w:rsid w:val="008B3445"/>
    <w:rsid w:val="008B44DD"/>
    <w:rsid w:val="008B5291"/>
    <w:rsid w:val="008B5ACF"/>
    <w:rsid w:val="008B5D7B"/>
    <w:rsid w:val="008B6AE2"/>
    <w:rsid w:val="008B6E93"/>
    <w:rsid w:val="008B707F"/>
    <w:rsid w:val="008C05CC"/>
    <w:rsid w:val="008C28B5"/>
    <w:rsid w:val="008C35B8"/>
    <w:rsid w:val="008C42C9"/>
    <w:rsid w:val="008C4707"/>
    <w:rsid w:val="008C472C"/>
    <w:rsid w:val="008C5707"/>
    <w:rsid w:val="008C5BB8"/>
    <w:rsid w:val="008C60C1"/>
    <w:rsid w:val="008C6B46"/>
    <w:rsid w:val="008C7062"/>
    <w:rsid w:val="008C7ADF"/>
    <w:rsid w:val="008D095D"/>
    <w:rsid w:val="008D15AA"/>
    <w:rsid w:val="008D1757"/>
    <w:rsid w:val="008D25D5"/>
    <w:rsid w:val="008D2665"/>
    <w:rsid w:val="008D2BC7"/>
    <w:rsid w:val="008D394D"/>
    <w:rsid w:val="008D41C5"/>
    <w:rsid w:val="008D4354"/>
    <w:rsid w:val="008D4872"/>
    <w:rsid w:val="008D4960"/>
    <w:rsid w:val="008D59FD"/>
    <w:rsid w:val="008D6706"/>
    <w:rsid w:val="008D6D55"/>
    <w:rsid w:val="008D70B0"/>
    <w:rsid w:val="008D7656"/>
    <w:rsid w:val="008D7CAC"/>
    <w:rsid w:val="008E098F"/>
    <w:rsid w:val="008E0C0F"/>
    <w:rsid w:val="008E0EDA"/>
    <w:rsid w:val="008E0F3E"/>
    <w:rsid w:val="008E1026"/>
    <w:rsid w:val="008E1339"/>
    <w:rsid w:val="008E154E"/>
    <w:rsid w:val="008E1598"/>
    <w:rsid w:val="008E3511"/>
    <w:rsid w:val="008E3A33"/>
    <w:rsid w:val="008E445C"/>
    <w:rsid w:val="008E45C8"/>
    <w:rsid w:val="008E4E1F"/>
    <w:rsid w:val="008E5093"/>
    <w:rsid w:val="008E5595"/>
    <w:rsid w:val="008E568A"/>
    <w:rsid w:val="008E5C3B"/>
    <w:rsid w:val="008E5F63"/>
    <w:rsid w:val="008E63B4"/>
    <w:rsid w:val="008E7C6C"/>
    <w:rsid w:val="008F10D6"/>
    <w:rsid w:val="008F10EC"/>
    <w:rsid w:val="008F1283"/>
    <w:rsid w:val="008F1AC6"/>
    <w:rsid w:val="008F2202"/>
    <w:rsid w:val="008F2527"/>
    <w:rsid w:val="008F2877"/>
    <w:rsid w:val="008F3086"/>
    <w:rsid w:val="008F3F35"/>
    <w:rsid w:val="008F4DC4"/>
    <w:rsid w:val="008F5020"/>
    <w:rsid w:val="008F546B"/>
    <w:rsid w:val="008F58CF"/>
    <w:rsid w:val="008F6E9D"/>
    <w:rsid w:val="008F7019"/>
    <w:rsid w:val="008F76E8"/>
    <w:rsid w:val="008F79FB"/>
    <w:rsid w:val="009009E8"/>
    <w:rsid w:val="00901259"/>
    <w:rsid w:val="00901754"/>
    <w:rsid w:val="00901B4E"/>
    <w:rsid w:val="00901D78"/>
    <w:rsid w:val="009020BB"/>
    <w:rsid w:val="009020F2"/>
    <w:rsid w:val="00903122"/>
    <w:rsid w:val="009048AC"/>
    <w:rsid w:val="00904C3F"/>
    <w:rsid w:val="00904F49"/>
    <w:rsid w:val="0090517B"/>
    <w:rsid w:val="009060DE"/>
    <w:rsid w:val="0090611A"/>
    <w:rsid w:val="00906409"/>
    <w:rsid w:val="00906685"/>
    <w:rsid w:val="0090739D"/>
    <w:rsid w:val="00907795"/>
    <w:rsid w:val="00907F81"/>
    <w:rsid w:val="00911094"/>
    <w:rsid w:val="00911FE2"/>
    <w:rsid w:val="00913667"/>
    <w:rsid w:val="0091383C"/>
    <w:rsid w:val="00913E06"/>
    <w:rsid w:val="00914312"/>
    <w:rsid w:val="00914C51"/>
    <w:rsid w:val="00915301"/>
    <w:rsid w:val="00915B1D"/>
    <w:rsid w:val="00916037"/>
    <w:rsid w:val="00916580"/>
    <w:rsid w:val="00916CA1"/>
    <w:rsid w:val="00917264"/>
    <w:rsid w:val="00917C5D"/>
    <w:rsid w:val="00917C75"/>
    <w:rsid w:val="00917E4D"/>
    <w:rsid w:val="00917F7E"/>
    <w:rsid w:val="009202E6"/>
    <w:rsid w:val="00920B36"/>
    <w:rsid w:val="00920F43"/>
    <w:rsid w:val="009218B4"/>
    <w:rsid w:val="00921ED2"/>
    <w:rsid w:val="00921FD7"/>
    <w:rsid w:val="00922883"/>
    <w:rsid w:val="0092294F"/>
    <w:rsid w:val="0092319C"/>
    <w:rsid w:val="00924657"/>
    <w:rsid w:val="00924695"/>
    <w:rsid w:val="00924C65"/>
    <w:rsid w:val="00924F8D"/>
    <w:rsid w:val="00925419"/>
    <w:rsid w:val="0092597B"/>
    <w:rsid w:val="0092609E"/>
    <w:rsid w:val="00926852"/>
    <w:rsid w:val="009268AE"/>
    <w:rsid w:val="00926A7D"/>
    <w:rsid w:val="00926E29"/>
    <w:rsid w:val="00930F24"/>
    <w:rsid w:val="0093141F"/>
    <w:rsid w:val="0093208D"/>
    <w:rsid w:val="0093229D"/>
    <w:rsid w:val="009323FA"/>
    <w:rsid w:val="0093305C"/>
    <w:rsid w:val="0093330A"/>
    <w:rsid w:val="009333B3"/>
    <w:rsid w:val="0093383B"/>
    <w:rsid w:val="009338FA"/>
    <w:rsid w:val="00933DE4"/>
    <w:rsid w:val="00934167"/>
    <w:rsid w:val="009363CD"/>
    <w:rsid w:val="00936912"/>
    <w:rsid w:val="00936B60"/>
    <w:rsid w:val="00936E1A"/>
    <w:rsid w:val="00937578"/>
    <w:rsid w:val="009376BF"/>
    <w:rsid w:val="009413A3"/>
    <w:rsid w:val="00941D84"/>
    <w:rsid w:val="00942E30"/>
    <w:rsid w:val="00943084"/>
    <w:rsid w:val="0094430A"/>
    <w:rsid w:val="00944793"/>
    <w:rsid w:val="00944964"/>
    <w:rsid w:val="009449E3"/>
    <w:rsid w:val="00945A5F"/>
    <w:rsid w:val="0094661E"/>
    <w:rsid w:val="009476B7"/>
    <w:rsid w:val="00947F49"/>
    <w:rsid w:val="00950CEA"/>
    <w:rsid w:val="0095123C"/>
    <w:rsid w:val="009513BE"/>
    <w:rsid w:val="0095150C"/>
    <w:rsid w:val="00951845"/>
    <w:rsid w:val="00951AD8"/>
    <w:rsid w:val="00951DB3"/>
    <w:rsid w:val="0095205B"/>
    <w:rsid w:val="00952889"/>
    <w:rsid w:val="00952E13"/>
    <w:rsid w:val="0095412B"/>
    <w:rsid w:val="00955A31"/>
    <w:rsid w:val="00955D32"/>
    <w:rsid w:val="00956146"/>
    <w:rsid w:val="009564CD"/>
    <w:rsid w:val="0095684B"/>
    <w:rsid w:val="00956F13"/>
    <w:rsid w:val="00957660"/>
    <w:rsid w:val="00957770"/>
    <w:rsid w:val="00961E68"/>
    <w:rsid w:val="00962544"/>
    <w:rsid w:val="009630B4"/>
    <w:rsid w:val="00963C9B"/>
    <w:rsid w:val="0096484F"/>
    <w:rsid w:val="00964D56"/>
    <w:rsid w:val="009656F6"/>
    <w:rsid w:val="00965A09"/>
    <w:rsid w:val="0096603E"/>
    <w:rsid w:val="0097040E"/>
    <w:rsid w:val="009706E2"/>
    <w:rsid w:val="00970813"/>
    <w:rsid w:val="00971051"/>
    <w:rsid w:val="009710FD"/>
    <w:rsid w:val="00971257"/>
    <w:rsid w:val="00971D6E"/>
    <w:rsid w:val="00971DE2"/>
    <w:rsid w:val="00972267"/>
    <w:rsid w:val="0097236D"/>
    <w:rsid w:val="00972588"/>
    <w:rsid w:val="0097302A"/>
    <w:rsid w:val="00973D03"/>
    <w:rsid w:val="00973DC4"/>
    <w:rsid w:val="00974769"/>
    <w:rsid w:val="00974AFA"/>
    <w:rsid w:val="00975244"/>
    <w:rsid w:val="0097596B"/>
    <w:rsid w:val="00975F4F"/>
    <w:rsid w:val="009764B6"/>
    <w:rsid w:val="00976530"/>
    <w:rsid w:val="00981022"/>
    <w:rsid w:val="009819E1"/>
    <w:rsid w:val="009821E2"/>
    <w:rsid w:val="009833F4"/>
    <w:rsid w:val="0098340F"/>
    <w:rsid w:val="00983B8F"/>
    <w:rsid w:val="00983DC0"/>
    <w:rsid w:val="0098406D"/>
    <w:rsid w:val="009840A6"/>
    <w:rsid w:val="009842C8"/>
    <w:rsid w:val="00984D47"/>
    <w:rsid w:val="00984F9C"/>
    <w:rsid w:val="009865D0"/>
    <w:rsid w:val="00986891"/>
    <w:rsid w:val="009870B1"/>
    <w:rsid w:val="00987499"/>
    <w:rsid w:val="009879C3"/>
    <w:rsid w:val="00987BF5"/>
    <w:rsid w:val="00990D0E"/>
    <w:rsid w:val="00991637"/>
    <w:rsid w:val="00991725"/>
    <w:rsid w:val="009920D9"/>
    <w:rsid w:val="00992657"/>
    <w:rsid w:val="00994449"/>
    <w:rsid w:val="00995789"/>
    <w:rsid w:val="0099599D"/>
    <w:rsid w:val="00995B08"/>
    <w:rsid w:val="00995CEB"/>
    <w:rsid w:val="00995E3C"/>
    <w:rsid w:val="009974D9"/>
    <w:rsid w:val="00997676"/>
    <w:rsid w:val="009976AB"/>
    <w:rsid w:val="00997744"/>
    <w:rsid w:val="009977C1"/>
    <w:rsid w:val="009A04DF"/>
    <w:rsid w:val="009A099E"/>
    <w:rsid w:val="009A1B0A"/>
    <w:rsid w:val="009A1D12"/>
    <w:rsid w:val="009A2E7E"/>
    <w:rsid w:val="009A343C"/>
    <w:rsid w:val="009A38CC"/>
    <w:rsid w:val="009A3E7B"/>
    <w:rsid w:val="009A46F7"/>
    <w:rsid w:val="009A5188"/>
    <w:rsid w:val="009A545F"/>
    <w:rsid w:val="009A57F7"/>
    <w:rsid w:val="009A5A5E"/>
    <w:rsid w:val="009A5F55"/>
    <w:rsid w:val="009A5FBA"/>
    <w:rsid w:val="009A7599"/>
    <w:rsid w:val="009A7C13"/>
    <w:rsid w:val="009A7C74"/>
    <w:rsid w:val="009A7D49"/>
    <w:rsid w:val="009B0062"/>
    <w:rsid w:val="009B0CFF"/>
    <w:rsid w:val="009B0FAA"/>
    <w:rsid w:val="009B1139"/>
    <w:rsid w:val="009B1521"/>
    <w:rsid w:val="009B1583"/>
    <w:rsid w:val="009B1C6E"/>
    <w:rsid w:val="009B1D68"/>
    <w:rsid w:val="009B22F2"/>
    <w:rsid w:val="009B26B4"/>
    <w:rsid w:val="009B2866"/>
    <w:rsid w:val="009B36DA"/>
    <w:rsid w:val="009B36DB"/>
    <w:rsid w:val="009B3A19"/>
    <w:rsid w:val="009B3D3F"/>
    <w:rsid w:val="009B3F97"/>
    <w:rsid w:val="009B4530"/>
    <w:rsid w:val="009B462B"/>
    <w:rsid w:val="009B4F53"/>
    <w:rsid w:val="009B5021"/>
    <w:rsid w:val="009B50F3"/>
    <w:rsid w:val="009B5818"/>
    <w:rsid w:val="009B5B1F"/>
    <w:rsid w:val="009B652F"/>
    <w:rsid w:val="009B65BF"/>
    <w:rsid w:val="009B6CAD"/>
    <w:rsid w:val="009C0BC5"/>
    <w:rsid w:val="009C285A"/>
    <w:rsid w:val="009C372A"/>
    <w:rsid w:val="009C47EA"/>
    <w:rsid w:val="009C4CA0"/>
    <w:rsid w:val="009C4E79"/>
    <w:rsid w:val="009C58A8"/>
    <w:rsid w:val="009C7094"/>
    <w:rsid w:val="009C7755"/>
    <w:rsid w:val="009D0234"/>
    <w:rsid w:val="009D02AF"/>
    <w:rsid w:val="009D083F"/>
    <w:rsid w:val="009D0D88"/>
    <w:rsid w:val="009D0E2F"/>
    <w:rsid w:val="009D1428"/>
    <w:rsid w:val="009D14D7"/>
    <w:rsid w:val="009D1BAC"/>
    <w:rsid w:val="009D2221"/>
    <w:rsid w:val="009D28F3"/>
    <w:rsid w:val="009D36B8"/>
    <w:rsid w:val="009D39E6"/>
    <w:rsid w:val="009D3FDA"/>
    <w:rsid w:val="009D4C66"/>
    <w:rsid w:val="009D514E"/>
    <w:rsid w:val="009D5400"/>
    <w:rsid w:val="009D55E2"/>
    <w:rsid w:val="009D5F20"/>
    <w:rsid w:val="009D6AB5"/>
    <w:rsid w:val="009D6B58"/>
    <w:rsid w:val="009D7727"/>
    <w:rsid w:val="009D77F4"/>
    <w:rsid w:val="009D780C"/>
    <w:rsid w:val="009D7A22"/>
    <w:rsid w:val="009D7FA8"/>
    <w:rsid w:val="009E041B"/>
    <w:rsid w:val="009E1098"/>
    <w:rsid w:val="009E1759"/>
    <w:rsid w:val="009E22CA"/>
    <w:rsid w:val="009E23C5"/>
    <w:rsid w:val="009E25EE"/>
    <w:rsid w:val="009E2816"/>
    <w:rsid w:val="009E28D5"/>
    <w:rsid w:val="009E2DA1"/>
    <w:rsid w:val="009E3651"/>
    <w:rsid w:val="009E3AFB"/>
    <w:rsid w:val="009E3D99"/>
    <w:rsid w:val="009E41B1"/>
    <w:rsid w:val="009E5636"/>
    <w:rsid w:val="009E6581"/>
    <w:rsid w:val="009E7BF7"/>
    <w:rsid w:val="009F03E2"/>
    <w:rsid w:val="009F154C"/>
    <w:rsid w:val="009F1AD6"/>
    <w:rsid w:val="009F1E62"/>
    <w:rsid w:val="009F2058"/>
    <w:rsid w:val="009F21D3"/>
    <w:rsid w:val="009F22F2"/>
    <w:rsid w:val="009F255B"/>
    <w:rsid w:val="009F2689"/>
    <w:rsid w:val="009F2D2F"/>
    <w:rsid w:val="009F2EED"/>
    <w:rsid w:val="009F363A"/>
    <w:rsid w:val="009F392B"/>
    <w:rsid w:val="009F3C61"/>
    <w:rsid w:val="009F3C72"/>
    <w:rsid w:val="009F40AA"/>
    <w:rsid w:val="009F466F"/>
    <w:rsid w:val="009F48A8"/>
    <w:rsid w:val="009F59A4"/>
    <w:rsid w:val="009F5B2B"/>
    <w:rsid w:val="009F630D"/>
    <w:rsid w:val="009F69A6"/>
    <w:rsid w:val="009F6FDF"/>
    <w:rsid w:val="009F71D0"/>
    <w:rsid w:val="009F74C6"/>
    <w:rsid w:val="00A0038B"/>
    <w:rsid w:val="00A00468"/>
    <w:rsid w:val="00A012BE"/>
    <w:rsid w:val="00A020A3"/>
    <w:rsid w:val="00A02390"/>
    <w:rsid w:val="00A02DAC"/>
    <w:rsid w:val="00A0415F"/>
    <w:rsid w:val="00A051B6"/>
    <w:rsid w:val="00A0531E"/>
    <w:rsid w:val="00A057C5"/>
    <w:rsid w:val="00A05AFA"/>
    <w:rsid w:val="00A05B82"/>
    <w:rsid w:val="00A0644A"/>
    <w:rsid w:val="00A065AD"/>
    <w:rsid w:val="00A067AA"/>
    <w:rsid w:val="00A06D9E"/>
    <w:rsid w:val="00A072DF"/>
    <w:rsid w:val="00A07FA1"/>
    <w:rsid w:val="00A10269"/>
    <w:rsid w:val="00A10AEF"/>
    <w:rsid w:val="00A10B0A"/>
    <w:rsid w:val="00A10B52"/>
    <w:rsid w:val="00A10D45"/>
    <w:rsid w:val="00A113F6"/>
    <w:rsid w:val="00A11EB2"/>
    <w:rsid w:val="00A12384"/>
    <w:rsid w:val="00A12BAC"/>
    <w:rsid w:val="00A13156"/>
    <w:rsid w:val="00A13B1F"/>
    <w:rsid w:val="00A14253"/>
    <w:rsid w:val="00A146A0"/>
    <w:rsid w:val="00A15861"/>
    <w:rsid w:val="00A16AAB"/>
    <w:rsid w:val="00A16BD9"/>
    <w:rsid w:val="00A16C60"/>
    <w:rsid w:val="00A17894"/>
    <w:rsid w:val="00A17E4F"/>
    <w:rsid w:val="00A20270"/>
    <w:rsid w:val="00A202AB"/>
    <w:rsid w:val="00A20A72"/>
    <w:rsid w:val="00A20ACB"/>
    <w:rsid w:val="00A20BC6"/>
    <w:rsid w:val="00A22EFC"/>
    <w:rsid w:val="00A2364F"/>
    <w:rsid w:val="00A23952"/>
    <w:rsid w:val="00A23B51"/>
    <w:rsid w:val="00A23BC0"/>
    <w:rsid w:val="00A23C28"/>
    <w:rsid w:val="00A24818"/>
    <w:rsid w:val="00A24A05"/>
    <w:rsid w:val="00A24D67"/>
    <w:rsid w:val="00A24D7C"/>
    <w:rsid w:val="00A25AED"/>
    <w:rsid w:val="00A26331"/>
    <w:rsid w:val="00A26C1B"/>
    <w:rsid w:val="00A27248"/>
    <w:rsid w:val="00A27311"/>
    <w:rsid w:val="00A2773C"/>
    <w:rsid w:val="00A30614"/>
    <w:rsid w:val="00A32325"/>
    <w:rsid w:val="00A329A9"/>
    <w:rsid w:val="00A3335C"/>
    <w:rsid w:val="00A33848"/>
    <w:rsid w:val="00A344B0"/>
    <w:rsid w:val="00A350A4"/>
    <w:rsid w:val="00A36591"/>
    <w:rsid w:val="00A36871"/>
    <w:rsid w:val="00A36D71"/>
    <w:rsid w:val="00A3750D"/>
    <w:rsid w:val="00A376BC"/>
    <w:rsid w:val="00A37BB9"/>
    <w:rsid w:val="00A37D56"/>
    <w:rsid w:val="00A37F2B"/>
    <w:rsid w:val="00A40066"/>
    <w:rsid w:val="00A412BC"/>
    <w:rsid w:val="00A4140A"/>
    <w:rsid w:val="00A429AD"/>
    <w:rsid w:val="00A43531"/>
    <w:rsid w:val="00A448E1"/>
    <w:rsid w:val="00A44958"/>
    <w:rsid w:val="00A44E96"/>
    <w:rsid w:val="00A451D2"/>
    <w:rsid w:val="00A45362"/>
    <w:rsid w:val="00A45440"/>
    <w:rsid w:val="00A467CD"/>
    <w:rsid w:val="00A47E7F"/>
    <w:rsid w:val="00A509DB"/>
    <w:rsid w:val="00A5121F"/>
    <w:rsid w:val="00A51E14"/>
    <w:rsid w:val="00A52450"/>
    <w:rsid w:val="00A5245D"/>
    <w:rsid w:val="00A5252F"/>
    <w:rsid w:val="00A52B4C"/>
    <w:rsid w:val="00A52CF0"/>
    <w:rsid w:val="00A5311B"/>
    <w:rsid w:val="00A53417"/>
    <w:rsid w:val="00A542A6"/>
    <w:rsid w:val="00A5460B"/>
    <w:rsid w:val="00A555AF"/>
    <w:rsid w:val="00A56971"/>
    <w:rsid w:val="00A56D09"/>
    <w:rsid w:val="00A571DA"/>
    <w:rsid w:val="00A574F7"/>
    <w:rsid w:val="00A605B5"/>
    <w:rsid w:val="00A606BC"/>
    <w:rsid w:val="00A60971"/>
    <w:rsid w:val="00A60BC6"/>
    <w:rsid w:val="00A61620"/>
    <w:rsid w:val="00A617AD"/>
    <w:rsid w:val="00A61AB4"/>
    <w:rsid w:val="00A62408"/>
    <w:rsid w:val="00A62531"/>
    <w:rsid w:val="00A62A97"/>
    <w:rsid w:val="00A63019"/>
    <w:rsid w:val="00A63A9C"/>
    <w:rsid w:val="00A63EE4"/>
    <w:rsid w:val="00A64B7C"/>
    <w:rsid w:val="00A65A32"/>
    <w:rsid w:val="00A65F84"/>
    <w:rsid w:val="00A661F6"/>
    <w:rsid w:val="00A667DF"/>
    <w:rsid w:val="00A66C58"/>
    <w:rsid w:val="00A6718E"/>
    <w:rsid w:val="00A6723D"/>
    <w:rsid w:val="00A676CD"/>
    <w:rsid w:val="00A678E3"/>
    <w:rsid w:val="00A709A3"/>
    <w:rsid w:val="00A709FB"/>
    <w:rsid w:val="00A711C1"/>
    <w:rsid w:val="00A72251"/>
    <w:rsid w:val="00A72734"/>
    <w:rsid w:val="00A727EE"/>
    <w:rsid w:val="00A72F63"/>
    <w:rsid w:val="00A730A6"/>
    <w:rsid w:val="00A73DD0"/>
    <w:rsid w:val="00A7423F"/>
    <w:rsid w:val="00A747BD"/>
    <w:rsid w:val="00A74A90"/>
    <w:rsid w:val="00A74E6E"/>
    <w:rsid w:val="00A752BB"/>
    <w:rsid w:val="00A758BE"/>
    <w:rsid w:val="00A77A7F"/>
    <w:rsid w:val="00A77A9A"/>
    <w:rsid w:val="00A81247"/>
    <w:rsid w:val="00A816D2"/>
    <w:rsid w:val="00A8172F"/>
    <w:rsid w:val="00A8273A"/>
    <w:rsid w:val="00A82FA7"/>
    <w:rsid w:val="00A83215"/>
    <w:rsid w:val="00A8635C"/>
    <w:rsid w:val="00A871FB"/>
    <w:rsid w:val="00A905E3"/>
    <w:rsid w:val="00A909CD"/>
    <w:rsid w:val="00A91302"/>
    <w:rsid w:val="00A91412"/>
    <w:rsid w:val="00A91925"/>
    <w:rsid w:val="00A91A02"/>
    <w:rsid w:val="00A91EFA"/>
    <w:rsid w:val="00A924B9"/>
    <w:rsid w:val="00A93E5D"/>
    <w:rsid w:val="00A94978"/>
    <w:rsid w:val="00A94BA2"/>
    <w:rsid w:val="00A94CAB"/>
    <w:rsid w:val="00A94D22"/>
    <w:rsid w:val="00A95267"/>
    <w:rsid w:val="00A95330"/>
    <w:rsid w:val="00A95BAD"/>
    <w:rsid w:val="00A96C06"/>
    <w:rsid w:val="00A96D92"/>
    <w:rsid w:val="00AA0143"/>
    <w:rsid w:val="00AA1AAD"/>
    <w:rsid w:val="00AA2361"/>
    <w:rsid w:val="00AA2430"/>
    <w:rsid w:val="00AA32F9"/>
    <w:rsid w:val="00AA35FA"/>
    <w:rsid w:val="00AA43C0"/>
    <w:rsid w:val="00AA4C72"/>
    <w:rsid w:val="00AA504E"/>
    <w:rsid w:val="00AA5342"/>
    <w:rsid w:val="00AA5680"/>
    <w:rsid w:val="00AA572C"/>
    <w:rsid w:val="00AA5F6C"/>
    <w:rsid w:val="00AA60DA"/>
    <w:rsid w:val="00AA66EF"/>
    <w:rsid w:val="00AA689D"/>
    <w:rsid w:val="00AA71D1"/>
    <w:rsid w:val="00AA71D8"/>
    <w:rsid w:val="00AB00AE"/>
    <w:rsid w:val="00AB014C"/>
    <w:rsid w:val="00AB016D"/>
    <w:rsid w:val="00AB0D74"/>
    <w:rsid w:val="00AB0DA5"/>
    <w:rsid w:val="00AB1039"/>
    <w:rsid w:val="00AB12A1"/>
    <w:rsid w:val="00AB1583"/>
    <w:rsid w:val="00AB1911"/>
    <w:rsid w:val="00AB2363"/>
    <w:rsid w:val="00AB4967"/>
    <w:rsid w:val="00AB4C38"/>
    <w:rsid w:val="00AB5EAA"/>
    <w:rsid w:val="00AB62FE"/>
    <w:rsid w:val="00AB6F17"/>
    <w:rsid w:val="00AB7511"/>
    <w:rsid w:val="00AB7859"/>
    <w:rsid w:val="00AC0B87"/>
    <w:rsid w:val="00AC289B"/>
    <w:rsid w:val="00AC30BD"/>
    <w:rsid w:val="00AC3A55"/>
    <w:rsid w:val="00AC4009"/>
    <w:rsid w:val="00AC4295"/>
    <w:rsid w:val="00AC5D87"/>
    <w:rsid w:val="00AC6202"/>
    <w:rsid w:val="00AC6F9B"/>
    <w:rsid w:val="00AC73EF"/>
    <w:rsid w:val="00AC7CC6"/>
    <w:rsid w:val="00AD1E7B"/>
    <w:rsid w:val="00AD3434"/>
    <w:rsid w:val="00AD358E"/>
    <w:rsid w:val="00AD3E8F"/>
    <w:rsid w:val="00AD4AB4"/>
    <w:rsid w:val="00AD4F6E"/>
    <w:rsid w:val="00AD4FDE"/>
    <w:rsid w:val="00AD5014"/>
    <w:rsid w:val="00AD50D1"/>
    <w:rsid w:val="00AD55CF"/>
    <w:rsid w:val="00AD56AD"/>
    <w:rsid w:val="00AD5C55"/>
    <w:rsid w:val="00AD64F4"/>
    <w:rsid w:val="00AD6824"/>
    <w:rsid w:val="00AD68E1"/>
    <w:rsid w:val="00AD7190"/>
    <w:rsid w:val="00AD7D05"/>
    <w:rsid w:val="00AE1902"/>
    <w:rsid w:val="00AE1961"/>
    <w:rsid w:val="00AE1964"/>
    <w:rsid w:val="00AE29BD"/>
    <w:rsid w:val="00AE2EC0"/>
    <w:rsid w:val="00AE31D4"/>
    <w:rsid w:val="00AE34A1"/>
    <w:rsid w:val="00AE364C"/>
    <w:rsid w:val="00AE36D8"/>
    <w:rsid w:val="00AE3ADD"/>
    <w:rsid w:val="00AE3DCC"/>
    <w:rsid w:val="00AE3E5A"/>
    <w:rsid w:val="00AE411E"/>
    <w:rsid w:val="00AE449F"/>
    <w:rsid w:val="00AE4712"/>
    <w:rsid w:val="00AE5645"/>
    <w:rsid w:val="00AE5B42"/>
    <w:rsid w:val="00AE600E"/>
    <w:rsid w:val="00AE698B"/>
    <w:rsid w:val="00AE6BC5"/>
    <w:rsid w:val="00AE6DD6"/>
    <w:rsid w:val="00AE709D"/>
    <w:rsid w:val="00AE7DF4"/>
    <w:rsid w:val="00AF0247"/>
    <w:rsid w:val="00AF0781"/>
    <w:rsid w:val="00AF15F8"/>
    <w:rsid w:val="00AF18EB"/>
    <w:rsid w:val="00AF230C"/>
    <w:rsid w:val="00AF2372"/>
    <w:rsid w:val="00AF2720"/>
    <w:rsid w:val="00AF280E"/>
    <w:rsid w:val="00AF29C7"/>
    <w:rsid w:val="00AF2A6A"/>
    <w:rsid w:val="00AF3C88"/>
    <w:rsid w:val="00AF421F"/>
    <w:rsid w:val="00AF456B"/>
    <w:rsid w:val="00AF4C2C"/>
    <w:rsid w:val="00AF53E2"/>
    <w:rsid w:val="00AF583C"/>
    <w:rsid w:val="00AF7077"/>
    <w:rsid w:val="00B00154"/>
    <w:rsid w:val="00B00DC2"/>
    <w:rsid w:val="00B01A93"/>
    <w:rsid w:val="00B01AE9"/>
    <w:rsid w:val="00B01DE7"/>
    <w:rsid w:val="00B022DF"/>
    <w:rsid w:val="00B024BC"/>
    <w:rsid w:val="00B0271F"/>
    <w:rsid w:val="00B027AB"/>
    <w:rsid w:val="00B03D0C"/>
    <w:rsid w:val="00B04144"/>
    <w:rsid w:val="00B04599"/>
    <w:rsid w:val="00B04E0D"/>
    <w:rsid w:val="00B05599"/>
    <w:rsid w:val="00B05D94"/>
    <w:rsid w:val="00B0603C"/>
    <w:rsid w:val="00B06DCB"/>
    <w:rsid w:val="00B07008"/>
    <w:rsid w:val="00B07048"/>
    <w:rsid w:val="00B07257"/>
    <w:rsid w:val="00B07C7C"/>
    <w:rsid w:val="00B07EB4"/>
    <w:rsid w:val="00B10162"/>
    <w:rsid w:val="00B1082D"/>
    <w:rsid w:val="00B1088D"/>
    <w:rsid w:val="00B10A66"/>
    <w:rsid w:val="00B11231"/>
    <w:rsid w:val="00B119DF"/>
    <w:rsid w:val="00B123D2"/>
    <w:rsid w:val="00B1264F"/>
    <w:rsid w:val="00B12A44"/>
    <w:rsid w:val="00B13309"/>
    <w:rsid w:val="00B146AA"/>
    <w:rsid w:val="00B14F60"/>
    <w:rsid w:val="00B14F65"/>
    <w:rsid w:val="00B1528B"/>
    <w:rsid w:val="00B153E2"/>
    <w:rsid w:val="00B15663"/>
    <w:rsid w:val="00B169C5"/>
    <w:rsid w:val="00B16F2D"/>
    <w:rsid w:val="00B16F3B"/>
    <w:rsid w:val="00B17829"/>
    <w:rsid w:val="00B17AD6"/>
    <w:rsid w:val="00B206D2"/>
    <w:rsid w:val="00B21174"/>
    <w:rsid w:val="00B216B5"/>
    <w:rsid w:val="00B2199D"/>
    <w:rsid w:val="00B221F2"/>
    <w:rsid w:val="00B221FD"/>
    <w:rsid w:val="00B22D12"/>
    <w:rsid w:val="00B230A9"/>
    <w:rsid w:val="00B2333F"/>
    <w:rsid w:val="00B24537"/>
    <w:rsid w:val="00B24FD9"/>
    <w:rsid w:val="00B25441"/>
    <w:rsid w:val="00B2579F"/>
    <w:rsid w:val="00B25839"/>
    <w:rsid w:val="00B26296"/>
    <w:rsid w:val="00B274F9"/>
    <w:rsid w:val="00B27651"/>
    <w:rsid w:val="00B279DC"/>
    <w:rsid w:val="00B27BC3"/>
    <w:rsid w:val="00B30823"/>
    <w:rsid w:val="00B3113D"/>
    <w:rsid w:val="00B312EB"/>
    <w:rsid w:val="00B31AF9"/>
    <w:rsid w:val="00B31F23"/>
    <w:rsid w:val="00B3231F"/>
    <w:rsid w:val="00B3267F"/>
    <w:rsid w:val="00B3294B"/>
    <w:rsid w:val="00B3301F"/>
    <w:rsid w:val="00B33859"/>
    <w:rsid w:val="00B33916"/>
    <w:rsid w:val="00B35002"/>
    <w:rsid w:val="00B3519C"/>
    <w:rsid w:val="00B359D5"/>
    <w:rsid w:val="00B360F5"/>
    <w:rsid w:val="00B36F36"/>
    <w:rsid w:val="00B37BD8"/>
    <w:rsid w:val="00B37D3E"/>
    <w:rsid w:val="00B408F9"/>
    <w:rsid w:val="00B40E30"/>
    <w:rsid w:val="00B4115A"/>
    <w:rsid w:val="00B41CEF"/>
    <w:rsid w:val="00B42024"/>
    <w:rsid w:val="00B4222A"/>
    <w:rsid w:val="00B42B96"/>
    <w:rsid w:val="00B42BA3"/>
    <w:rsid w:val="00B42D3F"/>
    <w:rsid w:val="00B433F4"/>
    <w:rsid w:val="00B451C1"/>
    <w:rsid w:val="00B45547"/>
    <w:rsid w:val="00B45E52"/>
    <w:rsid w:val="00B468B3"/>
    <w:rsid w:val="00B47188"/>
    <w:rsid w:val="00B479C1"/>
    <w:rsid w:val="00B47BCC"/>
    <w:rsid w:val="00B47C75"/>
    <w:rsid w:val="00B50659"/>
    <w:rsid w:val="00B507D3"/>
    <w:rsid w:val="00B507F2"/>
    <w:rsid w:val="00B50AA4"/>
    <w:rsid w:val="00B50AEA"/>
    <w:rsid w:val="00B50E96"/>
    <w:rsid w:val="00B51554"/>
    <w:rsid w:val="00B5166D"/>
    <w:rsid w:val="00B51915"/>
    <w:rsid w:val="00B528B2"/>
    <w:rsid w:val="00B531EA"/>
    <w:rsid w:val="00B532DC"/>
    <w:rsid w:val="00B53FA4"/>
    <w:rsid w:val="00B5540D"/>
    <w:rsid w:val="00B557AA"/>
    <w:rsid w:val="00B55BB0"/>
    <w:rsid w:val="00B55BEF"/>
    <w:rsid w:val="00B55C35"/>
    <w:rsid w:val="00B56464"/>
    <w:rsid w:val="00B56535"/>
    <w:rsid w:val="00B56662"/>
    <w:rsid w:val="00B5681E"/>
    <w:rsid w:val="00B56DB2"/>
    <w:rsid w:val="00B574F3"/>
    <w:rsid w:val="00B601E3"/>
    <w:rsid w:val="00B60585"/>
    <w:rsid w:val="00B60832"/>
    <w:rsid w:val="00B6124B"/>
    <w:rsid w:val="00B613D5"/>
    <w:rsid w:val="00B616D1"/>
    <w:rsid w:val="00B62081"/>
    <w:rsid w:val="00B62A81"/>
    <w:rsid w:val="00B637CC"/>
    <w:rsid w:val="00B63E91"/>
    <w:rsid w:val="00B64C29"/>
    <w:rsid w:val="00B64DD4"/>
    <w:rsid w:val="00B653A6"/>
    <w:rsid w:val="00B65B08"/>
    <w:rsid w:val="00B6755F"/>
    <w:rsid w:val="00B677C1"/>
    <w:rsid w:val="00B67F6B"/>
    <w:rsid w:val="00B70890"/>
    <w:rsid w:val="00B708A8"/>
    <w:rsid w:val="00B71709"/>
    <w:rsid w:val="00B724EA"/>
    <w:rsid w:val="00B72603"/>
    <w:rsid w:val="00B72825"/>
    <w:rsid w:val="00B72EA1"/>
    <w:rsid w:val="00B72F2A"/>
    <w:rsid w:val="00B731B1"/>
    <w:rsid w:val="00B73901"/>
    <w:rsid w:val="00B74385"/>
    <w:rsid w:val="00B754EF"/>
    <w:rsid w:val="00B756C6"/>
    <w:rsid w:val="00B758AB"/>
    <w:rsid w:val="00B75943"/>
    <w:rsid w:val="00B75CD3"/>
    <w:rsid w:val="00B765B0"/>
    <w:rsid w:val="00B76CC2"/>
    <w:rsid w:val="00B77173"/>
    <w:rsid w:val="00B77220"/>
    <w:rsid w:val="00B77505"/>
    <w:rsid w:val="00B777A4"/>
    <w:rsid w:val="00B7780A"/>
    <w:rsid w:val="00B77B48"/>
    <w:rsid w:val="00B80221"/>
    <w:rsid w:val="00B809B9"/>
    <w:rsid w:val="00B80D44"/>
    <w:rsid w:val="00B82B3B"/>
    <w:rsid w:val="00B836AE"/>
    <w:rsid w:val="00B839F2"/>
    <w:rsid w:val="00B841FB"/>
    <w:rsid w:val="00B84BC4"/>
    <w:rsid w:val="00B85163"/>
    <w:rsid w:val="00B85311"/>
    <w:rsid w:val="00B8615B"/>
    <w:rsid w:val="00B863BD"/>
    <w:rsid w:val="00B86AA4"/>
    <w:rsid w:val="00B8786E"/>
    <w:rsid w:val="00B87AC5"/>
    <w:rsid w:val="00B9008A"/>
    <w:rsid w:val="00B90539"/>
    <w:rsid w:val="00B90F6F"/>
    <w:rsid w:val="00B91105"/>
    <w:rsid w:val="00B91BB6"/>
    <w:rsid w:val="00B92375"/>
    <w:rsid w:val="00B92FF3"/>
    <w:rsid w:val="00B9365D"/>
    <w:rsid w:val="00B93861"/>
    <w:rsid w:val="00B93884"/>
    <w:rsid w:val="00B93D03"/>
    <w:rsid w:val="00B940DA"/>
    <w:rsid w:val="00B9451E"/>
    <w:rsid w:val="00B94B66"/>
    <w:rsid w:val="00B94D2D"/>
    <w:rsid w:val="00B950BE"/>
    <w:rsid w:val="00B95141"/>
    <w:rsid w:val="00B96318"/>
    <w:rsid w:val="00B9704A"/>
    <w:rsid w:val="00B970E7"/>
    <w:rsid w:val="00B972A2"/>
    <w:rsid w:val="00B97C0A"/>
    <w:rsid w:val="00BA0CC3"/>
    <w:rsid w:val="00BA1482"/>
    <w:rsid w:val="00BA1612"/>
    <w:rsid w:val="00BA1745"/>
    <w:rsid w:val="00BA1784"/>
    <w:rsid w:val="00BA1CD8"/>
    <w:rsid w:val="00BA1EF8"/>
    <w:rsid w:val="00BA3927"/>
    <w:rsid w:val="00BA3F6D"/>
    <w:rsid w:val="00BA40A0"/>
    <w:rsid w:val="00BA46AF"/>
    <w:rsid w:val="00BA4EF6"/>
    <w:rsid w:val="00BA5198"/>
    <w:rsid w:val="00BA5CEA"/>
    <w:rsid w:val="00BA5DA3"/>
    <w:rsid w:val="00BA5DD5"/>
    <w:rsid w:val="00BA60A7"/>
    <w:rsid w:val="00BA7562"/>
    <w:rsid w:val="00BA7CDC"/>
    <w:rsid w:val="00BB0205"/>
    <w:rsid w:val="00BB1B79"/>
    <w:rsid w:val="00BB1D49"/>
    <w:rsid w:val="00BB1E63"/>
    <w:rsid w:val="00BB20B1"/>
    <w:rsid w:val="00BB2A23"/>
    <w:rsid w:val="00BB4601"/>
    <w:rsid w:val="00BB4B6F"/>
    <w:rsid w:val="00BB4E7C"/>
    <w:rsid w:val="00BB549B"/>
    <w:rsid w:val="00BB5DEA"/>
    <w:rsid w:val="00BB5EFF"/>
    <w:rsid w:val="00BB629B"/>
    <w:rsid w:val="00BB687C"/>
    <w:rsid w:val="00BB7AFA"/>
    <w:rsid w:val="00BC1152"/>
    <w:rsid w:val="00BC1649"/>
    <w:rsid w:val="00BC2199"/>
    <w:rsid w:val="00BC2648"/>
    <w:rsid w:val="00BC26C5"/>
    <w:rsid w:val="00BC28AC"/>
    <w:rsid w:val="00BC2A27"/>
    <w:rsid w:val="00BC2B93"/>
    <w:rsid w:val="00BC333C"/>
    <w:rsid w:val="00BC383F"/>
    <w:rsid w:val="00BC39AC"/>
    <w:rsid w:val="00BC3CB6"/>
    <w:rsid w:val="00BC3DE9"/>
    <w:rsid w:val="00BC4C68"/>
    <w:rsid w:val="00BC5E67"/>
    <w:rsid w:val="00BC620A"/>
    <w:rsid w:val="00BC62FC"/>
    <w:rsid w:val="00BC6984"/>
    <w:rsid w:val="00BC6AAC"/>
    <w:rsid w:val="00BC6E20"/>
    <w:rsid w:val="00BC7159"/>
    <w:rsid w:val="00BC74CA"/>
    <w:rsid w:val="00BC7C0C"/>
    <w:rsid w:val="00BC7C6B"/>
    <w:rsid w:val="00BD0889"/>
    <w:rsid w:val="00BD0942"/>
    <w:rsid w:val="00BD095A"/>
    <w:rsid w:val="00BD15B8"/>
    <w:rsid w:val="00BD18D4"/>
    <w:rsid w:val="00BD2220"/>
    <w:rsid w:val="00BD2447"/>
    <w:rsid w:val="00BD3F0E"/>
    <w:rsid w:val="00BD3FA8"/>
    <w:rsid w:val="00BD3FB0"/>
    <w:rsid w:val="00BD3FBC"/>
    <w:rsid w:val="00BD414F"/>
    <w:rsid w:val="00BD448F"/>
    <w:rsid w:val="00BD4971"/>
    <w:rsid w:val="00BD4AB4"/>
    <w:rsid w:val="00BD5434"/>
    <w:rsid w:val="00BD578F"/>
    <w:rsid w:val="00BD5817"/>
    <w:rsid w:val="00BD6FCB"/>
    <w:rsid w:val="00BD78E4"/>
    <w:rsid w:val="00BD7E08"/>
    <w:rsid w:val="00BD7E3F"/>
    <w:rsid w:val="00BE077C"/>
    <w:rsid w:val="00BE1406"/>
    <w:rsid w:val="00BE1F10"/>
    <w:rsid w:val="00BE28A9"/>
    <w:rsid w:val="00BE29D5"/>
    <w:rsid w:val="00BE2E91"/>
    <w:rsid w:val="00BE32F2"/>
    <w:rsid w:val="00BE339E"/>
    <w:rsid w:val="00BE36E2"/>
    <w:rsid w:val="00BE37C1"/>
    <w:rsid w:val="00BE38B7"/>
    <w:rsid w:val="00BE3B18"/>
    <w:rsid w:val="00BE3F6C"/>
    <w:rsid w:val="00BE41E0"/>
    <w:rsid w:val="00BE471D"/>
    <w:rsid w:val="00BE494E"/>
    <w:rsid w:val="00BE4F45"/>
    <w:rsid w:val="00BE5E7E"/>
    <w:rsid w:val="00BE5F6B"/>
    <w:rsid w:val="00BE6792"/>
    <w:rsid w:val="00BE6928"/>
    <w:rsid w:val="00BE6975"/>
    <w:rsid w:val="00BE6CFD"/>
    <w:rsid w:val="00BE6F2F"/>
    <w:rsid w:val="00BE70E0"/>
    <w:rsid w:val="00BE752F"/>
    <w:rsid w:val="00BE7C9C"/>
    <w:rsid w:val="00BF0171"/>
    <w:rsid w:val="00BF06F4"/>
    <w:rsid w:val="00BF097F"/>
    <w:rsid w:val="00BF1389"/>
    <w:rsid w:val="00BF1B65"/>
    <w:rsid w:val="00BF1C2F"/>
    <w:rsid w:val="00BF1EA0"/>
    <w:rsid w:val="00BF1F05"/>
    <w:rsid w:val="00BF26F2"/>
    <w:rsid w:val="00BF2885"/>
    <w:rsid w:val="00BF2890"/>
    <w:rsid w:val="00BF2965"/>
    <w:rsid w:val="00BF313B"/>
    <w:rsid w:val="00BF3909"/>
    <w:rsid w:val="00BF3E8A"/>
    <w:rsid w:val="00BF4327"/>
    <w:rsid w:val="00BF44FE"/>
    <w:rsid w:val="00BF4D6F"/>
    <w:rsid w:val="00BF504F"/>
    <w:rsid w:val="00BF5681"/>
    <w:rsid w:val="00BF5E4F"/>
    <w:rsid w:val="00BF6738"/>
    <w:rsid w:val="00BF69D6"/>
    <w:rsid w:val="00BF7534"/>
    <w:rsid w:val="00C005A0"/>
    <w:rsid w:val="00C00CB2"/>
    <w:rsid w:val="00C00D39"/>
    <w:rsid w:val="00C029E1"/>
    <w:rsid w:val="00C02AA5"/>
    <w:rsid w:val="00C02EB3"/>
    <w:rsid w:val="00C0399F"/>
    <w:rsid w:val="00C03AE3"/>
    <w:rsid w:val="00C0571B"/>
    <w:rsid w:val="00C057C2"/>
    <w:rsid w:val="00C06589"/>
    <w:rsid w:val="00C06B40"/>
    <w:rsid w:val="00C06D67"/>
    <w:rsid w:val="00C0700F"/>
    <w:rsid w:val="00C1016D"/>
    <w:rsid w:val="00C10630"/>
    <w:rsid w:val="00C10DEF"/>
    <w:rsid w:val="00C11DEA"/>
    <w:rsid w:val="00C12962"/>
    <w:rsid w:val="00C12E3C"/>
    <w:rsid w:val="00C12FF3"/>
    <w:rsid w:val="00C13087"/>
    <w:rsid w:val="00C13CB5"/>
    <w:rsid w:val="00C13D51"/>
    <w:rsid w:val="00C143E3"/>
    <w:rsid w:val="00C146E4"/>
    <w:rsid w:val="00C149FA"/>
    <w:rsid w:val="00C14C38"/>
    <w:rsid w:val="00C14D80"/>
    <w:rsid w:val="00C1536F"/>
    <w:rsid w:val="00C15B14"/>
    <w:rsid w:val="00C15CA2"/>
    <w:rsid w:val="00C15E9B"/>
    <w:rsid w:val="00C1658C"/>
    <w:rsid w:val="00C168F5"/>
    <w:rsid w:val="00C1699F"/>
    <w:rsid w:val="00C16C21"/>
    <w:rsid w:val="00C1791C"/>
    <w:rsid w:val="00C17B29"/>
    <w:rsid w:val="00C17CAF"/>
    <w:rsid w:val="00C17CC1"/>
    <w:rsid w:val="00C22754"/>
    <w:rsid w:val="00C22AB8"/>
    <w:rsid w:val="00C22CE6"/>
    <w:rsid w:val="00C23734"/>
    <w:rsid w:val="00C23B20"/>
    <w:rsid w:val="00C2405A"/>
    <w:rsid w:val="00C24537"/>
    <w:rsid w:val="00C2459E"/>
    <w:rsid w:val="00C249C9"/>
    <w:rsid w:val="00C24EC3"/>
    <w:rsid w:val="00C25190"/>
    <w:rsid w:val="00C251B8"/>
    <w:rsid w:val="00C25789"/>
    <w:rsid w:val="00C26D82"/>
    <w:rsid w:val="00C271DD"/>
    <w:rsid w:val="00C271E9"/>
    <w:rsid w:val="00C27B06"/>
    <w:rsid w:val="00C30173"/>
    <w:rsid w:val="00C30270"/>
    <w:rsid w:val="00C31B06"/>
    <w:rsid w:val="00C320B7"/>
    <w:rsid w:val="00C321C4"/>
    <w:rsid w:val="00C32220"/>
    <w:rsid w:val="00C329B3"/>
    <w:rsid w:val="00C329C8"/>
    <w:rsid w:val="00C32C06"/>
    <w:rsid w:val="00C32E2D"/>
    <w:rsid w:val="00C3380D"/>
    <w:rsid w:val="00C344D3"/>
    <w:rsid w:val="00C349F5"/>
    <w:rsid w:val="00C358D7"/>
    <w:rsid w:val="00C35A8F"/>
    <w:rsid w:val="00C36032"/>
    <w:rsid w:val="00C360CD"/>
    <w:rsid w:val="00C36B9D"/>
    <w:rsid w:val="00C3779B"/>
    <w:rsid w:val="00C3793E"/>
    <w:rsid w:val="00C408F5"/>
    <w:rsid w:val="00C42914"/>
    <w:rsid w:val="00C42F06"/>
    <w:rsid w:val="00C43A09"/>
    <w:rsid w:val="00C44470"/>
    <w:rsid w:val="00C446C8"/>
    <w:rsid w:val="00C44CFC"/>
    <w:rsid w:val="00C4521E"/>
    <w:rsid w:val="00C4538D"/>
    <w:rsid w:val="00C4541D"/>
    <w:rsid w:val="00C45B06"/>
    <w:rsid w:val="00C45BA9"/>
    <w:rsid w:val="00C4632D"/>
    <w:rsid w:val="00C4675E"/>
    <w:rsid w:val="00C467B5"/>
    <w:rsid w:val="00C46E00"/>
    <w:rsid w:val="00C46FE8"/>
    <w:rsid w:val="00C47BA9"/>
    <w:rsid w:val="00C47D17"/>
    <w:rsid w:val="00C50249"/>
    <w:rsid w:val="00C50A70"/>
    <w:rsid w:val="00C51098"/>
    <w:rsid w:val="00C51151"/>
    <w:rsid w:val="00C512A5"/>
    <w:rsid w:val="00C5130B"/>
    <w:rsid w:val="00C525F8"/>
    <w:rsid w:val="00C52C37"/>
    <w:rsid w:val="00C52C82"/>
    <w:rsid w:val="00C52ED5"/>
    <w:rsid w:val="00C54035"/>
    <w:rsid w:val="00C5447C"/>
    <w:rsid w:val="00C54B43"/>
    <w:rsid w:val="00C54F9B"/>
    <w:rsid w:val="00C5511E"/>
    <w:rsid w:val="00C55336"/>
    <w:rsid w:val="00C557B4"/>
    <w:rsid w:val="00C56244"/>
    <w:rsid w:val="00C56996"/>
    <w:rsid w:val="00C56D42"/>
    <w:rsid w:val="00C57149"/>
    <w:rsid w:val="00C572A7"/>
    <w:rsid w:val="00C577EE"/>
    <w:rsid w:val="00C608E5"/>
    <w:rsid w:val="00C613B5"/>
    <w:rsid w:val="00C6142E"/>
    <w:rsid w:val="00C618E7"/>
    <w:rsid w:val="00C62442"/>
    <w:rsid w:val="00C6262E"/>
    <w:rsid w:val="00C62C25"/>
    <w:rsid w:val="00C62E54"/>
    <w:rsid w:val="00C631A9"/>
    <w:rsid w:val="00C63AB2"/>
    <w:rsid w:val="00C6482C"/>
    <w:rsid w:val="00C6517F"/>
    <w:rsid w:val="00C65C2F"/>
    <w:rsid w:val="00C662F8"/>
    <w:rsid w:val="00C717EB"/>
    <w:rsid w:val="00C71956"/>
    <w:rsid w:val="00C71AF4"/>
    <w:rsid w:val="00C72625"/>
    <w:rsid w:val="00C72DE9"/>
    <w:rsid w:val="00C74D37"/>
    <w:rsid w:val="00C75A5B"/>
    <w:rsid w:val="00C76CDE"/>
    <w:rsid w:val="00C76CE7"/>
    <w:rsid w:val="00C770EE"/>
    <w:rsid w:val="00C778B0"/>
    <w:rsid w:val="00C80845"/>
    <w:rsid w:val="00C811E8"/>
    <w:rsid w:val="00C813F7"/>
    <w:rsid w:val="00C81D87"/>
    <w:rsid w:val="00C81FE3"/>
    <w:rsid w:val="00C82430"/>
    <w:rsid w:val="00C829C8"/>
    <w:rsid w:val="00C829F1"/>
    <w:rsid w:val="00C830CF"/>
    <w:rsid w:val="00C83E4A"/>
    <w:rsid w:val="00C849EE"/>
    <w:rsid w:val="00C858FE"/>
    <w:rsid w:val="00C85F10"/>
    <w:rsid w:val="00C85F9F"/>
    <w:rsid w:val="00C8646A"/>
    <w:rsid w:val="00C865E0"/>
    <w:rsid w:val="00C86B60"/>
    <w:rsid w:val="00C86DAB"/>
    <w:rsid w:val="00C8743D"/>
    <w:rsid w:val="00C87D36"/>
    <w:rsid w:val="00C87DD5"/>
    <w:rsid w:val="00C90060"/>
    <w:rsid w:val="00C90ECE"/>
    <w:rsid w:val="00C92F9A"/>
    <w:rsid w:val="00C9344C"/>
    <w:rsid w:val="00C937DC"/>
    <w:rsid w:val="00C93B41"/>
    <w:rsid w:val="00C941CE"/>
    <w:rsid w:val="00C9510A"/>
    <w:rsid w:val="00C955C0"/>
    <w:rsid w:val="00C96EAA"/>
    <w:rsid w:val="00CA0163"/>
    <w:rsid w:val="00CA06E3"/>
    <w:rsid w:val="00CA0D01"/>
    <w:rsid w:val="00CA113C"/>
    <w:rsid w:val="00CA1149"/>
    <w:rsid w:val="00CA12FD"/>
    <w:rsid w:val="00CA1432"/>
    <w:rsid w:val="00CA1875"/>
    <w:rsid w:val="00CA1C0D"/>
    <w:rsid w:val="00CA1F47"/>
    <w:rsid w:val="00CA23D9"/>
    <w:rsid w:val="00CA24B8"/>
    <w:rsid w:val="00CA3257"/>
    <w:rsid w:val="00CA36A6"/>
    <w:rsid w:val="00CA422A"/>
    <w:rsid w:val="00CA4E7A"/>
    <w:rsid w:val="00CA5816"/>
    <w:rsid w:val="00CA5D22"/>
    <w:rsid w:val="00CA5EDD"/>
    <w:rsid w:val="00CA633A"/>
    <w:rsid w:val="00CA649C"/>
    <w:rsid w:val="00CA7925"/>
    <w:rsid w:val="00CA7F87"/>
    <w:rsid w:val="00CB16C4"/>
    <w:rsid w:val="00CB17C9"/>
    <w:rsid w:val="00CB1996"/>
    <w:rsid w:val="00CB2643"/>
    <w:rsid w:val="00CB2CEE"/>
    <w:rsid w:val="00CB30E7"/>
    <w:rsid w:val="00CB36D6"/>
    <w:rsid w:val="00CB376E"/>
    <w:rsid w:val="00CB3DA0"/>
    <w:rsid w:val="00CB3FD2"/>
    <w:rsid w:val="00CB4B91"/>
    <w:rsid w:val="00CB5A52"/>
    <w:rsid w:val="00CB5BDF"/>
    <w:rsid w:val="00CB61F1"/>
    <w:rsid w:val="00CB7D7B"/>
    <w:rsid w:val="00CC0224"/>
    <w:rsid w:val="00CC03B4"/>
    <w:rsid w:val="00CC1D7C"/>
    <w:rsid w:val="00CC1ECD"/>
    <w:rsid w:val="00CC210D"/>
    <w:rsid w:val="00CC25A1"/>
    <w:rsid w:val="00CC25ED"/>
    <w:rsid w:val="00CC26AE"/>
    <w:rsid w:val="00CC30C1"/>
    <w:rsid w:val="00CC3293"/>
    <w:rsid w:val="00CC3414"/>
    <w:rsid w:val="00CC34D6"/>
    <w:rsid w:val="00CC5DAB"/>
    <w:rsid w:val="00CC6456"/>
    <w:rsid w:val="00CC67A1"/>
    <w:rsid w:val="00CC6EFC"/>
    <w:rsid w:val="00CC6F56"/>
    <w:rsid w:val="00CC7455"/>
    <w:rsid w:val="00CD07FB"/>
    <w:rsid w:val="00CD0BE4"/>
    <w:rsid w:val="00CD1929"/>
    <w:rsid w:val="00CD2B69"/>
    <w:rsid w:val="00CD2BCC"/>
    <w:rsid w:val="00CD2FDE"/>
    <w:rsid w:val="00CD3078"/>
    <w:rsid w:val="00CD3A8F"/>
    <w:rsid w:val="00CD49CF"/>
    <w:rsid w:val="00CD5460"/>
    <w:rsid w:val="00CD5CF4"/>
    <w:rsid w:val="00CD60A5"/>
    <w:rsid w:val="00CD6734"/>
    <w:rsid w:val="00CD6D4A"/>
    <w:rsid w:val="00CD7D05"/>
    <w:rsid w:val="00CE0F04"/>
    <w:rsid w:val="00CE19FE"/>
    <w:rsid w:val="00CE1DA0"/>
    <w:rsid w:val="00CE1DB7"/>
    <w:rsid w:val="00CE20E8"/>
    <w:rsid w:val="00CE30F7"/>
    <w:rsid w:val="00CE3713"/>
    <w:rsid w:val="00CE3D6B"/>
    <w:rsid w:val="00CE3E06"/>
    <w:rsid w:val="00CE4191"/>
    <w:rsid w:val="00CE4B77"/>
    <w:rsid w:val="00CE5025"/>
    <w:rsid w:val="00CE5062"/>
    <w:rsid w:val="00CE5360"/>
    <w:rsid w:val="00CE5D0B"/>
    <w:rsid w:val="00CE6585"/>
    <w:rsid w:val="00CE683D"/>
    <w:rsid w:val="00CE6C13"/>
    <w:rsid w:val="00CE7D90"/>
    <w:rsid w:val="00CF1129"/>
    <w:rsid w:val="00CF11A0"/>
    <w:rsid w:val="00CF14A7"/>
    <w:rsid w:val="00CF1EA5"/>
    <w:rsid w:val="00CF2211"/>
    <w:rsid w:val="00CF27BA"/>
    <w:rsid w:val="00CF287D"/>
    <w:rsid w:val="00CF2A5A"/>
    <w:rsid w:val="00CF35E2"/>
    <w:rsid w:val="00CF4272"/>
    <w:rsid w:val="00CF427A"/>
    <w:rsid w:val="00CF543E"/>
    <w:rsid w:val="00CF547B"/>
    <w:rsid w:val="00CF5DB4"/>
    <w:rsid w:val="00CF63F7"/>
    <w:rsid w:val="00CF650B"/>
    <w:rsid w:val="00CF6790"/>
    <w:rsid w:val="00CF6C1E"/>
    <w:rsid w:val="00D007B1"/>
    <w:rsid w:val="00D00CA3"/>
    <w:rsid w:val="00D01E68"/>
    <w:rsid w:val="00D02227"/>
    <w:rsid w:val="00D02314"/>
    <w:rsid w:val="00D028FE"/>
    <w:rsid w:val="00D03135"/>
    <w:rsid w:val="00D03AC1"/>
    <w:rsid w:val="00D040F2"/>
    <w:rsid w:val="00D04565"/>
    <w:rsid w:val="00D0464B"/>
    <w:rsid w:val="00D04BA8"/>
    <w:rsid w:val="00D04F63"/>
    <w:rsid w:val="00D0500C"/>
    <w:rsid w:val="00D072CB"/>
    <w:rsid w:val="00D07F73"/>
    <w:rsid w:val="00D11130"/>
    <w:rsid w:val="00D11166"/>
    <w:rsid w:val="00D11BC8"/>
    <w:rsid w:val="00D11FBE"/>
    <w:rsid w:val="00D1226A"/>
    <w:rsid w:val="00D12847"/>
    <w:rsid w:val="00D12F31"/>
    <w:rsid w:val="00D13237"/>
    <w:rsid w:val="00D1367E"/>
    <w:rsid w:val="00D146BA"/>
    <w:rsid w:val="00D150C1"/>
    <w:rsid w:val="00D158D8"/>
    <w:rsid w:val="00D158E7"/>
    <w:rsid w:val="00D15B77"/>
    <w:rsid w:val="00D1619E"/>
    <w:rsid w:val="00D1672F"/>
    <w:rsid w:val="00D1676B"/>
    <w:rsid w:val="00D16B9C"/>
    <w:rsid w:val="00D172B8"/>
    <w:rsid w:val="00D17677"/>
    <w:rsid w:val="00D20291"/>
    <w:rsid w:val="00D20E16"/>
    <w:rsid w:val="00D212F0"/>
    <w:rsid w:val="00D21F74"/>
    <w:rsid w:val="00D22056"/>
    <w:rsid w:val="00D22581"/>
    <w:rsid w:val="00D227D9"/>
    <w:rsid w:val="00D23A5F"/>
    <w:rsid w:val="00D24349"/>
    <w:rsid w:val="00D2475A"/>
    <w:rsid w:val="00D25412"/>
    <w:rsid w:val="00D255CB"/>
    <w:rsid w:val="00D25D6B"/>
    <w:rsid w:val="00D26266"/>
    <w:rsid w:val="00D264E7"/>
    <w:rsid w:val="00D27CB2"/>
    <w:rsid w:val="00D30660"/>
    <w:rsid w:val="00D30F24"/>
    <w:rsid w:val="00D310FC"/>
    <w:rsid w:val="00D31990"/>
    <w:rsid w:val="00D31F41"/>
    <w:rsid w:val="00D33E48"/>
    <w:rsid w:val="00D34208"/>
    <w:rsid w:val="00D35D95"/>
    <w:rsid w:val="00D36DB8"/>
    <w:rsid w:val="00D37E60"/>
    <w:rsid w:val="00D40391"/>
    <w:rsid w:val="00D40607"/>
    <w:rsid w:val="00D42155"/>
    <w:rsid w:val="00D426BE"/>
    <w:rsid w:val="00D42760"/>
    <w:rsid w:val="00D428C9"/>
    <w:rsid w:val="00D42A91"/>
    <w:rsid w:val="00D43832"/>
    <w:rsid w:val="00D43D02"/>
    <w:rsid w:val="00D43FF1"/>
    <w:rsid w:val="00D44083"/>
    <w:rsid w:val="00D440B1"/>
    <w:rsid w:val="00D45338"/>
    <w:rsid w:val="00D45519"/>
    <w:rsid w:val="00D45F4B"/>
    <w:rsid w:val="00D463B8"/>
    <w:rsid w:val="00D46C56"/>
    <w:rsid w:val="00D477AB"/>
    <w:rsid w:val="00D479F6"/>
    <w:rsid w:val="00D47A5D"/>
    <w:rsid w:val="00D51335"/>
    <w:rsid w:val="00D52647"/>
    <w:rsid w:val="00D52A6E"/>
    <w:rsid w:val="00D53122"/>
    <w:rsid w:val="00D53CF0"/>
    <w:rsid w:val="00D54355"/>
    <w:rsid w:val="00D549C5"/>
    <w:rsid w:val="00D54B34"/>
    <w:rsid w:val="00D54DCE"/>
    <w:rsid w:val="00D5539F"/>
    <w:rsid w:val="00D56453"/>
    <w:rsid w:val="00D564EE"/>
    <w:rsid w:val="00D56558"/>
    <w:rsid w:val="00D56F1F"/>
    <w:rsid w:val="00D57CFA"/>
    <w:rsid w:val="00D57ED0"/>
    <w:rsid w:val="00D60541"/>
    <w:rsid w:val="00D610E5"/>
    <w:rsid w:val="00D618DE"/>
    <w:rsid w:val="00D61A1A"/>
    <w:rsid w:val="00D61B26"/>
    <w:rsid w:val="00D61EFB"/>
    <w:rsid w:val="00D620E0"/>
    <w:rsid w:val="00D62308"/>
    <w:rsid w:val="00D62E2B"/>
    <w:rsid w:val="00D63A27"/>
    <w:rsid w:val="00D63A82"/>
    <w:rsid w:val="00D640D2"/>
    <w:rsid w:val="00D6443F"/>
    <w:rsid w:val="00D65DDF"/>
    <w:rsid w:val="00D6607B"/>
    <w:rsid w:val="00D672E4"/>
    <w:rsid w:val="00D674D0"/>
    <w:rsid w:val="00D67DEC"/>
    <w:rsid w:val="00D70933"/>
    <w:rsid w:val="00D714AC"/>
    <w:rsid w:val="00D71D77"/>
    <w:rsid w:val="00D722D0"/>
    <w:rsid w:val="00D72D75"/>
    <w:rsid w:val="00D73971"/>
    <w:rsid w:val="00D7475E"/>
    <w:rsid w:val="00D747E0"/>
    <w:rsid w:val="00D751E7"/>
    <w:rsid w:val="00D75A35"/>
    <w:rsid w:val="00D7684C"/>
    <w:rsid w:val="00D7693F"/>
    <w:rsid w:val="00D76D75"/>
    <w:rsid w:val="00D770B2"/>
    <w:rsid w:val="00D77268"/>
    <w:rsid w:val="00D7735D"/>
    <w:rsid w:val="00D809E2"/>
    <w:rsid w:val="00D81359"/>
    <w:rsid w:val="00D82079"/>
    <w:rsid w:val="00D837F9"/>
    <w:rsid w:val="00D83B17"/>
    <w:rsid w:val="00D83F27"/>
    <w:rsid w:val="00D84B40"/>
    <w:rsid w:val="00D84F78"/>
    <w:rsid w:val="00D853ED"/>
    <w:rsid w:val="00D859CE"/>
    <w:rsid w:val="00D8669C"/>
    <w:rsid w:val="00D9148A"/>
    <w:rsid w:val="00D91561"/>
    <w:rsid w:val="00D91DBE"/>
    <w:rsid w:val="00D922B3"/>
    <w:rsid w:val="00D9270B"/>
    <w:rsid w:val="00D92BE5"/>
    <w:rsid w:val="00D92D1D"/>
    <w:rsid w:val="00D934A2"/>
    <w:rsid w:val="00D93829"/>
    <w:rsid w:val="00D93902"/>
    <w:rsid w:val="00D93D77"/>
    <w:rsid w:val="00D946B0"/>
    <w:rsid w:val="00D95AE2"/>
    <w:rsid w:val="00D95E99"/>
    <w:rsid w:val="00D9632C"/>
    <w:rsid w:val="00D96648"/>
    <w:rsid w:val="00D9681E"/>
    <w:rsid w:val="00D9763A"/>
    <w:rsid w:val="00D97E26"/>
    <w:rsid w:val="00DA0875"/>
    <w:rsid w:val="00DA0AEE"/>
    <w:rsid w:val="00DA11A6"/>
    <w:rsid w:val="00DA3DD2"/>
    <w:rsid w:val="00DA3F7D"/>
    <w:rsid w:val="00DA4226"/>
    <w:rsid w:val="00DA478A"/>
    <w:rsid w:val="00DA4B49"/>
    <w:rsid w:val="00DA5307"/>
    <w:rsid w:val="00DA55ED"/>
    <w:rsid w:val="00DA58CE"/>
    <w:rsid w:val="00DA6304"/>
    <w:rsid w:val="00DA66A4"/>
    <w:rsid w:val="00DA673C"/>
    <w:rsid w:val="00DA6A8E"/>
    <w:rsid w:val="00DA6C52"/>
    <w:rsid w:val="00DA6C5C"/>
    <w:rsid w:val="00DA7185"/>
    <w:rsid w:val="00DA722B"/>
    <w:rsid w:val="00DA7336"/>
    <w:rsid w:val="00DA737F"/>
    <w:rsid w:val="00DA7E02"/>
    <w:rsid w:val="00DB048C"/>
    <w:rsid w:val="00DB14D3"/>
    <w:rsid w:val="00DB2D8D"/>
    <w:rsid w:val="00DB3458"/>
    <w:rsid w:val="00DB3817"/>
    <w:rsid w:val="00DB3E39"/>
    <w:rsid w:val="00DB40E5"/>
    <w:rsid w:val="00DB41D8"/>
    <w:rsid w:val="00DB4222"/>
    <w:rsid w:val="00DB4D20"/>
    <w:rsid w:val="00DB4F41"/>
    <w:rsid w:val="00DB5BD8"/>
    <w:rsid w:val="00DB5C65"/>
    <w:rsid w:val="00DB6516"/>
    <w:rsid w:val="00DB676C"/>
    <w:rsid w:val="00DB6D1B"/>
    <w:rsid w:val="00DB7278"/>
    <w:rsid w:val="00DB77C9"/>
    <w:rsid w:val="00DB7A05"/>
    <w:rsid w:val="00DC025C"/>
    <w:rsid w:val="00DC0405"/>
    <w:rsid w:val="00DC09D8"/>
    <w:rsid w:val="00DC1480"/>
    <w:rsid w:val="00DC214F"/>
    <w:rsid w:val="00DC24C2"/>
    <w:rsid w:val="00DC274E"/>
    <w:rsid w:val="00DC290B"/>
    <w:rsid w:val="00DC29B6"/>
    <w:rsid w:val="00DC4154"/>
    <w:rsid w:val="00DC43CF"/>
    <w:rsid w:val="00DC48C3"/>
    <w:rsid w:val="00DC4C18"/>
    <w:rsid w:val="00DC5153"/>
    <w:rsid w:val="00DC5E62"/>
    <w:rsid w:val="00DC6252"/>
    <w:rsid w:val="00DC652C"/>
    <w:rsid w:val="00DC683C"/>
    <w:rsid w:val="00DC6BAA"/>
    <w:rsid w:val="00DC6DD5"/>
    <w:rsid w:val="00DC7A61"/>
    <w:rsid w:val="00DC7F27"/>
    <w:rsid w:val="00DD054B"/>
    <w:rsid w:val="00DD16F8"/>
    <w:rsid w:val="00DD1A0E"/>
    <w:rsid w:val="00DD20E5"/>
    <w:rsid w:val="00DD264B"/>
    <w:rsid w:val="00DD2ECF"/>
    <w:rsid w:val="00DD3107"/>
    <w:rsid w:val="00DD337D"/>
    <w:rsid w:val="00DD3ADF"/>
    <w:rsid w:val="00DD3D36"/>
    <w:rsid w:val="00DD3E61"/>
    <w:rsid w:val="00DD40E0"/>
    <w:rsid w:val="00DD509E"/>
    <w:rsid w:val="00DD5521"/>
    <w:rsid w:val="00DD58E2"/>
    <w:rsid w:val="00DD5982"/>
    <w:rsid w:val="00DD6260"/>
    <w:rsid w:val="00DD67B2"/>
    <w:rsid w:val="00DD79B6"/>
    <w:rsid w:val="00DD7ABC"/>
    <w:rsid w:val="00DD7C82"/>
    <w:rsid w:val="00DE04A5"/>
    <w:rsid w:val="00DE138A"/>
    <w:rsid w:val="00DE230A"/>
    <w:rsid w:val="00DE3062"/>
    <w:rsid w:val="00DE4715"/>
    <w:rsid w:val="00DE48F2"/>
    <w:rsid w:val="00DE4A4A"/>
    <w:rsid w:val="00DE5184"/>
    <w:rsid w:val="00DE55D0"/>
    <w:rsid w:val="00DE58E1"/>
    <w:rsid w:val="00DE5FBC"/>
    <w:rsid w:val="00DE6EE4"/>
    <w:rsid w:val="00DE6F9F"/>
    <w:rsid w:val="00DE78B8"/>
    <w:rsid w:val="00DE7B37"/>
    <w:rsid w:val="00DE7E6F"/>
    <w:rsid w:val="00DF0083"/>
    <w:rsid w:val="00DF0346"/>
    <w:rsid w:val="00DF03CD"/>
    <w:rsid w:val="00DF15DF"/>
    <w:rsid w:val="00DF165F"/>
    <w:rsid w:val="00DF3043"/>
    <w:rsid w:val="00DF47CC"/>
    <w:rsid w:val="00DF4827"/>
    <w:rsid w:val="00DF4921"/>
    <w:rsid w:val="00DF4B64"/>
    <w:rsid w:val="00DF5C10"/>
    <w:rsid w:val="00DF6109"/>
    <w:rsid w:val="00DF65FF"/>
    <w:rsid w:val="00DF6868"/>
    <w:rsid w:val="00E01219"/>
    <w:rsid w:val="00E01725"/>
    <w:rsid w:val="00E024CA"/>
    <w:rsid w:val="00E0293A"/>
    <w:rsid w:val="00E02DAB"/>
    <w:rsid w:val="00E03209"/>
    <w:rsid w:val="00E034DD"/>
    <w:rsid w:val="00E037A5"/>
    <w:rsid w:val="00E0390F"/>
    <w:rsid w:val="00E03B9D"/>
    <w:rsid w:val="00E0431E"/>
    <w:rsid w:val="00E043D1"/>
    <w:rsid w:val="00E04EBE"/>
    <w:rsid w:val="00E05150"/>
    <w:rsid w:val="00E05449"/>
    <w:rsid w:val="00E05491"/>
    <w:rsid w:val="00E06C52"/>
    <w:rsid w:val="00E07D3C"/>
    <w:rsid w:val="00E102D9"/>
    <w:rsid w:val="00E1125C"/>
    <w:rsid w:val="00E120AD"/>
    <w:rsid w:val="00E137D7"/>
    <w:rsid w:val="00E13D61"/>
    <w:rsid w:val="00E147C8"/>
    <w:rsid w:val="00E14BDF"/>
    <w:rsid w:val="00E14CDA"/>
    <w:rsid w:val="00E15B37"/>
    <w:rsid w:val="00E1686E"/>
    <w:rsid w:val="00E16D95"/>
    <w:rsid w:val="00E171B5"/>
    <w:rsid w:val="00E17606"/>
    <w:rsid w:val="00E17730"/>
    <w:rsid w:val="00E17F4D"/>
    <w:rsid w:val="00E20603"/>
    <w:rsid w:val="00E20E1C"/>
    <w:rsid w:val="00E21517"/>
    <w:rsid w:val="00E23555"/>
    <w:rsid w:val="00E23788"/>
    <w:rsid w:val="00E24BC5"/>
    <w:rsid w:val="00E2521A"/>
    <w:rsid w:val="00E2527B"/>
    <w:rsid w:val="00E25552"/>
    <w:rsid w:val="00E256FD"/>
    <w:rsid w:val="00E25C1B"/>
    <w:rsid w:val="00E26212"/>
    <w:rsid w:val="00E27212"/>
    <w:rsid w:val="00E27396"/>
    <w:rsid w:val="00E2758E"/>
    <w:rsid w:val="00E27E9F"/>
    <w:rsid w:val="00E30270"/>
    <w:rsid w:val="00E30352"/>
    <w:rsid w:val="00E307C7"/>
    <w:rsid w:val="00E30CE6"/>
    <w:rsid w:val="00E310F1"/>
    <w:rsid w:val="00E31C55"/>
    <w:rsid w:val="00E32A1A"/>
    <w:rsid w:val="00E32BD3"/>
    <w:rsid w:val="00E33636"/>
    <w:rsid w:val="00E34B1B"/>
    <w:rsid w:val="00E35C86"/>
    <w:rsid w:val="00E36469"/>
    <w:rsid w:val="00E365A3"/>
    <w:rsid w:val="00E37E72"/>
    <w:rsid w:val="00E40324"/>
    <w:rsid w:val="00E40380"/>
    <w:rsid w:val="00E40451"/>
    <w:rsid w:val="00E408C1"/>
    <w:rsid w:val="00E40D97"/>
    <w:rsid w:val="00E40F4E"/>
    <w:rsid w:val="00E41A2B"/>
    <w:rsid w:val="00E41FB1"/>
    <w:rsid w:val="00E423D0"/>
    <w:rsid w:val="00E42672"/>
    <w:rsid w:val="00E43107"/>
    <w:rsid w:val="00E4397C"/>
    <w:rsid w:val="00E43E84"/>
    <w:rsid w:val="00E4446A"/>
    <w:rsid w:val="00E4448F"/>
    <w:rsid w:val="00E459B2"/>
    <w:rsid w:val="00E46060"/>
    <w:rsid w:val="00E46157"/>
    <w:rsid w:val="00E466BA"/>
    <w:rsid w:val="00E46B99"/>
    <w:rsid w:val="00E46C0B"/>
    <w:rsid w:val="00E46C84"/>
    <w:rsid w:val="00E479AD"/>
    <w:rsid w:val="00E47A89"/>
    <w:rsid w:val="00E5050A"/>
    <w:rsid w:val="00E51453"/>
    <w:rsid w:val="00E51F5A"/>
    <w:rsid w:val="00E523CF"/>
    <w:rsid w:val="00E524DB"/>
    <w:rsid w:val="00E532FF"/>
    <w:rsid w:val="00E53600"/>
    <w:rsid w:val="00E53F0E"/>
    <w:rsid w:val="00E54B8F"/>
    <w:rsid w:val="00E552D6"/>
    <w:rsid w:val="00E553EA"/>
    <w:rsid w:val="00E556DC"/>
    <w:rsid w:val="00E5602F"/>
    <w:rsid w:val="00E56374"/>
    <w:rsid w:val="00E5668C"/>
    <w:rsid w:val="00E578B1"/>
    <w:rsid w:val="00E57E91"/>
    <w:rsid w:val="00E606E3"/>
    <w:rsid w:val="00E60CAA"/>
    <w:rsid w:val="00E60CBF"/>
    <w:rsid w:val="00E6149B"/>
    <w:rsid w:val="00E61A1F"/>
    <w:rsid w:val="00E61B3D"/>
    <w:rsid w:val="00E620D2"/>
    <w:rsid w:val="00E629D5"/>
    <w:rsid w:val="00E62D7C"/>
    <w:rsid w:val="00E62FFD"/>
    <w:rsid w:val="00E63133"/>
    <w:rsid w:val="00E636B1"/>
    <w:rsid w:val="00E63CD2"/>
    <w:rsid w:val="00E63D96"/>
    <w:rsid w:val="00E6453D"/>
    <w:rsid w:val="00E6487E"/>
    <w:rsid w:val="00E64A89"/>
    <w:rsid w:val="00E65B5F"/>
    <w:rsid w:val="00E65E03"/>
    <w:rsid w:val="00E66714"/>
    <w:rsid w:val="00E668F4"/>
    <w:rsid w:val="00E66B9F"/>
    <w:rsid w:val="00E66D3B"/>
    <w:rsid w:val="00E7178B"/>
    <w:rsid w:val="00E71C3E"/>
    <w:rsid w:val="00E720FB"/>
    <w:rsid w:val="00E72E8F"/>
    <w:rsid w:val="00E73E5D"/>
    <w:rsid w:val="00E74906"/>
    <w:rsid w:val="00E74F44"/>
    <w:rsid w:val="00E75087"/>
    <w:rsid w:val="00E769A9"/>
    <w:rsid w:val="00E76FC0"/>
    <w:rsid w:val="00E76FF3"/>
    <w:rsid w:val="00E77147"/>
    <w:rsid w:val="00E77E7B"/>
    <w:rsid w:val="00E80110"/>
    <w:rsid w:val="00E801CE"/>
    <w:rsid w:val="00E8080A"/>
    <w:rsid w:val="00E80AC7"/>
    <w:rsid w:val="00E817B0"/>
    <w:rsid w:val="00E8256F"/>
    <w:rsid w:val="00E82979"/>
    <w:rsid w:val="00E83057"/>
    <w:rsid w:val="00E8389D"/>
    <w:rsid w:val="00E84260"/>
    <w:rsid w:val="00E84B50"/>
    <w:rsid w:val="00E85691"/>
    <w:rsid w:val="00E85952"/>
    <w:rsid w:val="00E865F7"/>
    <w:rsid w:val="00E86959"/>
    <w:rsid w:val="00E8735A"/>
    <w:rsid w:val="00E873CD"/>
    <w:rsid w:val="00E873F3"/>
    <w:rsid w:val="00E877B6"/>
    <w:rsid w:val="00E905D6"/>
    <w:rsid w:val="00E91915"/>
    <w:rsid w:val="00E91C1F"/>
    <w:rsid w:val="00E91DF6"/>
    <w:rsid w:val="00E93672"/>
    <w:rsid w:val="00E93A1D"/>
    <w:rsid w:val="00E94E46"/>
    <w:rsid w:val="00E953CA"/>
    <w:rsid w:val="00E96CA7"/>
    <w:rsid w:val="00E976A1"/>
    <w:rsid w:val="00EA020A"/>
    <w:rsid w:val="00EA1D06"/>
    <w:rsid w:val="00EA1E50"/>
    <w:rsid w:val="00EA24B9"/>
    <w:rsid w:val="00EA27BC"/>
    <w:rsid w:val="00EA3403"/>
    <w:rsid w:val="00EA3B24"/>
    <w:rsid w:val="00EA3D8B"/>
    <w:rsid w:val="00EA6295"/>
    <w:rsid w:val="00EA6A30"/>
    <w:rsid w:val="00EA702B"/>
    <w:rsid w:val="00EA7353"/>
    <w:rsid w:val="00EA764D"/>
    <w:rsid w:val="00EA7A9B"/>
    <w:rsid w:val="00EA7BBD"/>
    <w:rsid w:val="00EB04A6"/>
    <w:rsid w:val="00EB3046"/>
    <w:rsid w:val="00EB3159"/>
    <w:rsid w:val="00EB3441"/>
    <w:rsid w:val="00EB470E"/>
    <w:rsid w:val="00EB55E6"/>
    <w:rsid w:val="00EB59A8"/>
    <w:rsid w:val="00EB5D4B"/>
    <w:rsid w:val="00EB64A5"/>
    <w:rsid w:val="00EB6DB4"/>
    <w:rsid w:val="00EC03BC"/>
    <w:rsid w:val="00EC0886"/>
    <w:rsid w:val="00EC1BBB"/>
    <w:rsid w:val="00EC20C1"/>
    <w:rsid w:val="00EC3692"/>
    <w:rsid w:val="00EC3895"/>
    <w:rsid w:val="00EC4097"/>
    <w:rsid w:val="00EC46B5"/>
    <w:rsid w:val="00EC4CA8"/>
    <w:rsid w:val="00EC5141"/>
    <w:rsid w:val="00EC5211"/>
    <w:rsid w:val="00EC5F15"/>
    <w:rsid w:val="00EC70E2"/>
    <w:rsid w:val="00EC79A1"/>
    <w:rsid w:val="00EC7C16"/>
    <w:rsid w:val="00ED0FAD"/>
    <w:rsid w:val="00ED20F7"/>
    <w:rsid w:val="00ED29D9"/>
    <w:rsid w:val="00ED2D40"/>
    <w:rsid w:val="00ED2D6B"/>
    <w:rsid w:val="00ED2D75"/>
    <w:rsid w:val="00ED2E43"/>
    <w:rsid w:val="00ED33F3"/>
    <w:rsid w:val="00ED589E"/>
    <w:rsid w:val="00ED5FF5"/>
    <w:rsid w:val="00ED630A"/>
    <w:rsid w:val="00ED6AFA"/>
    <w:rsid w:val="00ED762B"/>
    <w:rsid w:val="00ED789C"/>
    <w:rsid w:val="00EE0491"/>
    <w:rsid w:val="00EE07A3"/>
    <w:rsid w:val="00EE0E77"/>
    <w:rsid w:val="00EE147E"/>
    <w:rsid w:val="00EE2197"/>
    <w:rsid w:val="00EE24B4"/>
    <w:rsid w:val="00EE26E5"/>
    <w:rsid w:val="00EE2B96"/>
    <w:rsid w:val="00EE2D64"/>
    <w:rsid w:val="00EE2DC6"/>
    <w:rsid w:val="00EE326B"/>
    <w:rsid w:val="00EE3A37"/>
    <w:rsid w:val="00EE3D4B"/>
    <w:rsid w:val="00EE4179"/>
    <w:rsid w:val="00EE4AAB"/>
    <w:rsid w:val="00EE4B15"/>
    <w:rsid w:val="00EE4D72"/>
    <w:rsid w:val="00EE597B"/>
    <w:rsid w:val="00EE5981"/>
    <w:rsid w:val="00EE5D57"/>
    <w:rsid w:val="00EE5E4B"/>
    <w:rsid w:val="00EE61A4"/>
    <w:rsid w:val="00EE626F"/>
    <w:rsid w:val="00EE7CC8"/>
    <w:rsid w:val="00EE7F96"/>
    <w:rsid w:val="00EF08F4"/>
    <w:rsid w:val="00EF1122"/>
    <w:rsid w:val="00EF11FE"/>
    <w:rsid w:val="00EF1663"/>
    <w:rsid w:val="00EF189E"/>
    <w:rsid w:val="00EF18BC"/>
    <w:rsid w:val="00EF1DDE"/>
    <w:rsid w:val="00EF2A26"/>
    <w:rsid w:val="00EF2CBC"/>
    <w:rsid w:val="00EF2ED2"/>
    <w:rsid w:val="00EF31D3"/>
    <w:rsid w:val="00EF3592"/>
    <w:rsid w:val="00EF3AD1"/>
    <w:rsid w:val="00EF3CE4"/>
    <w:rsid w:val="00EF41C9"/>
    <w:rsid w:val="00EF43F8"/>
    <w:rsid w:val="00EF4477"/>
    <w:rsid w:val="00EF4CD2"/>
    <w:rsid w:val="00EF559C"/>
    <w:rsid w:val="00EF5C75"/>
    <w:rsid w:val="00EF6412"/>
    <w:rsid w:val="00EF67E2"/>
    <w:rsid w:val="00EF70AA"/>
    <w:rsid w:val="00EF7414"/>
    <w:rsid w:val="00EF7425"/>
    <w:rsid w:val="00EF774E"/>
    <w:rsid w:val="00EF7B65"/>
    <w:rsid w:val="00EF7BB6"/>
    <w:rsid w:val="00F00FCD"/>
    <w:rsid w:val="00F011A0"/>
    <w:rsid w:val="00F01445"/>
    <w:rsid w:val="00F01609"/>
    <w:rsid w:val="00F01C7B"/>
    <w:rsid w:val="00F02126"/>
    <w:rsid w:val="00F023B4"/>
    <w:rsid w:val="00F024CE"/>
    <w:rsid w:val="00F02A45"/>
    <w:rsid w:val="00F02BDB"/>
    <w:rsid w:val="00F02DDC"/>
    <w:rsid w:val="00F0382A"/>
    <w:rsid w:val="00F03FAB"/>
    <w:rsid w:val="00F041B2"/>
    <w:rsid w:val="00F0436A"/>
    <w:rsid w:val="00F0446D"/>
    <w:rsid w:val="00F044A9"/>
    <w:rsid w:val="00F05980"/>
    <w:rsid w:val="00F064D4"/>
    <w:rsid w:val="00F067E1"/>
    <w:rsid w:val="00F06FBA"/>
    <w:rsid w:val="00F078EF"/>
    <w:rsid w:val="00F07F69"/>
    <w:rsid w:val="00F105CC"/>
    <w:rsid w:val="00F10A01"/>
    <w:rsid w:val="00F11156"/>
    <w:rsid w:val="00F112DA"/>
    <w:rsid w:val="00F113BA"/>
    <w:rsid w:val="00F114CD"/>
    <w:rsid w:val="00F12656"/>
    <w:rsid w:val="00F127CD"/>
    <w:rsid w:val="00F134AD"/>
    <w:rsid w:val="00F1366E"/>
    <w:rsid w:val="00F14CAA"/>
    <w:rsid w:val="00F14D74"/>
    <w:rsid w:val="00F14E2F"/>
    <w:rsid w:val="00F15AF5"/>
    <w:rsid w:val="00F16EAF"/>
    <w:rsid w:val="00F204EA"/>
    <w:rsid w:val="00F229B4"/>
    <w:rsid w:val="00F231AE"/>
    <w:rsid w:val="00F23EAF"/>
    <w:rsid w:val="00F248DB"/>
    <w:rsid w:val="00F256B8"/>
    <w:rsid w:val="00F26CDA"/>
    <w:rsid w:val="00F27511"/>
    <w:rsid w:val="00F31284"/>
    <w:rsid w:val="00F31A1C"/>
    <w:rsid w:val="00F31AB2"/>
    <w:rsid w:val="00F32819"/>
    <w:rsid w:val="00F32A5C"/>
    <w:rsid w:val="00F331DB"/>
    <w:rsid w:val="00F3320E"/>
    <w:rsid w:val="00F337F6"/>
    <w:rsid w:val="00F3511A"/>
    <w:rsid w:val="00F35FAA"/>
    <w:rsid w:val="00F36099"/>
    <w:rsid w:val="00F366B4"/>
    <w:rsid w:val="00F3709B"/>
    <w:rsid w:val="00F402BC"/>
    <w:rsid w:val="00F411E5"/>
    <w:rsid w:val="00F41753"/>
    <w:rsid w:val="00F41874"/>
    <w:rsid w:val="00F42D89"/>
    <w:rsid w:val="00F4317A"/>
    <w:rsid w:val="00F435F3"/>
    <w:rsid w:val="00F44008"/>
    <w:rsid w:val="00F44414"/>
    <w:rsid w:val="00F44B61"/>
    <w:rsid w:val="00F44B8A"/>
    <w:rsid w:val="00F44E91"/>
    <w:rsid w:val="00F44F0D"/>
    <w:rsid w:val="00F45089"/>
    <w:rsid w:val="00F450EF"/>
    <w:rsid w:val="00F452E2"/>
    <w:rsid w:val="00F45937"/>
    <w:rsid w:val="00F46ED2"/>
    <w:rsid w:val="00F4774D"/>
    <w:rsid w:val="00F47C39"/>
    <w:rsid w:val="00F51119"/>
    <w:rsid w:val="00F5159F"/>
    <w:rsid w:val="00F517C9"/>
    <w:rsid w:val="00F51BD1"/>
    <w:rsid w:val="00F52DDE"/>
    <w:rsid w:val="00F5308C"/>
    <w:rsid w:val="00F53393"/>
    <w:rsid w:val="00F565B0"/>
    <w:rsid w:val="00F57856"/>
    <w:rsid w:val="00F57A6A"/>
    <w:rsid w:val="00F57C7F"/>
    <w:rsid w:val="00F60675"/>
    <w:rsid w:val="00F6082D"/>
    <w:rsid w:val="00F60D5A"/>
    <w:rsid w:val="00F613AD"/>
    <w:rsid w:val="00F6147F"/>
    <w:rsid w:val="00F614F2"/>
    <w:rsid w:val="00F61A30"/>
    <w:rsid w:val="00F62149"/>
    <w:rsid w:val="00F62E7C"/>
    <w:rsid w:val="00F63134"/>
    <w:rsid w:val="00F63191"/>
    <w:rsid w:val="00F63776"/>
    <w:rsid w:val="00F63C24"/>
    <w:rsid w:val="00F63CF8"/>
    <w:rsid w:val="00F642C1"/>
    <w:rsid w:val="00F6498F"/>
    <w:rsid w:val="00F64D0F"/>
    <w:rsid w:val="00F64F1F"/>
    <w:rsid w:val="00F6504C"/>
    <w:rsid w:val="00F65271"/>
    <w:rsid w:val="00F65B45"/>
    <w:rsid w:val="00F65DB8"/>
    <w:rsid w:val="00F6601A"/>
    <w:rsid w:val="00F66151"/>
    <w:rsid w:val="00F66AE5"/>
    <w:rsid w:val="00F66E87"/>
    <w:rsid w:val="00F671CD"/>
    <w:rsid w:val="00F70291"/>
    <w:rsid w:val="00F70299"/>
    <w:rsid w:val="00F7106D"/>
    <w:rsid w:val="00F71F19"/>
    <w:rsid w:val="00F72993"/>
    <w:rsid w:val="00F7299F"/>
    <w:rsid w:val="00F72C85"/>
    <w:rsid w:val="00F74079"/>
    <w:rsid w:val="00F745E2"/>
    <w:rsid w:val="00F745E7"/>
    <w:rsid w:val="00F74DC4"/>
    <w:rsid w:val="00F750AC"/>
    <w:rsid w:val="00F755E5"/>
    <w:rsid w:val="00F75915"/>
    <w:rsid w:val="00F75BCB"/>
    <w:rsid w:val="00F75BF4"/>
    <w:rsid w:val="00F76B18"/>
    <w:rsid w:val="00F77B14"/>
    <w:rsid w:val="00F77C4B"/>
    <w:rsid w:val="00F8024F"/>
    <w:rsid w:val="00F8046E"/>
    <w:rsid w:val="00F80625"/>
    <w:rsid w:val="00F816CD"/>
    <w:rsid w:val="00F81CDB"/>
    <w:rsid w:val="00F81FD4"/>
    <w:rsid w:val="00F838C5"/>
    <w:rsid w:val="00F83DD6"/>
    <w:rsid w:val="00F85638"/>
    <w:rsid w:val="00F8732A"/>
    <w:rsid w:val="00F8742A"/>
    <w:rsid w:val="00F87A3C"/>
    <w:rsid w:val="00F87D60"/>
    <w:rsid w:val="00F90452"/>
    <w:rsid w:val="00F905EB"/>
    <w:rsid w:val="00F90DB2"/>
    <w:rsid w:val="00F90FB5"/>
    <w:rsid w:val="00F92423"/>
    <w:rsid w:val="00F92DA9"/>
    <w:rsid w:val="00F930FE"/>
    <w:rsid w:val="00F93565"/>
    <w:rsid w:val="00F93AB6"/>
    <w:rsid w:val="00F941A3"/>
    <w:rsid w:val="00F94273"/>
    <w:rsid w:val="00F95149"/>
    <w:rsid w:val="00F9515D"/>
    <w:rsid w:val="00F95530"/>
    <w:rsid w:val="00F955AA"/>
    <w:rsid w:val="00F95644"/>
    <w:rsid w:val="00F95777"/>
    <w:rsid w:val="00F95A59"/>
    <w:rsid w:val="00F96F3E"/>
    <w:rsid w:val="00F97287"/>
    <w:rsid w:val="00FA094C"/>
    <w:rsid w:val="00FA13BB"/>
    <w:rsid w:val="00FA3745"/>
    <w:rsid w:val="00FA375E"/>
    <w:rsid w:val="00FA44E6"/>
    <w:rsid w:val="00FA49F3"/>
    <w:rsid w:val="00FA5072"/>
    <w:rsid w:val="00FA5D6C"/>
    <w:rsid w:val="00FA6661"/>
    <w:rsid w:val="00FA6960"/>
    <w:rsid w:val="00FA6C78"/>
    <w:rsid w:val="00FA7ED4"/>
    <w:rsid w:val="00FB08FF"/>
    <w:rsid w:val="00FB1F49"/>
    <w:rsid w:val="00FB2593"/>
    <w:rsid w:val="00FB30FD"/>
    <w:rsid w:val="00FB349F"/>
    <w:rsid w:val="00FB39FB"/>
    <w:rsid w:val="00FB3BE9"/>
    <w:rsid w:val="00FB3F41"/>
    <w:rsid w:val="00FB4D6E"/>
    <w:rsid w:val="00FB4DDF"/>
    <w:rsid w:val="00FB542E"/>
    <w:rsid w:val="00FB5CA6"/>
    <w:rsid w:val="00FB6743"/>
    <w:rsid w:val="00FB7542"/>
    <w:rsid w:val="00FB7584"/>
    <w:rsid w:val="00FC0155"/>
    <w:rsid w:val="00FC1190"/>
    <w:rsid w:val="00FC1D5A"/>
    <w:rsid w:val="00FC2726"/>
    <w:rsid w:val="00FC2B3E"/>
    <w:rsid w:val="00FC2FF2"/>
    <w:rsid w:val="00FC31BE"/>
    <w:rsid w:val="00FC3255"/>
    <w:rsid w:val="00FC35B0"/>
    <w:rsid w:val="00FC3602"/>
    <w:rsid w:val="00FC389D"/>
    <w:rsid w:val="00FC4202"/>
    <w:rsid w:val="00FC45E3"/>
    <w:rsid w:val="00FC4858"/>
    <w:rsid w:val="00FC5718"/>
    <w:rsid w:val="00FC65BF"/>
    <w:rsid w:val="00FC6D5A"/>
    <w:rsid w:val="00FC70D6"/>
    <w:rsid w:val="00FC781D"/>
    <w:rsid w:val="00FC78A9"/>
    <w:rsid w:val="00FD0277"/>
    <w:rsid w:val="00FD058E"/>
    <w:rsid w:val="00FD06AA"/>
    <w:rsid w:val="00FD15A9"/>
    <w:rsid w:val="00FD1962"/>
    <w:rsid w:val="00FD1AC7"/>
    <w:rsid w:val="00FD1CA9"/>
    <w:rsid w:val="00FD1DF9"/>
    <w:rsid w:val="00FD2034"/>
    <w:rsid w:val="00FD312B"/>
    <w:rsid w:val="00FD3469"/>
    <w:rsid w:val="00FD38A5"/>
    <w:rsid w:val="00FD3B01"/>
    <w:rsid w:val="00FD4114"/>
    <w:rsid w:val="00FD4A51"/>
    <w:rsid w:val="00FD4C01"/>
    <w:rsid w:val="00FD51DF"/>
    <w:rsid w:val="00FD5427"/>
    <w:rsid w:val="00FD55B8"/>
    <w:rsid w:val="00FD5629"/>
    <w:rsid w:val="00FD56E3"/>
    <w:rsid w:val="00FD5E38"/>
    <w:rsid w:val="00FD695B"/>
    <w:rsid w:val="00FE053A"/>
    <w:rsid w:val="00FE0713"/>
    <w:rsid w:val="00FE0B15"/>
    <w:rsid w:val="00FE0E32"/>
    <w:rsid w:val="00FE1853"/>
    <w:rsid w:val="00FE1B89"/>
    <w:rsid w:val="00FE278C"/>
    <w:rsid w:val="00FE283E"/>
    <w:rsid w:val="00FE28B0"/>
    <w:rsid w:val="00FE2E5E"/>
    <w:rsid w:val="00FE2EF9"/>
    <w:rsid w:val="00FE2F09"/>
    <w:rsid w:val="00FE2F5C"/>
    <w:rsid w:val="00FE41C2"/>
    <w:rsid w:val="00FE44D3"/>
    <w:rsid w:val="00FE4756"/>
    <w:rsid w:val="00FE5027"/>
    <w:rsid w:val="00FE5118"/>
    <w:rsid w:val="00FE549F"/>
    <w:rsid w:val="00FE5506"/>
    <w:rsid w:val="00FE5BAA"/>
    <w:rsid w:val="00FE5BCB"/>
    <w:rsid w:val="00FE64C6"/>
    <w:rsid w:val="00FE6B90"/>
    <w:rsid w:val="00FE7D34"/>
    <w:rsid w:val="00FF0CC7"/>
    <w:rsid w:val="00FF13ED"/>
    <w:rsid w:val="00FF18B5"/>
    <w:rsid w:val="00FF1AE3"/>
    <w:rsid w:val="00FF1B56"/>
    <w:rsid w:val="00FF271A"/>
    <w:rsid w:val="00FF27D8"/>
    <w:rsid w:val="00FF2A04"/>
    <w:rsid w:val="00FF319C"/>
    <w:rsid w:val="00FF3729"/>
    <w:rsid w:val="00FF487E"/>
    <w:rsid w:val="00FF49A2"/>
    <w:rsid w:val="00FF49A3"/>
    <w:rsid w:val="00FF5103"/>
    <w:rsid w:val="00FF5243"/>
    <w:rsid w:val="00FF544D"/>
    <w:rsid w:val="00FF64F7"/>
    <w:rsid w:val="00FF74AF"/>
    <w:rsid w:val="00FF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95FC83"/>
  <w15:docId w15:val="{6D2BBC89-800D-4D0D-BD86-06190683F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7A0E08"/>
    <w:pPr>
      <w:ind w:firstLine="567"/>
      <w:jc w:val="both"/>
    </w:pPr>
    <w:rPr>
      <w:rFonts w:ascii="Arial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A0E0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0E0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0E0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0E0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link w:val="1"/>
    <w:rsid w:val="005F4CD7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1"/>
    <w:link w:val="2"/>
    <w:rsid w:val="005F4CD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1"/>
    <w:link w:val="3"/>
    <w:rsid w:val="005F4CD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1"/>
    <w:link w:val="4"/>
    <w:rsid w:val="005F4CD7"/>
    <w:rPr>
      <w:rFonts w:ascii="Arial" w:hAnsi="Arial" w:cs="Times New Roman"/>
      <w:b/>
      <w:bCs/>
      <w:sz w:val="26"/>
      <w:szCs w:val="28"/>
    </w:rPr>
  </w:style>
  <w:style w:type="character" w:styleId="a3">
    <w:name w:val="Hyperlink"/>
    <w:rsid w:val="007A0E08"/>
    <w:rPr>
      <w:color w:val="0000FF"/>
      <w:u w:val="none"/>
    </w:rPr>
  </w:style>
  <w:style w:type="paragraph" w:customStyle="1" w:styleId="ConsPlusNonformat">
    <w:name w:val="ConsPlusNonformat"/>
    <w:uiPriority w:val="99"/>
    <w:rsid w:val="00961E68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4">
    <w:name w:val="Body Text"/>
    <w:aliases w:val="Знак1,body text,Основной текст Знак Знак"/>
    <w:basedOn w:val="a"/>
    <w:link w:val="a5"/>
    <w:rsid w:val="00B55C35"/>
    <w:rPr>
      <w:sz w:val="28"/>
      <w:szCs w:val="28"/>
    </w:rPr>
  </w:style>
  <w:style w:type="character" w:customStyle="1" w:styleId="a5">
    <w:name w:val="Основной текст Знак"/>
    <w:aliases w:val="Знак1 Знак,body text Знак,Основной текст Знак Знак Знак"/>
    <w:link w:val="a4"/>
    <w:locked/>
    <w:rsid w:val="00B55C35"/>
    <w:rPr>
      <w:rFonts w:ascii="Times New Roman" w:hAnsi="Times New Roman" w:cs="Times New Roman"/>
      <w:sz w:val="28"/>
      <w:szCs w:val="28"/>
      <w:lang w:val="x-none" w:eastAsia="ru-RU"/>
    </w:rPr>
  </w:style>
  <w:style w:type="paragraph" w:customStyle="1" w:styleId="ConsPlusCell">
    <w:name w:val="ConsPlusCell"/>
    <w:uiPriority w:val="99"/>
    <w:rsid w:val="000D0A24"/>
    <w:pPr>
      <w:autoSpaceDE w:val="0"/>
      <w:autoSpaceDN w:val="0"/>
      <w:adjustRightInd w:val="0"/>
    </w:pPr>
    <w:rPr>
      <w:rFonts w:cs="Times New Roman"/>
      <w:sz w:val="24"/>
      <w:szCs w:val="24"/>
      <w:lang w:eastAsia="en-US"/>
    </w:rPr>
  </w:style>
  <w:style w:type="paragraph" w:customStyle="1" w:styleId="ConsNormal">
    <w:name w:val="ConsNormal"/>
    <w:rsid w:val="005F7B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page number"/>
    <w:uiPriority w:val="99"/>
    <w:rsid w:val="001425F6"/>
    <w:rPr>
      <w:rFonts w:cs="Times New Roman"/>
    </w:rPr>
  </w:style>
  <w:style w:type="paragraph" w:styleId="a7">
    <w:name w:val="List Paragraph"/>
    <w:basedOn w:val="a"/>
    <w:uiPriority w:val="34"/>
    <w:qFormat/>
    <w:rsid w:val="00B77173"/>
    <w:pPr>
      <w:ind w:left="720"/>
    </w:pPr>
  </w:style>
  <w:style w:type="paragraph" w:customStyle="1" w:styleId="a8">
    <w:name w:val="Знак Знак Знак Знак Знак Знак Знак Знак Знак Знак"/>
    <w:basedOn w:val="a"/>
    <w:uiPriority w:val="99"/>
    <w:rsid w:val="00846E4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 текст1"/>
    <w:basedOn w:val="a"/>
    <w:uiPriority w:val="99"/>
    <w:rsid w:val="005570E0"/>
    <w:rPr>
      <w:sz w:val="28"/>
      <w:szCs w:val="28"/>
    </w:rPr>
  </w:style>
  <w:style w:type="paragraph" w:styleId="a9">
    <w:name w:val="header"/>
    <w:basedOn w:val="a"/>
    <w:link w:val="aa"/>
    <w:uiPriority w:val="99"/>
    <w:rsid w:val="006F05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paragraph" w:styleId="ab">
    <w:name w:val="footer"/>
    <w:basedOn w:val="a"/>
    <w:link w:val="ac"/>
    <w:uiPriority w:val="99"/>
    <w:semiHidden/>
    <w:rsid w:val="006F05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table" w:styleId="ad">
    <w:name w:val="Table Grid"/>
    <w:basedOn w:val="a1"/>
    <w:uiPriority w:val="59"/>
    <w:rsid w:val="003A5C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DC48C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rsid w:val="008A015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367A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0">
    <w:name w:val="Основной текст_"/>
    <w:link w:val="6"/>
    <w:locked/>
    <w:rsid w:val="002367AE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6">
    <w:name w:val="Основной текст6"/>
    <w:basedOn w:val="a"/>
    <w:link w:val="af0"/>
    <w:rsid w:val="002367AE"/>
    <w:pPr>
      <w:shd w:val="clear" w:color="auto" w:fill="FFFFFF"/>
      <w:spacing w:line="322" w:lineRule="exact"/>
      <w:ind w:hanging="440"/>
      <w:jc w:val="center"/>
    </w:pPr>
    <w:rPr>
      <w:sz w:val="27"/>
      <w:szCs w:val="27"/>
    </w:rPr>
  </w:style>
  <w:style w:type="character" w:customStyle="1" w:styleId="41">
    <w:name w:val="Основной текст4"/>
    <w:rsid w:val="002367AE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 w:eastAsia="x-none"/>
    </w:rPr>
  </w:style>
  <w:style w:type="paragraph" w:customStyle="1" w:styleId="21">
    <w:name w:val="Основной текст2"/>
    <w:basedOn w:val="a"/>
    <w:rsid w:val="002367AE"/>
    <w:pPr>
      <w:shd w:val="clear" w:color="auto" w:fill="FFFFFF"/>
      <w:spacing w:before="660" w:after="60" w:line="269" w:lineRule="exact"/>
      <w:ind w:hanging="240"/>
      <w:jc w:val="center"/>
    </w:pPr>
    <w:rPr>
      <w:rFonts w:ascii="Microsoft Sans Serif" w:hAnsi="Microsoft Sans Serif" w:cs="Microsoft Sans Serif"/>
      <w:color w:val="000000"/>
      <w:sz w:val="16"/>
      <w:szCs w:val="16"/>
    </w:rPr>
  </w:style>
  <w:style w:type="character" w:customStyle="1" w:styleId="12">
    <w:name w:val="Заголовок №1"/>
    <w:rsid w:val="00E63D96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 w:eastAsia="x-none"/>
    </w:rPr>
  </w:style>
  <w:style w:type="paragraph" w:customStyle="1" w:styleId="ConsPlusTitle">
    <w:name w:val="ConsPlusTitle"/>
    <w:rsid w:val="00BC26C5"/>
    <w:pPr>
      <w:widowControl w:val="0"/>
      <w:suppressAutoHyphens/>
      <w:autoSpaceDE w:val="0"/>
    </w:pPr>
    <w:rPr>
      <w:rFonts w:ascii="Times New Roman" w:hAnsi="Times New Roman"/>
      <w:b/>
      <w:bCs/>
      <w:sz w:val="24"/>
      <w:szCs w:val="24"/>
      <w:lang w:eastAsia="ar-SA"/>
    </w:rPr>
  </w:style>
  <w:style w:type="character" w:styleId="af1">
    <w:name w:val="FollowedHyperlink"/>
    <w:uiPriority w:val="99"/>
    <w:semiHidden/>
    <w:unhideWhenUsed/>
    <w:rsid w:val="004871A8"/>
    <w:rPr>
      <w:color w:val="800080"/>
      <w:u w:val="single"/>
    </w:rPr>
  </w:style>
  <w:style w:type="paragraph" w:customStyle="1" w:styleId="font5">
    <w:name w:val="font5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font6">
    <w:name w:val="font6"/>
    <w:basedOn w:val="a"/>
    <w:rsid w:val="004871A8"/>
    <w:pP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66">
    <w:name w:val="xl6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8">
    <w:name w:val="xl68"/>
    <w:basedOn w:val="a"/>
    <w:rsid w:val="004871A8"/>
    <w:pPr>
      <w:spacing w:before="100" w:beforeAutospacing="1" w:after="100" w:afterAutospacing="1"/>
      <w:textAlignment w:val="center"/>
    </w:pPr>
    <w:rPr>
      <w:rFonts w:ascii="Times New Roman" w:hAnsi="Times New Roman"/>
      <w:color w:val="000000"/>
    </w:rPr>
  </w:style>
  <w:style w:type="paragraph" w:customStyle="1" w:styleId="xl69">
    <w:name w:val="xl69"/>
    <w:basedOn w:val="a"/>
    <w:rsid w:val="004871A8"/>
    <w:pP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0">
    <w:name w:val="xl70"/>
    <w:basedOn w:val="a"/>
    <w:rsid w:val="004871A8"/>
    <w:pPr>
      <w:spacing w:before="100" w:beforeAutospacing="1" w:after="100" w:afterAutospacing="1"/>
      <w:jc w:val="center"/>
    </w:pPr>
    <w:rPr>
      <w:rFonts w:ascii="Times New Roman" w:hAnsi="Times New Roman"/>
      <w:color w:val="000000"/>
    </w:rPr>
  </w:style>
  <w:style w:type="paragraph" w:customStyle="1" w:styleId="xl71">
    <w:name w:val="xl7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3">
    <w:name w:val="xl7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2"/>
      <w:szCs w:val="22"/>
    </w:rPr>
  </w:style>
  <w:style w:type="paragraph" w:customStyle="1" w:styleId="xl74">
    <w:name w:val="xl74"/>
    <w:basedOn w:val="a"/>
    <w:rsid w:val="004871A8"/>
    <w:pPr>
      <w:spacing w:before="100" w:beforeAutospacing="1" w:after="100" w:afterAutospacing="1"/>
      <w:jc w:val="right"/>
    </w:pPr>
    <w:rPr>
      <w:rFonts w:ascii="Times New Roman" w:hAnsi="Times New Roman"/>
    </w:rPr>
  </w:style>
  <w:style w:type="paragraph" w:customStyle="1" w:styleId="xl75">
    <w:name w:val="xl7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6">
    <w:name w:val="xl7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7">
    <w:name w:val="xl7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8">
    <w:name w:val="xl7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9">
    <w:name w:val="xl7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80">
    <w:name w:val="xl8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1">
    <w:name w:val="xl8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2">
    <w:name w:val="xl8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3">
    <w:name w:val="xl8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84">
    <w:name w:val="xl84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85">
    <w:name w:val="xl85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6">
    <w:name w:val="xl8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88">
    <w:name w:val="xl8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89">
    <w:name w:val="xl8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90">
    <w:name w:val="xl9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91">
    <w:name w:val="xl9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92">
    <w:name w:val="xl92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93">
    <w:name w:val="xl9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4">
    <w:name w:val="xl9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5">
    <w:name w:val="xl9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6">
    <w:name w:val="xl96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7">
    <w:name w:val="xl97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8">
    <w:name w:val="xl98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9">
    <w:name w:val="xl9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0">
    <w:name w:val="xl100"/>
    <w:basedOn w:val="a"/>
    <w:rsid w:val="004871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1">
    <w:name w:val="xl10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2">
    <w:name w:val="xl102"/>
    <w:basedOn w:val="a"/>
    <w:rsid w:val="004871A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4">
    <w:name w:val="xl10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5">
    <w:name w:val="xl10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6">
    <w:name w:val="xl106"/>
    <w:basedOn w:val="a"/>
    <w:rsid w:val="004871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7">
    <w:name w:val="xl10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character" w:customStyle="1" w:styleId="13">
    <w:name w:val="1Орган_ПР Знак"/>
    <w:link w:val="14"/>
    <w:locked/>
    <w:rsid w:val="00651408"/>
    <w:rPr>
      <w:rFonts w:ascii="Arial" w:hAnsi="Arial" w:cs="Arial"/>
      <w:b/>
      <w:caps/>
      <w:sz w:val="24"/>
      <w:szCs w:val="28"/>
      <w:lang w:eastAsia="ar-SA"/>
    </w:rPr>
  </w:style>
  <w:style w:type="paragraph" w:customStyle="1" w:styleId="14">
    <w:name w:val="1Орган_ПР"/>
    <w:basedOn w:val="a"/>
    <w:link w:val="13"/>
    <w:qFormat/>
    <w:rsid w:val="00651408"/>
    <w:pPr>
      <w:snapToGrid w:val="0"/>
      <w:jc w:val="center"/>
    </w:pPr>
    <w:rPr>
      <w:rFonts w:cs="Arial"/>
      <w:b/>
      <w:caps/>
      <w:szCs w:val="28"/>
      <w:lang w:eastAsia="ar-SA"/>
    </w:rPr>
  </w:style>
  <w:style w:type="character" w:customStyle="1" w:styleId="22">
    <w:name w:val="2Название Знак"/>
    <w:link w:val="23"/>
    <w:locked/>
    <w:rsid w:val="00651408"/>
    <w:rPr>
      <w:rFonts w:ascii="Arial" w:hAnsi="Arial" w:cs="Arial"/>
      <w:b/>
      <w:sz w:val="28"/>
      <w:szCs w:val="28"/>
      <w:lang w:eastAsia="ar-SA"/>
    </w:rPr>
  </w:style>
  <w:style w:type="paragraph" w:customStyle="1" w:styleId="23">
    <w:name w:val="2Название"/>
    <w:basedOn w:val="a"/>
    <w:link w:val="22"/>
    <w:qFormat/>
    <w:rsid w:val="00651408"/>
    <w:pPr>
      <w:jc w:val="center"/>
    </w:pPr>
    <w:rPr>
      <w:rFonts w:cs="Arial"/>
      <w:b/>
      <w:sz w:val="28"/>
      <w:szCs w:val="28"/>
      <w:lang w:eastAsia="ar-SA"/>
    </w:rPr>
  </w:style>
  <w:style w:type="character" w:customStyle="1" w:styleId="31">
    <w:name w:val="3Приложение Знак"/>
    <w:link w:val="32"/>
    <w:locked/>
    <w:rsid w:val="00651408"/>
    <w:rPr>
      <w:rFonts w:ascii="Arial" w:hAnsi="Arial" w:cs="Times New Roman"/>
      <w:sz w:val="24"/>
      <w:szCs w:val="28"/>
    </w:rPr>
  </w:style>
  <w:style w:type="paragraph" w:customStyle="1" w:styleId="32">
    <w:name w:val="3Приложение"/>
    <w:basedOn w:val="a"/>
    <w:link w:val="31"/>
    <w:qFormat/>
    <w:rsid w:val="00651408"/>
    <w:pPr>
      <w:ind w:left="5103"/>
    </w:pPr>
    <w:rPr>
      <w:szCs w:val="28"/>
    </w:rPr>
  </w:style>
  <w:style w:type="character" w:styleId="HTML">
    <w:name w:val="HTML Variable"/>
    <w:aliases w:val="!Ссылки в документе"/>
    <w:rsid w:val="007A0E0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2">
    <w:name w:val="annotation text"/>
    <w:aliases w:val="!Равноширинный текст документа"/>
    <w:basedOn w:val="a"/>
    <w:link w:val="af3"/>
    <w:semiHidden/>
    <w:rsid w:val="007A0E08"/>
    <w:rPr>
      <w:rFonts w:ascii="Courier" w:hAnsi="Courier"/>
      <w:sz w:val="22"/>
      <w:szCs w:val="20"/>
    </w:rPr>
  </w:style>
  <w:style w:type="character" w:customStyle="1" w:styleId="af3">
    <w:name w:val="Текст примечания Знак"/>
    <w:aliases w:val="!Равноширинный текст документа Знак1"/>
    <w:link w:val="af2"/>
    <w:semiHidden/>
    <w:rsid w:val="005F4CD7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a"/>
    <w:rsid w:val="007A0E0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10">
    <w:name w:val="Заголовок 1 Знак1"/>
    <w:aliases w:val="!Части документа Знак"/>
    <w:rsid w:val="0012161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0">
    <w:name w:val="Заголовок 2 Знак1"/>
    <w:aliases w:val="!Раздел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0">
    <w:name w:val="Заголовок 3 Знак1"/>
    <w:aliases w:val="!Глав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10">
    <w:name w:val="Заголовок 4 Знак1"/>
    <w:aliases w:val="!Параграфы/Статьи документа Знак"/>
    <w:semiHidden/>
    <w:rsid w:val="00FC2726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15">
    <w:name w:val="Текст примечания Знак1"/>
    <w:aliases w:val="!Равноширинный текст документа Знак"/>
    <w:semiHidden/>
    <w:rsid w:val="00FC2726"/>
    <w:rPr>
      <w:rFonts w:ascii="Arial" w:hAnsi="Arial" w:cs="Times New Roman"/>
    </w:rPr>
  </w:style>
  <w:style w:type="character" w:customStyle="1" w:styleId="16">
    <w:name w:val="Основной текст Знак1"/>
    <w:aliases w:val="Знак1 Знак1,body text Знак1,Основной текст Знак Знак Знак1"/>
    <w:semiHidden/>
    <w:rsid w:val="00FC2726"/>
    <w:rPr>
      <w:rFonts w:ascii="Arial" w:hAnsi="Arial" w:cs="Times New Roman"/>
      <w:sz w:val="24"/>
      <w:szCs w:val="24"/>
    </w:rPr>
  </w:style>
  <w:style w:type="paragraph" w:customStyle="1" w:styleId="Application">
    <w:name w:val="Application!Приложение"/>
    <w:rsid w:val="007A0E0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0E0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0E0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A0E0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A0E0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9180C-3908-4DC5-8578-125AF3A36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57</TotalTime>
  <Pages>5</Pages>
  <Words>1004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GFU</Company>
  <LinksUpToDate>false</LinksUpToDate>
  <CharactersWithSpaces>6720</CharactersWithSpaces>
  <SharedDoc>false</SharedDoc>
  <HLinks>
    <vt:vector size="72" baseType="variant">
      <vt:variant>
        <vt:i4>2490421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consultantplus://offline/ref=AC16170B021C683A0E0293038169D9F64C520F738C909709C43EDA4DC00501C429c8M</vt:lpwstr>
      </vt:variant>
      <vt:variant>
        <vt:lpwstr/>
      </vt:variant>
      <vt:variant>
        <vt:i4>3604520</vt:i4>
      </vt:variant>
      <vt:variant>
        <vt:i4>30</vt:i4>
      </vt:variant>
      <vt:variant>
        <vt:i4>0</vt:i4>
      </vt:variant>
      <vt:variant>
        <vt:i4>5</vt:i4>
      </vt:variant>
      <vt:variant>
        <vt:lpwstr>http://base.garant.ru/18104012/</vt:lpwstr>
      </vt:variant>
      <vt:variant>
        <vt:lpwstr/>
      </vt:variant>
      <vt:variant>
        <vt:i4>4390923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consultantplus://offline/ref=AC16170B021C683A0E028D0E970585FF4D5A54778091955B9A6181109720cCM</vt:lpwstr>
      </vt:variant>
      <vt:variant>
        <vt:lpwstr/>
      </vt:variant>
      <vt:variant>
        <vt:i4>4391006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consultantplus://offline/ref=AC16170B021C683A0E028D0E970585FF4D5D517D8D9C955B9A6181109720cCM</vt:lpwstr>
      </vt:variant>
      <vt:variant>
        <vt:lpwstr/>
      </vt:variant>
      <vt:variant>
        <vt:i4>4390918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consultantplus://offline/ref=AC16170B021C683A0E028D0E970585FF4D5B547C889C955B9A6181109720cCM</vt:lpwstr>
      </vt:variant>
      <vt:variant>
        <vt:lpwstr/>
      </vt:variant>
      <vt:variant>
        <vt:i4>4390917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consultantplus://offline/ref=AC16170B021C683A0E028D0E970585FF4D5D597B8B90955B9A6181109720cCM</vt:lpwstr>
      </vt:variant>
      <vt:variant>
        <vt:lpwstr/>
      </vt:variant>
      <vt:variant>
        <vt:i4>1310726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consultantplus://offline/ref=AC16170B021C683A0E028D0E970585FF4E51567B82CEC259CB348F21c5M</vt:lpwstr>
      </vt:variant>
      <vt:variant>
        <vt:lpwstr/>
      </vt:variant>
      <vt:variant>
        <vt:i4>6881336</vt:i4>
      </vt:variant>
      <vt:variant>
        <vt:i4>12</vt:i4>
      </vt:variant>
      <vt:variant>
        <vt:i4>0</vt:i4>
      </vt:variant>
      <vt:variant>
        <vt:i4>5</vt:i4>
      </vt:variant>
      <vt:variant>
        <vt:lpwstr>garantf1://10003000.0/</vt:lpwstr>
      </vt:variant>
      <vt:variant>
        <vt:lpwstr/>
      </vt:variant>
      <vt:variant>
        <vt:i4>1507328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consultantplus://offline/ref=3B6540BB1FC543990553295EF84444331DC6AC64EFC757B5A0998CC6D29FA28DD3AB55467D9AFD8417E334QEw6N</vt:lpwstr>
      </vt:variant>
      <vt:variant>
        <vt:lpwstr/>
      </vt:variant>
      <vt:variant>
        <vt:i4>131165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consultantplus://offline/ref=050A6B8FC0A4D7E6DB185CD9333994F12AE2B75BDAFBF56F2D2D51F28513AB02D61D8FBCF46BBB4D167E77o6U0K</vt:lpwstr>
      </vt:variant>
      <vt:variant>
        <vt:lpwstr/>
      </vt:variant>
      <vt:variant>
        <vt:i4>3735659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consultantplus://offline/ref=FA1FAB682AC3E2F1E589D71FC7EF285FA87B446402F05CE7472D1157D093E16FEAS8N</vt:lpwstr>
      </vt:variant>
      <vt:variant>
        <vt:lpwstr/>
      </vt:variant>
      <vt:variant>
        <vt:i4>1245193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consultantplus://offline/ref=BB406C1A0349BF0EB0318F193FB69DCEF6A40ACD1C05F64F19A1638DAF72G4K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Слепокурова Светлана</dc:creator>
  <cp:lastModifiedBy>User</cp:lastModifiedBy>
  <cp:revision>16</cp:revision>
  <cp:lastPrinted>2022-02-28T08:10:00Z</cp:lastPrinted>
  <dcterms:created xsi:type="dcterms:W3CDTF">2022-02-21T07:39:00Z</dcterms:created>
  <dcterms:modified xsi:type="dcterms:W3CDTF">2022-05-05T12:04:00Z</dcterms:modified>
</cp:coreProperties>
</file>