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04910" w14:textId="036874CC" w:rsidR="000F402C" w:rsidRPr="0067125F" w:rsidRDefault="00A31E0B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Приложение</w:t>
      </w:r>
      <w:r w:rsidR="002F05FD">
        <w:rPr>
          <w:rFonts w:ascii="Times New Roman" w:hAnsi="Times New Roman"/>
          <w:bCs/>
        </w:rPr>
        <w:t xml:space="preserve"> </w:t>
      </w:r>
      <w:r w:rsidR="00862D7D">
        <w:rPr>
          <w:rFonts w:ascii="Times New Roman" w:hAnsi="Times New Roman"/>
          <w:bCs/>
        </w:rPr>
        <w:t>2</w:t>
      </w:r>
      <w:r w:rsidRPr="0067125F">
        <w:rPr>
          <w:rFonts w:ascii="Times New Roman" w:hAnsi="Times New Roman"/>
          <w:bCs/>
        </w:rPr>
        <w:t xml:space="preserve"> </w:t>
      </w:r>
    </w:p>
    <w:p w14:paraId="697FAB06" w14:textId="77777777" w:rsidR="000F402C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 постановлению</w:t>
      </w:r>
      <w:r w:rsidR="000F402C" w:rsidRPr="0067125F">
        <w:rPr>
          <w:rFonts w:ascii="Times New Roman" w:hAnsi="Times New Roman"/>
          <w:bCs/>
        </w:rPr>
        <w:t xml:space="preserve"> </w:t>
      </w:r>
      <w:r w:rsidRPr="0067125F">
        <w:rPr>
          <w:rFonts w:ascii="Times New Roman" w:hAnsi="Times New Roman"/>
          <w:bCs/>
        </w:rPr>
        <w:t>администрации</w:t>
      </w:r>
    </w:p>
    <w:p w14:paraId="61D0F891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Калачеевского муниципального района</w:t>
      </w:r>
    </w:p>
    <w:p w14:paraId="28DCC864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Воронежской области</w:t>
      </w:r>
    </w:p>
    <w:p w14:paraId="34F4459C" w14:textId="012022EF" w:rsidR="00DB41D8" w:rsidRPr="003F2C0D" w:rsidRDefault="00611D37" w:rsidP="003E50FE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 w:rsidRPr="0067125F">
        <w:rPr>
          <w:rFonts w:ascii="Times New Roman" w:hAnsi="Times New Roman"/>
          <w:bCs/>
        </w:rPr>
        <w:t>от «</w:t>
      </w:r>
      <w:r w:rsidR="00F9201D">
        <w:rPr>
          <w:rFonts w:ascii="Times New Roman" w:hAnsi="Times New Roman"/>
          <w:bCs/>
        </w:rPr>
        <w:t>20</w:t>
      </w:r>
      <w:r w:rsidR="00811C7A">
        <w:rPr>
          <w:rFonts w:ascii="Times New Roman" w:hAnsi="Times New Roman"/>
          <w:bCs/>
        </w:rPr>
        <w:t>»</w:t>
      </w:r>
      <w:r w:rsidR="00E5497D">
        <w:rPr>
          <w:rFonts w:ascii="Times New Roman" w:hAnsi="Times New Roman"/>
          <w:bCs/>
        </w:rPr>
        <w:t xml:space="preserve"> </w:t>
      </w:r>
      <w:r w:rsidR="00F9201D">
        <w:rPr>
          <w:rFonts w:ascii="Times New Roman" w:hAnsi="Times New Roman"/>
          <w:bCs/>
        </w:rPr>
        <w:t>декабря</w:t>
      </w:r>
      <w:r w:rsidR="00D04B12">
        <w:rPr>
          <w:rFonts w:ascii="Times New Roman" w:hAnsi="Times New Roman"/>
          <w:bCs/>
        </w:rPr>
        <w:t xml:space="preserve"> </w:t>
      </w:r>
      <w:r w:rsidR="00773FC5">
        <w:rPr>
          <w:rFonts w:ascii="Times New Roman" w:hAnsi="Times New Roman"/>
          <w:bCs/>
        </w:rPr>
        <w:t>202</w:t>
      </w:r>
      <w:r w:rsidR="00862D7D">
        <w:rPr>
          <w:rFonts w:ascii="Times New Roman" w:hAnsi="Times New Roman"/>
          <w:bCs/>
        </w:rPr>
        <w:t>3</w:t>
      </w:r>
      <w:r w:rsidR="00773FC5">
        <w:rPr>
          <w:rFonts w:ascii="Times New Roman" w:hAnsi="Times New Roman"/>
          <w:bCs/>
        </w:rPr>
        <w:t>г. №</w:t>
      </w:r>
      <w:r w:rsidR="00F9201D">
        <w:rPr>
          <w:rFonts w:ascii="Times New Roman" w:hAnsi="Times New Roman"/>
          <w:bCs/>
        </w:rPr>
        <w:t>1254</w:t>
      </w:r>
      <w:r w:rsidR="005C6A27">
        <w:rPr>
          <w:rFonts w:ascii="Times New Roman" w:hAnsi="Times New Roman"/>
          <w:bCs/>
        </w:rPr>
        <w:t xml:space="preserve"> </w:t>
      </w:r>
    </w:p>
    <w:tbl>
      <w:tblPr>
        <w:tblW w:w="3030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150"/>
        <w:gridCol w:w="15150"/>
      </w:tblGrid>
      <w:tr w:rsidR="003F2C0D" w:rsidRPr="00DB41D8" w14:paraId="20465A99" w14:textId="5D266460" w:rsidTr="003F2C0D">
        <w:trPr>
          <w:trHeight w:val="1275"/>
        </w:trPr>
        <w:tc>
          <w:tcPr>
            <w:tcW w:w="15150" w:type="dxa"/>
            <w:tcBorders>
              <w:bottom w:val="nil"/>
            </w:tcBorders>
            <w:vAlign w:val="bottom"/>
            <w:hideMark/>
          </w:tcPr>
          <w:p w14:paraId="1A1F37BC" w14:textId="77777777" w:rsidR="003F2C0D" w:rsidRPr="00DB41D8" w:rsidRDefault="003F2C0D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DB41D8">
              <w:rPr>
                <w:rFonts w:ascii="Times New Roman" w:hAnsi="Times New Roman"/>
                <w:b/>
              </w:rPr>
              <w:t>Финансовое обеспечение и прогнозная (справочная) оценка расходов федерального, областного бюджета и бюджета Калачеевского муниципального района, бюджетов внебюджетных фондов, юридических и физических лиц на реализацию программы Калачеевского муниципального района</w:t>
            </w:r>
          </w:p>
          <w:p w14:paraId="3AA9D468" w14:textId="77777777" w:rsidR="003F2C0D" w:rsidRPr="00DB41D8" w:rsidRDefault="003F2C0D" w:rsidP="00DB41D8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«Муниципальное</w:t>
            </w:r>
            <w:r w:rsidRPr="00DB41D8">
              <w:rPr>
                <w:rFonts w:ascii="Times New Roman" w:hAnsi="Times New Roman"/>
                <w:b/>
              </w:rPr>
              <w:t xml:space="preserve"> управление»</w:t>
            </w:r>
          </w:p>
        </w:tc>
        <w:tc>
          <w:tcPr>
            <w:tcW w:w="15150" w:type="dxa"/>
            <w:tcBorders>
              <w:bottom w:val="nil"/>
            </w:tcBorders>
          </w:tcPr>
          <w:p w14:paraId="24E59C54" w14:textId="77777777" w:rsidR="003F2C0D" w:rsidRPr="00DB41D8" w:rsidRDefault="003F2C0D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460E57A1" w14:textId="77777777" w:rsidR="00193EDF" w:rsidRPr="00DB41D8" w:rsidRDefault="00193EDF" w:rsidP="00193EDF">
      <w:pPr>
        <w:ind w:firstLine="0"/>
        <w:rPr>
          <w:rFonts w:ascii="Times New Roman" w:hAnsi="Times New Roman"/>
          <w:b/>
        </w:rPr>
      </w:pPr>
    </w:p>
    <w:tbl>
      <w:tblPr>
        <w:tblW w:w="1608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3"/>
        <w:gridCol w:w="2939"/>
        <w:gridCol w:w="1597"/>
        <w:gridCol w:w="1241"/>
        <w:gridCol w:w="1275"/>
        <w:gridCol w:w="1276"/>
        <w:gridCol w:w="1276"/>
        <w:gridCol w:w="1134"/>
        <w:gridCol w:w="1134"/>
        <w:gridCol w:w="1276"/>
        <w:gridCol w:w="236"/>
        <w:gridCol w:w="859"/>
      </w:tblGrid>
      <w:tr w:rsidR="00A73DD0" w:rsidRPr="00A73DD0" w14:paraId="4130AF0E" w14:textId="77777777" w:rsidTr="00A555AF">
        <w:trPr>
          <w:gridAfter w:val="2"/>
          <w:wAfter w:w="1095" w:type="dxa"/>
          <w:trHeight w:val="75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4903C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11FB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AF43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8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47886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353A34" w:rsidRPr="00353A34" w14:paraId="12C6CF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8807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72326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41E6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8C6E7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38E85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F4EDE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19096" w14:textId="77777777" w:rsidR="00A73DD0" w:rsidRPr="00F9201D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4A0BD" w14:textId="77777777" w:rsidR="00A73DD0" w:rsidRPr="00F9201D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728C2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E379DC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353A34" w:rsidRPr="00353A34" w14:paraId="57456FD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44961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FF830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11D47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D36CF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C9384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241394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1012CC" w14:textId="77777777" w:rsidR="00A73DD0" w:rsidRPr="00F9201D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DE3AA" w14:textId="77777777" w:rsidR="00A73DD0" w:rsidRPr="00F9201D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3DC81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F2259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</w:tr>
      <w:tr w:rsidR="00353A34" w:rsidRPr="00353A34" w14:paraId="7F03BE45" w14:textId="77777777" w:rsidTr="005327A4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E1990D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9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2B955CC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D574A" w14:textId="77777777" w:rsidR="000D1EE1" w:rsidRPr="00353A34" w:rsidRDefault="000D1EE1" w:rsidP="000D1E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AA862D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231 592,80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EA5374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293 999,20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03A38" w14:textId="19A5C51F" w:rsidR="000D1EE1" w:rsidRPr="00353A34" w:rsidRDefault="00161146" w:rsidP="00E01A5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367 096,10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64F36" w14:textId="32E6CF8E" w:rsidR="000D1EE1" w:rsidRPr="00F9201D" w:rsidRDefault="00880E84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222 502.80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E98E6D" w14:textId="5B26482C" w:rsidR="000D1EE1" w:rsidRPr="00F9201D" w:rsidRDefault="001E316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eastAsia="Calibri" w:hAnsi="Times New Roman"/>
                <w:sz w:val="20"/>
                <w:szCs w:val="20"/>
              </w:rPr>
              <w:t>11</w:t>
            </w:r>
            <w:r w:rsidR="00335D4D" w:rsidRPr="00F9201D">
              <w:rPr>
                <w:rFonts w:ascii="Times New Roman" w:eastAsia="Calibri" w:hAnsi="Times New Roman"/>
                <w:sz w:val="20"/>
                <w:szCs w:val="20"/>
              </w:rPr>
              <w:t>0 921,40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09D433" w14:textId="65BA71D1" w:rsidR="000D1EE1" w:rsidRPr="00863E8E" w:rsidRDefault="001E3161" w:rsidP="000D1EE1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11</w:t>
            </w:r>
            <w:r w:rsidR="00335D4D"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3 070,00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1E71E1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121 894,10</w:t>
            </w:r>
          </w:p>
        </w:tc>
      </w:tr>
      <w:tr w:rsidR="00353A34" w:rsidRPr="00353A34" w14:paraId="36BB646C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A74EBB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6844AE7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A5A22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A09881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0751A6" w14:textId="77777777" w:rsidR="005A7215" w:rsidRPr="00353A34" w:rsidRDefault="005A7215" w:rsidP="0042257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3 226,00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D41D67" w14:textId="2DD6847F" w:rsidR="005A7215" w:rsidRPr="00353A34" w:rsidRDefault="000D1EE1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</w:t>
            </w:r>
            <w:r w:rsidR="00161146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78D8ED" w14:textId="5F78D29A" w:rsidR="005A7215" w:rsidRPr="00F9201D" w:rsidRDefault="00880E84" w:rsidP="00335D4D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36 798.50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6D424" w14:textId="77777777" w:rsidR="005A7215" w:rsidRPr="00F9201D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A52CF7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AC8F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571AFADA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0856C7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0F5FE7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EE8F9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AC93F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137 233,64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B44536" w14:textId="77777777" w:rsidR="005A7215" w:rsidRPr="00353A34" w:rsidRDefault="00A12DBB" w:rsidP="005748E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169 807,10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D01F75" w14:textId="19FA2E7F" w:rsidR="005A7215" w:rsidRPr="00353A34" w:rsidRDefault="00161146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195 673,10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538247" w14:textId="2F38E703" w:rsidR="005A7215" w:rsidRPr="00F9201D" w:rsidRDefault="00880E84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30 292.40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9AF2A" w14:textId="7FDFB67A" w:rsidR="005A7215" w:rsidRPr="00F9201D" w:rsidRDefault="00335D4D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eastAsia="Calibri" w:hAnsi="Times New Roman"/>
                <w:sz w:val="20"/>
                <w:szCs w:val="20"/>
              </w:rPr>
              <w:t>9 675,00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1C224" w14:textId="3A10DAAE" w:rsidR="005A7215" w:rsidRPr="00863E8E" w:rsidRDefault="00335D4D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9 969,00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1976E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8 771,70</w:t>
            </w:r>
          </w:p>
        </w:tc>
      </w:tr>
      <w:tr w:rsidR="00353A34" w:rsidRPr="00353A34" w14:paraId="084C9CEE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16574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11E658E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AC59C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EBE76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94 359,16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188228" w14:textId="77777777" w:rsidR="005A7215" w:rsidRPr="00353A34" w:rsidRDefault="005A7215" w:rsidP="008B496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45ED0E" w14:textId="77777777" w:rsidR="005A7215" w:rsidRPr="00353A34" w:rsidRDefault="00422579" w:rsidP="00A12DB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20 966,10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A41898" w14:textId="43F239FF" w:rsidR="005A7215" w:rsidRPr="00353A34" w:rsidRDefault="00161146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169 716,90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501EE9" w14:textId="5E384B7B" w:rsidR="005A7215" w:rsidRPr="00F9201D" w:rsidRDefault="00880E84" w:rsidP="000D1EE1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155 411.90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ECA7B" w14:textId="59CC48CC" w:rsidR="005A7215" w:rsidRPr="00F9201D" w:rsidRDefault="001E3161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eastAsia="Calibri" w:hAnsi="Times New Roman"/>
                <w:sz w:val="20"/>
                <w:szCs w:val="20"/>
              </w:rPr>
              <w:t>101 2</w:t>
            </w:r>
            <w:r w:rsidR="00335D4D" w:rsidRPr="00F9201D">
              <w:rPr>
                <w:rFonts w:ascii="Times New Roman" w:eastAsia="Calibri" w:hAnsi="Times New Roman"/>
                <w:sz w:val="20"/>
                <w:szCs w:val="20"/>
              </w:rPr>
              <w:t>46</w:t>
            </w:r>
            <w:r w:rsidRPr="00F9201D">
              <w:rPr>
                <w:rFonts w:ascii="Times New Roman" w:eastAsia="Calibri" w:hAnsi="Times New Roman"/>
                <w:sz w:val="20"/>
                <w:szCs w:val="20"/>
              </w:rPr>
              <w:t>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AA893" w14:textId="41A7221E" w:rsidR="005A7215" w:rsidRPr="00863E8E" w:rsidRDefault="001E3161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103</w:t>
            </w:r>
            <w:r w:rsidR="00335D4D"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 </w:t>
            </w: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10</w:t>
            </w:r>
            <w:r w:rsidR="00335D4D"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D1EBB6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113 122,40</w:t>
            </w:r>
          </w:p>
        </w:tc>
      </w:tr>
      <w:tr w:rsidR="00353A34" w:rsidRPr="00353A34" w14:paraId="2EF00078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2D1AF1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6F9081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76F92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4FEB2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E5E4A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740C29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033B1E" w14:textId="77777777" w:rsidR="005A7215" w:rsidRPr="00F9201D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FA68B" w14:textId="77777777" w:rsidR="005A7215" w:rsidRPr="00F9201D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5089F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48ABB4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633AD349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4EBA9C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F59C34C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5FF2C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3AF62D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030938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858BBA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4E2502" w14:textId="77777777" w:rsidR="005A7215" w:rsidRPr="00F9201D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EE6751" w14:textId="77777777" w:rsidR="005A7215" w:rsidRPr="00F9201D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E3AA2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C502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04EE3632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C8746E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F2782CB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16FA0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B42AB6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D75CE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152E58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9FA0A4" w14:textId="77777777" w:rsidR="005A7215" w:rsidRPr="00F9201D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26FAC" w14:textId="77777777" w:rsidR="005A7215" w:rsidRPr="00F9201D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E2E6E3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C05E4C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64ED87DC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1D29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17B334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42CA6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5AA1B6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A9EFA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B1D12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B2D55C" w14:textId="77777777" w:rsidR="005A7215" w:rsidRPr="00F9201D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009BB" w14:textId="77777777" w:rsidR="005A7215" w:rsidRPr="00F9201D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22692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E8E7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53A34" w:rsidRPr="00353A34" w14:paraId="3D1F0BA8" w14:textId="77777777" w:rsidTr="000D0D05">
        <w:trPr>
          <w:gridAfter w:val="2"/>
          <w:wAfter w:w="1095" w:type="dxa"/>
          <w:trHeight w:val="70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E827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E2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городского и </w:t>
            </w: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сельских поселений Калачеевского муниципального района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12B85D" w14:textId="77777777" w:rsidR="008562ED" w:rsidRPr="00353A34" w:rsidRDefault="008562ED" w:rsidP="008562ED">
            <w:pPr>
              <w:ind w:right="-108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7823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176 092,85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BDEFC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36 347,60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64363" w14:textId="2F26BFD1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3FEA4" w14:textId="4822377B" w:rsidR="008562ED" w:rsidRPr="00F9201D" w:rsidRDefault="00342277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880E84" w:rsidRPr="00F9201D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5 689.00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C8C9B" w14:textId="7F7DCB4C" w:rsidR="008562ED" w:rsidRPr="00F9201D" w:rsidRDefault="007548B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49 362,8</w:t>
            </w:r>
            <w:r w:rsidR="00E63AB9" w:rsidRPr="00F9201D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3AE489" w14:textId="0D758631" w:rsidR="008562ED" w:rsidRPr="00863E8E" w:rsidRDefault="007548B5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50</w:t>
            </w:r>
            <w:r w:rsidR="00335D4D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 </w:t>
            </w: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36</w:t>
            </w:r>
            <w:r w:rsidR="00335D4D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5E278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48 444,80</w:t>
            </w:r>
          </w:p>
        </w:tc>
      </w:tr>
      <w:tr w:rsidR="00353A34" w:rsidRPr="00353A34" w14:paraId="52A4EED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0C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418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1ADB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E104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63E772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B2B9A9" w14:textId="574F1D7F" w:rsidR="008562ED" w:rsidRPr="00353A34" w:rsidRDefault="000D1EE1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89598B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CF878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14FEA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7AAF5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5AC82DE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EF2B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0848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88CD1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1F25E4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124 176,44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FD47E2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168 903,10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BA1CF" w14:textId="27C26FAE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B7403" w14:textId="27B956AE" w:rsidR="000D0D05" w:rsidRPr="00F9201D" w:rsidRDefault="001E3161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</w:t>
            </w:r>
            <w:r w:rsidR="00880E84" w:rsidRPr="00F9201D">
              <w:rPr>
                <w:rFonts w:ascii="Times New Roman" w:hAnsi="Times New Roman"/>
                <w:sz w:val="20"/>
                <w:szCs w:val="20"/>
                <w:lang w:val="en-US"/>
              </w:rPr>
              <w:t>1 709.10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E93EC" w14:textId="4BB7FDF1" w:rsidR="000D0D05" w:rsidRPr="00F9201D" w:rsidRDefault="001E3161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8 571,00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D8FE2" w14:textId="74919436" w:rsidR="000D0D05" w:rsidRPr="00863E8E" w:rsidRDefault="001E3161" w:rsidP="000D0D05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E5D86B" w14:textId="77777777" w:rsidR="000D0D05" w:rsidRPr="00353A34" w:rsidRDefault="000D0D05" w:rsidP="000D0D05">
            <w:pPr>
              <w:ind w:firstLine="0"/>
              <w:jc w:val="left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</w:tr>
      <w:tr w:rsidR="00353A34" w:rsidRPr="00353A34" w14:paraId="68371B7C" w14:textId="77777777" w:rsidTr="001E3161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848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B9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7C67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1F0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51 916,41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D3EF6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4 977,80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54107" w14:textId="5CA42E58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73 168,90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C8556" w14:textId="2FB90791" w:rsidR="008562ED" w:rsidRPr="00F9201D" w:rsidRDefault="00342277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880E84" w:rsidRPr="00F9201D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3 979.</w:t>
            </w: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3D4EA" w14:textId="62ED272E" w:rsidR="008562ED" w:rsidRPr="00F9201D" w:rsidRDefault="001E3161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40 791,80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BCFFA" w14:textId="3E0A7DD5" w:rsidR="008562ED" w:rsidRPr="00863E8E" w:rsidRDefault="001E3161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41</w:t>
            </w:r>
            <w:r w:rsidR="00335D4D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 </w:t>
            </w: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53</w:t>
            </w:r>
            <w:r w:rsidR="00335D4D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168D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40 553,10</w:t>
            </w:r>
          </w:p>
        </w:tc>
      </w:tr>
      <w:tr w:rsidR="00353A34" w:rsidRPr="00353A34" w14:paraId="0B0E536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48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4CE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B10DB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6F59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E9C90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2CD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345945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516C21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AE137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2CAD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5E5B8A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922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64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B66C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E263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EF0E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0BB37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F1B4C0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B00AA2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94BD5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31BB2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B717EE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F28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26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4BF0B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E67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C6124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B892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CF744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C5ECD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D88E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39189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ACFCBA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04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AB6F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DEE7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BE6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9E67A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FAF8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71AAE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3728A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1F654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7D7A7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53A34" w:rsidRPr="00353A34" w14:paraId="600822A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5D6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C1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5DF0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B9660" w14:textId="77777777" w:rsidR="008562ED" w:rsidRPr="00353A34" w:rsidRDefault="008562ED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24B240" w14:textId="77777777" w:rsidR="008562ED" w:rsidRPr="00353A34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6FEC4" w14:textId="14BB2490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F883EA" w14:textId="64382B1D" w:rsidR="008562ED" w:rsidRPr="00F9201D" w:rsidRDefault="00880E84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5 167.00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E97244" w14:textId="6280E894" w:rsidR="008562ED" w:rsidRPr="00F9201D" w:rsidRDefault="001E3161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D14E68" w14:textId="34760471" w:rsidR="008562ED" w:rsidRPr="00863E8E" w:rsidRDefault="001E3161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20 006,70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B9ABF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4 028,20</w:t>
            </w:r>
          </w:p>
        </w:tc>
      </w:tr>
      <w:tr w:rsidR="00353A34" w:rsidRPr="00353A34" w14:paraId="12E6B4B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A3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2A5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01E64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ED4B4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6DAFD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FEDA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16924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F6243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D7AF2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6C0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067286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D5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AD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B3DA1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C2EE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4D939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23D3E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855322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30FE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15CE8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A036E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7E9C6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644F2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DAF8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03B06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F55AB5" w14:textId="77777777" w:rsidR="001E3161" w:rsidRPr="00353A34" w:rsidRDefault="001E3161" w:rsidP="001E3161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793E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290ECB" w14:textId="71B21249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2988B0" w14:textId="78905F73" w:rsidR="001E3161" w:rsidRPr="00F9201D" w:rsidRDefault="00880E84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5 167.00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6DCD62" w14:textId="1983E46E" w:rsidR="001E3161" w:rsidRPr="00F9201D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6D15C6" w14:textId="5153C62A" w:rsidR="001E3161" w:rsidRPr="00863E8E" w:rsidRDefault="001E3161" w:rsidP="001E3161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20 006,70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9195C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4 028,20</w:t>
            </w:r>
          </w:p>
        </w:tc>
      </w:tr>
      <w:tr w:rsidR="00353A34" w:rsidRPr="00353A34" w14:paraId="520C19E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642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7D1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F5613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9F90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87265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D5CC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0801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3E7C2C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E760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2E6C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EE28CF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F3A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6E9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AC371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C9B1C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B65CC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12731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D6450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22C0D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4C9A6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D026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175077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1E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18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0B09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2CDC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0DCF2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095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07587B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DA617E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DAED7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423F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76815C4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B10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17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8794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208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FF5FBE" w14:textId="77777777" w:rsidR="008562ED" w:rsidRPr="00353A34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8D74A" w14:textId="44823213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7EE7F" w14:textId="6977E09E" w:rsidR="008562ED" w:rsidRPr="00F9201D" w:rsidRDefault="00342277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4</w:t>
            </w:r>
            <w:r w:rsidR="00880E84" w:rsidRPr="00F9201D">
              <w:rPr>
                <w:rFonts w:ascii="Times New Roman" w:hAnsi="Times New Roman"/>
                <w:sz w:val="20"/>
                <w:szCs w:val="20"/>
                <w:lang w:val="en-US"/>
              </w:rPr>
              <w:t>6 246.10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57C50" w14:textId="4F8692F5" w:rsidR="008562ED" w:rsidRPr="00F9201D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18 578,90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F04C4" w14:textId="1C59EBCC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19 469,</w:t>
            </w:r>
            <w:r w:rsidR="00335D4D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A6CF3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353A34" w:rsidRPr="00353A34" w14:paraId="02421C1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078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86B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D9E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5ED3E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F510C6" w14:textId="77777777" w:rsidR="008562ED" w:rsidRPr="00353A34" w:rsidRDefault="00DA1E7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91686D" w14:textId="5D03A23C" w:rsidR="008562ED" w:rsidRPr="00353A34" w:rsidRDefault="00A714D0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5FF809" w14:textId="0A14E9BF" w:rsidR="008562ED" w:rsidRPr="00F9201D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8BB5453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59ED2E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90F126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F63295E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5EF2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336C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A887FC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75888A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124 176,44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04069A" w14:textId="77777777" w:rsidR="00DA1E7A" w:rsidRPr="00353A34" w:rsidRDefault="00DA1E7A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68 903,10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E0E14" w14:textId="798D826C" w:rsidR="00DA1E7A" w:rsidRPr="00353A34" w:rsidRDefault="000D0D05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EB75B" w14:textId="6DD07FC8" w:rsidR="00DA1E7A" w:rsidRPr="00F9201D" w:rsidRDefault="001F693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</w:t>
            </w:r>
            <w:r w:rsidR="00880E84" w:rsidRPr="00F9201D">
              <w:rPr>
                <w:rFonts w:ascii="Times New Roman" w:hAnsi="Times New Roman"/>
                <w:sz w:val="20"/>
                <w:szCs w:val="20"/>
                <w:lang w:val="en-US"/>
              </w:rPr>
              <w:t>1 709.10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D10B4" w14:textId="1B0C4C80" w:rsidR="00DA1E7A" w:rsidRPr="00F9201D" w:rsidRDefault="001F693A" w:rsidP="00DA1E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8 571,00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684F5" w14:textId="33467118" w:rsidR="00DA1E7A" w:rsidRPr="00863E8E" w:rsidRDefault="001F693A" w:rsidP="00DA1E7A">
            <w:pPr>
              <w:ind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D7945A" w14:textId="77777777" w:rsidR="00DA1E7A" w:rsidRPr="00353A34" w:rsidRDefault="00DA1E7A" w:rsidP="00DA1E7A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</w:tr>
      <w:tr w:rsidR="00353A34" w:rsidRPr="00353A34" w14:paraId="1EBDA8F9" w14:textId="77777777" w:rsidTr="001F693A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6F1D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6DC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8D06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0AA9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42 810,25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DE151" w14:textId="77777777" w:rsidR="008562ED" w:rsidRPr="00353A34" w:rsidRDefault="00A12DBB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55 005,20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98E35" w14:textId="78826604" w:rsidR="008562ED" w:rsidRPr="00353A34" w:rsidRDefault="009A341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  <w:r w:rsidR="00B8113A" w:rsidRPr="00353A34">
              <w:rPr>
                <w:rFonts w:ascii="Times New Roman" w:hAnsi="Times New Roman"/>
                <w:sz w:val="20"/>
                <w:szCs w:val="20"/>
              </w:rPr>
              <w:t>3 538,60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1606B" w14:textId="63DA506B" w:rsidR="008562ED" w:rsidRPr="00F9201D" w:rsidRDefault="00342277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34</w:t>
            </w:r>
            <w:r w:rsidR="00880E84" w:rsidRPr="00F9201D">
              <w:rPr>
                <w:rFonts w:ascii="Times New Roman" w:hAnsi="Times New Roman"/>
                <w:sz w:val="20"/>
                <w:szCs w:val="20"/>
                <w:lang w:val="en-US"/>
              </w:rPr>
              <w:t> 537.0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CC88E" w14:textId="5207A316" w:rsidR="008562ED" w:rsidRPr="00F9201D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10 007,90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6C7B4" w14:textId="612CC4F0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10 647,</w:t>
            </w:r>
            <w:r w:rsidR="00AD1056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880F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30 314,90</w:t>
            </w:r>
          </w:p>
        </w:tc>
      </w:tr>
      <w:tr w:rsidR="00353A34" w:rsidRPr="00353A34" w14:paraId="754A170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1E1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42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D678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C9006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1AC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F62E8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63582B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3A4EC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CE40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F418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1F42FC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21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9563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D6B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7224F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00BE3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8F38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6FC26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81E0D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9BF9B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C7B8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902850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34B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1B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3FBC9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32C0A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1496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EA777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F6CCA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15FF21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E9748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2802D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3F848C9" w14:textId="77777777" w:rsidTr="002828B4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D5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05D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F1C2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826D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6C6B3" w14:textId="77777777" w:rsidR="008562ED" w:rsidRPr="00353A34" w:rsidRDefault="008562ED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1642C" w14:textId="615C3882" w:rsidR="008562ED" w:rsidRPr="00353A34" w:rsidRDefault="00B811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CA6BA" w14:textId="037A7A47" w:rsidR="008562ED" w:rsidRPr="00F9201D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</w:t>
            </w:r>
            <w:r w:rsidR="00880E84" w:rsidRPr="00F9201D">
              <w:rPr>
                <w:rFonts w:ascii="Times New Roman" w:hAnsi="Times New Roman"/>
                <w:sz w:val="20"/>
                <w:szCs w:val="20"/>
                <w:lang w:val="en-US"/>
              </w:rPr>
              <w:t>4 275.90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5227F" w14:textId="1304F201" w:rsidR="008562ED" w:rsidRPr="00F9201D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93A2E" w14:textId="3E14DD4B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9BA9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353A34" w:rsidRPr="00353A34" w14:paraId="27970DC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329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AAF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B9CDB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14FF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AC08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D8E18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4FE25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AADA3A" w14:textId="77777777" w:rsidR="008562ED" w:rsidRPr="00F9201D" w:rsidRDefault="008562ED" w:rsidP="008562ED">
            <w:pPr>
              <w:ind w:firstLine="0"/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82D85F" w14:textId="77777777" w:rsidR="008562ED" w:rsidRPr="00863E8E" w:rsidRDefault="008562ED" w:rsidP="008562ED">
            <w:pPr>
              <w:ind w:firstLine="0"/>
              <w:jc w:val="left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B388E1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671BCC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918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748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9452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23C2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DC43C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205168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DFB3DC" w14:textId="77777777" w:rsidR="008562ED" w:rsidRPr="00F9201D" w:rsidRDefault="008562ED" w:rsidP="008562ED">
            <w:pPr>
              <w:ind w:firstLine="0"/>
              <w:jc w:val="left"/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03D7CA" w14:textId="77777777" w:rsidR="008562ED" w:rsidRPr="00F9201D" w:rsidRDefault="008562ED" w:rsidP="008562ED">
            <w:pPr>
              <w:ind w:firstLine="0"/>
              <w:jc w:val="left"/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A2431" w14:textId="77777777" w:rsidR="008562ED" w:rsidRPr="00863E8E" w:rsidRDefault="008562ED" w:rsidP="008562ED">
            <w:pPr>
              <w:ind w:firstLine="0"/>
              <w:jc w:val="left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CB5467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B9CBB3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CB1B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6FE7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98A105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62E2F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06942C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6F2052" w14:textId="5198DA48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37B670" w14:textId="05BE0044" w:rsidR="001F693A" w:rsidRPr="00F9201D" w:rsidRDefault="00880E84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14 275.90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5EDFEC" w14:textId="1E4FC077" w:rsidR="001F693A" w:rsidRPr="00F9201D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C13687" w14:textId="6CBB832E" w:rsidR="001F693A" w:rsidRPr="00863E8E" w:rsidRDefault="001F693A" w:rsidP="001F693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55B20F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353A34" w:rsidRPr="00353A34" w14:paraId="51A59BD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4D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D7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0C5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75BE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EDE9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12E87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D45BE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19776B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07253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2B13D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119B411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546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EB2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6A412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51DE7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D053A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25C7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9C61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1011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F4046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58F77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1C28E4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E05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669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50616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6AA1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A88B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CCCD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1AB0A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F846D2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C1B0B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A45E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56514D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3A7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№2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22A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F738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BFB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42 808,91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01F8F3" w14:textId="77777777" w:rsidR="008562ED" w:rsidRPr="00353A34" w:rsidRDefault="008562ED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1 786,90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886D4" w14:textId="73897B52" w:rsidR="008562ED" w:rsidRPr="00353A34" w:rsidRDefault="0076782C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70 786,60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932ED" w14:textId="19879478" w:rsidR="008562ED" w:rsidRPr="00F9201D" w:rsidRDefault="00DB4C3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128 227.90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3ABFB" w14:textId="702CABA0" w:rsidR="008562ED" w:rsidRPr="00F9201D" w:rsidRDefault="001F693A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7765F8" w:rsidRPr="00F9201D">
              <w:rPr>
                <w:rFonts w:ascii="Times New Roman" w:hAnsi="Times New Roman"/>
                <w:bCs/>
                <w:sz w:val="20"/>
                <w:szCs w:val="20"/>
              </w:rPr>
              <w:t>4 123,20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975A8" w14:textId="5E0E3EFB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7765F8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4 755,70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36D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353A34" w:rsidRPr="00353A34" w14:paraId="6442B9A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C822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C4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B58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14C4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B746F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91943" w14:textId="30FF919A" w:rsidR="008562ED" w:rsidRPr="00353A34" w:rsidRDefault="0076782C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21 735,70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B0266" w14:textId="62369D2E" w:rsidR="008562ED" w:rsidRPr="00F9201D" w:rsidRDefault="00DB4C3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36 798.50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7BB7B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0088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14927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DB4C35" w:rsidRPr="00353A34" w14:paraId="03C3FE9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9215" w14:textId="77777777" w:rsidR="00DB4C35" w:rsidRPr="00353A34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10BD" w14:textId="77777777" w:rsidR="00DB4C35" w:rsidRPr="00353A34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3E5B9" w14:textId="77777777" w:rsidR="00DB4C35" w:rsidRPr="00353A34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80B37C" w14:textId="77777777" w:rsidR="00DB4C35" w:rsidRPr="00353A34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13 057,20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28E9D" w14:textId="77777777" w:rsidR="00DB4C35" w:rsidRPr="00353A34" w:rsidRDefault="00DB4C35" w:rsidP="00DB4C35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5EC75" w14:textId="623FAFC7" w:rsidR="00DB4C35" w:rsidRPr="00353A34" w:rsidRDefault="00DB4C35" w:rsidP="00DB4C35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1 056,00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D3306" w14:textId="30ED1DB3" w:rsidR="00DB4C35" w:rsidRPr="00F9201D" w:rsidRDefault="00DB4C35" w:rsidP="00DB4C35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18 583.30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B4406" w14:textId="0E4BE4AD" w:rsidR="00DB4C35" w:rsidRPr="00F9201D" w:rsidRDefault="00DB4C35" w:rsidP="00DB4C35">
            <w:pPr>
              <w:ind w:firstLine="0"/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1 104,00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D61AA" w14:textId="2952CE0D" w:rsidR="00DB4C35" w:rsidRPr="00863E8E" w:rsidRDefault="00DB4C35" w:rsidP="00DB4C35">
            <w:pPr>
              <w:ind w:firstLine="0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1 147,00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8752C" w14:textId="77777777" w:rsidR="00DB4C35" w:rsidRPr="00353A34" w:rsidRDefault="00DB4C35" w:rsidP="00DB4C35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880,00</w:t>
            </w:r>
          </w:p>
        </w:tc>
      </w:tr>
      <w:tr w:rsidR="00DB4C35" w:rsidRPr="00353A34" w14:paraId="333D83A9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A606" w14:textId="77777777" w:rsidR="00DB4C35" w:rsidRPr="00353A34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EC60" w14:textId="77777777" w:rsidR="00DB4C35" w:rsidRPr="00353A34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C018F" w14:textId="77777777" w:rsidR="00DB4C35" w:rsidRPr="00353A34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486E5" w14:textId="77777777" w:rsidR="00DB4C35" w:rsidRPr="00353A34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29 751,71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7BEA8" w14:textId="77777777" w:rsidR="00DB4C35" w:rsidRPr="00353A34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30 123,60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A071B" w14:textId="3040572B" w:rsidR="00DB4C35" w:rsidRPr="00353A34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47 994,90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F42A4" w14:textId="63DB8351" w:rsidR="00DB4C35" w:rsidRPr="00F9201D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72 846.10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C7163" w14:textId="4422FD2A" w:rsidR="00DB4C35" w:rsidRPr="00F9201D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33 019,20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69457" w14:textId="60DF371D" w:rsidR="00DB4C35" w:rsidRPr="00863E8E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33 608,70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5C257" w14:textId="77777777" w:rsidR="00DB4C35" w:rsidRPr="00353A34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46 356,30</w:t>
            </w:r>
          </w:p>
        </w:tc>
      </w:tr>
      <w:tr w:rsidR="00353A34" w:rsidRPr="00353A34" w14:paraId="66E0DF7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AE3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E9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502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FFD52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A15C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E165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5B12B8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E9E8E5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8810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9B538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B838F8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24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62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5CE1A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9A6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8DE5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BD129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7E47F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B181C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F8B40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20344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0584E1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5AC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58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8FF4B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ABBBB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4D2DF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E9A9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0A6AF9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6A25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E627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4ED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8617CB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9A8A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8884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5BD58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AD40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4548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EC81A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3622C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120F5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BA29C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E26C4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53A34" w:rsidRPr="00353A34" w14:paraId="4BF5D888" w14:textId="77777777" w:rsidTr="00A555AF">
        <w:trPr>
          <w:gridAfter w:val="2"/>
          <w:wAfter w:w="1095" w:type="dxa"/>
          <w:trHeight w:val="91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7C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E23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получения муниципальных услуг, предоставляемых администрацией Калачеевского муниципального района в электронной форме и снижение среднего числа обращений Заявителей в орган местного </w:t>
            </w: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самоуправления для получения одной муниципальной услуги.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23A5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CCE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503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543E9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F1C85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9FDF98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5174D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CB69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ACE46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C83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255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3B9D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EAC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08D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CF58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74E4A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748C0B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2D76B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0E4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EA3CE4B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835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608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E8A44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F2DD6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24BFA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D9B14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72C66F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3381C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06163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8E356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294C120" w14:textId="77777777" w:rsidTr="003477C3">
        <w:trPr>
          <w:gridAfter w:val="2"/>
          <w:wAfter w:w="1095" w:type="dxa"/>
          <w:trHeight w:val="69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E23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C696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4F70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49FA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CBB3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0794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E4A2E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9C891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A01DF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A99A6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DE9FF71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B77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93E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E2496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5F2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6479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B5F5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85F2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578EA0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0744B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E471A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BD929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98D1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6425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C94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DE14A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70B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FBD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0DBC0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FB205B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15181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A7D8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6FC02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2E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6C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7C845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ED5F8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77D1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A0E5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243C6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E025F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1DF73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A2BB6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664FF64" w14:textId="77777777" w:rsidTr="00A555AF">
        <w:trPr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0A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DF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743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A5970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9F1E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5F7F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15D6F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E438E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74C0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DCBA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7EBBA68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095B15EE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3A34" w:rsidRPr="00353A34" w14:paraId="0BE50CA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4E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62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EB979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22EC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034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4BBEE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E6EBDF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F3A8F3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52B1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7245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2DA54F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FE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837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433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C92E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B7E6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7E20B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BB10AF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7BE67C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4605E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C529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8156CA1" w14:textId="77777777" w:rsidTr="00A555AF">
        <w:trPr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1C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ED2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D8DD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168D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31DF2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B51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8F30B8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CE29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9E0D0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6B2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CE00309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48E158B8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3A34" w:rsidRPr="00353A34" w14:paraId="1A2C995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118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A5B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7208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4717A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4631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3A9DB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C10A9D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C0E50D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20108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268E4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C97A83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D2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83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6BE2D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EA89C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392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0E96F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C36531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0DD741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079E69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54F06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584D8C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F9B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94E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96C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003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F4C82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AEC36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8B145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984A3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63D62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B7C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53A34" w:rsidRPr="00353A34" w14:paraId="6B93A97A" w14:textId="77777777" w:rsidTr="00A555AF">
        <w:trPr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0C2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4D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80D0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18A41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C5C1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4719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AA54B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63DBF3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9F1D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BF82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000C9B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10F03E53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3A34" w:rsidRPr="00353A34" w14:paraId="166B642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9976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C5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AFB35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FE36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43B5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8CE8A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C66CC5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478A95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9C638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A2ED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DE8B92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30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5D5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EAA46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B117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D1D4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D558C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BBC5C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9F23F5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333E7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F0AB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DA9D29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397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B4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C4C8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9122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F59AF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45D5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2C14B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22F4AF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11DFB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C0C0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29DCFA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2A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F7D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E5BF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A8AD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1E175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72B4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73620C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8526B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622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1F91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D1E5D8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33D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C0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F9F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1DCE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145F8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A2E26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3F051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B73308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DB16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C24D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CAC9B7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66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CCA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55E9A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F2334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591F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DE9D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5AB992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8DE145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07D5A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9B58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E2A2EB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9F6F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4D8D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ACE71A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2A91DC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A6E59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84CD6" w14:textId="72594ED2" w:rsidR="009A341F" w:rsidRPr="00353A34" w:rsidRDefault="00CB26A2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36 624,70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87500" w14:textId="48CD0DA5" w:rsidR="009A341F" w:rsidRPr="00F9201D" w:rsidRDefault="00DB4C35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60 818.5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D50DF" w14:textId="237EFA83" w:rsidR="009A341F" w:rsidRPr="00F9201D" w:rsidRDefault="00410869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</w:t>
            </w:r>
            <w:r w:rsidR="009A341F" w:rsidRPr="00F9201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46CFA" w14:textId="4BB16639" w:rsidR="009A341F" w:rsidRPr="00863E8E" w:rsidRDefault="00410869" w:rsidP="009A341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  <w:r w:rsidR="009A341F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5974C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353A34" w:rsidRPr="00353A34" w14:paraId="3CB5F9FA" w14:textId="77777777" w:rsidTr="00DB4C3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E7F0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7FB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6B9A3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0825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A37E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3769C2" w14:textId="12471B42" w:rsidR="008562ED" w:rsidRPr="00353A34" w:rsidRDefault="00CB26A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21 735,70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0F8BE" w14:textId="638F2405" w:rsidR="008562ED" w:rsidRPr="00F9201D" w:rsidRDefault="0020320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36</w:t>
            </w:r>
            <w:r w:rsidR="00A20C2E" w:rsidRPr="00F9201D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="00A20C2E" w:rsidRPr="00F9201D">
              <w:rPr>
                <w:rFonts w:ascii="Times New Roman" w:hAnsi="Times New Roman"/>
                <w:sz w:val="20"/>
                <w:szCs w:val="20"/>
                <w:lang w:val="en-US"/>
              </w:rPr>
              <w:t>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3580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4827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D25F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BC04188" w14:textId="77777777" w:rsidTr="00DB4C3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BA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08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E71F8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B162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4D8C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CDFD2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4877F" w14:textId="109E4AF7" w:rsidR="008562ED" w:rsidRPr="00F9201D" w:rsidRDefault="0020320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18 583.30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7EE8EE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BACB7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CD9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EB1B08B" w14:textId="77777777" w:rsidTr="00DB4C35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EEE0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D39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47A430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72B3F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6EA03C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05FCBC" w14:textId="29F0C232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4 889,00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D7118" w14:textId="39551937" w:rsidR="00410869" w:rsidRPr="00F9201D" w:rsidRDefault="00A20C2E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5 447.70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A8736C" w14:textId="7BF5995C" w:rsidR="00410869" w:rsidRPr="00F9201D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60B792" w14:textId="387A8927" w:rsidR="00410869" w:rsidRPr="00863E8E" w:rsidRDefault="00410869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6F44DD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353A34" w:rsidRPr="00353A34" w14:paraId="37BD2A3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B1A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B9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1514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B4579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13A1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6F209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40E671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D54463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AD45F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612B0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A1EAC1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B5D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80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EE0EA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4857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700E0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D7FC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0F2479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F6F2CD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CD68D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B7C5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A53738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B47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40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6D76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62040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422F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2CE3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107C8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680C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07AA3D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AAC5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787FDD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ED8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E67B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CEA40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73B84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6 859,52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331FC7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6F3A1" w14:textId="78A68DC2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7 379,20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D3544" w14:textId="2C048115" w:rsidR="00410869" w:rsidRPr="00F9201D" w:rsidRDefault="00A20C2E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6 588.50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13A03" w14:textId="72D85D69" w:rsidR="00410869" w:rsidRPr="00F9201D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7 912,10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B436E" w14:textId="01111AB5" w:rsidR="00410869" w:rsidRPr="00863E8E" w:rsidRDefault="00410869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6B199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353A34" w:rsidRPr="00353A34" w14:paraId="5584026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0B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D0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3B4A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0734C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8182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6AD8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F8DC68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2C8B33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E5027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C480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352625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CABF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035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1F31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A6DFA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F6CB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59F71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6985D3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3FC05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C3083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F502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ABE8DB5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DD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242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59629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798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6609,52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FF9989" w14:textId="77777777" w:rsidR="008562ED" w:rsidRPr="00353A34" w:rsidRDefault="00A12DBB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B1EC92" w14:textId="25CAF265" w:rsidR="008562ED" w:rsidRPr="00353A34" w:rsidRDefault="00CB26A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CD61AD" w14:textId="2D93DF04" w:rsidR="008562ED" w:rsidRPr="00F9201D" w:rsidRDefault="00A20C2E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6 588.50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28EC02" w14:textId="4C700529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7</w:t>
            </w:r>
            <w:r w:rsidR="009A341F" w:rsidRPr="00F9201D">
              <w:rPr>
                <w:rFonts w:ascii="Times New Roman" w:hAnsi="Times New Roman"/>
                <w:sz w:val="20"/>
                <w:szCs w:val="20"/>
              </w:rPr>
              <w:t> </w:t>
            </w:r>
            <w:r w:rsidR="00410869" w:rsidRPr="00F9201D">
              <w:rPr>
                <w:rFonts w:ascii="Times New Roman" w:hAnsi="Times New Roman"/>
                <w:sz w:val="20"/>
                <w:szCs w:val="20"/>
              </w:rPr>
              <w:t>912,10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F2F17A" w14:textId="4FCB7C65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26ACC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353A34" w:rsidRPr="00353A34" w14:paraId="00969BB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1C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A8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7E25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E3DCF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06E7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BA54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5A9F7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444E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F39C3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BBFAF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84E7E8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F61E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461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7C6D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795F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9020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375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F38ECB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9F68F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4AC9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CE9C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83E23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CB0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7D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F91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DA70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FD94F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4928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92E791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CAAC3F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ECF6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A810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A4324C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C4C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F95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CD85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74A25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843BBF" w14:textId="77777777" w:rsidR="008562ED" w:rsidRPr="00353A34" w:rsidRDefault="00A12DBB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21 144,30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4E6F4" w14:textId="03DC7F4E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CB26A2" w:rsidRPr="00353A34">
              <w:rPr>
                <w:rFonts w:ascii="Times New Roman" w:hAnsi="Times New Roman"/>
                <w:sz w:val="20"/>
                <w:szCs w:val="20"/>
              </w:rPr>
              <w:t>3 554,70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CECF0" w14:textId="0957D884" w:rsidR="008562ED" w:rsidRPr="00F9201D" w:rsidRDefault="00A20C2E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37 873.60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AAC47" w14:textId="45E1BDC1" w:rsidR="008562ED" w:rsidRPr="00F9201D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25 661,10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FC149" w14:textId="2769D4C1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26 044,70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6EEC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353A34" w:rsidRPr="00353A34" w14:paraId="06EA494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DF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EDB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9C6D5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C4C5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AAAC3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D430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21FC60" w14:textId="676ECFD9" w:rsidR="008562ED" w:rsidRPr="00F9201D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11</w:t>
            </w:r>
            <w:r w:rsidR="008562ED" w:rsidRPr="00F9201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BC09F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9741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8935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32A0A7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F13F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F087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04170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29B8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884,0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C7558" w14:textId="77777777" w:rsidR="00E27026" w:rsidRPr="00353A34" w:rsidRDefault="00E27026" w:rsidP="00E27026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FEBAB1" w14:textId="3F32369E" w:rsidR="00E27026" w:rsidRPr="00353A34" w:rsidRDefault="00CB26A2" w:rsidP="00E27026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C662" w14:textId="0548582D" w:rsidR="00E27026" w:rsidRPr="00F9201D" w:rsidRDefault="00A20C2E" w:rsidP="00E27026">
            <w:pPr>
              <w:ind w:firstLine="0"/>
            </w:pPr>
            <w:r w:rsidRPr="00F9201D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2 603.00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636C46" w14:textId="082EF0B4" w:rsidR="00E27026" w:rsidRPr="00F9201D" w:rsidRDefault="00410869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 xml:space="preserve">1 104,00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3DAEFE" w14:textId="5825D174" w:rsidR="00E27026" w:rsidRPr="00863E8E" w:rsidRDefault="00410869" w:rsidP="00E2702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1 147,00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6F1FF7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880,0</w:t>
            </w:r>
          </w:p>
        </w:tc>
      </w:tr>
      <w:tr w:rsidR="00353A34" w:rsidRPr="00353A34" w14:paraId="61DE9574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58D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E3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782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135C8" w14:textId="77777777" w:rsidR="008562ED" w:rsidRPr="00353A34" w:rsidRDefault="008562ED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0 240,30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390E8D" w14:textId="77777777" w:rsidR="008562ED" w:rsidRPr="00353A34" w:rsidRDefault="008562ED" w:rsidP="00AD056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AD056F" w:rsidRPr="00353A34">
              <w:rPr>
                <w:rFonts w:ascii="Times New Roman" w:hAnsi="Times New Roman"/>
                <w:sz w:val="20"/>
                <w:szCs w:val="20"/>
              </w:rPr>
              <w:t>6 294,96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F00958" w14:textId="64392016" w:rsidR="008562ED" w:rsidRPr="00353A34" w:rsidRDefault="0013431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CB26A2" w:rsidRPr="00353A34">
              <w:rPr>
                <w:rFonts w:ascii="Times New Roman" w:hAnsi="Times New Roman"/>
                <w:sz w:val="20"/>
                <w:szCs w:val="20"/>
              </w:rPr>
              <w:t>2 573,70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A351CE" w14:textId="2DD617B2" w:rsidR="008562ED" w:rsidRPr="00F9201D" w:rsidRDefault="00A20C2E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35 259.60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8627B3" w14:textId="481B77F7" w:rsidR="008562ED" w:rsidRPr="00F9201D" w:rsidRDefault="0013431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24</w:t>
            </w:r>
            <w:r w:rsidR="00410869" w:rsidRPr="00F9201D">
              <w:rPr>
                <w:rFonts w:ascii="Times New Roman" w:hAnsi="Times New Roman"/>
                <w:sz w:val="20"/>
                <w:szCs w:val="20"/>
              </w:rPr>
              <w:t> 557,10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ADCC08" w14:textId="31C05D7E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24 897,70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7905C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38 223,30</w:t>
            </w:r>
          </w:p>
        </w:tc>
      </w:tr>
      <w:tr w:rsidR="00353A34" w:rsidRPr="00353A34" w14:paraId="53F77F6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62F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D08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E0F43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534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C482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C145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A3191D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74CD8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1BD61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A94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048869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05DD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50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30D6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95F6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228C3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A40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3B0C88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5C96CD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1DE5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B54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B811FF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15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AC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FF7C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56F9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9F88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36357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AE5AD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DFDBEB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4C33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C16D0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F4EA5E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AF21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25696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Поощрение муниципальных образований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08AEA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E055A" w14:textId="133AC714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D03F70" w14:textId="2A54D34C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1E7B30" w14:textId="6E8974DA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68AF90" w14:textId="6E523B4F" w:rsidR="00410869" w:rsidRPr="00F9201D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 w:rsidRPr="00F920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23F9F6" w14:textId="63BA357E" w:rsidR="00410869" w:rsidRPr="00F9201D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 w:rsidRPr="00F920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391342" w14:textId="79A2FCE9" w:rsidR="00410869" w:rsidRPr="00863E8E" w:rsidRDefault="00410869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</w:t>
            </w:r>
            <w:r w:rsidR="00E63AB9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A489FD" w14:textId="7CCD6430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65E9709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2D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932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4A61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24DFE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AD89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8336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CCAB25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EB4B1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F69349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7D3F1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274DBA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ABD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B4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833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65B9C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57C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CEBB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00E3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5DE510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29808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34ED0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DAE644C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BB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22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6232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BF1C34" w14:textId="50F41425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A9E7F6" w14:textId="3EB5AD0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347F97" w14:textId="5ABBBA5C" w:rsidR="008562ED" w:rsidRPr="00353A34" w:rsidRDefault="00C042B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353A34">
              <w:rPr>
                <w:rFonts w:ascii="Times New Roman" w:hAnsi="Times New Roman"/>
                <w:sz w:val="20"/>
                <w:szCs w:val="20"/>
              </w:rPr>
              <w:t>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0F98AD" w14:textId="6EE94CF0" w:rsidR="008562ED" w:rsidRPr="00F9201D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F9201D">
              <w:rPr>
                <w:rFonts w:ascii="Times New Roman" w:hAnsi="Times New Roman"/>
                <w:sz w:val="20"/>
                <w:szCs w:val="20"/>
              </w:rPr>
              <w:t>00,0</w:t>
            </w:r>
            <w:r w:rsidR="00E63AB9" w:rsidRPr="00F920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60F001" w14:textId="07397426" w:rsidR="008562ED" w:rsidRPr="00F9201D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F9201D">
              <w:rPr>
                <w:rFonts w:ascii="Times New Roman" w:hAnsi="Times New Roman"/>
                <w:sz w:val="20"/>
                <w:szCs w:val="20"/>
              </w:rPr>
              <w:t>00,0</w:t>
            </w:r>
            <w:r w:rsidR="00E63AB9" w:rsidRPr="00F920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E410F5" w14:textId="42298B14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8562ED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00,</w:t>
            </w:r>
            <w:r w:rsidR="00E63AB9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  <w:r w:rsidR="008562ED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6B627E" w14:textId="4EC95DB9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2E73E42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A05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C0B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4BF76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F43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1BD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DD21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50F261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6F6F8C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170E8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4FB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D9B360B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95F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10D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6559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1A24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03B5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6727E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739F58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4AA30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EE9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C14E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D7595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00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13FC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7C1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FA04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44C6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8FFA4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80D4D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1967D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A6F90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DAD2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5A635C7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8C8CE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06F38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8778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D48F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4C89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FACFC" w14:textId="094CC5B3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2 7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C0383" w14:textId="6D66F3AB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7F6266" w14:textId="66570155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EECA88" w14:textId="15968214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DC975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1684D2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9D8F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5C5D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291F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5726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547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927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2E70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56AE2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F21F3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A3726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B2F88B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3CCE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93CB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B478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389A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11923,20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427A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1172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291C8" w14:textId="529442E3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7F723D" w14:textId="7851E439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4E33B4" w14:textId="2B19A542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2233F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B9BB072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BD23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C8BB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85EA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49DA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408,82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0560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1F07C" w14:textId="35EEF77D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3B510" w14:textId="6509EC6B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8615EE" w14:textId="7CB6A113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04339D" w14:textId="2A19123F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3CD3F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9F7CD1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CF4D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96D0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8F49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B5A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8D7D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C45A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880D0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929C7C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89EA4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ECBC1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A978576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2C6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398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FFEEE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BF42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30B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DA26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BDCF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6925F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E1F84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FD9DB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C9037C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EAD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08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0D5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CA2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3585F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147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33E4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A993A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1F6F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BC02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F6E014C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9767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5D9C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CABF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9CBDE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E04B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874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ACC1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14438D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70771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9501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3ED7F51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483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7A6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1A0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91B0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E48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EFD8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15F2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0BB0E9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8EA36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1F683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BBC8223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9F38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08F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1258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9F3E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DC2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BBC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752AD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1B8BE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D289E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09E1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D8EA91B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946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7D7D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F6FC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EF8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212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E1C5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21F8F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815E4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0AC5E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55F46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D379012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A35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3C7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258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7C0C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B6C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4454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2329E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FCCD69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61124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07258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5C2F8F6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EEF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AC69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1C45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5C85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CAA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552D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7EAB5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43EB1C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9F645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D94F4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3C40F0" w14:textId="77777777" w:rsidTr="00E32D2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C89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014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4F8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AF1D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6C3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6B5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926B3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CE8069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211EC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587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6E5A1BE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C5D4E1" w14:textId="19339464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10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84962D" w14:textId="480E714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Иные межбюджетные трансферты бюджетам поселений за </w:t>
            </w:r>
            <w:proofErr w:type="gramStart"/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счет  средств</w:t>
            </w:r>
            <w:proofErr w:type="gramEnd"/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, полученных из вышестоящих бюджетов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21F68" w14:textId="4C031AF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FB9133" w14:textId="2E2D8AF6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FE491D" w14:textId="73C2700E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47B37A" w14:textId="2F206F6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BD3646" w14:textId="47A3C3F0" w:rsidR="002F05FD" w:rsidRPr="00F9201D" w:rsidRDefault="00342277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2</w:t>
            </w:r>
            <w:r w:rsidR="00A20C2E" w:rsidRPr="00F9201D">
              <w:rPr>
                <w:rFonts w:ascii="Times New Roman" w:hAnsi="Times New Roman"/>
                <w:sz w:val="20"/>
                <w:szCs w:val="20"/>
                <w:lang w:val="en-US"/>
              </w:rPr>
              <w:t>2 447.30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D7E4EF" w14:textId="70C77AA5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7685EF" w14:textId="2FB90CAB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FCE4E3" w14:textId="6927D85B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818F925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48F1E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36CB4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E2A6E" w14:textId="38A40BE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1E8D29" w14:textId="0869658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1A3782" w14:textId="2C481D5B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D0595C" w14:textId="1ECAE25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00DDD0" w14:textId="685A0EC0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4A41AA" w14:textId="61F4D236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C5ED14" w14:textId="08314221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24D555" w14:textId="64C29DAA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C4D87AA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5BD875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8BC67C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A75EA" w14:textId="19276D0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9A56F2" w14:textId="188DAEE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063996" w14:textId="0E7CCC10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DC07C2" w14:textId="64AD2EFE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227645" w14:textId="17D899B9" w:rsidR="002F05FD" w:rsidRPr="00F9201D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3 00</w:t>
            </w:r>
            <w:r w:rsidR="002F05FD" w:rsidRPr="00F9201D">
              <w:rPr>
                <w:rFonts w:ascii="Times New Roman" w:hAnsi="Times New Roman"/>
                <w:sz w:val="20"/>
                <w:szCs w:val="20"/>
              </w:rPr>
              <w:t>0,0</w:t>
            </w:r>
            <w:r w:rsidR="00E63AB9" w:rsidRPr="00F920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1FF1E9" w14:textId="47464729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903E01" w14:textId="6E24C503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A77558" w14:textId="13A6EB1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4DE71D6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1DBB5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68CF0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9B963" w14:textId="0596AE7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AA01E0" w14:textId="00AF2F5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16D254" w14:textId="5BB90ED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8FC632" w14:textId="657AA126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B33260" w14:textId="279FF638" w:rsidR="002F05FD" w:rsidRPr="00F9201D" w:rsidRDefault="00DC7ED8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</w:t>
            </w:r>
            <w:r w:rsidR="00A20C2E" w:rsidRPr="00F9201D">
              <w:rPr>
                <w:rFonts w:ascii="Times New Roman" w:hAnsi="Times New Roman"/>
                <w:sz w:val="20"/>
                <w:szCs w:val="20"/>
                <w:lang w:val="en-US"/>
              </w:rPr>
              <w:t>9 447.30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A047EB" w14:textId="08783ECC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F3E14F" w14:textId="080DBFD3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174C7F" w14:textId="1284BF7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5997210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0FEA3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57D78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CB3EA8" w14:textId="09B232D1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2F999D" w14:textId="145435B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24C2C5" w14:textId="7D9CC93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50FC3E" w14:textId="02E08E91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E9E051" w14:textId="7BC9F1B7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4F5EC4" w14:textId="0D4AFDA9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F348C9" w14:textId="10F1F079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3C4114" w14:textId="2CA30EA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135421D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DE4388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1654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79A28" w14:textId="0675D51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1B518" w14:textId="717CA49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9D14EA" w14:textId="55C297B5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381B83" w14:textId="2542E1C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846DDF" w14:textId="11DC8622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77D277" w14:textId="54127CF9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D1D986" w14:textId="64514641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92CFA9" w14:textId="1D0117BD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DB34D33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F1F27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AF7E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63A5A" w14:textId="4DF8654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79872F" w14:textId="4D516646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43CC8D" w14:textId="46CD685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0AF2B8" w14:textId="5128B46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0E7135" w14:textId="219EF692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19DB77" w14:textId="6A65F642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053C93" w14:textId="64A53D28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F18CCC" w14:textId="3228190C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98833CE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988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909E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6D6DD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DDB17B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EE8351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3086C7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AF5DA8" w14:textId="77777777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A8B5F3" w14:textId="77777777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8DC6F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0D47CB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53A34" w:rsidRPr="00353A34" w14:paraId="0B11A2B8" w14:textId="77777777" w:rsidTr="00887836">
        <w:trPr>
          <w:gridAfter w:val="2"/>
          <w:wAfter w:w="1095" w:type="dxa"/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4313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13A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деятельности казенных учреждений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9D33A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929D1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E6174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1815A0" w14:textId="3E2B6700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026740" w14:textId="09849B32" w:rsidR="002F05FD" w:rsidRPr="00F9201D" w:rsidRDefault="007765F8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28</w:t>
            </w:r>
            <w:r w:rsidR="00A20C2E" w:rsidRPr="00F9201D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="00A20C2E" w:rsidRPr="00F9201D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585.90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3FF112" w14:textId="7D82ABE1" w:rsidR="002F05FD" w:rsidRPr="00F9201D" w:rsidRDefault="00DC7ED8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100BE5" w14:textId="06B55D7C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DC7ED8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7 952,90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A50731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353A34" w:rsidRPr="00353A34" w14:paraId="34E7E48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1DF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9F7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EDA4A6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236EB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19B35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0FBFED3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E6B8B77" w14:textId="77777777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23184" w14:textId="77777777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C27FBA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AAD632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13EACB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CB64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9C52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B3E7FA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D75B22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CFDDC0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7AE3A6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7C0310" w14:textId="77777777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E59A5" w14:textId="77777777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12112C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296CC6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7736E26" w14:textId="77777777" w:rsidTr="00887836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B89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9E65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6C35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0C6B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4E3E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96F073" w14:textId="00C1593F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tbl>
            <w:tblPr>
              <w:tblW w:w="16086" w:type="dxa"/>
              <w:tblLayout w:type="fixed"/>
              <w:tblLook w:val="04A0" w:firstRow="1" w:lastRow="0" w:firstColumn="1" w:lastColumn="0" w:noHBand="0" w:noVBand="1"/>
            </w:tblPr>
            <w:tblGrid>
              <w:gridCol w:w="5792"/>
              <w:gridCol w:w="5147"/>
              <w:gridCol w:w="5147"/>
            </w:tblGrid>
            <w:tr w:rsidR="00F9201D" w:rsidRPr="00F9201D" w14:paraId="3340548A" w14:textId="77777777" w:rsidTr="005A2D78">
              <w:trPr>
                <w:trHeight w:val="80"/>
              </w:trPr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6EEBFC39" w14:textId="6A21E395" w:rsidR="00353A34" w:rsidRPr="00F9201D" w:rsidRDefault="00A20C2E" w:rsidP="00353A34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F9201D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28585.90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E37FB8F" w14:textId="5AA8E794" w:rsidR="00353A34" w:rsidRPr="00F9201D" w:rsidRDefault="00353A34" w:rsidP="00353A34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4BA89AB" w14:textId="0704B538" w:rsidR="00353A34" w:rsidRPr="00F9201D" w:rsidRDefault="00353A34" w:rsidP="00353A34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14:paraId="55935114" w14:textId="0D4D70C5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9A5C49" w14:textId="527677F1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D32534" w14:textId="3E319AB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6F6B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353A34" w:rsidRPr="00353A34" w14:paraId="4B2061C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6CF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0C4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EFEC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DFF39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912B5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D38A4F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1E4579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5BD20E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96252D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1CF64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92479E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B9C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06D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38AC1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DDDF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A94C1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5D99FE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8D8DABB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4C020A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705C2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4D24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1BC6E37" w14:textId="77777777" w:rsidTr="00A555AF">
        <w:trPr>
          <w:gridAfter w:val="2"/>
          <w:wAfter w:w="1095" w:type="dxa"/>
          <w:trHeight w:val="24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CFD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EEF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A042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CDE2D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85604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9CB406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572D3F7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A59B5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070AF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FD43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791BEB" w14:textId="77777777" w:rsidTr="00DC7ED8">
        <w:trPr>
          <w:gridAfter w:val="2"/>
          <w:wAfter w:w="1095" w:type="dxa"/>
          <w:trHeight w:val="396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E49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0A1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МКУ «Единая дежурно-диспетчерская служба и хозяйственно- техническое обеспечение»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F07E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EB97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E5CA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46820" w14:textId="10DCEB86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0B7315" w14:textId="69B90F46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</w:t>
            </w:r>
            <w:r w:rsidR="00353A34" w:rsidRPr="00F9201D">
              <w:rPr>
                <w:rFonts w:ascii="Times New Roman" w:hAnsi="Times New Roman"/>
                <w:sz w:val="20"/>
                <w:szCs w:val="20"/>
              </w:rPr>
              <w:t>8</w:t>
            </w:r>
            <w:r w:rsidR="00A20C2E" w:rsidRPr="00F9201D">
              <w:rPr>
                <w:rFonts w:ascii="Times New Roman" w:hAnsi="Times New Roman"/>
                <w:sz w:val="20"/>
                <w:szCs w:val="20"/>
              </w:rPr>
              <w:t> </w:t>
            </w:r>
            <w:r w:rsidR="00A20C2E" w:rsidRPr="00F9201D">
              <w:rPr>
                <w:rFonts w:ascii="Times New Roman" w:hAnsi="Times New Roman"/>
                <w:sz w:val="20"/>
                <w:szCs w:val="20"/>
                <w:lang w:val="en-US"/>
              </w:rPr>
              <w:t>539.90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4AD635" w14:textId="60294221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17 643,40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08602F" w14:textId="4D15A94D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17 807,90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EB60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15790,00</w:t>
            </w:r>
          </w:p>
        </w:tc>
      </w:tr>
      <w:tr w:rsidR="00353A34" w:rsidRPr="00353A34" w14:paraId="19E6109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D6A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59D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D1834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5B2B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C5658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D5BAF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72B9C0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CC5AF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87044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7A23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7A5C7D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1BB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F116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9C433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CA51F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66BA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44CF57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77152DB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849519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88505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F3FFB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C54C56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FDA4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632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08CF9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0FBAB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7A5AB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EF7EC36" w14:textId="2CC0B624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82DAE81" w14:textId="661F3FDB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</w:t>
            </w:r>
            <w:r w:rsidR="00353A34" w:rsidRPr="00F9201D">
              <w:rPr>
                <w:rFonts w:ascii="Times New Roman" w:hAnsi="Times New Roman"/>
                <w:sz w:val="20"/>
                <w:szCs w:val="20"/>
              </w:rPr>
              <w:t>8</w:t>
            </w:r>
            <w:r w:rsidR="00A20C2E" w:rsidRPr="00F9201D">
              <w:rPr>
                <w:rFonts w:ascii="Times New Roman" w:hAnsi="Times New Roman"/>
                <w:sz w:val="20"/>
                <w:szCs w:val="20"/>
              </w:rPr>
              <w:t> </w:t>
            </w:r>
            <w:r w:rsidR="00A20C2E" w:rsidRPr="00F9201D">
              <w:rPr>
                <w:rFonts w:ascii="Times New Roman" w:hAnsi="Times New Roman"/>
                <w:sz w:val="20"/>
                <w:szCs w:val="20"/>
                <w:lang w:val="en-US"/>
              </w:rPr>
              <w:t>539.90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8C715E" w14:textId="46874F9F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17 643,40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E5E935" w14:textId="21E26C88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17 807,90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3069B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15790,00</w:t>
            </w:r>
          </w:p>
        </w:tc>
      </w:tr>
      <w:tr w:rsidR="00353A34" w:rsidRPr="00353A34" w14:paraId="0EDB330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51F0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993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9DF1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08F3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71D46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0EDE3C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4764BE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F089A4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DD3065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96738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0DD3D8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485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1A2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3272D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6C2A5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1719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D8ED4B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B825E4C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854E9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E5D8B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74A6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3480D4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8F0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C69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79BF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8793F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447C3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65F269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B598245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E7691B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81B0F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2D7A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167E842" w14:textId="77777777" w:rsidTr="00DC7ED8">
        <w:trPr>
          <w:gridAfter w:val="2"/>
          <w:wAfter w:w="1095" w:type="dxa"/>
          <w:trHeight w:val="49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BD4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080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МКУ «Централизованная бухгалтерия сельских поселений»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DEF53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71545B" w14:textId="77777777" w:rsidR="007765F8" w:rsidRPr="00353A34" w:rsidRDefault="007765F8" w:rsidP="007765F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BE150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3A8670" w14:textId="5D750E4E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4540D" w14:textId="135F7138" w:rsidR="007765F8" w:rsidRPr="00F9201D" w:rsidRDefault="00A20C2E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10 046.00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936A4" w14:textId="242D7C52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91E2BC" w14:textId="35FE5389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B3FFC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353A34" w:rsidRPr="00353A34" w14:paraId="505F058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059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54F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62D4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4B013" w14:textId="77777777" w:rsidR="007765F8" w:rsidRPr="00353A34" w:rsidRDefault="007765F8" w:rsidP="007765F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939F3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8500AC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1BA2932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B1FC8" w14:textId="401A4F54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F1378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EADE4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14FD7A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4699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3D6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5111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E0D8E" w14:textId="77777777" w:rsidR="007765F8" w:rsidRPr="00353A34" w:rsidRDefault="007765F8" w:rsidP="007765F8">
            <w:pPr>
              <w:ind w:firstLine="0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AC4C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CCB9EA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91FB21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BFD00" w14:textId="6CBF428C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05C4F0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61002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AF488E9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C77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6F8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188B6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9C391" w14:textId="77777777" w:rsidR="007765F8" w:rsidRPr="00353A34" w:rsidRDefault="007765F8" w:rsidP="007765F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C06BE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F7D7FB" w14:textId="2A38818B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257CF7" w14:textId="58652A6E" w:rsidR="007765F8" w:rsidRPr="00F9201D" w:rsidRDefault="00A20C2E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10 046.00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80630" w14:textId="03C8AB88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2664F" w14:textId="123A7F50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BCB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353A34" w:rsidRPr="00353A34" w14:paraId="3B54D18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1BD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3F6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E0328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FE6D0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8C02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E0EE6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2631B7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4E2CF2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1F163B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A4B8D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BDF110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CAD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71E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78401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3F14D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F19D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35F9E4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648F592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1B6B5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CB2155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CAA31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14:paraId="679C2BED" w14:textId="77777777" w:rsidR="004871A8" w:rsidRPr="00353A34" w:rsidRDefault="004871A8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sectPr w:rsidR="004871A8" w:rsidRPr="00353A34" w:rsidSect="00611D37">
      <w:headerReference w:type="default" r:id="rId8"/>
      <w:pgSz w:w="16838" w:h="11906" w:orient="landscape"/>
      <w:pgMar w:top="993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27802" w14:textId="77777777" w:rsidR="003468C8" w:rsidRDefault="003468C8" w:rsidP="006F0544">
      <w:r>
        <w:separator/>
      </w:r>
    </w:p>
  </w:endnote>
  <w:endnote w:type="continuationSeparator" w:id="0">
    <w:p w14:paraId="3529AB5E" w14:textId="77777777" w:rsidR="003468C8" w:rsidRDefault="003468C8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011AB" w14:textId="77777777" w:rsidR="003468C8" w:rsidRDefault="003468C8" w:rsidP="006F0544">
      <w:r>
        <w:separator/>
      </w:r>
    </w:p>
  </w:footnote>
  <w:footnote w:type="continuationSeparator" w:id="0">
    <w:p w14:paraId="01F05E5A" w14:textId="77777777" w:rsidR="003468C8" w:rsidRDefault="003468C8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01B34" w14:textId="77777777" w:rsidR="00DA1E7A" w:rsidRDefault="00DA1E7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07ABE"/>
    <w:rsid w:val="0001078D"/>
    <w:rsid w:val="0001099A"/>
    <w:rsid w:val="000115FD"/>
    <w:rsid w:val="0001276E"/>
    <w:rsid w:val="00012CA3"/>
    <w:rsid w:val="0001392F"/>
    <w:rsid w:val="00013951"/>
    <w:rsid w:val="00014D9B"/>
    <w:rsid w:val="00015508"/>
    <w:rsid w:val="00015E5E"/>
    <w:rsid w:val="00016E11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5B45"/>
    <w:rsid w:val="00037D96"/>
    <w:rsid w:val="00040036"/>
    <w:rsid w:val="00040521"/>
    <w:rsid w:val="000410AD"/>
    <w:rsid w:val="00041682"/>
    <w:rsid w:val="000419C1"/>
    <w:rsid w:val="00041B4C"/>
    <w:rsid w:val="00041E21"/>
    <w:rsid w:val="00041F1E"/>
    <w:rsid w:val="0004212B"/>
    <w:rsid w:val="000421E7"/>
    <w:rsid w:val="00042AA0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5C36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6AB9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0F3F"/>
    <w:rsid w:val="000B39C1"/>
    <w:rsid w:val="000B426B"/>
    <w:rsid w:val="000B4A01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0D05"/>
    <w:rsid w:val="000D1793"/>
    <w:rsid w:val="000D1EE1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2D0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06"/>
    <w:rsid w:val="000F2B70"/>
    <w:rsid w:val="000F32E6"/>
    <w:rsid w:val="000F3898"/>
    <w:rsid w:val="000F402C"/>
    <w:rsid w:val="000F5D9B"/>
    <w:rsid w:val="000F62E5"/>
    <w:rsid w:val="000F6654"/>
    <w:rsid w:val="000F6814"/>
    <w:rsid w:val="000F6ACD"/>
    <w:rsid w:val="000F6AD9"/>
    <w:rsid w:val="000F7E5E"/>
    <w:rsid w:val="001002B0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3BF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312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1FDE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146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8F0"/>
    <w:rsid w:val="00175D32"/>
    <w:rsid w:val="00177C17"/>
    <w:rsid w:val="00177D6B"/>
    <w:rsid w:val="00177DDA"/>
    <w:rsid w:val="00181CCF"/>
    <w:rsid w:val="001824F9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925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2CB0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161"/>
    <w:rsid w:val="001E3234"/>
    <w:rsid w:val="001E369B"/>
    <w:rsid w:val="001E3A8C"/>
    <w:rsid w:val="001E3B95"/>
    <w:rsid w:val="001E3E8F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693A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20F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B95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5FC0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956"/>
    <w:rsid w:val="002709C9"/>
    <w:rsid w:val="0027226B"/>
    <w:rsid w:val="0027262C"/>
    <w:rsid w:val="002726FE"/>
    <w:rsid w:val="002729DC"/>
    <w:rsid w:val="0027337F"/>
    <w:rsid w:val="00273B34"/>
    <w:rsid w:val="002740C4"/>
    <w:rsid w:val="002740F9"/>
    <w:rsid w:val="0027599B"/>
    <w:rsid w:val="00275C43"/>
    <w:rsid w:val="00275FB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28B4"/>
    <w:rsid w:val="00283527"/>
    <w:rsid w:val="00283963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3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B3C"/>
    <w:rsid w:val="002B2F22"/>
    <w:rsid w:val="002B5122"/>
    <w:rsid w:val="002B660F"/>
    <w:rsid w:val="002B6B0F"/>
    <w:rsid w:val="002B768A"/>
    <w:rsid w:val="002C00F6"/>
    <w:rsid w:val="002C1510"/>
    <w:rsid w:val="002C15EE"/>
    <w:rsid w:val="002C1F16"/>
    <w:rsid w:val="002C22CC"/>
    <w:rsid w:val="002C2716"/>
    <w:rsid w:val="002C2F87"/>
    <w:rsid w:val="002C368E"/>
    <w:rsid w:val="002C4A43"/>
    <w:rsid w:val="002C4C28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48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E7CC4"/>
    <w:rsid w:val="002F00BF"/>
    <w:rsid w:val="002F05FD"/>
    <w:rsid w:val="002F0B52"/>
    <w:rsid w:val="002F137C"/>
    <w:rsid w:val="002F1831"/>
    <w:rsid w:val="002F2C70"/>
    <w:rsid w:val="002F38F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7BE5"/>
    <w:rsid w:val="003003A2"/>
    <w:rsid w:val="00300709"/>
    <w:rsid w:val="00300B2C"/>
    <w:rsid w:val="00301E96"/>
    <w:rsid w:val="00302C14"/>
    <w:rsid w:val="00303867"/>
    <w:rsid w:val="00303917"/>
    <w:rsid w:val="00303A8B"/>
    <w:rsid w:val="00303B45"/>
    <w:rsid w:val="00303E69"/>
    <w:rsid w:val="003046C8"/>
    <w:rsid w:val="00305D19"/>
    <w:rsid w:val="00305F88"/>
    <w:rsid w:val="00306F55"/>
    <w:rsid w:val="003070DD"/>
    <w:rsid w:val="00307A81"/>
    <w:rsid w:val="00310DA9"/>
    <w:rsid w:val="00311D30"/>
    <w:rsid w:val="0031236E"/>
    <w:rsid w:val="00312C5D"/>
    <w:rsid w:val="00312D1B"/>
    <w:rsid w:val="00313769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D4D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277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68C8"/>
    <w:rsid w:val="00347488"/>
    <w:rsid w:val="003474B4"/>
    <w:rsid w:val="003477C3"/>
    <w:rsid w:val="00347CAA"/>
    <w:rsid w:val="00350D00"/>
    <w:rsid w:val="00351848"/>
    <w:rsid w:val="00352A4B"/>
    <w:rsid w:val="00352DB5"/>
    <w:rsid w:val="003534CC"/>
    <w:rsid w:val="003536BD"/>
    <w:rsid w:val="00353A34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5BD3"/>
    <w:rsid w:val="003674B1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196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67C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86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D7ED5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0FE"/>
    <w:rsid w:val="003E526F"/>
    <w:rsid w:val="003E54A0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2C0D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0869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57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AA2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B18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9E7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A07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C4B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06B2"/>
    <w:rsid w:val="004F114F"/>
    <w:rsid w:val="004F1404"/>
    <w:rsid w:val="004F155E"/>
    <w:rsid w:val="004F16B1"/>
    <w:rsid w:val="004F18CB"/>
    <w:rsid w:val="004F1BB5"/>
    <w:rsid w:val="004F1BCA"/>
    <w:rsid w:val="004F1CBC"/>
    <w:rsid w:val="004F2306"/>
    <w:rsid w:val="004F383B"/>
    <w:rsid w:val="004F3987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689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1757E"/>
    <w:rsid w:val="00520681"/>
    <w:rsid w:val="005206D1"/>
    <w:rsid w:val="005207B7"/>
    <w:rsid w:val="00520E08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325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AC0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70696"/>
    <w:rsid w:val="00570993"/>
    <w:rsid w:val="00570B7C"/>
    <w:rsid w:val="005726AA"/>
    <w:rsid w:val="005727C1"/>
    <w:rsid w:val="00572AF5"/>
    <w:rsid w:val="00572EB4"/>
    <w:rsid w:val="005748EB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330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E03"/>
    <w:rsid w:val="00597E97"/>
    <w:rsid w:val="005A119A"/>
    <w:rsid w:val="005A1C65"/>
    <w:rsid w:val="005A2C50"/>
    <w:rsid w:val="005A2CD6"/>
    <w:rsid w:val="005A2D78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215"/>
    <w:rsid w:val="005A7435"/>
    <w:rsid w:val="005A74B9"/>
    <w:rsid w:val="005A795D"/>
    <w:rsid w:val="005A7E46"/>
    <w:rsid w:val="005B08A3"/>
    <w:rsid w:val="005B0BCA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6A27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10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6F1"/>
    <w:rsid w:val="0060792D"/>
    <w:rsid w:val="00607A9C"/>
    <w:rsid w:val="00607C5B"/>
    <w:rsid w:val="00610024"/>
    <w:rsid w:val="0061066C"/>
    <w:rsid w:val="00610E95"/>
    <w:rsid w:val="0061189B"/>
    <w:rsid w:val="00611C86"/>
    <w:rsid w:val="00611D37"/>
    <w:rsid w:val="00612562"/>
    <w:rsid w:val="00612AEE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087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539"/>
    <w:rsid w:val="0064160A"/>
    <w:rsid w:val="00641793"/>
    <w:rsid w:val="00641DFE"/>
    <w:rsid w:val="00641FD6"/>
    <w:rsid w:val="00642358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7A5"/>
    <w:rsid w:val="00652B08"/>
    <w:rsid w:val="00652E4A"/>
    <w:rsid w:val="00652F8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125F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AE5"/>
    <w:rsid w:val="006C101E"/>
    <w:rsid w:val="006C1A3B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BD2"/>
    <w:rsid w:val="006F68EF"/>
    <w:rsid w:val="006F6E43"/>
    <w:rsid w:val="006F6F73"/>
    <w:rsid w:val="006F7823"/>
    <w:rsid w:val="006F7CEE"/>
    <w:rsid w:val="007001A6"/>
    <w:rsid w:val="00700AD4"/>
    <w:rsid w:val="007013E6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286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47FFD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48B5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72B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82C"/>
    <w:rsid w:val="00767CC7"/>
    <w:rsid w:val="00771013"/>
    <w:rsid w:val="00771B6F"/>
    <w:rsid w:val="007720BE"/>
    <w:rsid w:val="00773B08"/>
    <w:rsid w:val="00773D82"/>
    <w:rsid w:val="00773F1C"/>
    <w:rsid w:val="00773FC5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5F8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3CA"/>
    <w:rsid w:val="007826DD"/>
    <w:rsid w:val="00782838"/>
    <w:rsid w:val="00782C7C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385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92"/>
    <w:rsid w:val="007C72D0"/>
    <w:rsid w:val="007C7947"/>
    <w:rsid w:val="007D0045"/>
    <w:rsid w:val="007D03E4"/>
    <w:rsid w:val="007D0ABB"/>
    <w:rsid w:val="007D0D64"/>
    <w:rsid w:val="007D1F4C"/>
    <w:rsid w:val="007D250C"/>
    <w:rsid w:val="007D252D"/>
    <w:rsid w:val="007D2796"/>
    <w:rsid w:val="007D349C"/>
    <w:rsid w:val="007D3BBE"/>
    <w:rsid w:val="007D4419"/>
    <w:rsid w:val="007D45F0"/>
    <w:rsid w:val="007D4916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2FE9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8D4"/>
    <w:rsid w:val="007F38EC"/>
    <w:rsid w:val="007F3CED"/>
    <w:rsid w:val="007F3E29"/>
    <w:rsid w:val="007F40A9"/>
    <w:rsid w:val="007F4369"/>
    <w:rsid w:val="007F4662"/>
    <w:rsid w:val="007F47DC"/>
    <w:rsid w:val="007F485C"/>
    <w:rsid w:val="007F49FF"/>
    <w:rsid w:val="007F51CF"/>
    <w:rsid w:val="007F5304"/>
    <w:rsid w:val="007F5506"/>
    <w:rsid w:val="007F635F"/>
    <w:rsid w:val="007F654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913"/>
    <w:rsid w:val="00807ABF"/>
    <w:rsid w:val="00807E13"/>
    <w:rsid w:val="00810A2B"/>
    <w:rsid w:val="00810D31"/>
    <w:rsid w:val="00811560"/>
    <w:rsid w:val="00811C7A"/>
    <w:rsid w:val="00811EA0"/>
    <w:rsid w:val="00811ECF"/>
    <w:rsid w:val="008120B5"/>
    <w:rsid w:val="00813426"/>
    <w:rsid w:val="00813524"/>
    <w:rsid w:val="00813A50"/>
    <w:rsid w:val="0081460A"/>
    <w:rsid w:val="00814B87"/>
    <w:rsid w:val="008152D4"/>
    <w:rsid w:val="00815481"/>
    <w:rsid w:val="0081585B"/>
    <w:rsid w:val="0081622D"/>
    <w:rsid w:val="00816E58"/>
    <w:rsid w:val="00817222"/>
    <w:rsid w:val="00817315"/>
    <w:rsid w:val="00817F09"/>
    <w:rsid w:val="00820012"/>
    <w:rsid w:val="00820181"/>
    <w:rsid w:val="00821C57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2ED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2D7D"/>
    <w:rsid w:val="008632AB"/>
    <w:rsid w:val="00863588"/>
    <w:rsid w:val="00863B4D"/>
    <w:rsid w:val="00863E78"/>
    <w:rsid w:val="00863E8E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0E84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2A8"/>
    <w:rsid w:val="00886725"/>
    <w:rsid w:val="0088689B"/>
    <w:rsid w:val="0088699E"/>
    <w:rsid w:val="00886C10"/>
    <w:rsid w:val="008873FC"/>
    <w:rsid w:val="00887836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2FF2"/>
    <w:rsid w:val="0089390A"/>
    <w:rsid w:val="00893CC1"/>
    <w:rsid w:val="00893DD5"/>
    <w:rsid w:val="0089414B"/>
    <w:rsid w:val="00894602"/>
    <w:rsid w:val="00894ABE"/>
    <w:rsid w:val="00895BFD"/>
    <w:rsid w:val="00897230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4968"/>
    <w:rsid w:val="008B5291"/>
    <w:rsid w:val="008B5ACF"/>
    <w:rsid w:val="008B5D7B"/>
    <w:rsid w:val="008B6AE2"/>
    <w:rsid w:val="008B6E93"/>
    <w:rsid w:val="008B707F"/>
    <w:rsid w:val="008B79D8"/>
    <w:rsid w:val="008C05CC"/>
    <w:rsid w:val="008C224E"/>
    <w:rsid w:val="008C25D0"/>
    <w:rsid w:val="008C28B5"/>
    <w:rsid w:val="008C35B8"/>
    <w:rsid w:val="008C3FCD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94D"/>
    <w:rsid w:val="008D41C5"/>
    <w:rsid w:val="008D4354"/>
    <w:rsid w:val="008D4872"/>
    <w:rsid w:val="008D5044"/>
    <w:rsid w:val="008D59FD"/>
    <w:rsid w:val="008D6D55"/>
    <w:rsid w:val="008D70B0"/>
    <w:rsid w:val="008D762B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2C30"/>
    <w:rsid w:val="0092319C"/>
    <w:rsid w:val="009233FB"/>
    <w:rsid w:val="009243B4"/>
    <w:rsid w:val="00924657"/>
    <w:rsid w:val="00924695"/>
    <w:rsid w:val="00924C65"/>
    <w:rsid w:val="00924F8D"/>
    <w:rsid w:val="00925079"/>
    <w:rsid w:val="00925419"/>
    <w:rsid w:val="0092597B"/>
    <w:rsid w:val="0092609E"/>
    <w:rsid w:val="00926852"/>
    <w:rsid w:val="009268AE"/>
    <w:rsid w:val="00926A7D"/>
    <w:rsid w:val="00926E29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426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74D9"/>
    <w:rsid w:val="00997676"/>
    <w:rsid w:val="009976AB"/>
    <w:rsid w:val="00997744"/>
    <w:rsid w:val="009977C1"/>
    <w:rsid w:val="009A04DF"/>
    <w:rsid w:val="009A099E"/>
    <w:rsid w:val="009A1B0A"/>
    <w:rsid w:val="009A2E7E"/>
    <w:rsid w:val="009A341F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1F48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644"/>
    <w:rsid w:val="009F392B"/>
    <w:rsid w:val="009F3C61"/>
    <w:rsid w:val="009F3C72"/>
    <w:rsid w:val="009F40AA"/>
    <w:rsid w:val="009F4172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0DA"/>
    <w:rsid w:val="00A012BE"/>
    <w:rsid w:val="00A020A3"/>
    <w:rsid w:val="00A02390"/>
    <w:rsid w:val="00A0415F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2DBB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0C2E"/>
    <w:rsid w:val="00A2208E"/>
    <w:rsid w:val="00A22EFC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1E0B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3C98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14D0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991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B61"/>
    <w:rsid w:val="00A96C06"/>
    <w:rsid w:val="00A96D92"/>
    <w:rsid w:val="00AA0143"/>
    <w:rsid w:val="00AA1AAD"/>
    <w:rsid w:val="00AA2361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6B0F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056F"/>
    <w:rsid w:val="00AD1056"/>
    <w:rsid w:val="00AD1E7B"/>
    <w:rsid w:val="00AD2B95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19A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602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0A"/>
    <w:rsid w:val="00B10C92"/>
    <w:rsid w:val="00B11231"/>
    <w:rsid w:val="00B119DF"/>
    <w:rsid w:val="00B123D2"/>
    <w:rsid w:val="00B1264F"/>
    <w:rsid w:val="00B12A44"/>
    <w:rsid w:val="00B13309"/>
    <w:rsid w:val="00B146AA"/>
    <w:rsid w:val="00B14ADB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5D9D"/>
    <w:rsid w:val="00B26296"/>
    <w:rsid w:val="00B274F9"/>
    <w:rsid w:val="00B27651"/>
    <w:rsid w:val="00B279DC"/>
    <w:rsid w:val="00B27BC3"/>
    <w:rsid w:val="00B30823"/>
    <w:rsid w:val="00B30B0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A9F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65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BB0"/>
    <w:rsid w:val="00B55BEF"/>
    <w:rsid w:val="00B55C35"/>
    <w:rsid w:val="00B56464"/>
    <w:rsid w:val="00B56535"/>
    <w:rsid w:val="00B56662"/>
    <w:rsid w:val="00B5681E"/>
    <w:rsid w:val="00B56DB2"/>
    <w:rsid w:val="00B57303"/>
    <w:rsid w:val="00B574F3"/>
    <w:rsid w:val="00B601E3"/>
    <w:rsid w:val="00B60585"/>
    <w:rsid w:val="00B60832"/>
    <w:rsid w:val="00B6124B"/>
    <w:rsid w:val="00B613D5"/>
    <w:rsid w:val="00B616D1"/>
    <w:rsid w:val="00B62081"/>
    <w:rsid w:val="00B62483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3FAC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113A"/>
    <w:rsid w:val="00B82B3B"/>
    <w:rsid w:val="00B836AE"/>
    <w:rsid w:val="00B839F2"/>
    <w:rsid w:val="00B841FB"/>
    <w:rsid w:val="00B849C1"/>
    <w:rsid w:val="00B84BC4"/>
    <w:rsid w:val="00B85163"/>
    <w:rsid w:val="00B85311"/>
    <w:rsid w:val="00B8615B"/>
    <w:rsid w:val="00B863BD"/>
    <w:rsid w:val="00B86AA4"/>
    <w:rsid w:val="00B8786E"/>
    <w:rsid w:val="00B87AC5"/>
    <w:rsid w:val="00B87BF3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148"/>
    <w:rsid w:val="00BA7562"/>
    <w:rsid w:val="00BA7CDC"/>
    <w:rsid w:val="00BB0205"/>
    <w:rsid w:val="00BB0C6A"/>
    <w:rsid w:val="00BB0E30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3F"/>
    <w:rsid w:val="00BE077C"/>
    <w:rsid w:val="00BE1406"/>
    <w:rsid w:val="00BE195A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73F"/>
    <w:rsid w:val="00BE494E"/>
    <w:rsid w:val="00BE4F45"/>
    <w:rsid w:val="00BE51FA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3D9"/>
    <w:rsid w:val="00BF06F4"/>
    <w:rsid w:val="00BF097F"/>
    <w:rsid w:val="00BF1188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8E8"/>
    <w:rsid w:val="00BF3909"/>
    <w:rsid w:val="00BF3E8A"/>
    <w:rsid w:val="00BF4327"/>
    <w:rsid w:val="00BF44FE"/>
    <w:rsid w:val="00BF4D6F"/>
    <w:rsid w:val="00BF504F"/>
    <w:rsid w:val="00BF5681"/>
    <w:rsid w:val="00BF5E4F"/>
    <w:rsid w:val="00BF6534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42B2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31"/>
    <w:rsid w:val="00C13CB5"/>
    <w:rsid w:val="00C143E3"/>
    <w:rsid w:val="00C146D8"/>
    <w:rsid w:val="00C146E4"/>
    <w:rsid w:val="00C149FA"/>
    <w:rsid w:val="00C14C38"/>
    <w:rsid w:val="00C14D80"/>
    <w:rsid w:val="00C1536F"/>
    <w:rsid w:val="00C15B14"/>
    <w:rsid w:val="00C15CA2"/>
    <w:rsid w:val="00C15E9B"/>
    <w:rsid w:val="00C168F5"/>
    <w:rsid w:val="00C1699F"/>
    <w:rsid w:val="00C16C21"/>
    <w:rsid w:val="00C16E47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2F8"/>
    <w:rsid w:val="00C3779B"/>
    <w:rsid w:val="00C3793E"/>
    <w:rsid w:val="00C408F5"/>
    <w:rsid w:val="00C42914"/>
    <w:rsid w:val="00C42A01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8B0"/>
    <w:rsid w:val="00C80845"/>
    <w:rsid w:val="00C811E8"/>
    <w:rsid w:val="00C813F7"/>
    <w:rsid w:val="00C81D87"/>
    <w:rsid w:val="00C81FE3"/>
    <w:rsid w:val="00C82124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50"/>
    <w:rsid w:val="00C937DC"/>
    <w:rsid w:val="00C93B41"/>
    <w:rsid w:val="00C941CE"/>
    <w:rsid w:val="00C9510A"/>
    <w:rsid w:val="00C955C0"/>
    <w:rsid w:val="00C96EAA"/>
    <w:rsid w:val="00CA0163"/>
    <w:rsid w:val="00CA06E3"/>
    <w:rsid w:val="00CA0B38"/>
    <w:rsid w:val="00CA0D01"/>
    <w:rsid w:val="00CA113C"/>
    <w:rsid w:val="00CA1149"/>
    <w:rsid w:val="00CA12FD"/>
    <w:rsid w:val="00CA1432"/>
    <w:rsid w:val="00CA14E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0184"/>
    <w:rsid w:val="00CB0B28"/>
    <w:rsid w:val="00CB16C4"/>
    <w:rsid w:val="00CB17C9"/>
    <w:rsid w:val="00CB1996"/>
    <w:rsid w:val="00CB2643"/>
    <w:rsid w:val="00CB26A2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12"/>
    <w:rsid w:val="00D04BA8"/>
    <w:rsid w:val="00D04F63"/>
    <w:rsid w:val="00D0500C"/>
    <w:rsid w:val="00D072CB"/>
    <w:rsid w:val="00D07F7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31C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445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1335"/>
    <w:rsid w:val="00D51866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072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5D3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F27"/>
    <w:rsid w:val="00D84B40"/>
    <w:rsid w:val="00D84F78"/>
    <w:rsid w:val="00D853ED"/>
    <w:rsid w:val="00D859CE"/>
    <w:rsid w:val="00D85A6C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1E7A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0A8"/>
    <w:rsid w:val="00DB048C"/>
    <w:rsid w:val="00DB2D8D"/>
    <w:rsid w:val="00DB3458"/>
    <w:rsid w:val="00DB3817"/>
    <w:rsid w:val="00DB3E39"/>
    <w:rsid w:val="00DB40E5"/>
    <w:rsid w:val="00DB41D8"/>
    <w:rsid w:val="00DB4222"/>
    <w:rsid w:val="00DB4C35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ED8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1F6"/>
    <w:rsid w:val="00DF15D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1A54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2A90"/>
    <w:rsid w:val="00E137D7"/>
    <w:rsid w:val="00E13D61"/>
    <w:rsid w:val="00E147C8"/>
    <w:rsid w:val="00E14BDF"/>
    <w:rsid w:val="00E14CDA"/>
    <w:rsid w:val="00E156AF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BC5"/>
    <w:rsid w:val="00E2521A"/>
    <w:rsid w:val="00E2527B"/>
    <w:rsid w:val="00E25552"/>
    <w:rsid w:val="00E256FD"/>
    <w:rsid w:val="00E25C1B"/>
    <w:rsid w:val="00E27026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2D20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C85"/>
    <w:rsid w:val="00E40D97"/>
    <w:rsid w:val="00E40F4E"/>
    <w:rsid w:val="00E41A2B"/>
    <w:rsid w:val="00E41FB1"/>
    <w:rsid w:val="00E423D0"/>
    <w:rsid w:val="00E42672"/>
    <w:rsid w:val="00E43107"/>
    <w:rsid w:val="00E4397C"/>
    <w:rsid w:val="00E43ACF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97D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AB9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F44"/>
    <w:rsid w:val="00E75087"/>
    <w:rsid w:val="00E755C3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5A8D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7D2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8CC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6B68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8"/>
    <w:rsid w:val="00F044A9"/>
    <w:rsid w:val="00F05980"/>
    <w:rsid w:val="00F064D4"/>
    <w:rsid w:val="00F067E1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35F6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0A7"/>
    <w:rsid w:val="00F838C5"/>
    <w:rsid w:val="00F83DD6"/>
    <w:rsid w:val="00F84202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1CC6"/>
    <w:rsid w:val="00F9201D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6BE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2237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B21B31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7C52-B29A-4A0E-9140-24874194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254</TotalTime>
  <Pages>8</Pages>
  <Words>1623</Words>
  <Characters>9253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10855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18</cp:revision>
  <cp:lastPrinted>2023-10-03T08:09:00Z</cp:lastPrinted>
  <dcterms:created xsi:type="dcterms:W3CDTF">2023-06-01T06:49:00Z</dcterms:created>
  <dcterms:modified xsi:type="dcterms:W3CDTF">2023-12-26T11:22:00Z</dcterms:modified>
</cp:coreProperties>
</file>