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61A0A202" w:rsidR="002C07AD" w:rsidRPr="00843E41" w:rsidRDefault="00AB44FB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>«</w:t>
      </w:r>
      <w:r>
        <w:rPr>
          <w:rFonts w:ascii="Times New Roman" w:hAnsi="Times New Roman"/>
          <w:bCs/>
        </w:rPr>
        <w:t xml:space="preserve">    </w:t>
      </w:r>
      <w:r w:rsidR="003768E5">
        <w:rPr>
          <w:rFonts w:ascii="Times New Roman" w:hAnsi="Times New Roman"/>
          <w:bCs/>
        </w:rPr>
        <w:t xml:space="preserve">» </w:t>
      </w:r>
      <w:r w:rsidR="00643D0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         </w:t>
      </w:r>
      <w:r w:rsidR="00D10F62">
        <w:rPr>
          <w:rFonts w:ascii="Times New Roman" w:hAnsi="Times New Roman"/>
          <w:bCs/>
        </w:rPr>
        <w:t xml:space="preserve"> </w:t>
      </w:r>
      <w:r w:rsidR="003768E5">
        <w:rPr>
          <w:rFonts w:ascii="Times New Roman" w:hAnsi="Times New Roman"/>
          <w:bCs/>
        </w:rPr>
        <w:t xml:space="preserve"> </w:t>
      </w:r>
      <w:r w:rsidR="00310B4E"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="00310B4E" w:rsidRPr="00D477AB">
        <w:rPr>
          <w:rFonts w:ascii="Times New Roman" w:hAnsi="Times New Roman"/>
          <w:bCs/>
        </w:rPr>
        <w:t>г. №</w:t>
      </w:r>
      <w:r w:rsidR="0023152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_____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5D7F233A" w:rsidR="00C35A8F" w:rsidRPr="00FC5852" w:rsidRDefault="000B39E4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  <w:r w:rsidR="00AB44FB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83 554,70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36E4DF0F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0 921,40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5529A2D4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643D0E">
              <w:rPr>
                <w:rFonts w:ascii="Times New Roman" w:hAnsi="Times New Roman"/>
                <w:bCs/>
                <w:sz w:val="20"/>
                <w:szCs w:val="20"/>
              </w:rPr>
              <w:t>3 070,00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5589C3FD" w:rsidR="004F7249" w:rsidRPr="00FC5852" w:rsidRDefault="00D02F6D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D50578E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5CD54183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726AFE67" w:rsidR="00C35A8F" w:rsidRPr="00FC5852" w:rsidRDefault="00AB44FB" w:rsidP="00DD58E2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D02F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18 706,80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15370200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1 558,60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5BE9BDF7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643D0E">
              <w:rPr>
                <w:rFonts w:ascii="Times New Roman" w:hAnsi="Times New Roman"/>
                <w:sz w:val="20"/>
                <w:szCs w:val="20"/>
              </w:rPr>
              <w:t>2 708,60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DD5B16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057ED752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4B91041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97A83C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F9D8C0C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64 847,90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508E8918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139A74AD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0D8D7C28" w:rsidR="00D23A5F" w:rsidRPr="00FC5852" w:rsidRDefault="00DD5B16" w:rsidP="003908EE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16EFA77" w:rsidR="000B39E4" w:rsidRPr="00FC5852" w:rsidRDefault="00DD5B16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6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B44FB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14120081" w:rsidR="00D23A5F" w:rsidRPr="00FC5852" w:rsidRDefault="00D02F6D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45 221,10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0BB6CDF3" w:rsidR="000B39E4" w:rsidRPr="00FC5852" w:rsidRDefault="00D02F6D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45 221,10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261F632B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502CC7">
              <w:rPr>
                <w:rFonts w:ascii="Times New Roman" w:hAnsi="Times New Roman"/>
                <w:sz w:val="20"/>
                <w:szCs w:val="20"/>
              </w:rPr>
              <w:t>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75F9CFB8" w:rsidR="001C756D" w:rsidRPr="00FC5852" w:rsidRDefault="000B39E4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DD5B1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63AF5E8E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3FC2EF60" w:rsidR="000B39E4" w:rsidRPr="00FC5852" w:rsidRDefault="000B39E4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DD5B1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DF26805" w:rsidR="001C756D" w:rsidRPr="00605E90" w:rsidRDefault="00DD5B16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3A5D61C3" w:rsidR="001C756D" w:rsidRPr="00FC5852" w:rsidRDefault="00D02F6D" w:rsidP="001C756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4BA99A9D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DD5B16"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502B0F0A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DD5B16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78D4A3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105B8082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90 688,20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4C70C996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0CDE39E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38 705,20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0AABF33" w:rsidR="00502CC7" w:rsidRPr="00605E90" w:rsidRDefault="00DD5B1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66F939B2" w:rsidR="00502CC7" w:rsidRPr="00FC5852" w:rsidRDefault="00F1630C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4206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56DFF45E" w:rsidR="000B4206" w:rsidRPr="00605E90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474C2F67" w:rsidR="000B4206" w:rsidRPr="00FC5852" w:rsidRDefault="00F1630C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33 559,40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7DF0C00A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DD5B16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4C16D59F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03433E75" w:rsidR="000B4206" w:rsidRPr="00042CB3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56C488CC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1B451D49" w:rsidR="00DD5B16" w:rsidRPr="00FC5852" w:rsidRDefault="00DD5B16" w:rsidP="00DD5B1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4AC23284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7A1A370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D5B16">
              <w:rPr>
                <w:rFonts w:ascii="Times New Roman" w:hAnsi="Times New Roman"/>
                <w:sz w:val="20"/>
                <w:szCs w:val="20"/>
              </w:rPr>
              <w:t>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7E159D18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38A77951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 w:rsidR="007F2461"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75BAC2A9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F2461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283F485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07FEA120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333F8C25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6 044,70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105000D0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7F2461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46B5056C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290E6DB4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15925D4B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627EDAD5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2461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4797D895" w:rsidR="007F2461" w:rsidRPr="00FC5852" w:rsidRDefault="007F2461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293DE26C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6FE749AA" w:rsidR="007F2461" w:rsidRPr="00042CB3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3E88A430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счет  средств,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53BE196E" w:rsidR="000B4206" w:rsidRPr="00FC5852" w:rsidRDefault="00850039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68D1CD4E" w:rsidR="000B4206" w:rsidRPr="00FC5852" w:rsidRDefault="00850039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20 688,10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497C2ACD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6F4936A1" w:rsidR="000B4206" w:rsidRPr="00FC5852" w:rsidRDefault="00FC5852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5D16262E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77BA8793" w:rsidR="005E184D" w:rsidRPr="00FC5852" w:rsidRDefault="002B6930" w:rsidP="005E184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66F38DDA" w:rsidR="000B4206" w:rsidRPr="00FC5852" w:rsidRDefault="005E184D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58F17C84" w:rsidR="005E184D" w:rsidRPr="00FC5852" w:rsidRDefault="005E184D" w:rsidP="005E184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3E40A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A399" w14:textId="77777777" w:rsidR="00D30969" w:rsidRDefault="00D30969" w:rsidP="006F0544">
      <w:r>
        <w:separator/>
      </w:r>
    </w:p>
  </w:endnote>
  <w:endnote w:type="continuationSeparator" w:id="0">
    <w:p w14:paraId="1C79BD14" w14:textId="77777777" w:rsidR="00D30969" w:rsidRDefault="00D30969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0F143" w14:textId="77777777" w:rsidR="00D30969" w:rsidRDefault="00D30969" w:rsidP="006F0544">
      <w:r>
        <w:separator/>
      </w:r>
    </w:p>
  </w:footnote>
  <w:footnote w:type="continuationSeparator" w:id="0">
    <w:p w14:paraId="0AE9EF22" w14:textId="77777777" w:rsidR="00D30969" w:rsidRDefault="00D30969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171</TotalTime>
  <Pages>5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7050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12</cp:revision>
  <cp:lastPrinted>2023-08-14T12:28:00Z</cp:lastPrinted>
  <dcterms:created xsi:type="dcterms:W3CDTF">2023-06-01T06:16:00Z</dcterms:created>
  <dcterms:modified xsi:type="dcterms:W3CDTF">2023-08-28T12:37:00Z</dcterms:modified>
</cp:coreProperties>
</file>