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B4693" w14:textId="77777777" w:rsidR="00843E41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rFonts w:ascii="Arial" w:hAnsi="Arial" w:cs="Arial"/>
          <w:color w:val="auto"/>
          <w:sz w:val="24"/>
          <w:szCs w:val="24"/>
          <w:lang w:eastAsia="ru-RU"/>
        </w:rPr>
      </w:pPr>
    </w:p>
    <w:p w14:paraId="631F7408" w14:textId="77777777" w:rsidR="00AE3ADD" w:rsidRDefault="00843E41" w:rsidP="00843E41">
      <w:pPr>
        <w:pStyle w:val="6"/>
        <w:shd w:val="clear" w:color="auto" w:fill="auto"/>
        <w:spacing w:line="240" w:lineRule="auto"/>
        <w:ind w:firstLine="709"/>
        <w:contextualSpacing/>
        <w:jc w:val="right"/>
        <w:rPr>
          <w:rStyle w:val="41"/>
          <w:rFonts w:ascii="Arial" w:hAnsi="Arial" w:cs="Arial"/>
          <w:color w:val="auto"/>
          <w:sz w:val="24"/>
          <w:szCs w:val="24"/>
          <w:lang w:eastAsia="ru-RU"/>
        </w:rPr>
      </w:pPr>
      <w:r>
        <w:rPr>
          <w:rStyle w:val="41"/>
          <w:rFonts w:ascii="Arial" w:hAnsi="Arial" w:cs="Arial"/>
          <w:color w:val="auto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</w:p>
    <w:p w14:paraId="48B32FD9" w14:textId="07D11669" w:rsidR="00AE3ADD" w:rsidRPr="00D477AB" w:rsidRDefault="00AE3ADD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 xml:space="preserve">Приложение </w:t>
      </w:r>
      <w:r w:rsidR="000112B6">
        <w:rPr>
          <w:rFonts w:ascii="Times New Roman" w:hAnsi="Times New Roman"/>
          <w:bCs/>
        </w:rPr>
        <w:t>1</w:t>
      </w:r>
      <w:r w:rsidRPr="00D477AB">
        <w:rPr>
          <w:rFonts w:ascii="Times New Roman" w:hAnsi="Times New Roman"/>
          <w:bCs/>
        </w:rPr>
        <w:t xml:space="preserve"> </w:t>
      </w:r>
    </w:p>
    <w:p w14:paraId="1D3F629D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к постановлению администрации</w:t>
      </w:r>
    </w:p>
    <w:p w14:paraId="23B6DF27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Калачеевского муниципального района</w:t>
      </w:r>
    </w:p>
    <w:p w14:paraId="399BA4E6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Воронежской области</w:t>
      </w:r>
    </w:p>
    <w:p w14:paraId="7F1336F3" w14:textId="7056A240" w:rsidR="002C07AD" w:rsidRPr="00843E41" w:rsidRDefault="00AB44FB" w:rsidP="002127CA">
      <w:pPr>
        <w:shd w:val="clear" w:color="auto" w:fill="FFFFFF"/>
        <w:ind w:left="709" w:firstLine="9497"/>
        <w:jc w:val="right"/>
        <w:rPr>
          <w:rStyle w:val="41"/>
          <w:color w:val="auto"/>
          <w:sz w:val="20"/>
          <w:szCs w:val="20"/>
          <w:lang w:eastAsia="ru-RU"/>
        </w:rPr>
      </w:pPr>
      <w:r>
        <w:rPr>
          <w:rFonts w:ascii="Times New Roman" w:hAnsi="Times New Roman"/>
          <w:bCs/>
        </w:rPr>
        <w:t xml:space="preserve">от </w:t>
      </w:r>
      <w:r w:rsidR="00556336">
        <w:rPr>
          <w:rFonts w:ascii="Times New Roman" w:hAnsi="Times New Roman"/>
          <w:bCs/>
        </w:rPr>
        <w:t>«</w:t>
      </w:r>
      <w:r w:rsidR="002A1490">
        <w:rPr>
          <w:rFonts w:ascii="Times New Roman" w:hAnsi="Times New Roman"/>
          <w:bCs/>
        </w:rPr>
        <w:t>08</w:t>
      </w:r>
      <w:r>
        <w:rPr>
          <w:rFonts w:ascii="Times New Roman" w:hAnsi="Times New Roman"/>
          <w:bCs/>
        </w:rPr>
        <w:t xml:space="preserve"> </w:t>
      </w:r>
      <w:r w:rsidR="003768E5">
        <w:rPr>
          <w:rFonts w:ascii="Times New Roman" w:hAnsi="Times New Roman"/>
          <w:bCs/>
        </w:rPr>
        <w:t xml:space="preserve">» </w:t>
      </w:r>
      <w:r w:rsidR="002A1490">
        <w:rPr>
          <w:rFonts w:ascii="Times New Roman" w:hAnsi="Times New Roman"/>
          <w:bCs/>
        </w:rPr>
        <w:t>09</w:t>
      </w:r>
      <w:r>
        <w:rPr>
          <w:rFonts w:ascii="Times New Roman" w:hAnsi="Times New Roman"/>
          <w:bCs/>
        </w:rPr>
        <w:t xml:space="preserve">  </w:t>
      </w:r>
      <w:r w:rsidR="00D10F62">
        <w:rPr>
          <w:rFonts w:ascii="Times New Roman" w:hAnsi="Times New Roman"/>
          <w:bCs/>
        </w:rPr>
        <w:t xml:space="preserve"> </w:t>
      </w:r>
      <w:r w:rsidR="003768E5">
        <w:rPr>
          <w:rFonts w:ascii="Times New Roman" w:hAnsi="Times New Roman"/>
          <w:bCs/>
        </w:rPr>
        <w:t xml:space="preserve"> </w:t>
      </w:r>
      <w:r w:rsidR="00310B4E" w:rsidRPr="00D477AB">
        <w:rPr>
          <w:rFonts w:ascii="Times New Roman" w:hAnsi="Times New Roman"/>
          <w:bCs/>
        </w:rPr>
        <w:t>202</w:t>
      </w:r>
      <w:r w:rsidR="000112B6">
        <w:rPr>
          <w:rFonts w:ascii="Times New Roman" w:hAnsi="Times New Roman"/>
          <w:bCs/>
        </w:rPr>
        <w:t>3</w:t>
      </w:r>
      <w:r w:rsidR="00310B4E" w:rsidRPr="00D477AB">
        <w:rPr>
          <w:rFonts w:ascii="Times New Roman" w:hAnsi="Times New Roman"/>
          <w:bCs/>
        </w:rPr>
        <w:t>г. №</w:t>
      </w:r>
      <w:r w:rsidR="00231528">
        <w:rPr>
          <w:rFonts w:ascii="Times New Roman" w:hAnsi="Times New Roman"/>
          <w:bCs/>
        </w:rPr>
        <w:t xml:space="preserve"> </w:t>
      </w:r>
      <w:r w:rsidR="002A1490">
        <w:rPr>
          <w:rFonts w:ascii="Times New Roman" w:hAnsi="Times New Roman"/>
          <w:bCs/>
        </w:rPr>
        <w:t>872</w:t>
      </w:r>
      <w:r w:rsidR="00DC0A0C">
        <w:rPr>
          <w:rFonts w:ascii="Times New Roman" w:hAnsi="Times New Roman"/>
          <w:bCs/>
        </w:rPr>
        <w:t xml:space="preserve"> </w:t>
      </w:r>
      <w:r w:rsidR="008A6972">
        <w:rPr>
          <w:rFonts w:ascii="Times New Roman" w:hAnsi="Times New Roman"/>
          <w:bCs/>
        </w:rPr>
        <w:t xml:space="preserve"> </w:t>
      </w:r>
    </w:p>
    <w:p w14:paraId="1F2FF90C" w14:textId="77777777" w:rsidR="0012161C" w:rsidRPr="00DB41D8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b/>
          <w:color w:val="auto"/>
          <w:sz w:val="24"/>
          <w:szCs w:val="24"/>
          <w:lang w:eastAsia="ru-RU"/>
        </w:rPr>
      </w:pPr>
      <w:bookmarkStart w:id="0" w:name="RANGE!A1:N50"/>
      <w:bookmarkEnd w:id="0"/>
      <w:r w:rsidRPr="00DB41D8">
        <w:rPr>
          <w:rStyle w:val="41"/>
          <w:b/>
          <w:color w:val="auto"/>
          <w:sz w:val="24"/>
          <w:szCs w:val="24"/>
          <w:lang w:eastAsia="ru-RU"/>
        </w:rPr>
        <w:t>Расходы бюджета на реализацию программы Калачеевского муниципального района «Муниципальное управление»</w:t>
      </w:r>
    </w:p>
    <w:p w14:paraId="0E720313" w14:textId="77777777" w:rsidR="00843E41" w:rsidRPr="00843E41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4"/>
          <w:szCs w:val="24"/>
          <w:lang w:eastAsia="ru-RU"/>
        </w:rPr>
      </w:pPr>
    </w:p>
    <w:tbl>
      <w:tblPr>
        <w:tblW w:w="15455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1998"/>
        <w:gridCol w:w="2239"/>
        <w:gridCol w:w="2055"/>
        <w:gridCol w:w="1369"/>
        <w:gridCol w:w="1418"/>
        <w:gridCol w:w="1417"/>
        <w:gridCol w:w="1276"/>
        <w:gridCol w:w="1134"/>
        <w:gridCol w:w="1275"/>
        <w:gridCol w:w="1259"/>
        <w:gridCol w:w="15"/>
      </w:tblGrid>
      <w:tr w:rsidR="00C35A8F" w:rsidRPr="00C35A8F" w14:paraId="68027AF5" w14:textId="77777777" w:rsidTr="00C35A8F">
        <w:trPr>
          <w:gridAfter w:val="1"/>
          <w:wAfter w:w="15" w:type="dxa"/>
          <w:trHeight w:val="132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46ECAED8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00FC5E21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 xml:space="preserve">Наименование подпрограммы, основного мероприятия 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6CB3BA4E" w14:textId="77777777" w:rsidR="00C35A8F" w:rsidRPr="00C35A8F" w:rsidRDefault="00C35A8F" w:rsidP="00C35A8F">
            <w:pPr>
              <w:ind w:right="-60"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Наименование ответственного исполнителя, исполнителя - главного распорядителя средств бюджета Калачеевского муниципального района (далее - ГРБС)</w:t>
            </w:r>
          </w:p>
        </w:tc>
        <w:tc>
          <w:tcPr>
            <w:tcW w:w="914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FF2385" w14:textId="77777777" w:rsidR="00C35A8F" w:rsidRPr="00C35A8F" w:rsidRDefault="00C35A8F" w:rsidP="0015117C">
            <w:pPr>
              <w:ind w:left="127" w:firstLine="156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Расходы бюджета Калачеевского муниципального района по годам реали</w:t>
            </w:r>
            <w:r w:rsidR="0015117C">
              <w:rPr>
                <w:rFonts w:ascii="Times New Roman" w:hAnsi="Times New Roman"/>
                <w:sz w:val="20"/>
                <w:szCs w:val="20"/>
              </w:rPr>
              <w:t xml:space="preserve">зации подпрограмм (тыс. руб.) </w:t>
            </w:r>
          </w:p>
        </w:tc>
      </w:tr>
      <w:tr w:rsidR="00C35A8F" w:rsidRPr="00C35A8F" w14:paraId="3BDE6A47" w14:textId="77777777" w:rsidTr="00C35A8F">
        <w:trPr>
          <w:trHeight w:val="300"/>
        </w:trPr>
        <w:tc>
          <w:tcPr>
            <w:tcW w:w="1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33FA72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1BC16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76C0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6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5819B1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в том числе по годам реализации подпрограммы</w:t>
            </w:r>
          </w:p>
        </w:tc>
      </w:tr>
      <w:tr w:rsidR="00C35A8F" w:rsidRPr="00C35A8F" w14:paraId="7389DE8C" w14:textId="77777777" w:rsidTr="00C35A8F">
        <w:trPr>
          <w:trHeight w:val="300"/>
        </w:trPr>
        <w:tc>
          <w:tcPr>
            <w:tcW w:w="1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9FEA80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41FFE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C37E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7797095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8E0F1E6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8ACE25E" w14:textId="77777777" w:rsidR="00C35A8F" w:rsidRPr="00605E90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B74F382" w14:textId="77777777" w:rsidR="00C35A8F" w:rsidRPr="00042CB3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0AEA762" w14:textId="77777777" w:rsidR="00C35A8F" w:rsidRPr="00042CB3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7581652" w14:textId="77777777" w:rsidR="00C35A8F" w:rsidRPr="00042CB3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295D18B7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C35A8F" w:rsidRPr="00C35A8F" w14:paraId="2D5B00A7" w14:textId="77777777" w:rsidTr="00C35A8F">
        <w:trPr>
          <w:trHeight w:val="300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0B2B984C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227E63C4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65C62CF8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EB80CF7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5D66EFE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3E6CEB81" w14:textId="77777777" w:rsidR="00C35A8F" w:rsidRPr="00605E90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393769F" w14:textId="77777777" w:rsidR="00C35A8F" w:rsidRPr="00042CB3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B3AABE4" w14:textId="77777777" w:rsidR="00C35A8F" w:rsidRPr="00042CB3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14E14D08" w14:textId="77777777" w:rsidR="00C35A8F" w:rsidRPr="00042CB3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2254E17B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C35A8F" w:rsidRPr="00C62C25" w14:paraId="48E99C5F" w14:textId="77777777" w:rsidTr="00C35A8F">
        <w:trPr>
          <w:trHeight w:val="300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734DFC3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278EE3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456AA09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C60C1D" w14:textId="77777777" w:rsidR="00C35A8F" w:rsidRPr="00DD58E2" w:rsidRDefault="00D23A5F" w:rsidP="00303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DD58E2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02DAC" w:rsidRPr="00DD58E2">
              <w:rPr>
                <w:rFonts w:ascii="Times New Roman" w:hAnsi="Times New Roman"/>
                <w:bCs/>
                <w:sz w:val="20"/>
                <w:szCs w:val="20"/>
              </w:rPr>
              <w:t>31</w:t>
            </w:r>
            <w:r w:rsidR="007A1934" w:rsidRPr="00DD58E2">
              <w:rPr>
                <w:rFonts w:ascii="Times New Roman" w:hAnsi="Times New Roman"/>
                <w:bCs/>
                <w:sz w:val="20"/>
                <w:szCs w:val="20"/>
              </w:rPr>
              <w:t> 592,80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CB7D25" w14:textId="77777777" w:rsidR="00C35A8F" w:rsidRPr="00C62C25" w:rsidRDefault="00364990" w:rsidP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293 999,20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48CA84A" w14:textId="0C69A722" w:rsidR="00C35A8F" w:rsidRPr="00605E90" w:rsidRDefault="00502CC7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367 096,10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211365" w14:textId="5D7F233A" w:rsidR="00C35A8F" w:rsidRPr="00FC5852" w:rsidRDefault="000B39E4" w:rsidP="004F7249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</w:t>
            </w:r>
            <w:r w:rsidR="00AB44FB" w:rsidRPr="00FC58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83 554,70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6F1F4EA" w14:textId="36E4DF0F" w:rsidR="00C35A8F" w:rsidRPr="00042CB3" w:rsidRDefault="00502CC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0B39E4" w:rsidRPr="00042CB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643D0E">
              <w:rPr>
                <w:rFonts w:ascii="Times New Roman" w:hAnsi="Times New Roman"/>
                <w:bCs/>
                <w:sz w:val="20"/>
                <w:szCs w:val="20"/>
              </w:rPr>
              <w:t>0 921,40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4D8C12" w14:textId="5529A2D4" w:rsidR="00C35A8F" w:rsidRPr="00042CB3" w:rsidRDefault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  <w:r w:rsidR="00643D0E">
              <w:rPr>
                <w:rFonts w:ascii="Times New Roman" w:hAnsi="Times New Roman"/>
                <w:bCs/>
                <w:sz w:val="20"/>
                <w:szCs w:val="20"/>
              </w:rPr>
              <w:t>3 070,00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9039149" w14:textId="77777777" w:rsidR="00C35A8F" w:rsidRPr="00BD2220" w:rsidRDefault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121 894,10</w:t>
            </w:r>
          </w:p>
        </w:tc>
      </w:tr>
      <w:tr w:rsidR="00C35A8F" w:rsidRPr="00C62C25" w14:paraId="13ACA080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20D635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68619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613349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9D45D18" w14:textId="77777777" w:rsidR="00C35A8F" w:rsidRPr="00DD58E2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0420F6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0713C88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2C0BF8" w14:textId="77777777" w:rsidR="00C35A8F" w:rsidRPr="00FC5852" w:rsidRDefault="00C35A8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D3FC69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E8747BF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6D8511D" w14:textId="77777777" w:rsidR="00C35A8F" w:rsidRPr="00BD222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22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F7249" w:rsidRPr="00C62C25" w14:paraId="2A1CECBA" w14:textId="77777777" w:rsidTr="00DD58E2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96159B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C7C39B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2A80B85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CEAAAF" w14:textId="77777777" w:rsidR="004F7249" w:rsidRPr="00DD58E2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176 092,85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A76CC59" w14:textId="77777777" w:rsidR="004F7249" w:rsidRPr="00C62C25" w:rsidRDefault="00364990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A8A44D4" w14:textId="7D504B67" w:rsidR="004F7249" w:rsidRPr="00605E90" w:rsidRDefault="00502CC7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57F5255" w14:textId="5589C3FD" w:rsidR="004F7249" w:rsidRPr="00FC5852" w:rsidRDefault="00D02F6D" w:rsidP="004F7249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64 847,90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0864E22" w14:textId="4D50578E" w:rsidR="004F7249" w:rsidRPr="00042CB3" w:rsidRDefault="00643D0E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49 362,80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706496" w14:textId="5CD54183" w:rsidR="004F7249" w:rsidRPr="00042CB3" w:rsidRDefault="00643D0E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50 361,40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1CFC09B" w14:textId="77777777" w:rsidR="004F7249" w:rsidRPr="00BD2220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C35A8F" w:rsidRPr="00C62C25" w14:paraId="0E701EFC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B25D0F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A8D8D8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B93D2DA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0CBCC1" w14:textId="77777777" w:rsidR="00C35A8F" w:rsidRPr="00DD58E2" w:rsidRDefault="00A02DAC" w:rsidP="00303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55</w:t>
            </w:r>
            <w:r w:rsidR="0030321F" w:rsidRPr="00DD58E2">
              <w:rPr>
                <w:rFonts w:ascii="Times New Roman" w:hAnsi="Times New Roman"/>
                <w:sz w:val="20"/>
                <w:szCs w:val="20"/>
              </w:rPr>
              <w:t> 499,95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0B1FD80" w14:textId="77777777" w:rsidR="00C35A8F" w:rsidRPr="00C62C25" w:rsidRDefault="00364990" w:rsidP="002019D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57 651,60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756D29E" w14:textId="29C601B9" w:rsidR="00C35A8F" w:rsidRPr="00605E90" w:rsidRDefault="00502CC7" w:rsidP="00DD58E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97 604,00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DADD4E" w14:textId="726AFE67" w:rsidR="00C35A8F" w:rsidRPr="00FC5852" w:rsidRDefault="00AB44FB" w:rsidP="00DD58E2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D02F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18 706,80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F68AE03" w14:textId="15370200" w:rsidR="00C35A8F" w:rsidRPr="00042CB3" w:rsidRDefault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6</w:t>
            </w:r>
            <w:r w:rsidR="00643D0E">
              <w:rPr>
                <w:rFonts w:ascii="Times New Roman" w:hAnsi="Times New Roman"/>
                <w:sz w:val="20"/>
                <w:szCs w:val="20"/>
              </w:rPr>
              <w:t>1 558,60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DE87729" w14:textId="5BE9BDF7" w:rsidR="00C35A8F" w:rsidRPr="00042CB3" w:rsidRDefault="00245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6</w:t>
            </w:r>
            <w:r w:rsidR="00643D0E">
              <w:rPr>
                <w:rFonts w:ascii="Times New Roman" w:hAnsi="Times New Roman"/>
                <w:sz w:val="20"/>
                <w:szCs w:val="20"/>
              </w:rPr>
              <w:t>2 708,60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A306A70" w14:textId="3C969CA9" w:rsidR="00C35A8F" w:rsidRPr="00BD2220" w:rsidRDefault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66 658,10</w:t>
            </w:r>
          </w:p>
        </w:tc>
      </w:tr>
      <w:tr w:rsidR="00DD5B16" w:rsidRPr="00C62C25" w14:paraId="216200D9" w14:textId="77777777" w:rsidTr="00C35A8F">
        <w:trPr>
          <w:trHeight w:val="2376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E616A48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A3749F5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«Управление муниципальными финансами, создание условий для эффективного и ответственного управления муниципальными финансами, повышение </w:t>
            </w: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устойчивости бюджетов городского и сельских поселений Калачеевского муниципального района»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61D3B4F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A79108E" w14:textId="77777777" w:rsidR="00DD5B16" w:rsidRPr="00DD58E2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176 092,85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17CDCAC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E2A7818" w14:textId="6C3555C3" w:rsidR="00DD5B16" w:rsidRPr="00605E90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E4E00BE" w14:textId="057ED752" w:rsidR="00DD5B16" w:rsidRPr="00FC5852" w:rsidRDefault="00D02F6D" w:rsidP="00DD5B1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64 847,90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17F528F" w14:textId="64B91041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49 362,80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C8F3A7A" w14:textId="7797A83C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50 361,40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C31DFB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C35A8F" w:rsidRPr="00C62C25" w14:paraId="548284E3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C7566E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4B8C62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E555DF2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01FEA8" w14:textId="77777777" w:rsidR="00C35A8F" w:rsidRPr="00DD58E2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39342AE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71EA46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43549D5" w14:textId="77777777" w:rsidR="00C35A8F" w:rsidRPr="00FC5852" w:rsidRDefault="00C35A8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5E5861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D715F93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16C584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D5B16" w:rsidRPr="00C62C25" w14:paraId="0EA6E163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30D90C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03805F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8607C46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88C7960" w14:textId="77777777" w:rsidR="00DD5B16" w:rsidRPr="00DD58E2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176 092,85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0191997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DF774CC" w14:textId="1560D251" w:rsidR="00DD5B16" w:rsidRPr="00605E90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9487FC4" w14:textId="2F9D8C0C" w:rsidR="00DD5B16" w:rsidRPr="00FC5852" w:rsidRDefault="00D02F6D" w:rsidP="00DD5B1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64 847,90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D5A4AE2" w14:textId="508E8918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49 362,80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BF7A148" w14:textId="139A74AD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50 361,40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F3378C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D23A5F" w:rsidRPr="00C62C25" w14:paraId="60F5E428" w14:textId="77777777" w:rsidTr="00C0571B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33213941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C9E457D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Организация бюджетного процесса Калачеевского муниципального района.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EDC7BD6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B87C01E" w14:textId="77777777" w:rsidR="00D23A5F" w:rsidRPr="00C62C25" w:rsidRDefault="008D6706" w:rsidP="007A19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495,2</w:t>
            </w:r>
            <w:r w:rsidR="0030321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1E23702" w14:textId="77777777" w:rsidR="00D23A5F" w:rsidRPr="00C62C25" w:rsidRDefault="00364990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E652828" w14:textId="327AC9D7" w:rsidR="00D23A5F" w:rsidRPr="00605E90" w:rsidRDefault="00502CC7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C27DF8" w14:textId="0D8D7C28" w:rsidR="00D23A5F" w:rsidRPr="00FC5852" w:rsidRDefault="00DD5B16" w:rsidP="003908EE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  <w:r w:rsidR="00AB44FB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AB44FB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5675B3F" w14:textId="26D82F8E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20 008,20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9247D05" w14:textId="690CA0A8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20 006,70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7DCE97B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228,20</w:t>
            </w:r>
          </w:p>
        </w:tc>
      </w:tr>
      <w:tr w:rsidR="00D23A5F" w:rsidRPr="00C62C25" w14:paraId="0AAD0B6B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3EAF84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E044C2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DBA65D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E2F9FA" w14:textId="77777777" w:rsidR="00D23A5F" w:rsidRPr="00C62C25" w:rsidRDefault="00D23A5F" w:rsidP="007A19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89C96C1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504708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4C1AB03" w14:textId="77777777" w:rsidR="00D23A5F" w:rsidRPr="00FC5852" w:rsidRDefault="00D23A5F" w:rsidP="00D23A5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CA7944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69B041C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F9A148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B39E4" w:rsidRPr="00C62C25" w14:paraId="23EE19D6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9BCD8E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299795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DA8DE2F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608D9D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D258007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2AD44AA" w14:textId="01BA113D" w:rsidR="000B39E4" w:rsidRPr="00605E90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C300979" w14:textId="616EFA77" w:rsidR="000B39E4" w:rsidRPr="00FC5852" w:rsidRDefault="00DD5B16" w:rsidP="000B39E4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6</w:t>
            </w:r>
            <w:r w:rsidR="00AB44FB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AB44FB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9E82706" w14:textId="0200A568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20 008,20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A2DD045" w14:textId="4F773CC9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20 006,70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A9BBEA8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228,20</w:t>
            </w:r>
          </w:p>
        </w:tc>
      </w:tr>
      <w:tr w:rsidR="00D23A5F" w:rsidRPr="00C62C25" w14:paraId="559431DA" w14:textId="77777777" w:rsidTr="00C0571B">
        <w:trPr>
          <w:trHeight w:val="13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061E250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633DA0C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бюджетов городского и сельских поселений Калачеевского муниципального района.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E40E709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AEC22FB" w14:textId="77777777" w:rsidR="00D23A5F" w:rsidRPr="00C62C25" w:rsidRDefault="008D6706" w:rsidP="00DB14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166 986,6</w:t>
            </w:r>
            <w:r w:rsidR="0030321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006C170" w14:textId="77777777" w:rsidR="00D23A5F" w:rsidRPr="00C62C25" w:rsidRDefault="001C756D" w:rsidP="0036499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64990">
              <w:rPr>
                <w:rFonts w:ascii="Times New Roman" w:hAnsi="Times New Roman"/>
                <w:sz w:val="20"/>
                <w:szCs w:val="20"/>
              </w:rPr>
              <w:t>26 375,00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E37BFC0" w14:textId="3CA28442" w:rsidR="00D23A5F" w:rsidRPr="00605E90" w:rsidRDefault="00502CC7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BC40F54" w14:textId="14120081" w:rsidR="00D23A5F" w:rsidRPr="00FC5852" w:rsidRDefault="00D02F6D" w:rsidP="00D23A5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45 221,10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B8CD68B" w14:textId="3B7ABAF1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18 578,90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50F61D8" w14:textId="14095818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19 469,00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A298304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D23A5F" w:rsidRPr="00C62C25" w14:paraId="2835A8DD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496CA3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D96707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752721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0F115C2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BDC8F1E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76B2AFE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5D3BD8" w14:textId="77777777" w:rsidR="00D23A5F" w:rsidRPr="00FC5852" w:rsidRDefault="00D23A5F" w:rsidP="00D23A5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4CDCB0D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5F375AF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F68AB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B39E4" w:rsidRPr="00C62C25" w14:paraId="0E9FFD74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9BFA35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DA8783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18D98A4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0257C35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91AD2AD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510F887" w14:textId="431A2DC8" w:rsidR="000B39E4" w:rsidRPr="00605E90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71AFB50" w14:textId="0BB6CDF3" w:rsidR="000B39E4" w:rsidRPr="00FC5852" w:rsidRDefault="00D02F6D" w:rsidP="000B39E4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45 221,10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1283152" w14:textId="4B0D972A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18 578,90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F905C2" w14:textId="69E59704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19 469,00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55EBDB1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1C756D" w:rsidRPr="00C62C25" w14:paraId="122AB745" w14:textId="77777777" w:rsidTr="00C0571B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CB0FED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B2EC732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C9CA9A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126038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A6215EE" w14:textId="77777777" w:rsidR="001C756D" w:rsidRPr="00C62C25" w:rsidRDefault="00364990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FF014AC" w14:textId="261F632B" w:rsidR="001C756D" w:rsidRPr="00605E90" w:rsidRDefault="0023761C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502CC7">
              <w:rPr>
                <w:rFonts w:ascii="Times New Roman" w:hAnsi="Times New Roman"/>
                <w:sz w:val="20"/>
                <w:szCs w:val="20"/>
              </w:rPr>
              <w:t> 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855B4DC" w14:textId="75F9CFB8" w:rsidR="001C756D" w:rsidRPr="00FC5852" w:rsidRDefault="000B39E4" w:rsidP="001C756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DD5B16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3 512,40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0817C0" w14:textId="79944B99" w:rsidR="001C756D" w:rsidRPr="00042CB3" w:rsidRDefault="000B39E4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10 775,70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0840F4E" w14:textId="6D727557" w:rsidR="001C756D" w:rsidRPr="00042CB3" w:rsidRDefault="000B39E4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10 885,10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54C10BB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1C756D" w:rsidRPr="00C62C25" w14:paraId="7D05F0B7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C583A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591A6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C56AEBE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47A9A3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E7C3A0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CB01E6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14A8D9" w14:textId="77777777" w:rsidR="001C756D" w:rsidRPr="00FC5852" w:rsidRDefault="001C756D" w:rsidP="001C756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9E73EE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D26F43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035CA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0B39E4" w:rsidRPr="00C62C25" w14:paraId="77195CC5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F0A752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4FE4F6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0F61A0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320E9B3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0B2692B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7797B3F" w14:textId="63AF5E8E" w:rsidR="000B39E4" w:rsidRPr="00605E90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A7A1DEB" w14:textId="3FC2EF60" w:rsidR="000B39E4" w:rsidRPr="00FC5852" w:rsidRDefault="000B39E4" w:rsidP="000B39E4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DD5B16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3 512,40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9DA87C6" w14:textId="76525DD5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10 775,70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F97BB1A" w14:textId="3E096589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10 885,10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AF1BE2C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1C756D" w:rsidRPr="00C62C25" w14:paraId="14B07ECB" w14:textId="77777777" w:rsidTr="00B14F60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308FA0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6C161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Муниципальное управление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F98316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CABBCA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42 808,91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370CE52" w14:textId="77777777" w:rsidR="001C756D" w:rsidRPr="00C62C25" w:rsidRDefault="001C756D" w:rsidP="0036499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64990">
              <w:rPr>
                <w:rFonts w:ascii="Times New Roman" w:hAnsi="Times New Roman"/>
                <w:sz w:val="20"/>
                <w:szCs w:val="20"/>
              </w:rPr>
              <w:t>1 786,90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9A80B76" w14:textId="1DF26805" w:rsidR="001C756D" w:rsidRPr="00605E90" w:rsidRDefault="00DD5B16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63 986,10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ECC8862" w14:textId="3A5D61C3" w:rsidR="001C756D" w:rsidRPr="00FC5852" w:rsidRDefault="00D02F6D" w:rsidP="001C756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90 688,20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798DB43" w14:textId="4BA99A9D" w:rsidR="001C756D" w:rsidRPr="00042CB3" w:rsidRDefault="000B39E4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DD5B16">
              <w:rPr>
                <w:rFonts w:ascii="Times New Roman" w:hAnsi="Times New Roman"/>
                <w:bCs/>
                <w:sz w:val="20"/>
                <w:szCs w:val="20"/>
              </w:rPr>
              <w:t>4 755,70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E207401" w14:textId="502B0F0A" w:rsidR="001C756D" w:rsidRPr="00042CB3" w:rsidRDefault="000B39E4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38 705,20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E0F1BF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1C756D" w:rsidRPr="00C62C25" w14:paraId="59E012AD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FCDDBA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D31A4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9A53E8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5DE98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D4204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8E72DE4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D86577" w14:textId="77777777" w:rsidR="001C756D" w:rsidRPr="00FC5852" w:rsidRDefault="001C756D" w:rsidP="001C756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3B92D59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0D5BC4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863D0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DD5B16" w:rsidRPr="00C62C25" w14:paraId="4C5BCC80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396E96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542E03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A75E16F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564FF2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42 808,91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45AAB0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31 786,90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CB20F7C" w14:textId="778D4A33" w:rsidR="00DD5B16" w:rsidRPr="00605E90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63 986,10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608D0F4" w14:textId="105B8082" w:rsidR="00DD5B16" w:rsidRPr="00FC5852" w:rsidRDefault="00D02F6D" w:rsidP="00DD5B1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90 688,20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44F05D" w14:textId="4C70C996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4 755,70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C603D0" w14:textId="10CDE39E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38 705,20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D8D2F49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502CC7" w:rsidRPr="00C62C25" w14:paraId="05BEAD93" w14:textId="77777777" w:rsidTr="00C35A8F">
        <w:trPr>
          <w:trHeight w:val="25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8C12130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42334B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Создание условий для получения муниципальных услуг, предоставляемых администрацией Калачеевского муниципального района в электронной форме и обеспечения снижение среднего числа обращений Заявителей в орган местного самоуправления для получения одной муниципальной услуги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A9F0C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86C0C9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9EA56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83B4337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48E9209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85432E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F6F025F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0BAB50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359331E6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159B7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F94358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7998C9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8B26B6B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FCFD26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C837F4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6174064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0E1160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BD6093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2EB2EE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02CC7" w:rsidRPr="00C62C25" w14:paraId="27BC8AD3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EE0B6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399B15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1FF54E9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695824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6753B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E027574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F60E045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889E19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25CF31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8A67CB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2BE80334" w14:textId="77777777" w:rsidTr="00C35A8F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7267D59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AA377C0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Внедрения информационных технологий в сфере муниципального управления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C35F857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84D12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B59DF0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1CDD90C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10C8277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7F5F8A8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2510E4F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9EDF44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752C90D3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CFB103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C6B91A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2B7DB68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269112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C2F6F4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88D1EB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0EA1810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FA9E2AB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69B78D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B378C2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02CC7" w:rsidRPr="00C62C25" w14:paraId="57B495D7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BCF3A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DC1107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5861EB2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55474E5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15540D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1464EEA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14E38D5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0E70459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99E69F4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D53822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08E8A33B" w14:textId="77777777" w:rsidTr="00C35A8F">
        <w:trPr>
          <w:trHeight w:val="732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45E52F20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044DA62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1ED1E7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0B64FF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D275C74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1282D2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315A01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56962F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FCC36EE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643F9A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2D8E5D93" w14:textId="77777777" w:rsidTr="00C35A8F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5FCACF52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0280622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42DC3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082173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4F80AFA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C9D644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2DA014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D631400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034433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15C50A3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02CC7" w:rsidRPr="00C62C25" w14:paraId="6490C57C" w14:textId="77777777" w:rsidTr="00C35A8F">
        <w:trPr>
          <w:trHeight w:val="732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9A89A82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43C395A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712083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FF9343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65591F9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CDF5CA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75B3BA6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20C0D1E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60327B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7D78D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13F225E7" w14:textId="77777777" w:rsidTr="00C35A8F">
        <w:trPr>
          <w:trHeight w:val="13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0F524E7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795793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Защита населения Калачеевского муниципального 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C596318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C3B574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90042E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EFD13D3" w14:textId="40AABF33" w:rsidR="00502CC7" w:rsidRPr="00605E90" w:rsidRDefault="00DD5B16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22 081,40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DEE91EB" w14:textId="66F939B2" w:rsidR="00502CC7" w:rsidRPr="00FC5852" w:rsidRDefault="00F1630C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33 559,40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60BF68" w14:textId="234E4F64" w:rsidR="00502CC7" w:rsidRPr="00042CB3" w:rsidRDefault="000B4206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</w:t>
            </w:r>
            <w:r w:rsidR="00502CC7"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E9BED39" w14:textId="602156A6" w:rsidR="00502CC7" w:rsidRPr="00042CB3" w:rsidRDefault="000B4206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50,0</w:t>
            </w:r>
            <w:r w:rsidR="00502CC7" w:rsidRPr="00042C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EE86185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502CC7" w:rsidRPr="00C62C25" w14:paraId="46DA69FB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A4C8B0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B3E38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F2B7DFE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28D409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FF4512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ADA0CA6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A242115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716084E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4984D5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679B9D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B4206" w:rsidRPr="00C62C25" w14:paraId="4AE9EDB4" w14:textId="77777777" w:rsidTr="000B4206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0A0F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CC1B5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B40C85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F53A51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6F19FF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E920E63" w14:textId="56DFF45E" w:rsidR="000B4206" w:rsidRPr="00605E90" w:rsidRDefault="00DD5B1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22 081,40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43EAF06" w14:textId="474C2F67" w:rsidR="000B4206" w:rsidRPr="00FC5852" w:rsidRDefault="00F1630C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33 559,40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CD68D2" w14:textId="2E96EC7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3B32DC" w14:textId="0909AE92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C1ACAF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0B4206" w:rsidRPr="00C62C25" w14:paraId="79DEEEC8" w14:textId="77777777" w:rsidTr="000B420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B50E92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5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3A0D8A6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483A0A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8B8187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 859,52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98E69B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77B4476" w14:textId="7DF0C00A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DD5B16">
              <w:rPr>
                <w:rFonts w:ascii="Times New Roman" w:hAnsi="Times New Roman"/>
                <w:sz w:val="20"/>
                <w:szCs w:val="20"/>
              </w:rPr>
              <w:t> 766,80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EFE43AE" w14:textId="4C16D59F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="00F1630C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766,80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771166" w14:textId="03433E75" w:rsidR="000B4206" w:rsidRPr="00042CB3" w:rsidRDefault="00DD5B1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8 161,00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1E34FD2" w14:textId="38E0931F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8 161,00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879F5F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0B4206" w:rsidRPr="00C62C25" w14:paraId="443FA85D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7B62D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8CD45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5BBB50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D1D6F3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D40735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C967D39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44E9D4C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6F518D1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C5EA36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B6DCC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D5B16" w:rsidRPr="00C62C25" w14:paraId="20A4BF02" w14:textId="77777777" w:rsidTr="00FF1AE3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ABFDD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0F7772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4663B69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0213AB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 859,52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B96FE0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005954D" w14:textId="56C488CC" w:rsidR="00DD5B16" w:rsidRPr="00605E90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7 766,80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3D9C44" w14:textId="1B451D49" w:rsidR="00DD5B16" w:rsidRPr="00FC5852" w:rsidRDefault="00DD5B16" w:rsidP="00DD5B1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="00F1630C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766,80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A0A8C1" w14:textId="4AC23284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8 161,00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76DBF7" w14:textId="5306F1F0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8 161,00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BE16321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0B4206" w:rsidRPr="00C62C25" w14:paraId="45915068" w14:textId="77777777" w:rsidTr="005C3B38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B40774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32CF0E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подпрограммы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E22AF8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3B581B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3 279,86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53D82D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24 144,30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3D0A77A" w14:textId="37A1A370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DD5B16">
              <w:rPr>
                <w:rFonts w:ascii="Times New Roman" w:hAnsi="Times New Roman"/>
                <w:sz w:val="20"/>
                <w:szCs w:val="20"/>
              </w:rPr>
              <w:t>9 338,90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6B5D075" w14:textId="7E159D18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F1630C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8 173,90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80AE9E1" w14:textId="38A77951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</w:t>
            </w:r>
            <w:r w:rsidR="007F2461">
              <w:rPr>
                <w:rFonts w:ascii="Times New Roman" w:hAnsi="Times New Roman"/>
                <w:sz w:val="20"/>
                <w:szCs w:val="20"/>
              </w:rPr>
              <w:t>6 044,70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5BB1A40" w14:textId="75BAC2A9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26 044,70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5EB0E5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0B4206" w:rsidRPr="00C62C25" w14:paraId="589360D0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C67FD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3680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D5B617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B6C22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F44688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69F820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260C69B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B0001F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01A0F7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891FB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7F2461" w:rsidRPr="00C62C25" w14:paraId="7B160608" w14:textId="77777777" w:rsidTr="00FF1AE3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F5EC85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7F85CD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03D015C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F69F1E0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23 279,86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E70F4D7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24 144,30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6DCD79" w14:textId="283F4858" w:rsidR="007F2461" w:rsidRPr="00605E90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29 338,90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706E0D" w14:textId="07FEA120" w:rsidR="007F2461" w:rsidRPr="00FC5852" w:rsidRDefault="007F2461" w:rsidP="007F246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F1630C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8 173,90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53AD36C" w14:textId="333F8C25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6 044,70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CCDA2E2" w14:textId="105000D0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26 044,70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EEB156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0B4206" w:rsidRPr="00C62C25" w14:paraId="693CD168" w14:textId="77777777" w:rsidTr="001910E0">
        <w:trPr>
          <w:trHeight w:val="395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6F2604A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  <w:p w14:paraId="6B64A244" w14:textId="77777777" w:rsidR="000B4206" w:rsidRPr="00C62C25" w:rsidRDefault="000B4206" w:rsidP="000B4206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hideMark/>
          </w:tcPr>
          <w:p w14:paraId="0EB1EB1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Поощрение муниципальных образований </w:t>
            </w:r>
          </w:p>
          <w:p w14:paraId="5A938F11" w14:textId="77777777" w:rsidR="000B4206" w:rsidRPr="00C62C25" w:rsidRDefault="000B4206" w:rsidP="000B4206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9E4593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8405FB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8A5A2A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5F0949" w14:textId="0C9D88A4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9F41D13" w14:textId="5B3BDC10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0C166D" w14:textId="2CF39AA2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C53A19" w14:textId="7F691ADF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52BD8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</w:tr>
      <w:tr w:rsidR="000B4206" w:rsidRPr="00C62C25" w14:paraId="26416DB8" w14:textId="77777777" w:rsidTr="001910E0">
        <w:trPr>
          <w:trHeight w:val="401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3A70E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hideMark/>
          </w:tcPr>
          <w:p w14:paraId="260B0E6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133C116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98329A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E1E28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BB4BD9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59ADA1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E66E59C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C836FA3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95E6B2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4206" w:rsidRPr="00C62C25" w14:paraId="0F657236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71AE85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E4F0EF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9FD112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C87408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C392E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8E848B1" w14:textId="2C9D64DF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23989C9" w14:textId="69E520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467DBE8" w14:textId="354442B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F6C1EBC" w14:textId="59590946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1E3E8C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</w:tr>
      <w:tr w:rsidR="007F2461" w:rsidRPr="00C62C25" w14:paraId="31F13620" w14:textId="77777777" w:rsidTr="001910E0">
        <w:trPr>
          <w:trHeight w:val="393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41DB2E46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8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14:paraId="108B172A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30450AB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97829F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12 332,02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A7AC0B7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3FF3BD" w14:textId="79766548" w:rsidR="007F2461" w:rsidRPr="00605E90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A766989" w14:textId="46B5056C" w:rsidR="007F2461" w:rsidRPr="00FC5852" w:rsidRDefault="007F2461" w:rsidP="007F246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BBB7860" w14:textId="290E6DB4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205B8EB" w14:textId="15925D4B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93D222" w14:textId="627EDAD5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0B97DB9F" w14:textId="77777777" w:rsidTr="001910E0">
        <w:trPr>
          <w:trHeight w:val="413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0DB636F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2266F38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2984C9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BE331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B9C53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FD028CC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FB9F513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FBA103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5CB207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2268A6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2461" w:rsidRPr="00C62C25" w14:paraId="2447A98C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D12C91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2A78D4C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0E44F2F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1BEAF39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2 332,02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54CC8A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3791C4" w14:textId="541C82D7" w:rsidR="007F2461" w:rsidRPr="00605E90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DFEF8D" w14:textId="4797D895" w:rsidR="007F2461" w:rsidRPr="00FC5852" w:rsidRDefault="007F2461" w:rsidP="007F246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F5B93C" w14:textId="293DE26C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BCFF170" w14:textId="6FE749AA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36E29D5" w14:textId="3E88A430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3D32908A" w14:textId="77777777" w:rsidTr="007A1934">
        <w:trPr>
          <w:trHeight w:val="984"/>
        </w:trPr>
        <w:tc>
          <w:tcPr>
            <w:tcW w:w="199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6C40192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  <w:p w14:paraId="7212D1D3" w14:textId="77777777" w:rsidR="000B4206" w:rsidRPr="00C62C25" w:rsidRDefault="000B4206" w:rsidP="000B4206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57087CD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Проведение Всероссийской переписи населения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BAB3C2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330308F" w14:textId="77777777" w:rsidR="000B4206" w:rsidRPr="00FF1AE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AC3D05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1D67B5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420887C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F20CEF1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8AFE1D9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7803B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0A7D2C65" w14:textId="77777777" w:rsidTr="007A1934">
        <w:trPr>
          <w:trHeight w:val="409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57DFE5E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4383E51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5F7E40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1F4412F" w14:textId="77777777" w:rsidR="000B4206" w:rsidRPr="00FF1AE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2754A9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8BC5F20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9A234C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D48D7D4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E8CA2DA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4505FE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4206" w:rsidRPr="00C62C25" w14:paraId="4FEAD479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F1CC6A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DFCE136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589C7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77AF37" w14:textId="77777777" w:rsidR="000B4206" w:rsidRPr="00FF1AE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89A1FA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C17DB38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41E6A8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D3AA9D9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92DC79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320E47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2C3C5520" w14:textId="77777777" w:rsidTr="001A169D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60FA0A8D" w14:textId="283B9D65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  <w:p w14:paraId="7CE41386" w14:textId="73739D49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54CE03D3" w14:textId="541B35BD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556336">
              <w:rPr>
                <w:rFonts w:ascii="Times New Roman" w:hAnsi="Times New Roman"/>
                <w:bCs/>
                <w:sz w:val="20"/>
                <w:szCs w:val="20"/>
              </w:rPr>
              <w:t xml:space="preserve">Иные межбюджетные трансферты бюджетам поселений за счет  средств, полученных </w:t>
            </w:r>
            <w:r w:rsidRPr="0055633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из вышестоящих бюджетов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E759123" w14:textId="26064074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4DE399" w14:textId="58E3569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215665" w14:textId="19D9150C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BFC5D99" w14:textId="5556B436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B9F888E" w14:textId="53BE196E" w:rsidR="000B4206" w:rsidRPr="00FC5852" w:rsidRDefault="00850039" w:rsidP="000B420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20 688,10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2467E7C" w14:textId="514B489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6F3F27" w14:textId="502C6BC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7D6886B" w14:textId="32BA86AF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0B507B6C" w14:textId="77777777" w:rsidTr="001A169D">
        <w:trPr>
          <w:trHeight w:val="32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670560B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545C34E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067703D" w14:textId="38CDBD5E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49D5F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A122BD" w14:textId="77777777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BEA299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709DAD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95DC45F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435824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991893" w14:textId="77777777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B4206" w:rsidRPr="00C62C25" w14:paraId="4EB6388A" w14:textId="77777777" w:rsidTr="001528C6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5AC813A5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48A682B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6F1CE9F" w14:textId="47E6982A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5907450" w14:textId="74685500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1CB1700" w14:textId="5330C7D8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73E313F" w14:textId="35736E76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F3F3FD" w14:textId="68D1CD4E" w:rsidR="000B4206" w:rsidRPr="00FC5852" w:rsidRDefault="00850039" w:rsidP="000B420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20 688,10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4E3E9EF" w14:textId="24B09442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923211" w14:textId="6700E7A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979184" w14:textId="40260DBE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13BF9439" w14:textId="77777777" w:rsidTr="001528C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EE5F501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56F51967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3DC6FF1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ABF3D22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98E6E4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5DE92BE" w14:textId="3BF2B899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B05BAA" w14:textId="497C2ACD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F1630C" w:rsidRPr="00FC58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8 018,60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B95E07" w14:textId="46461AAB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27 435,40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590125" w14:textId="330BFC69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27 952,90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18DB0AC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0B4206" w:rsidRPr="00C62C25" w14:paraId="61932CD8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60B1A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04A75A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5952FC3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E40A6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75646A6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E40A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3E11CFB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219862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9DFC137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8043E1D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5CF9DED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8EA5A33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4206" w:rsidRPr="00C62C25" w14:paraId="5C003D2C" w14:textId="77777777" w:rsidTr="00FF1AE3">
        <w:trPr>
          <w:trHeight w:val="188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2C3DE6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4F7BD1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64DE3E7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E40A6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2D1319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D427B6D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A85DA2B" w14:textId="3349A170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C0F67BB" w14:textId="6F4936A1" w:rsidR="000B4206" w:rsidRPr="00FC5852" w:rsidRDefault="00FC5852" w:rsidP="000B420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F1630C" w:rsidRPr="00FC58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8 018,60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0B4F0B" w14:textId="6A0788CD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27 435,40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E4383A" w14:textId="39F314D6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27 952,90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04E041A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0B4206" w:rsidRPr="00C62C25" w14:paraId="5B636FAC" w14:textId="77777777" w:rsidTr="001528C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037B82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49F4FC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«Финансовое обеспечение МКУ «Единая дежурно-диспетчерская служба и хозяйственно-техническое обеспечение»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EC39EC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AF990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88D8B3C" w14:textId="0E520FDD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9236EC4" w14:textId="01BAB06C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5D133D" w14:textId="5D16262E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2B6930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8 259,60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B81AA6" w14:textId="3635BDE0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</w:t>
            </w:r>
            <w:r w:rsidR="005E184D" w:rsidRPr="00042CB3">
              <w:rPr>
                <w:rFonts w:ascii="Times New Roman" w:hAnsi="Times New Roman"/>
                <w:sz w:val="20"/>
                <w:szCs w:val="20"/>
              </w:rPr>
              <w:t>7 643,40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E32627" w14:textId="19452EDA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</w:t>
            </w:r>
            <w:r w:rsidR="005E184D" w:rsidRPr="00042CB3">
              <w:rPr>
                <w:rFonts w:ascii="Times New Roman" w:hAnsi="Times New Roman"/>
                <w:sz w:val="20"/>
                <w:szCs w:val="20"/>
              </w:rPr>
              <w:t>7 807,90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23B6376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15 790,00</w:t>
            </w:r>
          </w:p>
        </w:tc>
      </w:tr>
      <w:tr w:rsidR="000B4206" w:rsidRPr="00C62C25" w14:paraId="27FDEDB1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BFF01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6AEE6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74816B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9D5B8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6CC2D9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1FDEFDF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5E7F4B6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A3B485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513A50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C3713C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E184D" w:rsidRPr="00C62C25" w14:paraId="70430A02" w14:textId="77777777" w:rsidTr="00C35A8F">
        <w:trPr>
          <w:trHeight w:val="468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946E93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62DDFD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BEAEB8E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E5B8CB7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9322086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3167890" w14:textId="698C084F" w:rsidR="005E184D" w:rsidRPr="00605E90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01C1BE1" w14:textId="77BA8793" w:rsidR="005E184D" w:rsidRPr="00FC5852" w:rsidRDefault="002B6930" w:rsidP="005E184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18 259,60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1667257" w14:textId="412DF958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17 643,40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23D20C9" w14:textId="37E165FB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17 807,90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E1FAD2B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15 790,00</w:t>
            </w:r>
          </w:p>
        </w:tc>
      </w:tr>
      <w:tr w:rsidR="000B4206" w:rsidRPr="00C62C25" w14:paraId="0E640C2F" w14:textId="77777777" w:rsidTr="001528C6">
        <w:trPr>
          <w:trHeight w:val="768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56E3E23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7F69483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«Финансовое обеспечение МКУ «Централизованная бухгалтерия сельских поселений»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5036A3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F0DFDA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6C96C7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85358C3" w14:textId="6A3AF983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8125E1" w14:textId="66F38DDA" w:rsidR="000B4206" w:rsidRPr="00FC5852" w:rsidRDefault="005E184D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  <w:r w:rsidR="002B6930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759,00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96F816" w14:textId="29372EDE" w:rsidR="000B4206" w:rsidRPr="00042CB3" w:rsidRDefault="005E184D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9 792,00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B84B8A" w14:textId="435FD06B" w:rsidR="000B4206" w:rsidRPr="00042CB3" w:rsidRDefault="005E184D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10 145,00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836EE6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0B4206" w:rsidRPr="00C62C25" w14:paraId="184519B7" w14:textId="77777777" w:rsidTr="00BF0171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2F340DB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7AFFDB0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481C34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2D55D5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3429A75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2C3852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4797604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2B121DE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6CEDC8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DEAEAF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5E184D" w:rsidRPr="00C62C25" w14:paraId="6F3257A6" w14:textId="77777777" w:rsidTr="00BF0171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DF8515B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55DBAA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AD8C6CD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94F693C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684F691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F3F55D" w14:textId="5770E0DE" w:rsidR="005E184D" w:rsidRPr="00605E90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18BEB6" w14:textId="58F17C84" w:rsidR="005E184D" w:rsidRPr="00FC5852" w:rsidRDefault="005E184D" w:rsidP="005E184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  <w:r w:rsidR="003E40A6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759,00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F59225D" w14:textId="27FC4F86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9 792,00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987FFE2" w14:textId="738257E3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10 145,00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70607D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</w:tbl>
    <w:p w14:paraId="79597D01" w14:textId="77777777" w:rsidR="00C467B5" w:rsidRPr="00C62C25" w:rsidRDefault="00C467B5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0"/>
          <w:szCs w:val="20"/>
          <w:lang w:eastAsia="ru-RU"/>
        </w:rPr>
      </w:pPr>
    </w:p>
    <w:p w14:paraId="791D7962" w14:textId="77777777" w:rsidR="00193EDF" w:rsidRPr="00C62C25" w:rsidRDefault="00193EDF" w:rsidP="00193EDF">
      <w:pPr>
        <w:ind w:firstLine="709"/>
        <w:rPr>
          <w:rFonts w:ascii="Times New Roman" w:hAnsi="Times New Roman"/>
          <w:sz w:val="20"/>
          <w:szCs w:val="20"/>
        </w:rPr>
      </w:pPr>
    </w:p>
    <w:sectPr w:rsidR="00193EDF" w:rsidRPr="00C62C25" w:rsidSect="00114D78">
      <w:headerReference w:type="default" r:id="rId8"/>
      <w:pgSz w:w="16838" w:h="11906" w:orient="landscape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2364F" w14:textId="77777777" w:rsidR="00BD2EC8" w:rsidRDefault="00BD2EC8" w:rsidP="006F0544">
      <w:r>
        <w:separator/>
      </w:r>
    </w:p>
  </w:endnote>
  <w:endnote w:type="continuationSeparator" w:id="0">
    <w:p w14:paraId="7869406C" w14:textId="77777777" w:rsidR="00BD2EC8" w:rsidRDefault="00BD2EC8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105CF" w14:textId="77777777" w:rsidR="00BD2EC8" w:rsidRDefault="00BD2EC8" w:rsidP="006F0544">
      <w:r>
        <w:separator/>
      </w:r>
    </w:p>
  </w:footnote>
  <w:footnote w:type="continuationSeparator" w:id="0">
    <w:p w14:paraId="75D8479F" w14:textId="77777777" w:rsidR="00BD2EC8" w:rsidRDefault="00BD2EC8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8B5E7" w14:textId="77777777" w:rsidR="00364990" w:rsidRDefault="0036499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1AD0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1078D"/>
    <w:rsid w:val="0001099A"/>
    <w:rsid w:val="000112B6"/>
    <w:rsid w:val="000115FD"/>
    <w:rsid w:val="0001276E"/>
    <w:rsid w:val="00012CA3"/>
    <w:rsid w:val="0001392F"/>
    <w:rsid w:val="00013951"/>
    <w:rsid w:val="00014D9B"/>
    <w:rsid w:val="00015508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2CB3"/>
    <w:rsid w:val="00043344"/>
    <w:rsid w:val="0004343E"/>
    <w:rsid w:val="00043F16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39C1"/>
    <w:rsid w:val="000B39E4"/>
    <w:rsid w:val="000B4206"/>
    <w:rsid w:val="000B426B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55B"/>
    <w:rsid w:val="000C4B1B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55"/>
    <w:rsid w:val="000E6985"/>
    <w:rsid w:val="000E79DD"/>
    <w:rsid w:val="000E7D92"/>
    <w:rsid w:val="000E7F48"/>
    <w:rsid w:val="000F09FE"/>
    <w:rsid w:val="000F0CE2"/>
    <w:rsid w:val="000F0DD6"/>
    <w:rsid w:val="000F11A4"/>
    <w:rsid w:val="000F2B70"/>
    <w:rsid w:val="000F32E6"/>
    <w:rsid w:val="000F3898"/>
    <w:rsid w:val="000F456E"/>
    <w:rsid w:val="000F5D9B"/>
    <w:rsid w:val="000F62E5"/>
    <w:rsid w:val="000F6654"/>
    <w:rsid w:val="000F6814"/>
    <w:rsid w:val="000F6ACD"/>
    <w:rsid w:val="000F6AD9"/>
    <w:rsid w:val="000F7E5E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D78"/>
    <w:rsid w:val="0011547F"/>
    <w:rsid w:val="00116552"/>
    <w:rsid w:val="00117193"/>
    <w:rsid w:val="0011752D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7D8"/>
    <w:rsid w:val="001518ED"/>
    <w:rsid w:val="00151F45"/>
    <w:rsid w:val="00152173"/>
    <w:rsid w:val="001523B2"/>
    <w:rsid w:val="0015270E"/>
    <w:rsid w:val="001528C6"/>
    <w:rsid w:val="00152B45"/>
    <w:rsid w:val="00152EC2"/>
    <w:rsid w:val="001539A0"/>
    <w:rsid w:val="00154ED1"/>
    <w:rsid w:val="00155B2D"/>
    <w:rsid w:val="00155EA5"/>
    <w:rsid w:val="00155FD0"/>
    <w:rsid w:val="001572B5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3B3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63"/>
    <w:rsid w:val="00183812"/>
    <w:rsid w:val="00183CDD"/>
    <w:rsid w:val="00184028"/>
    <w:rsid w:val="0018442E"/>
    <w:rsid w:val="001846C4"/>
    <w:rsid w:val="0018509E"/>
    <w:rsid w:val="001851A0"/>
    <w:rsid w:val="00185514"/>
    <w:rsid w:val="0018564E"/>
    <w:rsid w:val="00186D78"/>
    <w:rsid w:val="0018798C"/>
    <w:rsid w:val="001902AA"/>
    <w:rsid w:val="00190389"/>
    <w:rsid w:val="001908C2"/>
    <w:rsid w:val="00191063"/>
    <w:rsid w:val="001910E0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35E5"/>
    <w:rsid w:val="001A3FF2"/>
    <w:rsid w:val="001A45A9"/>
    <w:rsid w:val="001A4E3C"/>
    <w:rsid w:val="001A5875"/>
    <w:rsid w:val="001A5C31"/>
    <w:rsid w:val="001A698B"/>
    <w:rsid w:val="001A6B0A"/>
    <w:rsid w:val="001B100D"/>
    <w:rsid w:val="001B16AD"/>
    <w:rsid w:val="001B18A4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65AA"/>
    <w:rsid w:val="001C756D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3234"/>
    <w:rsid w:val="001E3A8C"/>
    <w:rsid w:val="001E3E8F"/>
    <w:rsid w:val="001E44A5"/>
    <w:rsid w:val="001E4B2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70E3"/>
    <w:rsid w:val="001F7547"/>
    <w:rsid w:val="001F77A5"/>
    <w:rsid w:val="001F7DEF"/>
    <w:rsid w:val="001F7ECF"/>
    <w:rsid w:val="001F7F1C"/>
    <w:rsid w:val="00200A5D"/>
    <w:rsid w:val="00200BFE"/>
    <w:rsid w:val="00200F4D"/>
    <w:rsid w:val="00200F65"/>
    <w:rsid w:val="002012AF"/>
    <w:rsid w:val="002019D5"/>
    <w:rsid w:val="00201E64"/>
    <w:rsid w:val="00202124"/>
    <w:rsid w:val="00202DAD"/>
    <w:rsid w:val="002034F4"/>
    <w:rsid w:val="002039D2"/>
    <w:rsid w:val="002047C7"/>
    <w:rsid w:val="00205703"/>
    <w:rsid w:val="00205963"/>
    <w:rsid w:val="00205AA6"/>
    <w:rsid w:val="00206001"/>
    <w:rsid w:val="0020613D"/>
    <w:rsid w:val="0020665D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7CA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A8A"/>
    <w:rsid w:val="00230038"/>
    <w:rsid w:val="0023035F"/>
    <w:rsid w:val="00230518"/>
    <w:rsid w:val="0023152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6080"/>
    <w:rsid w:val="002367AE"/>
    <w:rsid w:val="002369A4"/>
    <w:rsid w:val="00237197"/>
    <w:rsid w:val="0023761C"/>
    <w:rsid w:val="0023772D"/>
    <w:rsid w:val="00237D1B"/>
    <w:rsid w:val="00237EC3"/>
    <w:rsid w:val="002402E9"/>
    <w:rsid w:val="002408E3"/>
    <w:rsid w:val="00240F8C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5DD0"/>
    <w:rsid w:val="0024685B"/>
    <w:rsid w:val="00247490"/>
    <w:rsid w:val="00250DC3"/>
    <w:rsid w:val="00250E1F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78C"/>
    <w:rsid w:val="00260B3A"/>
    <w:rsid w:val="00262F31"/>
    <w:rsid w:val="0026301C"/>
    <w:rsid w:val="00263306"/>
    <w:rsid w:val="00263DCF"/>
    <w:rsid w:val="00263FCB"/>
    <w:rsid w:val="0026609E"/>
    <w:rsid w:val="002668A8"/>
    <w:rsid w:val="00266BAF"/>
    <w:rsid w:val="00267D69"/>
    <w:rsid w:val="002702CE"/>
    <w:rsid w:val="00270331"/>
    <w:rsid w:val="002709C9"/>
    <w:rsid w:val="0027226B"/>
    <w:rsid w:val="0027262C"/>
    <w:rsid w:val="002726FE"/>
    <w:rsid w:val="002729DC"/>
    <w:rsid w:val="0027337F"/>
    <w:rsid w:val="00273B34"/>
    <w:rsid w:val="002740C4"/>
    <w:rsid w:val="0027599B"/>
    <w:rsid w:val="00275C4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3527"/>
    <w:rsid w:val="00283963"/>
    <w:rsid w:val="00283C26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1490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F22"/>
    <w:rsid w:val="002B5122"/>
    <w:rsid w:val="002B660F"/>
    <w:rsid w:val="002B6930"/>
    <w:rsid w:val="002B6B0F"/>
    <w:rsid w:val="002C00F6"/>
    <w:rsid w:val="002C07AD"/>
    <w:rsid w:val="002C1510"/>
    <w:rsid w:val="002C15EE"/>
    <w:rsid w:val="002C1F16"/>
    <w:rsid w:val="002C22CC"/>
    <w:rsid w:val="002C2716"/>
    <w:rsid w:val="002C2F87"/>
    <w:rsid w:val="002C368E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F00BF"/>
    <w:rsid w:val="002F0B52"/>
    <w:rsid w:val="002F137C"/>
    <w:rsid w:val="002F1831"/>
    <w:rsid w:val="002F1AD8"/>
    <w:rsid w:val="002F2C70"/>
    <w:rsid w:val="002F38F0"/>
    <w:rsid w:val="002F44A6"/>
    <w:rsid w:val="002F478F"/>
    <w:rsid w:val="002F4D11"/>
    <w:rsid w:val="002F5265"/>
    <w:rsid w:val="002F555F"/>
    <w:rsid w:val="002F5666"/>
    <w:rsid w:val="002F571C"/>
    <w:rsid w:val="002F5EF1"/>
    <w:rsid w:val="002F63E2"/>
    <w:rsid w:val="002F6B1E"/>
    <w:rsid w:val="002F6FF5"/>
    <w:rsid w:val="002F7BE5"/>
    <w:rsid w:val="003003A2"/>
    <w:rsid w:val="00300709"/>
    <w:rsid w:val="00300B2C"/>
    <w:rsid w:val="00302C14"/>
    <w:rsid w:val="0030321F"/>
    <w:rsid w:val="00303867"/>
    <w:rsid w:val="00303917"/>
    <w:rsid w:val="00303A8B"/>
    <w:rsid w:val="00303B45"/>
    <w:rsid w:val="00303E69"/>
    <w:rsid w:val="003046C8"/>
    <w:rsid w:val="00305D19"/>
    <w:rsid w:val="00305F88"/>
    <w:rsid w:val="003070DD"/>
    <w:rsid w:val="00307A81"/>
    <w:rsid w:val="00310B4E"/>
    <w:rsid w:val="00311D30"/>
    <w:rsid w:val="0031236E"/>
    <w:rsid w:val="00312C5D"/>
    <w:rsid w:val="00312D1B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2738"/>
    <w:rsid w:val="00323A55"/>
    <w:rsid w:val="00323ED4"/>
    <w:rsid w:val="003260C7"/>
    <w:rsid w:val="00326D21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CAA"/>
    <w:rsid w:val="00350D00"/>
    <w:rsid w:val="00351848"/>
    <w:rsid w:val="00352A4B"/>
    <w:rsid w:val="00352DB5"/>
    <w:rsid w:val="003536BD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4990"/>
    <w:rsid w:val="00365BD3"/>
    <w:rsid w:val="003674B1"/>
    <w:rsid w:val="003676AA"/>
    <w:rsid w:val="00367AB7"/>
    <w:rsid w:val="00367EA7"/>
    <w:rsid w:val="003703B6"/>
    <w:rsid w:val="003707E6"/>
    <w:rsid w:val="00370E00"/>
    <w:rsid w:val="00371179"/>
    <w:rsid w:val="00371AB0"/>
    <w:rsid w:val="00371F01"/>
    <w:rsid w:val="00372A38"/>
    <w:rsid w:val="00373149"/>
    <w:rsid w:val="00374968"/>
    <w:rsid w:val="00374A49"/>
    <w:rsid w:val="003768E5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902C2"/>
    <w:rsid w:val="00390345"/>
    <w:rsid w:val="003908EE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BE5"/>
    <w:rsid w:val="003A3CFC"/>
    <w:rsid w:val="003A5591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4566"/>
    <w:rsid w:val="003D4A1C"/>
    <w:rsid w:val="003D4B3A"/>
    <w:rsid w:val="003D4D68"/>
    <w:rsid w:val="003D4ECD"/>
    <w:rsid w:val="003D4F0E"/>
    <w:rsid w:val="003D60D5"/>
    <w:rsid w:val="003D727E"/>
    <w:rsid w:val="003D774B"/>
    <w:rsid w:val="003D7EB8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0A6"/>
    <w:rsid w:val="003E49DC"/>
    <w:rsid w:val="003E526F"/>
    <w:rsid w:val="003E54A0"/>
    <w:rsid w:val="003E783E"/>
    <w:rsid w:val="003E7AEE"/>
    <w:rsid w:val="003F04A8"/>
    <w:rsid w:val="003F05F4"/>
    <w:rsid w:val="003F0D4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59DD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58C"/>
    <w:rsid w:val="00405659"/>
    <w:rsid w:val="004060FC"/>
    <w:rsid w:val="0040706F"/>
    <w:rsid w:val="0040748F"/>
    <w:rsid w:val="00407C47"/>
    <w:rsid w:val="00410370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F30"/>
    <w:rsid w:val="00417340"/>
    <w:rsid w:val="00417C19"/>
    <w:rsid w:val="00417F5B"/>
    <w:rsid w:val="004201EF"/>
    <w:rsid w:val="00420F8C"/>
    <w:rsid w:val="00421289"/>
    <w:rsid w:val="00421CFF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44A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55EF"/>
    <w:rsid w:val="004460E5"/>
    <w:rsid w:val="004467EC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ADB"/>
    <w:rsid w:val="00462D18"/>
    <w:rsid w:val="00462E06"/>
    <w:rsid w:val="00463074"/>
    <w:rsid w:val="00463A96"/>
    <w:rsid w:val="00463D3A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CBA"/>
    <w:rsid w:val="00483FC9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E52"/>
    <w:rsid w:val="004B5C38"/>
    <w:rsid w:val="004B5CD6"/>
    <w:rsid w:val="004B6E8D"/>
    <w:rsid w:val="004B7781"/>
    <w:rsid w:val="004C0036"/>
    <w:rsid w:val="004C00B5"/>
    <w:rsid w:val="004C012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358"/>
    <w:rsid w:val="004C4468"/>
    <w:rsid w:val="004C4569"/>
    <w:rsid w:val="004C482F"/>
    <w:rsid w:val="004C502A"/>
    <w:rsid w:val="004C524E"/>
    <w:rsid w:val="004C5F06"/>
    <w:rsid w:val="004C6773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86"/>
    <w:rsid w:val="004D3EB0"/>
    <w:rsid w:val="004D3FE3"/>
    <w:rsid w:val="004D407F"/>
    <w:rsid w:val="004D410E"/>
    <w:rsid w:val="004D442F"/>
    <w:rsid w:val="004D4A93"/>
    <w:rsid w:val="004D5112"/>
    <w:rsid w:val="004D526D"/>
    <w:rsid w:val="004D557E"/>
    <w:rsid w:val="004D5AC1"/>
    <w:rsid w:val="004D5B1C"/>
    <w:rsid w:val="004D6432"/>
    <w:rsid w:val="004D6952"/>
    <w:rsid w:val="004D712C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249"/>
    <w:rsid w:val="004F76D1"/>
    <w:rsid w:val="004F7737"/>
    <w:rsid w:val="004F785A"/>
    <w:rsid w:val="004F7C6D"/>
    <w:rsid w:val="004F7E6B"/>
    <w:rsid w:val="004F7F44"/>
    <w:rsid w:val="0050008D"/>
    <w:rsid w:val="00500C0F"/>
    <w:rsid w:val="00500F2F"/>
    <w:rsid w:val="005012E1"/>
    <w:rsid w:val="00502406"/>
    <w:rsid w:val="00502C97"/>
    <w:rsid w:val="00502CC7"/>
    <w:rsid w:val="00502CF2"/>
    <w:rsid w:val="00503493"/>
    <w:rsid w:val="005035F1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20681"/>
    <w:rsid w:val="005206D1"/>
    <w:rsid w:val="005207B7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0601"/>
    <w:rsid w:val="00551012"/>
    <w:rsid w:val="0055109D"/>
    <w:rsid w:val="00551212"/>
    <w:rsid w:val="005517BE"/>
    <w:rsid w:val="005520F2"/>
    <w:rsid w:val="00552D2F"/>
    <w:rsid w:val="00552FD4"/>
    <w:rsid w:val="00553A04"/>
    <w:rsid w:val="00553BD1"/>
    <w:rsid w:val="00554290"/>
    <w:rsid w:val="00554C80"/>
    <w:rsid w:val="00555713"/>
    <w:rsid w:val="0055619C"/>
    <w:rsid w:val="00556336"/>
    <w:rsid w:val="005567BF"/>
    <w:rsid w:val="00556B49"/>
    <w:rsid w:val="005570E0"/>
    <w:rsid w:val="005570FD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675D0"/>
    <w:rsid w:val="00570696"/>
    <w:rsid w:val="00570993"/>
    <w:rsid w:val="00570B7C"/>
    <w:rsid w:val="005726AA"/>
    <w:rsid w:val="005727C1"/>
    <w:rsid w:val="00572AF5"/>
    <w:rsid w:val="00572EB4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B7B"/>
    <w:rsid w:val="00594D17"/>
    <w:rsid w:val="00594D78"/>
    <w:rsid w:val="00594F68"/>
    <w:rsid w:val="00594F72"/>
    <w:rsid w:val="00594FA6"/>
    <w:rsid w:val="005954DC"/>
    <w:rsid w:val="00595768"/>
    <w:rsid w:val="00595E89"/>
    <w:rsid w:val="005966CA"/>
    <w:rsid w:val="00596B97"/>
    <w:rsid w:val="005975CD"/>
    <w:rsid w:val="00597E03"/>
    <w:rsid w:val="00597E97"/>
    <w:rsid w:val="005A0A95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435"/>
    <w:rsid w:val="005A74B9"/>
    <w:rsid w:val="005A795D"/>
    <w:rsid w:val="005A7E46"/>
    <w:rsid w:val="005B08A3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B38"/>
    <w:rsid w:val="005C3D11"/>
    <w:rsid w:val="005C5847"/>
    <w:rsid w:val="005C5BD1"/>
    <w:rsid w:val="005C65B6"/>
    <w:rsid w:val="005C686A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63F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84D"/>
    <w:rsid w:val="005E1EAF"/>
    <w:rsid w:val="005E243D"/>
    <w:rsid w:val="005E2510"/>
    <w:rsid w:val="005E2A22"/>
    <w:rsid w:val="005E2EC6"/>
    <w:rsid w:val="005E32FF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B28"/>
    <w:rsid w:val="005F75B3"/>
    <w:rsid w:val="005F797A"/>
    <w:rsid w:val="005F7BDA"/>
    <w:rsid w:val="005F7EAD"/>
    <w:rsid w:val="006012F7"/>
    <w:rsid w:val="00601965"/>
    <w:rsid w:val="00602372"/>
    <w:rsid w:val="00602934"/>
    <w:rsid w:val="00602E9F"/>
    <w:rsid w:val="006030A8"/>
    <w:rsid w:val="006034DA"/>
    <w:rsid w:val="00603533"/>
    <w:rsid w:val="006038FA"/>
    <w:rsid w:val="006039C2"/>
    <w:rsid w:val="00603A1B"/>
    <w:rsid w:val="00603E36"/>
    <w:rsid w:val="00603F59"/>
    <w:rsid w:val="00604069"/>
    <w:rsid w:val="00605117"/>
    <w:rsid w:val="006055A2"/>
    <w:rsid w:val="006056F9"/>
    <w:rsid w:val="006057B1"/>
    <w:rsid w:val="00605936"/>
    <w:rsid w:val="00605E90"/>
    <w:rsid w:val="006062B0"/>
    <w:rsid w:val="00606D49"/>
    <w:rsid w:val="00606DA1"/>
    <w:rsid w:val="00606EC3"/>
    <w:rsid w:val="006072BA"/>
    <w:rsid w:val="0060792D"/>
    <w:rsid w:val="00607A9C"/>
    <w:rsid w:val="00607C5B"/>
    <w:rsid w:val="00610024"/>
    <w:rsid w:val="0061066C"/>
    <w:rsid w:val="00610E95"/>
    <w:rsid w:val="0061189B"/>
    <w:rsid w:val="00611C86"/>
    <w:rsid w:val="00612562"/>
    <w:rsid w:val="00612AEE"/>
    <w:rsid w:val="0061341D"/>
    <w:rsid w:val="00613D52"/>
    <w:rsid w:val="00614948"/>
    <w:rsid w:val="00614A63"/>
    <w:rsid w:val="006151A6"/>
    <w:rsid w:val="00615C7B"/>
    <w:rsid w:val="006160AC"/>
    <w:rsid w:val="0061672E"/>
    <w:rsid w:val="006168FD"/>
    <w:rsid w:val="00616E27"/>
    <w:rsid w:val="00617094"/>
    <w:rsid w:val="006173C3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60A"/>
    <w:rsid w:val="00641793"/>
    <w:rsid w:val="00641DFE"/>
    <w:rsid w:val="00641FD6"/>
    <w:rsid w:val="00642358"/>
    <w:rsid w:val="006435BA"/>
    <w:rsid w:val="00643A31"/>
    <w:rsid w:val="00643D0E"/>
    <w:rsid w:val="00643D28"/>
    <w:rsid w:val="00643ED6"/>
    <w:rsid w:val="00644639"/>
    <w:rsid w:val="00644885"/>
    <w:rsid w:val="00645850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B08"/>
    <w:rsid w:val="00652E4A"/>
    <w:rsid w:val="006532E5"/>
    <w:rsid w:val="006536C2"/>
    <w:rsid w:val="00653814"/>
    <w:rsid w:val="00653832"/>
    <w:rsid w:val="00653FA3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2724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2CDB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941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DC6"/>
    <w:rsid w:val="006B6DD1"/>
    <w:rsid w:val="006B7953"/>
    <w:rsid w:val="006C0142"/>
    <w:rsid w:val="006C0AE5"/>
    <w:rsid w:val="006C101E"/>
    <w:rsid w:val="006C2336"/>
    <w:rsid w:val="006C23B2"/>
    <w:rsid w:val="006C2527"/>
    <w:rsid w:val="006C2C18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68EF"/>
    <w:rsid w:val="006F6E43"/>
    <w:rsid w:val="006F6F73"/>
    <w:rsid w:val="006F7823"/>
    <w:rsid w:val="006F7CEE"/>
    <w:rsid w:val="007001A6"/>
    <w:rsid w:val="00700AD4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55F8"/>
    <w:rsid w:val="00726A6A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3E40"/>
    <w:rsid w:val="00734152"/>
    <w:rsid w:val="00734C92"/>
    <w:rsid w:val="00734E2B"/>
    <w:rsid w:val="00735201"/>
    <w:rsid w:val="007358F8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16D2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82F"/>
    <w:rsid w:val="00753ADF"/>
    <w:rsid w:val="00753CED"/>
    <w:rsid w:val="007544A3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CC7"/>
    <w:rsid w:val="00771013"/>
    <w:rsid w:val="00771B6F"/>
    <w:rsid w:val="00773B08"/>
    <w:rsid w:val="00773D82"/>
    <w:rsid w:val="00773F1C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934"/>
    <w:rsid w:val="007A1F13"/>
    <w:rsid w:val="007A1FC5"/>
    <w:rsid w:val="007A295D"/>
    <w:rsid w:val="007A29DD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05D"/>
    <w:rsid w:val="007B1633"/>
    <w:rsid w:val="007B39D3"/>
    <w:rsid w:val="007B4558"/>
    <w:rsid w:val="007B4DD5"/>
    <w:rsid w:val="007B4E8C"/>
    <w:rsid w:val="007B5DEA"/>
    <w:rsid w:val="007B69FB"/>
    <w:rsid w:val="007B6C44"/>
    <w:rsid w:val="007B75BD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D0"/>
    <w:rsid w:val="007C75D1"/>
    <w:rsid w:val="007D0045"/>
    <w:rsid w:val="007D03E4"/>
    <w:rsid w:val="007D0ABB"/>
    <w:rsid w:val="007D0D64"/>
    <w:rsid w:val="007D1F4C"/>
    <w:rsid w:val="007D250C"/>
    <w:rsid w:val="007D252D"/>
    <w:rsid w:val="007D2796"/>
    <w:rsid w:val="007D3BBE"/>
    <w:rsid w:val="007D4419"/>
    <w:rsid w:val="007D45F0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325F"/>
    <w:rsid w:val="007E373A"/>
    <w:rsid w:val="007E3B0C"/>
    <w:rsid w:val="007E3B37"/>
    <w:rsid w:val="007E3D00"/>
    <w:rsid w:val="007E3E05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2461"/>
    <w:rsid w:val="007F27B4"/>
    <w:rsid w:val="007F38EC"/>
    <w:rsid w:val="007F3CED"/>
    <w:rsid w:val="007F40A9"/>
    <w:rsid w:val="007F4662"/>
    <w:rsid w:val="007F47DC"/>
    <w:rsid w:val="007F49FF"/>
    <w:rsid w:val="007F51CF"/>
    <w:rsid w:val="007F5304"/>
    <w:rsid w:val="007F5506"/>
    <w:rsid w:val="007F635F"/>
    <w:rsid w:val="007F66E8"/>
    <w:rsid w:val="007F7458"/>
    <w:rsid w:val="007F74D0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B88"/>
    <w:rsid w:val="00805E11"/>
    <w:rsid w:val="008064FF"/>
    <w:rsid w:val="00806687"/>
    <w:rsid w:val="008071B1"/>
    <w:rsid w:val="00807414"/>
    <w:rsid w:val="00807ABF"/>
    <w:rsid w:val="00807E13"/>
    <w:rsid w:val="00810A2B"/>
    <w:rsid w:val="00810D31"/>
    <w:rsid w:val="00811560"/>
    <w:rsid w:val="00811EA0"/>
    <w:rsid w:val="00811ECF"/>
    <w:rsid w:val="008120B5"/>
    <w:rsid w:val="00813426"/>
    <w:rsid w:val="00813A50"/>
    <w:rsid w:val="00814B87"/>
    <w:rsid w:val="008152D4"/>
    <w:rsid w:val="00815481"/>
    <w:rsid w:val="0081622D"/>
    <w:rsid w:val="00816BE4"/>
    <w:rsid w:val="00816E58"/>
    <w:rsid w:val="00817222"/>
    <w:rsid w:val="00817315"/>
    <w:rsid w:val="00817F09"/>
    <w:rsid w:val="00820012"/>
    <w:rsid w:val="00820181"/>
    <w:rsid w:val="0082238F"/>
    <w:rsid w:val="008227C5"/>
    <w:rsid w:val="008229F0"/>
    <w:rsid w:val="00822E0A"/>
    <w:rsid w:val="00823150"/>
    <w:rsid w:val="00823730"/>
    <w:rsid w:val="00823BB7"/>
    <w:rsid w:val="00824251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709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39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0D03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725"/>
    <w:rsid w:val="0088689B"/>
    <w:rsid w:val="0088699E"/>
    <w:rsid w:val="00886C10"/>
    <w:rsid w:val="008873FC"/>
    <w:rsid w:val="0088785C"/>
    <w:rsid w:val="00887873"/>
    <w:rsid w:val="00890790"/>
    <w:rsid w:val="00890B9A"/>
    <w:rsid w:val="00890ED5"/>
    <w:rsid w:val="008911B8"/>
    <w:rsid w:val="00891396"/>
    <w:rsid w:val="00891586"/>
    <w:rsid w:val="008915D1"/>
    <w:rsid w:val="00891A50"/>
    <w:rsid w:val="00893583"/>
    <w:rsid w:val="0089390A"/>
    <w:rsid w:val="00893CC1"/>
    <w:rsid w:val="00893DD5"/>
    <w:rsid w:val="0089414B"/>
    <w:rsid w:val="00894602"/>
    <w:rsid w:val="00894ABE"/>
    <w:rsid w:val="00895BFD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972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5291"/>
    <w:rsid w:val="008B5ACF"/>
    <w:rsid w:val="008B5D7B"/>
    <w:rsid w:val="008B6AE2"/>
    <w:rsid w:val="008B6E93"/>
    <w:rsid w:val="008B707F"/>
    <w:rsid w:val="008C05CC"/>
    <w:rsid w:val="008C28B5"/>
    <w:rsid w:val="008C35B8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25D5"/>
    <w:rsid w:val="008D2665"/>
    <w:rsid w:val="008D2BC7"/>
    <w:rsid w:val="008D375B"/>
    <w:rsid w:val="008D394D"/>
    <w:rsid w:val="008D41C5"/>
    <w:rsid w:val="008D4354"/>
    <w:rsid w:val="008D4872"/>
    <w:rsid w:val="008D4960"/>
    <w:rsid w:val="008D59FD"/>
    <w:rsid w:val="008D6706"/>
    <w:rsid w:val="008D6D55"/>
    <w:rsid w:val="008D70B0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63B4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6E9D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83C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4657"/>
    <w:rsid w:val="00924695"/>
    <w:rsid w:val="00924C65"/>
    <w:rsid w:val="00924F8D"/>
    <w:rsid w:val="00925419"/>
    <w:rsid w:val="0092597B"/>
    <w:rsid w:val="0092609E"/>
    <w:rsid w:val="00926852"/>
    <w:rsid w:val="009268AE"/>
    <w:rsid w:val="00926A7D"/>
    <w:rsid w:val="00926E29"/>
    <w:rsid w:val="00927076"/>
    <w:rsid w:val="00930F24"/>
    <w:rsid w:val="0093141F"/>
    <w:rsid w:val="0093208D"/>
    <w:rsid w:val="0093229D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7040E"/>
    <w:rsid w:val="009706E2"/>
    <w:rsid w:val="00970813"/>
    <w:rsid w:val="00971051"/>
    <w:rsid w:val="009710FD"/>
    <w:rsid w:val="00971257"/>
    <w:rsid w:val="00971D6E"/>
    <w:rsid w:val="00971DE2"/>
    <w:rsid w:val="00972267"/>
    <w:rsid w:val="0097236D"/>
    <w:rsid w:val="00972588"/>
    <w:rsid w:val="0097302A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40F"/>
    <w:rsid w:val="00983B8F"/>
    <w:rsid w:val="00983DC0"/>
    <w:rsid w:val="0098406D"/>
    <w:rsid w:val="009840A6"/>
    <w:rsid w:val="009842C8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5789"/>
    <w:rsid w:val="0099599D"/>
    <w:rsid w:val="00995B08"/>
    <w:rsid w:val="00995CEB"/>
    <w:rsid w:val="00995E3C"/>
    <w:rsid w:val="00996C2B"/>
    <w:rsid w:val="009974D9"/>
    <w:rsid w:val="00997676"/>
    <w:rsid w:val="009976AB"/>
    <w:rsid w:val="00997744"/>
    <w:rsid w:val="009977C1"/>
    <w:rsid w:val="009A04DF"/>
    <w:rsid w:val="009A099E"/>
    <w:rsid w:val="009A1B0A"/>
    <w:rsid w:val="009A1D12"/>
    <w:rsid w:val="009A2E7E"/>
    <w:rsid w:val="009A343C"/>
    <w:rsid w:val="009A38CC"/>
    <w:rsid w:val="009A3E7B"/>
    <w:rsid w:val="009A46F7"/>
    <w:rsid w:val="009A5188"/>
    <w:rsid w:val="009A545F"/>
    <w:rsid w:val="009A57F7"/>
    <w:rsid w:val="009A5A5E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2221"/>
    <w:rsid w:val="009D28F3"/>
    <w:rsid w:val="009D36B8"/>
    <w:rsid w:val="009D39E6"/>
    <w:rsid w:val="009D3FDA"/>
    <w:rsid w:val="009D4C66"/>
    <w:rsid w:val="009D514E"/>
    <w:rsid w:val="009D5400"/>
    <w:rsid w:val="009D55E2"/>
    <w:rsid w:val="009D5F20"/>
    <w:rsid w:val="009D6AB5"/>
    <w:rsid w:val="009D6B58"/>
    <w:rsid w:val="009D7727"/>
    <w:rsid w:val="009D77F4"/>
    <w:rsid w:val="009D780C"/>
    <w:rsid w:val="009D7A22"/>
    <w:rsid w:val="009D7FA8"/>
    <w:rsid w:val="009E041B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35C"/>
    <w:rsid w:val="009E6581"/>
    <w:rsid w:val="009E7BF7"/>
    <w:rsid w:val="009F03E2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40AA"/>
    <w:rsid w:val="009F466F"/>
    <w:rsid w:val="009F48A8"/>
    <w:rsid w:val="009F59A4"/>
    <w:rsid w:val="009F5B2B"/>
    <w:rsid w:val="009F630D"/>
    <w:rsid w:val="009F69A6"/>
    <w:rsid w:val="009F6FDF"/>
    <w:rsid w:val="009F71D0"/>
    <w:rsid w:val="009F74C6"/>
    <w:rsid w:val="00A0038B"/>
    <w:rsid w:val="00A00468"/>
    <w:rsid w:val="00A012BE"/>
    <w:rsid w:val="00A020A3"/>
    <w:rsid w:val="00A02390"/>
    <w:rsid w:val="00A02DAC"/>
    <w:rsid w:val="00A0415F"/>
    <w:rsid w:val="00A051B6"/>
    <w:rsid w:val="00A0531E"/>
    <w:rsid w:val="00A057C5"/>
    <w:rsid w:val="00A05AFA"/>
    <w:rsid w:val="00A05B82"/>
    <w:rsid w:val="00A0644A"/>
    <w:rsid w:val="00A065AD"/>
    <w:rsid w:val="00A067AA"/>
    <w:rsid w:val="00A06D9E"/>
    <w:rsid w:val="00A072DF"/>
    <w:rsid w:val="00A07FA1"/>
    <w:rsid w:val="00A10269"/>
    <w:rsid w:val="00A10AEF"/>
    <w:rsid w:val="00A10B0A"/>
    <w:rsid w:val="00A10B52"/>
    <w:rsid w:val="00A10D45"/>
    <w:rsid w:val="00A113F6"/>
    <w:rsid w:val="00A11EB2"/>
    <w:rsid w:val="00A12384"/>
    <w:rsid w:val="00A12BAC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64F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2325"/>
    <w:rsid w:val="00A329A9"/>
    <w:rsid w:val="00A3335C"/>
    <w:rsid w:val="00A33848"/>
    <w:rsid w:val="00A344B0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9AD"/>
    <w:rsid w:val="00A43531"/>
    <w:rsid w:val="00A448E1"/>
    <w:rsid w:val="00A44958"/>
    <w:rsid w:val="00A44E96"/>
    <w:rsid w:val="00A451D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408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6CD"/>
    <w:rsid w:val="00A678E3"/>
    <w:rsid w:val="00A709A3"/>
    <w:rsid w:val="00A709FB"/>
    <w:rsid w:val="00A711C1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4D0C"/>
    <w:rsid w:val="00A8635C"/>
    <w:rsid w:val="00A871FB"/>
    <w:rsid w:val="00A905E3"/>
    <w:rsid w:val="00A909CD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4D22"/>
    <w:rsid w:val="00A95267"/>
    <w:rsid w:val="00A95330"/>
    <w:rsid w:val="00A95BAD"/>
    <w:rsid w:val="00A96C06"/>
    <w:rsid w:val="00A96D92"/>
    <w:rsid w:val="00AA0143"/>
    <w:rsid w:val="00AA1AAD"/>
    <w:rsid w:val="00AA2361"/>
    <w:rsid w:val="00AA2430"/>
    <w:rsid w:val="00AA32F9"/>
    <w:rsid w:val="00AA35FA"/>
    <w:rsid w:val="00AA43C0"/>
    <w:rsid w:val="00AA4C72"/>
    <w:rsid w:val="00AA504E"/>
    <w:rsid w:val="00AA5342"/>
    <w:rsid w:val="00AA5680"/>
    <w:rsid w:val="00AA572C"/>
    <w:rsid w:val="00AA5F6C"/>
    <w:rsid w:val="00AA60DA"/>
    <w:rsid w:val="00AA66EF"/>
    <w:rsid w:val="00AA689D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4FB"/>
    <w:rsid w:val="00AB4967"/>
    <w:rsid w:val="00AB4C38"/>
    <w:rsid w:val="00AB5EAA"/>
    <w:rsid w:val="00AB62FE"/>
    <w:rsid w:val="00AB6F17"/>
    <w:rsid w:val="00AB7511"/>
    <w:rsid w:val="00AB7859"/>
    <w:rsid w:val="00AC07C2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C7CC6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9BD"/>
    <w:rsid w:val="00AE2EC0"/>
    <w:rsid w:val="00AE31D4"/>
    <w:rsid w:val="00AE34A1"/>
    <w:rsid w:val="00AE364C"/>
    <w:rsid w:val="00AE36D8"/>
    <w:rsid w:val="00AE3ADD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6DCB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1231"/>
    <w:rsid w:val="00B119DF"/>
    <w:rsid w:val="00B123D2"/>
    <w:rsid w:val="00B1264F"/>
    <w:rsid w:val="00B12A44"/>
    <w:rsid w:val="00B13309"/>
    <w:rsid w:val="00B146AA"/>
    <w:rsid w:val="00B14F60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82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5002"/>
    <w:rsid w:val="00B3519C"/>
    <w:rsid w:val="00B359D5"/>
    <w:rsid w:val="00B360F5"/>
    <w:rsid w:val="00B36F36"/>
    <w:rsid w:val="00B37BD8"/>
    <w:rsid w:val="00B37D3E"/>
    <w:rsid w:val="00B408F9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7AA"/>
    <w:rsid w:val="00B55BB0"/>
    <w:rsid w:val="00B55BEF"/>
    <w:rsid w:val="00B55C35"/>
    <w:rsid w:val="00B56464"/>
    <w:rsid w:val="00B56535"/>
    <w:rsid w:val="00B56662"/>
    <w:rsid w:val="00B5681E"/>
    <w:rsid w:val="00B56DB2"/>
    <w:rsid w:val="00B574F3"/>
    <w:rsid w:val="00B601E3"/>
    <w:rsid w:val="00B60585"/>
    <w:rsid w:val="00B60832"/>
    <w:rsid w:val="00B6124B"/>
    <w:rsid w:val="00B613D5"/>
    <w:rsid w:val="00B616D1"/>
    <w:rsid w:val="00B62081"/>
    <w:rsid w:val="00B62A81"/>
    <w:rsid w:val="00B637CC"/>
    <w:rsid w:val="00B63E91"/>
    <w:rsid w:val="00B64C29"/>
    <w:rsid w:val="00B64DD4"/>
    <w:rsid w:val="00B653A6"/>
    <w:rsid w:val="00B65B08"/>
    <w:rsid w:val="00B6755F"/>
    <w:rsid w:val="00B677C1"/>
    <w:rsid w:val="00B67F6B"/>
    <w:rsid w:val="00B70890"/>
    <w:rsid w:val="00B708A8"/>
    <w:rsid w:val="00B71709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2B3B"/>
    <w:rsid w:val="00B836AE"/>
    <w:rsid w:val="00B839F2"/>
    <w:rsid w:val="00B841FB"/>
    <w:rsid w:val="00B84BC4"/>
    <w:rsid w:val="00B85163"/>
    <w:rsid w:val="00B85311"/>
    <w:rsid w:val="00B8615B"/>
    <w:rsid w:val="00B863BD"/>
    <w:rsid w:val="00B86AA4"/>
    <w:rsid w:val="00B8786E"/>
    <w:rsid w:val="00B87AC5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0E7"/>
    <w:rsid w:val="00B972A2"/>
    <w:rsid w:val="00B97C0A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8A5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4C68"/>
    <w:rsid w:val="00BC5E67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42"/>
    <w:rsid w:val="00BD095A"/>
    <w:rsid w:val="00BD15B8"/>
    <w:rsid w:val="00BD18D4"/>
    <w:rsid w:val="00BD2220"/>
    <w:rsid w:val="00BD2447"/>
    <w:rsid w:val="00BD2EC8"/>
    <w:rsid w:val="00BD3F0E"/>
    <w:rsid w:val="00BD3FA8"/>
    <w:rsid w:val="00BD3FB0"/>
    <w:rsid w:val="00BD3FBC"/>
    <w:rsid w:val="00BD414F"/>
    <w:rsid w:val="00BD448F"/>
    <w:rsid w:val="00BD4971"/>
    <w:rsid w:val="00BD4AB4"/>
    <w:rsid w:val="00BD5434"/>
    <w:rsid w:val="00BD578F"/>
    <w:rsid w:val="00BD5817"/>
    <w:rsid w:val="00BD6FCB"/>
    <w:rsid w:val="00BD78E4"/>
    <w:rsid w:val="00BD7E08"/>
    <w:rsid w:val="00BD7E3F"/>
    <w:rsid w:val="00BE077C"/>
    <w:rsid w:val="00BE1406"/>
    <w:rsid w:val="00BE1F10"/>
    <w:rsid w:val="00BE28A9"/>
    <w:rsid w:val="00BE29D5"/>
    <w:rsid w:val="00BE2E91"/>
    <w:rsid w:val="00BE32F2"/>
    <w:rsid w:val="00BE339E"/>
    <w:rsid w:val="00BE36E2"/>
    <w:rsid w:val="00BE37C1"/>
    <w:rsid w:val="00BE38B7"/>
    <w:rsid w:val="00BE3B18"/>
    <w:rsid w:val="00BE3F6C"/>
    <w:rsid w:val="00BE41E0"/>
    <w:rsid w:val="00BE471D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0E0"/>
    <w:rsid w:val="00BE752F"/>
    <w:rsid w:val="00BE7C9C"/>
    <w:rsid w:val="00BF0171"/>
    <w:rsid w:val="00BF06F4"/>
    <w:rsid w:val="00BF097F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504F"/>
    <w:rsid w:val="00BF5681"/>
    <w:rsid w:val="00BF5E4F"/>
    <w:rsid w:val="00BF6738"/>
    <w:rsid w:val="00BF69D6"/>
    <w:rsid w:val="00BF7534"/>
    <w:rsid w:val="00C005A0"/>
    <w:rsid w:val="00C00CB2"/>
    <w:rsid w:val="00C00D39"/>
    <w:rsid w:val="00C029E1"/>
    <w:rsid w:val="00C02AA5"/>
    <w:rsid w:val="00C02EB3"/>
    <w:rsid w:val="00C0399F"/>
    <w:rsid w:val="00C03AE3"/>
    <w:rsid w:val="00C0571B"/>
    <w:rsid w:val="00C057C2"/>
    <w:rsid w:val="00C06589"/>
    <w:rsid w:val="00C06B40"/>
    <w:rsid w:val="00C06D67"/>
    <w:rsid w:val="00C0700F"/>
    <w:rsid w:val="00C1016D"/>
    <w:rsid w:val="00C10630"/>
    <w:rsid w:val="00C10DEF"/>
    <w:rsid w:val="00C11DEA"/>
    <w:rsid w:val="00C12962"/>
    <w:rsid w:val="00C12E3C"/>
    <w:rsid w:val="00C12FF3"/>
    <w:rsid w:val="00C13087"/>
    <w:rsid w:val="00C13CB5"/>
    <w:rsid w:val="00C13D51"/>
    <w:rsid w:val="00C143E3"/>
    <w:rsid w:val="00C146E4"/>
    <w:rsid w:val="00C149FA"/>
    <w:rsid w:val="00C14C38"/>
    <w:rsid w:val="00C14D80"/>
    <w:rsid w:val="00C1536F"/>
    <w:rsid w:val="00C15B14"/>
    <w:rsid w:val="00C15CA2"/>
    <w:rsid w:val="00C15E9B"/>
    <w:rsid w:val="00C1658C"/>
    <w:rsid w:val="00C168F5"/>
    <w:rsid w:val="00C1699F"/>
    <w:rsid w:val="00C16C21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076D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0CD"/>
    <w:rsid w:val="00C36B9D"/>
    <w:rsid w:val="00C3779B"/>
    <w:rsid w:val="00C3793E"/>
    <w:rsid w:val="00C408F5"/>
    <w:rsid w:val="00C42914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4F9B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C25"/>
    <w:rsid w:val="00C62E54"/>
    <w:rsid w:val="00C631A9"/>
    <w:rsid w:val="00C63AB2"/>
    <w:rsid w:val="00C6482C"/>
    <w:rsid w:val="00C6517F"/>
    <w:rsid w:val="00C65C2F"/>
    <w:rsid w:val="00C662F8"/>
    <w:rsid w:val="00C717EB"/>
    <w:rsid w:val="00C71956"/>
    <w:rsid w:val="00C71AF4"/>
    <w:rsid w:val="00C72625"/>
    <w:rsid w:val="00C72DE9"/>
    <w:rsid w:val="00C74D37"/>
    <w:rsid w:val="00C75A5B"/>
    <w:rsid w:val="00C76CDE"/>
    <w:rsid w:val="00C76CE7"/>
    <w:rsid w:val="00C770EE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DC"/>
    <w:rsid w:val="00C93B41"/>
    <w:rsid w:val="00C941CE"/>
    <w:rsid w:val="00C9510A"/>
    <w:rsid w:val="00C955C0"/>
    <w:rsid w:val="00C96EAA"/>
    <w:rsid w:val="00CA0044"/>
    <w:rsid w:val="00CA0163"/>
    <w:rsid w:val="00CA06E3"/>
    <w:rsid w:val="00CA0D01"/>
    <w:rsid w:val="00CA113C"/>
    <w:rsid w:val="00CA1149"/>
    <w:rsid w:val="00CA12FD"/>
    <w:rsid w:val="00CA1432"/>
    <w:rsid w:val="00CA1875"/>
    <w:rsid w:val="00CA1C0D"/>
    <w:rsid w:val="00CA1F47"/>
    <w:rsid w:val="00CA23D9"/>
    <w:rsid w:val="00CA24B8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16C4"/>
    <w:rsid w:val="00CB17C9"/>
    <w:rsid w:val="00CB1996"/>
    <w:rsid w:val="00CB2643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D7D05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585"/>
    <w:rsid w:val="00CE683D"/>
    <w:rsid w:val="00CE6C13"/>
    <w:rsid w:val="00CE7D90"/>
    <w:rsid w:val="00CF1129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790"/>
    <w:rsid w:val="00CF6C1E"/>
    <w:rsid w:val="00D007B1"/>
    <w:rsid w:val="00D00CA3"/>
    <w:rsid w:val="00D01E68"/>
    <w:rsid w:val="00D02227"/>
    <w:rsid w:val="00D02314"/>
    <w:rsid w:val="00D028FE"/>
    <w:rsid w:val="00D02F6D"/>
    <w:rsid w:val="00D03135"/>
    <w:rsid w:val="00D03AC1"/>
    <w:rsid w:val="00D040F2"/>
    <w:rsid w:val="00D04565"/>
    <w:rsid w:val="00D0464B"/>
    <w:rsid w:val="00D04BA8"/>
    <w:rsid w:val="00D04F63"/>
    <w:rsid w:val="00D0500C"/>
    <w:rsid w:val="00D072CB"/>
    <w:rsid w:val="00D07F73"/>
    <w:rsid w:val="00D10F62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2F0"/>
    <w:rsid w:val="00D21F74"/>
    <w:rsid w:val="00D22056"/>
    <w:rsid w:val="00D22581"/>
    <w:rsid w:val="00D227D9"/>
    <w:rsid w:val="00D23A5F"/>
    <w:rsid w:val="00D24349"/>
    <w:rsid w:val="00D2475A"/>
    <w:rsid w:val="00D25412"/>
    <w:rsid w:val="00D255CB"/>
    <w:rsid w:val="00D25D6B"/>
    <w:rsid w:val="00D26266"/>
    <w:rsid w:val="00D264E7"/>
    <w:rsid w:val="00D27CB2"/>
    <w:rsid w:val="00D30660"/>
    <w:rsid w:val="00D30969"/>
    <w:rsid w:val="00D30F24"/>
    <w:rsid w:val="00D310FC"/>
    <w:rsid w:val="00D31990"/>
    <w:rsid w:val="00D31F41"/>
    <w:rsid w:val="00D33E48"/>
    <w:rsid w:val="00D34208"/>
    <w:rsid w:val="00D35D95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3B8"/>
    <w:rsid w:val="00D46C56"/>
    <w:rsid w:val="00D477AB"/>
    <w:rsid w:val="00D479F6"/>
    <w:rsid w:val="00D47A5D"/>
    <w:rsid w:val="00D51335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DEC"/>
    <w:rsid w:val="00D70933"/>
    <w:rsid w:val="00D714AC"/>
    <w:rsid w:val="00D71D77"/>
    <w:rsid w:val="00D722D0"/>
    <w:rsid w:val="00D72D75"/>
    <w:rsid w:val="00D73971"/>
    <w:rsid w:val="00D7475E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2079"/>
    <w:rsid w:val="00D837F9"/>
    <w:rsid w:val="00D83B17"/>
    <w:rsid w:val="00D83F27"/>
    <w:rsid w:val="00D84B40"/>
    <w:rsid w:val="00D84F78"/>
    <w:rsid w:val="00D853ED"/>
    <w:rsid w:val="00D859CE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46B0"/>
    <w:rsid w:val="00D95AE2"/>
    <w:rsid w:val="00D95E99"/>
    <w:rsid w:val="00D9632C"/>
    <w:rsid w:val="00D96648"/>
    <w:rsid w:val="00D9681E"/>
    <w:rsid w:val="00D9763A"/>
    <w:rsid w:val="00D97E26"/>
    <w:rsid w:val="00DA0875"/>
    <w:rsid w:val="00DA0AEE"/>
    <w:rsid w:val="00DA11A6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14D3"/>
    <w:rsid w:val="00DB2D8D"/>
    <w:rsid w:val="00DB3458"/>
    <w:rsid w:val="00DB3817"/>
    <w:rsid w:val="00DB3E39"/>
    <w:rsid w:val="00DB40E5"/>
    <w:rsid w:val="00DB41D8"/>
    <w:rsid w:val="00DB4222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25C"/>
    <w:rsid w:val="00DC0405"/>
    <w:rsid w:val="00DC09D8"/>
    <w:rsid w:val="00DC0A0C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3C"/>
    <w:rsid w:val="00DC6BAA"/>
    <w:rsid w:val="00DC6DD5"/>
    <w:rsid w:val="00DC7A61"/>
    <w:rsid w:val="00DC7F27"/>
    <w:rsid w:val="00DD054B"/>
    <w:rsid w:val="00DD16F8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8E2"/>
    <w:rsid w:val="00DD5982"/>
    <w:rsid w:val="00DD5B16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165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24CA"/>
    <w:rsid w:val="00E0293A"/>
    <w:rsid w:val="00E02DAB"/>
    <w:rsid w:val="00E03209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37D7"/>
    <w:rsid w:val="00E13D61"/>
    <w:rsid w:val="00E147C8"/>
    <w:rsid w:val="00E14BDF"/>
    <w:rsid w:val="00E14CDA"/>
    <w:rsid w:val="00E15B37"/>
    <w:rsid w:val="00E16076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3555"/>
    <w:rsid w:val="00E23788"/>
    <w:rsid w:val="00E24BC5"/>
    <w:rsid w:val="00E2521A"/>
    <w:rsid w:val="00E2527B"/>
    <w:rsid w:val="00E25552"/>
    <w:rsid w:val="00E256FD"/>
    <w:rsid w:val="00E25C1B"/>
    <w:rsid w:val="00E26212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600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CD2"/>
    <w:rsid w:val="00E63D96"/>
    <w:rsid w:val="00E6453D"/>
    <w:rsid w:val="00E6487E"/>
    <w:rsid w:val="00E64A89"/>
    <w:rsid w:val="00E65B5F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906"/>
    <w:rsid w:val="00E74F44"/>
    <w:rsid w:val="00E75087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A1D"/>
    <w:rsid w:val="00E94E46"/>
    <w:rsid w:val="00E953CA"/>
    <w:rsid w:val="00E96CA7"/>
    <w:rsid w:val="00E96E3B"/>
    <w:rsid w:val="00E976A1"/>
    <w:rsid w:val="00EA020A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895"/>
    <w:rsid w:val="00EC4097"/>
    <w:rsid w:val="00EC46B5"/>
    <w:rsid w:val="00EC4CA8"/>
    <w:rsid w:val="00EC5141"/>
    <w:rsid w:val="00EC5211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6E5"/>
    <w:rsid w:val="00EE2B96"/>
    <w:rsid w:val="00EE2D64"/>
    <w:rsid w:val="00EE2DC6"/>
    <w:rsid w:val="00EE326B"/>
    <w:rsid w:val="00EE3A37"/>
    <w:rsid w:val="00EE3D4B"/>
    <w:rsid w:val="00EE4179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CBC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3B4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BA"/>
    <w:rsid w:val="00F078EF"/>
    <w:rsid w:val="00F07E07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30C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4B05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671CD"/>
    <w:rsid w:val="00F70291"/>
    <w:rsid w:val="00F70299"/>
    <w:rsid w:val="00F7106D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1FD4"/>
    <w:rsid w:val="00F838C5"/>
    <w:rsid w:val="00F83DD6"/>
    <w:rsid w:val="00F85638"/>
    <w:rsid w:val="00F8732A"/>
    <w:rsid w:val="00F8742A"/>
    <w:rsid w:val="00F87A3C"/>
    <w:rsid w:val="00F87D60"/>
    <w:rsid w:val="00F90452"/>
    <w:rsid w:val="00F905EB"/>
    <w:rsid w:val="00F90665"/>
    <w:rsid w:val="00F90DB2"/>
    <w:rsid w:val="00F90FB5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5852"/>
    <w:rsid w:val="00FC65BF"/>
    <w:rsid w:val="00FC6D5A"/>
    <w:rsid w:val="00FC70D6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7D34"/>
    <w:rsid w:val="00FF0CC7"/>
    <w:rsid w:val="00FF13ED"/>
    <w:rsid w:val="00FF18B5"/>
    <w:rsid w:val="00FF1AE3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20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95FC83"/>
  <w15:docId w15:val="{6D2BBC89-800D-4D0D-BD86-06190683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9180C-3908-4DC5-8578-125AF3A36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171</TotalTime>
  <Pages>5</Pages>
  <Words>1052</Words>
  <Characters>6002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7040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13</cp:revision>
  <cp:lastPrinted>2023-08-14T12:28:00Z</cp:lastPrinted>
  <dcterms:created xsi:type="dcterms:W3CDTF">2023-06-01T06:16:00Z</dcterms:created>
  <dcterms:modified xsi:type="dcterms:W3CDTF">2023-10-03T08:05:00Z</dcterms:modified>
</cp:coreProperties>
</file>