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036874CC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Приложение</w:t>
      </w:r>
      <w:r w:rsidR="002F05FD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2</w:t>
      </w:r>
      <w:r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6DBD5C24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>от «</w:t>
      </w:r>
      <w:r w:rsidR="00A2208E">
        <w:rPr>
          <w:rFonts w:ascii="Times New Roman" w:hAnsi="Times New Roman"/>
          <w:bCs/>
        </w:rPr>
        <w:t xml:space="preserve">  </w:t>
      </w:r>
      <w:r w:rsidR="00811C7A">
        <w:rPr>
          <w:rFonts w:ascii="Times New Roman" w:hAnsi="Times New Roman"/>
          <w:bCs/>
        </w:rPr>
        <w:t>»</w:t>
      </w:r>
      <w:r w:rsidR="00E5497D">
        <w:rPr>
          <w:rFonts w:ascii="Times New Roman" w:hAnsi="Times New Roman"/>
          <w:bCs/>
        </w:rPr>
        <w:t xml:space="preserve"> </w:t>
      </w:r>
      <w:r w:rsidR="00A2208E">
        <w:rPr>
          <w:rFonts w:ascii="Times New Roman" w:hAnsi="Times New Roman"/>
          <w:bCs/>
        </w:rPr>
        <w:t xml:space="preserve">               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862D7D">
        <w:rPr>
          <w:rFonts w:ascii="Times New Roman" w:hAnsi="Times New Roman"/>
          <w:bCs/>
        </w:rPr>
        <w:t>3</w:t>
      </w:r>
      <w:r w:rsidR="00773FC5">
        <w:rPr>
          <w:rFonts w:ascii="Times New Roman" w:hAnsi="Times New Roman"/>
          <w:bCs/>
        </w:rPr>
        <w:t>г. №</w:t>
      </w:r>
      <w:r w:rsidR="00A2208E">
        <w:rPr>
          <w:rFonts w:ascii="Times New Roman" w:hAnsi="Times New Roman"/>
          <w:bCs/>
        </w:rPr>
        <w:t>___</w:t>
      </w:r>
      <w:r w:rsidR="000F2B06">
        <w:rPr>
          <w:rFonts w:ascii="Times New Roman" w:hAnsi="Times New Roman"/>
          <w:bCs/>
        </w:rPr>
        <w:t xml:space="preserve"> </w:t>
      </w:r>
      <w:r w:rsidR="005C6A27">
        <w:rPr>
          <w:rFonts w:ascii="Times New Roman" w:hAnsi="Times New Roman"/>
          <w:bCs/>
        </w:rPr>
        <w:t xml:space="preserve"> 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3F2C0D" w:rsidRPr="00DB41D8" w:rsidRDefault="003F2C0D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353A34" w:rsidRPr="00353A34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353A34" w:rsidRPr="00353A34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353A34" w:rsidRPr="00353A34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353A34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19A5C51F" w:rsidR="000D1EE1" w:rsidRPr="00353A34" w:rsidRDefault="00161146" w:rsidP="00E01A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03933C8E" w:rsidR="000D1EE1" w:rsidRPr="00863E8E" w:rsidRDefault="001E3161" w:rsidP="000D1EE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83 554,70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5B26482C" w:rsidR="000D1EE1" w:rsidRPr="00863E8E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11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0 921,40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65BA71D1" w:rsidR="000D1EE1" w:rsidRPr="00863E8E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11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3 070,00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353A34" w:rsidRPr="00353A34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353A34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2DD6847F" w:rsidR="005A7215" w:rsidRPr="00353A34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</w:t>
            </w:r>
            <w:r w:rsidR="00161146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65992547" w:rsidR="005A7215" w:rsidRPr="00863E8E" w:rsidRDefault="00A2208E" w:rsidP="00335D4D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11 884,50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353A34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9FA2E7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7C832292" w:rsidR="005A7215" w:rsidRPr="00863E8E" w:rsidRDefault="00A2208E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18 958,90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7FDFB67A" w:rsidR="005A7215" w:rsidRPr="00863E8E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9 675,00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3A10DAAE" w:rsidR="005A7215" w:rsidRPr="00863E8E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9 969,00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353A34" w:rsidRPr="00353A34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353A34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353A34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43F239F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169 716,90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374E69C3" w:rsidR="005A7215" w:rsidRPr="00863E8E" w:rsidRDefault="001E3161" w:rsidP="000D1EE1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52 711,30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59CC48CC" w:rsidR="005A7215" w:rsidRPr="00863E8E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101 2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46</w:t>
            </w: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41A7221E" w:rsidR="005A7215" w:rsidRPr="00863E8E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103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353A34" w:rsidRPr="00353A34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3D1F0BA8" w14:textId="77777777" w:rsidTr="000D0D0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353A34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2F26BFD1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3FEA4" w14:textId="697B0D77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64 847,90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C8C9B" w14:textId="7F7DCB4C" w:rsidR="008562ED" w:rsidRPr="00863E8E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49 362,8</w:t>
            </w:r>
            <w:r w:rsidR="00E63AB9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0D758631" w:rsidR="008562ED" w:rsidRPr="00863E8E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36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353A34" w:rsidRPr="00353A34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353A34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5AC82D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27C26FAE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7403" w14:textId="75588B7C" w:rsidR="000D0D05" w:rsidRPr="00863E8E" w:rsidRDefault="001E3161" w:rsidP="000D0D0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0 244,00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93EC" w14:textId="4BB7FDF1" w:rsidR="000D0D05" w:rsidRPr="00863E8E" w:rsidRDefault="001E3161" w:rsidP="000D0D0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8FE2" w14:textId="74919436" w:rsidR="000D0D05" w:rsidRPr="00863E8E" w:rsidRDefault="001E3161" w:rsidP="000D0D0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0D0D05" w:rsidRPr="00353A34" w:rsidRDefault="000D0D05" w:rsidP="000D0D05">
            <w:pPr>
              <w:ind w:firstLine="0"/>
              <w:jc w:val="left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68371B7C" w14:textId="77777777" w:rsidTr="001E3161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5CA42E58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8556" w14:textId="4869B356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54 603,90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3D4EA" w14:textId="62ED272E" w:rsidR="008562ED" w:rsidRPr="00863E8E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40 791,80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CFFA" w14:textId="3E0A7DD5" w:rsidR="008562ED" w:rsidRPr="00863E8E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41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53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353A34" w:rsidRPr="00353A34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353A34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14BB2490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6EFABD10" w:rsidR="008562ED" w:rsidRPr="00863E8E" w:rsidRDefault="00335D4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280E894" w:rsidR="008562ED" w:rsidRPr="00863E8E" w:rsidRDefault="001E3161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34760471" w:rsidR="008562ED" w:rsidRPr="00863E8E" w:rsidRDefault="001E3161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1E3161" w:rsidRPr="00353A34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71B21249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41D11584" w:rsidR="001E3161" w:rsidRPr="00863E8E" w:rsidRDefault="00335D4D" w:rsidP="001E31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2208E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1983E46E" w:rsidR="001E3161" w:rsidRPr="00863E8E" w:rsidRDefault="001E3161" w:rsidP="001E31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5153C62A" w:rsidR="001E3161" w:rsidRPr="00863E8E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76815C4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D74A" w14:textId="44823213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EE7F" w14:textId="5190818E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45 221,10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7C50" w14:textId="4F8692F5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18 578,90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04C4" w14:textId="1C59EBCC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19 469,</w:t>
            </w:r>
            <w:r w:rsidR="00335D4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353A34" w:rsidRPr="00353A34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353A34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353A34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0A14E9BF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F63295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353A34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798D826C" w:rsidR="00DA1E7A" w:rsidRPr="00353A34" w:rsidRDefault="000D0D05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B75B" w14:textId="07744EF3" w:rsidR="00DA1E7A" w:rsidRPr="00863E8E" w:rsidRDefault="001F693A" w:rsidP="00DA1E7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782C7C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0 244,00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10B4" w14:textId="1B0C4C80" w:rsidR="00DA1E7A" w:rsidRPr="00863E8E" w:rsidRDefault="001F693A" w:rsidP="00DA1E7A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84F5" w14:textId="33467118" w:rsidR="00DA1E7A" w:rsidRPr="00863E8E" w:rsidRDefault="001F693A" w:rsidP="00DA1E7A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353A34" w:rsidRDefault="00DA1E7A" w:rsidP="00DA1E7A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1EBDA8F9" w14:textId="77777777" w:rsidTr="001F693A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353A34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78826604" w:rsidR="008562ED" w:rsidRPr="00353A34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B8113A" w:rsidRPr="00353A34">
              <w:rPr>
                <w:rFonts w:ascii="Times New Roman" w:hAnsi="Times New Roman"/>
                <w:sz w:val="20"/>
                <w:szCs w:val="20"/>
              </w:rPr>
              <w:t>3 538,60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5BA300CA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34 977,10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CC88E" w14:textId="5207A316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C7B4" w14:textId="612CC4F0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10 647,</w:t>
            </w:r>
            <w:r w:rsidR="00AD1056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353A34" w:rsidRPr="00353A34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615C3882" w:rsidR="008562ED" w:rsidRPr="00353A34" w:rsidRDefault="00B811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0EE5624C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D1056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1304F201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3E14DD4B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863E8E" w:rsidRDefault="008562ED" w:rsidP="008562ED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5198DA48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1C6EB72B" w:rsidR="001F693A" w:rsidRPr="00863E8E" w:rsidRDefault="001F693A" w:rsidP="001F693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D1056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1E4FC077" w:rsidR="001F693A" w:rsidRPr="00863E8E" w:rsidRDefault="001F693A" w:rsidP="001F693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6CBB832E" w:rsidR="001F693A" w:rsidRPr="00863E8E" w:rsidRDefault="001F693A" w:rsidP="001F693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3897B52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6B92F276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90 688,20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702CABA0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7765F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4 123,20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5E0E3EFB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7765F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4 755,70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353A34" w:rsidRPr="00353A34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30FF919A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1101620E" w:rsidR="008562ED" w:rsidRPr="00863E8E" w:rsidRDefault="00E85A8D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11 884,50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353A34" w:rsidRPr="00353A34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8562ED" w:rsidRPr="00353A34" w:rsidRDefault="008562ED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623FAFC7" w:rsidR="008562ED" w:rsidRPr="00353A34" w:rsidRDefault="0076782C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312A5337" w:rsidR="008562ED" w:rsidRPr="00863E8E" w:rsidRDefault="00E85A8D" w:rsidP="008562ED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8 714,90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0E4BE4AD" w:rsidR="008562ED" w:rsidRPr="00863E8E" w:rsidRDefault="007765F8" w:rsidP="008562ED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2952CE0D" w:rsidR="008562ED" w:rsidRPr="00863E8E" w:rsidRDefault="007765F8" w:rsidP="008562ED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8562ED" w:rsidRPr="00353A34" w:rsidRDefault="008562ED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353A34" w:rsidRPr="00353A34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8562ED" w:rsidRPr="00353A34" w:rsidRDefault="00AD056F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040572B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7F01DE6B" w:rsidR="008562ED" w:rsidRPr="00863E8E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70 088,80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4422FD2A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7548B5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3 0</w:t>
            </w:r>
            <w:r w:rsidR="007765F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7548B5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9,2</w:t>
            </w:r>
            <w:r w:rsidR="00E63AB9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60DF371D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7548B5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3 608,7</w:t>
            </w:r>
            <w:r w:rsidR="00E63AB9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353A34" w:rsidRPr="00353A34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294C120" w14:textId="77777777" w:rsidTr="003477C3">
        <w:trPr>
          <w:gridAfter w:val="2"/>
          <w:wAfter w:w="1095" w:type="dxa"/>
          <w:trHeight w:val="6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53A34" w:rsidRPr="00353A34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594ED2" w:rsidR="009A341F" w:rsidRPr="00353A34" w:rsidRDefault="00CB26A2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35B6E8A9" w:rsidR="009A341F" w:rsidRPr="00863E8E" w:rsidRDefault="00E85A8D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33 559,40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237EFA83" w:rsidR="009A341F" w:rsidRPr="00863E8E" w:rsidRDefault="00410869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9A341F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4BB16639" w:rsidR="009A341F" w:rsidRPr="00863E8E" w:rsidRDefault="00410869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  <w:r w:rsidR="009A341F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CB5F9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12471B42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0F8BE" w14:textId="298E9C4A" w:rsidR="008562ED" w:rsidRPr="00863E8E" w:rsidRDefault="00E85A8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11 873,50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C041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4877F" w14:textId="6937FE11" w:rsidR="008562ED" w:rsidRPr="00863E8E" w:rsidRDefault="00E85A8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7 627,90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EB1B08B" w14:textId="77777777" w:rsidTr="009D1F48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9F0C23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D7118" w14:textId="5B2E96C7" w:rsidR="00410869" w:rsidRPr="00863E8E" w:rsidRDefault="007765F8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E85A8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4 058,00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7BF5995C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387A8927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78A68DC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5F01456E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7765F8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72D85D69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01111AB5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353A34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25CAF265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764219C2" w:rsidR="008562ED" w:rsidRPr="00863E8E" w:rsidRDefault="007765F8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4C700529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9A341F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41086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4FCB7C65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353A34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03DC7F4E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52EA29B1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4F1CBC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45E1BDC1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25 661,10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2769D4C1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26 044,70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353A34" w:rsidRPr="00353A34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676ECFD9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353A34" w:rsidRDefault="00E27026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3F32369E" w:rsidR="00E27026" w:rsidRPr="00353A34" w:rsidRDefault="00CB26A2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0AB380CD" w:rsidR="00E27026" w:rsidRPr="00863E8E" w:rsidRDefault="00410869" w:rsidP="00E27026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1 0</w:t>
            </w:r>
            <w:r w:rsidR="007765F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87</w:t>
            </w: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082EF0B4" w:rsidR="00E27026" w:rsidRPr="00863E8E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1 104,00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5825D174" w:rsidR="00E27026" w:rsidRPr="00863E8E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353A34" w:rsidRPr="00353A34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353A34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353A34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64392016" w:rsidR="008562ED" w:rsidRPr="00353A34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2 573,70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29DD2A13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4F1CBC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7 075,90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481B77F7" w:rsidR="008562ED" w:rsidRPr="00863E8E" w:rsidRDefault="00134312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</w:t>
            </w:r>
            <w:r w:rsidR="0041086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557,10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31C05D7E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24 897,70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353A34" w:rsidRPr="00353A34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133AC714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2A54D34C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6E8974DA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6E523B4F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63BA357E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9A2FCE9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CCD6430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50F41425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3EB5AD0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5ABBBA5C" w:rsidR="008562ED" w:rsidRPr="00353A34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6EE94CF0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07397426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42298B14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4EC95DB9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094CC5B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2 7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6D66F3AB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66570155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15968214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529442E3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851E439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2B19A542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5EEF77D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6509EC6B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CB6A113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2A19123F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6E5A1B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480E714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бюджетам поселений за счет  средств, полученных из вышестоящих бюджетов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B9133" w14:textId="2E2D8AF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E491D" w14:textId="73C2700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B37A" w14:textId="2F206F6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3646" w14:textId="2C906C60" w:rsidR="002F05FD" w:rsidRPr="00863E8E" w:rsidRDefault="00342277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20 688,10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7E4EF" w14:textId="70C77AA5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685EF" w14:textId="2FB90CAB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CE4E3" w14:textId="6927D8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818F925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E8D29" w14:textId="0869658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A3782" w14:textId="2C481D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0595C" w14:textId="1ECAE25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0DDD0" w14:textId="685A0EC0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41AA" w14:textId="61F4D236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ED14" w14:textId="08314221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4D555" w14:textId="64C29DAA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C4D87AA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A56F2" w14:textId="188DAEE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63996" w14:textId="0E7CCC1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07C2" w14:textId="64AD2EF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27645" w14:textId="17D899B9" w:rsidR="002F05FD" w:rsidRPr="00863E8E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3 00</w:t>
            </w:r>
            <w:r w:rsidR="002F05F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FF1E9" w14:textId="47464729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03E01" w14:textId="6E24C503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7558" w14:textId="13A6EB1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4DE71D6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A01E0" w14:textId="00AF2F5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6D254" w14:textId="5BB90ED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C632" w14:textId="657AA12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33260" w14:textId="3DF5D024" w:rsidR="002F05FD" w:rsidRPr="00863E8E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422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7 688,10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047EB" w14:textId="08783ECC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3E14F" w14:textId="080DBFD3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74C7F" w14:textId="1284BF7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5997210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999D" w14:textId="145435B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4C2C5" w14:textId="7D9CC93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0FC3E" w14:textId="02E08E9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E051" w14:textId="7BC9F1B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F5EC4" w14:textId="0D4AFDA9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348C9" w14:textId="10F1F079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C4114" w14:textId="2CA30EA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35421D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1B518" w14:textId="717CA49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D14EA" w14:textId="55C297B5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1B83" w14:textId="2542E1C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46DDF" w14:textId="11DC8622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7D277" w14:textId="54127CF9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1D986" w14:textId="64514641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92CFA9" w14:textId="1D0117BD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B34D33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9872F" w14:textId="4D51664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CC8D" w14:textId="46CD685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AF2B8" w14:textId="5128B46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E7135" w14:textId="219EF692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9DB77" w14:textId="6A65F642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53C93" w14:textId="64A53D28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18CCC" w14:textId="3228190C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98833C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DB17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835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86C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F5DA8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8B5F3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8DC6F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D47C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53A34" w:rsidRPr="00353A34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3E2B670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119DBA49" w:rsidR="002F05FD" w:rsidRPr="00863E8E" w:rsidRDefault="007765F8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D82ABE1" w:rsidR="002F05FD" w:rsidRPr="00863E8E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06B55D7C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DC7ED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00C1593F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tbl>
            <w:tblPr>
              <w:tblW w:w="16086" w:type="dxa"/>
              <w:tblLayout w:type="fixed"/>
              <w:tblLook w:val="04A0" w:firstRow="1" w:lastRow="0" w:firstColumn="1" w:lastColumn="0" w:noHBand="0" w:noVBand="1"/>
            </w:tblPr>
            <w:tblGrid>
              <w:gridCol w:w="5792"/>
              <w:gridCol w:w="5147"/>
              <w:gridCol w:w="5147"/>
            </w:tblGrid>
            <w:tr w:rsidR="00863E8E" w:rsidRPr="00863E8E" w14:paraId="3340548A" w14:textId="77777777" w:rsidTr="005A2D78">
              <w:trPr>
                <w:trHeight w:val="80"/>
              </w:trPr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EEBFC39" w14:textId="1EFF1E18" w:rsidR="00353A34" w:rsidRPr="00863E8E" w:rsidRDefault="005A2D78" w:rsidP="00353A34">
                  <w:pPr>
                    <w:ind w:firstLine="0"/>
                    <w:jc w:val="left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863E8E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28 018,60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37FB8F" w14:textId="5AA8E794" w:rsidR="00353A34" w:rsidRPr="00863E8E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BA89AB" w14:textId="0704B538" w:rsidR="00353A34" w:rsidRPr="00863E8E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55935114" w14:textId="0D4D70C5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527677F1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3E319AB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791BEB" w14:textId="77777777" w:rsidTr="00DC7ED8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0DCEB86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31C1AA09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53A34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60294221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8602F" w14:textId="4D15A94D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CC0B624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0128A6C6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53A34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46874F9F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21E26C88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67E842" w14:textId="77777777" w:rsidTr="00DC7ED8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5D750E4E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43621F03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353A34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242D7C52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1E2BC" w14:textId="35FE5389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7765F8" w:rsidRPr="00353A34" w:rsidRDefault="007765F8" w:rsidP="007765F8">
            <w:pPr>
              <w:ind w:firstLine="0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2A38818B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6B169683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353A34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03C8AB88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123A7F50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353A34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353A34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CDA93" w14:textId="77777777" w:rsidR="00821C57" w:rsidRDefault="00821C57" w:rsidP="006F0544">
      <w:r>
        <w:separator/>
      </w:r>
    </w:p>
  </w:endnote>
  <w:endnote w:type="continuationSeparator" w:id="0">
    <w:p w14:paraId="4879DEDF" w14:textId="77777777" w:rsidR="00821C57" w:rsidRDefault="00821C57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087A8" w14:textId="77777777" w:rsidR="00821C57" w:rsidRDefault="00821C57" w:rsidP="006F0544">
      <w:r>
        <w:separator/>
      </w:r>
    </w:p>
  </w:footnote>
  <w:footnote w:type="continuationSeparator" w:id="0">
    <w:p w14:paraId="01C77E91" w14:textId="77777777" w:rsidR="00821C57" w:rsidRDefault="00821C57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1FDE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D4D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277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A34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86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1CBC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2D78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6A27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5F8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2C7C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524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1C57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3E8E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08E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056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C6A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1FA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D8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B38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1F6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5A8D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6B68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196</TotalTime>
  <Pages>8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10862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13</cp:revision>
  <cp:lastPrinted>2023-08-14T13:13:00Z</cp:lastPrinted>
  <dcterms:created xsi:type="dcterms:W3CDTF">2023-06-01T06:49:00Z</dcterms:created>
  <dcterms:modified xsi:type="dcterms:W3CDTF">2023-08-28T12:44:00Z</dcterms:modified>
</cp:coreProperties>
</file>