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B4693" w14:textId="77777777" w:rsid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</w:p>
    <w:p w14:paraId="631F7408" w14:textId="77777777" w:rsidR="00AE3ADD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</w:p>
    <w:p w14:paraId="48B32FD9" w14:textId="07D11669" w:rsidR="00AE3ADD" w:rsidRPr="00D477AB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 xml:space="preserve">Приложение </w:t>
      </w:r>
      <w:r w:rsidR="000112B6">
        <w:rPr>
          <w:rFonts w:ascii="Times New Roman" w:hAnsi="Times New Roman"/>
          <w:bCs/>
        </w:rPr>
        <w:t>1</w:t>
      </w:r>
      <w:r w:rsidRPr="00D477AB">
        <w:rPr>
          <w:rFonts w:ascii="Times New Roman" w:hAnsi="Times New Roman"/>
          <w:bCs/>
        </w:rPr>
        <w:t xml:space="preserve"> </w:t>
      </w:r>
    </w:p>
    <w:p w14:paraId="1D3F629D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 постановлению администрации</w:t>
      </w:r>
    </w:p>
    <w:p w14:paraId="23B6DF27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Калачеевского муниципального района</w:t>
      </w:r>
    </w:p>
    <w:p w14:paraId="399BA4E6" w14:textId="77777777" w:rsidR="00310B4E" w:rsidRPr="00D477AB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</w:rPr>
      </w:pPr>
      <w:r w:rsidRPr="00D477AB">
        <w:rPr>
          <w:rFonts w:ascii="Times New Roman" w:hAnsi="Times New Roman"/>
          <w:bCs/>
        </w:rPr>
        <w:t>Воронежской области</w:t>
      </w:r>
    </w:p>
    <w:p w14:paraId="7F1336F3" w14:textId="792CA7E8" w:rsidR="002C07AD" w:rsidRPr="00843E41" w:rsidRDefault="00AB44FB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>
        <w:rPr>
          <w:rFonts w:ascii="Times New Roman" w:hAnsi="Times New Roman"/>
          <w:bCs/>
        </w:rPr>
        <w:t xml:space="preserve">от </w:t>
      </w:r>
      <w:r w:rsidR="00556336">
        <w:rPr>
          <w:rFonts w:ascii="Times New Roman" w:hAnsi="Times New Roman"/>
          <w:bCs/>
        </w:rPr>
        <w:t>«</w:t>
      </w:r>
      <w:r w:rsidR="0086177D">
        <w:rPr>
          <w:rFonts w:ascii="Times New Roman" w:hAnsi="Times New Roman"/>
          <w:bCs/>
        </w:rPr>
        <w:t>28"</w:t>
      </w:r>
      <w:r w:rsidR="00F72374">
        <w:rPr>
          <w:rFonts w:ascii="Times New Roman" w:hAnsi="Times New Roman"/>
          <w:bCs/>
        </w:rPr>
        <w:t xml:space="preserve"> декабря </w:t>
      </w:r>
      <w:r w:rsidR="00310B4E" w:rsidRPr="00D477AB">
        <w:rPr>
          <w:rFonts w:ascii="Times New Roman" w:hAnsi="Times New Roman"/>
          <w:bCs/>
        </w:rPr>
        <w:t>202</w:t>
      </w:r>
      <w:r w:rsidR="000112B6">
        <w:rPr>
          <w:rFonts w:ascii="Times New Roman" w:hAnsi="Times New Roman"/>
          <w:bCs/>
        </w:rPr>
        <w:t>3</w:t>
      </w:r>
      <w:r w:rsidR="00310B4E" w:rsidRPr="00D477AB">
        <w:rPr>
          <w:rFonts w:ascii="Times New Roman" w:hAnsi="Times New Roman"/>
          <w:bCs/>
        </w:rPr>
        <w:t>г. №</w:t>
      </w:r>
      <w:r w:rsidR="00B65F7A">
        <w:rPr>
          <w:rFonts w:ascii="Times New Roman" w:hAnsi="Times New Roman"/>
          <w:bCs/>
        </w:rPr>
        <w:t xml:space="preserve">  </w:t>
      </w:r>
      <w:r w:rsidR="004003A2">
        <w:rPr>
          <w:rFonts w:ascii="Times New Roman" w:hAnsi="Times New Roman"/>
          <w:bCs/>
        </w:rPr>
        <w:t>1289</w:t>
      </w:r>
      <w:r w:rsidR="00231528">
        <w:rPr>
          <w:rFonts w:ascii="Times New Roman" w:hAnsi="Times New Roman"/>
          <w:bCs/>
        </w:rPr>
        <w:t xml:space="preserve"> </w:t>
      </w:r>
      <w:r w:rsidR="00DC0A0C">
        <w:rPr>
          <w:rFonts w:ascii="Times New Roman" w:hAnsi="Times New Roman"/>
          <w:bCs/>
        </w:rPr>
        <w:t xml:space="preserve"> </w:t>
      </w:r>
      <w:r w:rsidR="008A6972">
        <w:rPr>
          <w:rFonts w:ascii="Times New Roman" w:hAnsi="Times New Roman"/>
          <w:bCs/>
        </w:rPr>
        <w:t xml:space="preserve"> </w:t>
      </w:r>
    </w:p>
    <w:p w14:paraId="1F2FF90C" w14:textId="77777777" w:rsidR="0012161C" w:rsidRPr="00DB41D8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DB41D8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0E720313" w14:textId="77777777" w:rsidR="00843E41" w:rsidRPr="00843E41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455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998"/>
        <w:gridCol w:w="2239"/>
        <w:gridCol w:w="2055"/>
        <w:gridCol w:w="1369"/>
        <w:gridCol w:w="1418"/>
        <w:gridCol w:w="1417"/>
        <w:gridCol w:w="1276"/>
        <w:gridCol w:w="1134"/>
        <w:gridCol w:w="1275"/>
        <w:gridCol w:w="1259"/>
        <w:gridCol w:w="15"/>
      </w:tblGrid>
      <w:tr w:rsidR="00C35A8F" w:rsidRPr="00C35A8F" w14:paraId="68027AF5" w14:textId="77777777" w:rsidTr="00C35A8F">
        <w:trPr>
          <w:gridAfter w:val="1"/>
          <w:wAfter w:w="15" w:type="dxa"/>
          <w:trHeight w:val="132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46ECAED8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00FC5E2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14:paraId="6CB3BA4E" w14:textId="77777777" w:rsidR="00C35A8F" w:rsidRPr="00C35A8F" w:rsidRDefault="00C35A8F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9148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5FF2385" w14:textId="77777777" w:rsidR="00C35A8F" w:rsidRPr="00C35A8F" w:rsidRDefault="00C35A8F" w:rsidP="0015117C">
            <w:pPr>
              <w:ind w:left="127" w:firstLine="156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</w:t>
            </w:r>
            <w:r w:rsidR="0015117C">
              <w:rPr>
                <w:rFonts w:ascii="Times New Roman" w:hAnsi="Times New Roman"/>
                <w:sz w:val="20"/>
                <w:szCs w:val="20"/>
              </w:rPr>
              <w:t xml:space="preserve">зации подпрограмм (тыс. руб.) </w:t>
            </w:r>
          </w:p>
        </w:tc>
      </w:tr>
      <w:tr w:rsidR="00C35A8F" w:rsidRPr="00C35A8F" w14:paraId="3BDE6A47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63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C35A8F" w:rsidRPr="00C35A8F" w:rsidRDefault="00C35A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C35A8F" w:rsidRPr="00C35A8F" w14:paraId="7389DE8C" w14:textId="77777777" w:rsidTr="00C35A8F">
        <w:trPr>
          <w:trHeight w:val="300"/>
        </w:trPr>
        <w:tc>
          <w:tcPr>
            <w:tcW w:w="19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C35A8F" w:rsidRPr="00C35A8F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C35A8F" w:rsidRPr="00605E90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C35A8F" w:rsidRPr="00042CB3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C35A8F" w:rsidRPr="00843E41" w:rsidRDefault="00C35A8F" w:rsidP="00843E4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3E41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C35A8F" w:rsidRPr="00C35A8F" w14:paraId="2D5B00A7" w14:textId="77777777" w:rsidTr="00C35A8F">
        <w:trPr>
          <w:trHeight w:val="300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C35A8F" w:rsidRPr="00605E90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C35A8F" w:rsidRPr="00042CB3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C35A8F" w:rsidRPr="00C35A8F" w:rsidRDefault="00C35A8F" w:rsidP="00C62C2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35A8F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C35A8F" w:rsidRPr="00C62C25" w14:paraId="48E99C5F" w14:textId="77777777" w:rsidTr="00C35A8F">
        <w:trPr>
          <w:trHeight w:val="300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456AA0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C60C1D" w14:textId="77777777" w:rsidR="00C35A8F" w:rsidRPr="00DD58E2" w:rsidRDefault="00D23A5F" w:rsidP="00303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DD58E2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A02DAC" w:rsidRPr="00DD58E2">
              <w:rPr>
                <w:rFonts w:ascii="Times New Roman" w:hAnsi="Times New Roman"/>
                <w:bCs/>
                <w:sz w:val="20"/>
                <w:szCs w:val="20"/>
              </w:rPr>
              <w:t>31</w:t>
            </w:r>
            <w:r w:rsidR="007A1934" w:rsidRPr="00DD58E2">
              <w:rPr>
                <w:rFonts w:ascii="Times New Roman" w:hAnsi="Times New Roman"/>
                <w:bCs/>
                <w:sz w:val="20"/>
                <w:szCs w:val="20"/>
              </w:rPr>
              <w:t> 592,80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CB7D25" w14:textId="77777777" w:rsidR="00C35A8F" w:rsidRPr="00C62C25" w:rsidRDefault="00364990" w:rsidP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48CA84A" w14:textId="0C69A722" w:rsidR="00C35A8F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367 096,10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211365" w14:textId="66E89551" w:rsidR="00C35A8F" w:rsidRPr="00FC5852" w:rsidRDefault="00A47C89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B65F7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6F1F4EA" w14:textId="4C718AB9" w:rsidR="00C35A8F" w:rsidRPr="00042CB3" w:rsidRDefault="00502CC7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0B39E4" w:rsidRPr="00042CB3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B65F7A">
              <w:rPr>
                <w:rFonts w:ascii="Times New Roman" w:hAnsi="Times New Roman"/>
                <w:bCs/>
                <w:sz w:val="20"/>
                <w:szCs w:val="20"/>
              </w:rPr>
              <w:t>4 973,70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4D8C12" w14:textId="0B68D438" w:rsidR="00C35A8F" w:rsidRPr="00042CB3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bCs/>
                <w:sz w:val="20"/>
                <w:szCs w:val="20"/>
              </w:rPr>
              <w:t>11</w:t>
            </w:r>
            <w:r w:rsidR="00B65F7A">
              <w:rPr>
                <w:rFonts w:ascii="Times New Roman" w:hAnsi="Times New Roman"/>
                <w:bCs/>
                <w:sz w:val="20"/>
                <w:szCs w:val="20"/>
              </w:rPr>
              <w:t>7 100,90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9039149" w14:textId="77777777" w:rsidR="00C35A8F" w:rsidRPr="00BD2220" w:rsidRDefault="00BD2220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121 894,10</w:t>
            </w:r>
          </w:p>
        </w:tc>
      </w:tr>
      <w:tr w:rsidR="00C35A8F" w:rsidRPr="00C62C25" w14:paraId="13ACA080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3349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9D45D1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0420F6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0713C88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2C0BF8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D3FC69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E8747BF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D8511D" w14:textId="77777777" w:rsidR="00C35A8F" w:rsidRPr="00BD222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D22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4F7249" w:rsidRPr="00C62C25" w14:paraId="2A1CECBA" w14:textId="77777777" w:rsidTr="00DD58E2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2A80B85" w14:textId="77777777" w:rsidR="004F7249" w:rsidRPr="00C62C25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CEAAAF" w14:textId="77777777" w:rsidR="004F7249" w:rsidRPr="00DD58E2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76CC59" w14:textId="77777777" w:rsidR="004F7249" w:rsidRPr="00C62C25" w:rsidRDefault="00364990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A8A44D4" w14:textId="7D504B67" w:rsidR="004F7249" w:rsidRPr="00605E90" w:rsidRDefault="00502CC7" w:rsidP="004F7249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7F5255" w14:textId="5A3AE835" w:rsidR="004F7249" w:rsidRPr="00FC5852" w:rsidRDefault="00D02F6D" w:rsidP="004F7249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B65F7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864E22" w14:textId="4D50578E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706496" w14:textId="5CD54183" w:rsidR="004F7249" w:rsidRPr="00042CB3" w:rsidRDefault="00643D0E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1CFC09B" w14:textId="77777777" w:rsidR="004F7249" w:rsidRPr="00BD2220" w:rsidRDefault="004F7249" w:rsidP="004F7249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0E701EFC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B93D2DA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CBCC1" w14:textId="77777777" w:rsidR="00C35A8F" w:rsidRPr="00DD58E2" w:rsidRDefault="00A02DAC" w:rsidP="00303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55</w:t>
            </w:r>
            <w:r w:rsidR="0030321F" w:rsidRPr="00DD58E2">
              <w:rPr>
                <w:rFonts w:ascii="Times New Roman" w:hAnsi="Times New Roman"/>
                <w:sz w:val="20"/>
                <w:szCs w:val="20"/>
              </w:rPr>
              <w:t> 499,95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0B1FD80" w14:textId="77777777" w:rsidR="00C35A8F" w:rsidRPr="00C62C25" w:rsidRDefault="00364990" w:rsidP="002019D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56D29E" w14:textId="29C601B9" w:rsidR="00C35A8F" w:rsidRPr="00605E90" w:rsidRDefault="00502CC7" w:rsidP="00DD58E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DADD4E" w14:textId="431CBFA3" w:rsidR="00C35A8F" w:rsidRPr="00FC5852" w:rsidRDefault="00B65F7A" w:rsidP="00DD58E2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205 834,20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68AE03" w14:textId="125614CE" w:rsidR="00C35A8F" w:rsidRPr="00042CB3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B65F7A">
              <w:rPr>
                <w:rFonts w:ascii="Times New Roman" w:hAnsi="Times New Roman"/>
                <w:sz w:val="20"/>
                <w:szCs w:val="20"/>
              </w:rPr>
              <w:t>5 610,90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E87729" w14:textId="161F24AB" w:rsidR="00C35A8F" w:rsidRPr="00042CB3" w:rsidRDefault="00245DD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6</w:t>
            </w:r>
            <w:r w:rsidR="00B65F7A">
              <w:rPr>
                <w:rFonts w:ascii="Times New Roman" w:hAnsi="Times New Roman"/>
                <w:sz w:val="20"/>
                <w:szCs w:val="20"/>
              </w:rPr>
              <w:t>6 739,50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A306A70" w14:textId="3C969CA9" w:rsidR="00C35A8F" w:rsidRPr="00BD2220" w:rsidRDefault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66 658,10</w:t>
            </w:r>
          </w:p>
        </w:tc>
      </w:tr>
      <w:tr w:rsidR="00DD5B16" w:rsidRPr="00C62C25" w14:paraId="216200D9" w14:textId="77777777" w:rsidTr="00C35A8F">
        <w:trPr>
          <w:trHeight w:val="2376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</w:t>
            </w: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устойчивости 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61D3B4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A79108E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7CDCA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E2A7818" w14:textId="6C3555C3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E4E00BE" w14:textId="391927FA" w:rsidR="00DD5B16" w:rsidRPr="00FC5852" w:rsidRDefault="00D02F6D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ED48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17F528F" w14:textId="64B91041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8F3A7A" w14:textId="7797A83C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C31DFB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C35A8F" w:rsidRPr="00C62C25" w14:paraId="548284E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555DF2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01FEA8" w14:textId="77777777" w:rsidR="00C35A8F" w:rsidRPr="00DD58E2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9342AE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371EA46" w14:textId="77777777" w:rsidR="00C35A8F" w:rsidRPr="00605E90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43549D5" w14:textId="77777777" w:rsidR="00C35A8F" w:rsidRPr="00FC5852" w:rsidRDefault="00C35A8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5E5861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715F93" w14:textId="77777777" w:rsidR="00C35A8F" w:rsidRPr="00042CB3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6C5841" w14:textId="77777777" w:rsidR="00C35A8F" w:rsidRPr="00C62C25" w:rsidRDefault="00C35A8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DD5B16" w:rsidRPr="00C62C25" w14:paraId="0EA6E163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8607C46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88C7960" w14:textId="77777777" w:rsidR="00DD5B16" w:rsidRPr="00DD58E2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58E2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0191997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DF774CC" w14:textId="1560D251" w:rsidR="00DD5B16" w:rsidRPr="00605E90" w:rsidRDefault="00DD5B16" w:rsidP="00DD5B1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9487FC4" w14:textId="23159033" w:rsidR="00DD5B16" w:rsidRPr="00FC5852" w:rsidRDefault="00A47C89" w:rsidP="00DD5B1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 w:rsidR="00ED48E1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5A4AE2" w14:textId="508E8918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49 362,80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BF7A148" w14:textId="139A74AD" w:rsidR="00DD5B16" w:rsidRPr="00042CB3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50 361,40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F3378C" w14:textId="77777777" w:rsidR="00DD5B16" w:rsidRPr="00C62C25" w:rsidRDefault="00DD5B16" w:rsidP="00DD5B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48 444,80</w:t>
            </w:r>
          </w:p>
        </w:tc>
      </w:tr>
      <w:tr w:rsidR="00D23A5F" w:rsidRPr="00C62C25" w14:paraId="60F5E428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EDC7BD6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B87C01E" w14:textId="77777777" w:rsidR="00D23A5F" w:rsidRPr="00C62C25" w:rsidRDefault="008D6706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E23702" w14:textId="77777777" w:rsidR="00D23A5F" w:rsidRPr="00C62C25" w:rsidRDefault="00364990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652828" w14:textId="327AC9D7" w:rsidR="00D23A5F" w:rsidRPr="00605E90" w:rsidRDefault="00502CC7" w:rsidP="003908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C27DF8" w14:textId="563BD4F6" w:rsidR="00D23A5F" w:rsidRPr="00FC5852" w:rsidRDefault="00ED48E1" w:rsidP="003908EE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675B3F" w14:textId="26D82F8E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9247D05" w14:textId="690CA0A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7DCE97B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0AAD0B6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DBA65D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E2F9FA" w14:textId="77777777" w:rsidR="00D23A5F" w:rsidRPr="00C62C25" w:rsidRDefault="00D23A5F" w:rsidP="007A193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9C96C1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504708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C1AB03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CA7944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69B041C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F9A148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23EE19D6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DA8DE2F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608D9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258007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2AD44AA" w14:textId="01BA113D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C300979" w14:textId="6B175A48" w:rsidR="000B39E4" w:rsidRPr="00FC5852" w:rsidRDefault="00ED48E1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E82706" w14:textId="0200A568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A2DD045" w14:textId="4F773CC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20 006,70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A9BBEA8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228,20</w:t>
            </w:r>
          </w:p>
        </w:tc>
      </w:tr>
      <w:tr w:rsidR="00D23A5F" w:rsidRPr="00C62C25" w14:paraId="559431DA" w14:textId="77777777" w:rsidTr="00C0571B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E40E709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EC22FB" w14:textId="77777777" w:rsidR="00D23A5F" w:rsidRPr="00C62C25" w:rsidRDefault="008D6706" w:rsidP="00DB14D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</w:t>
            </w:r>
            <w:r w:rsidR="0030321F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006C170" w14:textId="77777777" w:rsidR="00D23A5F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364990">
              <w:rPr>
                <w:rFonts w:ascii="Times New Roman" w:hAnsi="Times New Roman"/>
                <w:sz w:val="20"/>
                <w:szCs w:val="20"/>
              </w:rPr>
              <w:t>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E37BFC0" w14:textId="3CA28442" w:rsidR="00D23A5F" w:rsidRPr="00605E90" w:rsidRDefault="00502CC7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BC40F54" w14:textId="0F5F2949" w:rsidR="00D23A5F" w:rsidRPr="00FC5852" w:rsidRDefault="00D02F6D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ED48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8CD68B" w14:textId="3B7ABAF1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50F61D8" w14:textId="14095818" w:rsidR="00D23A5F" w:rsidRPr="00042CB3" w:rsidRDefault="000B39E4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A298304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D23A5F" w:rsidRPr="00C62C25" w14:paraId="2835A8D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52721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F115C2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BDC8F1E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76B2AFE" w14:textId="77777777" w:rsidR="00D23A5F" w:rsidRPr="00605E90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5D3BD8" w14:textId="77777777" w:rsidR="00D23A5F" w:rsidRPr="00FC5852" w:rsidRDefault="00D23A5F" w:rsidP="00D23A5F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CDCB0D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5F375AF" w14:textId="77777777" w:rsidR="00D23A5F" w:rsidRPr="00042CB3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F68ABF" w14:textId="77777777" w:rsidR="00D23A5F" w:rsidRPr="00C62C25" w:rsidRDefault="00D23A5F" w:rsidP="00D23A5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39E4" w:rsidRPr="00C62C25" w14:paraId="0E9FFD74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18D98A4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0257C35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91AD2AD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10F887" w14:textId="431A2DC8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71AFB50" w14:textId="78CED08A" w:rsidR="000B39E4" w:rsidRPr="00FC5852" w:rsidRDefault="00D02F6D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  <w:r w:rsidR="00ED48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1283152" w14:textId="4B0D972A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18 578,90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F905C2" w14:textId="69E59704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19 469,00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55EBDB1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38 206,60</w:t>
            </w:r>
          </w:p>
        </w:tc>
      </w:tr>
      <w:tr w:rsidR="001C756D" w:rsidRPr="00C62C25" w14:paraId="122AB745" w14:textId="77777777" w:rsidTr="00C0571B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C9CA9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26038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A6215EE" w14:textId="77777777" w:rsidR="001C756D" w:rsidRPr="00C62C25" w:rsidRDefault="00364990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FF014AC" w14:textId="56F45C4F" w:rsidR="001C756D" w:rsidRPr="00605E90" w:rsidRDefault="0023761C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48E1"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55B4DC" w14:textId="21D5320E" w:rsidR="001C756D" w:rsidRPr="00FC5852" w:rsidRDefault="000B39E4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013BA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0817C0" w14:textId="79944B99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0840F4E" w14:textId="6D727557" w:rsidR="001C756D" w:rsidRPr="00042CB3" w:rsidRDefault="000B39E4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54C10BB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7D05F0B7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C56AEBE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47A9A3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7C3A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CB01E6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14A8D9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9E73EE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D26F43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35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B39E4" w:rsidRPr="00C62C25" w14:paraId="77195CC5" w14:textId="77777777" w:rsidTr="00C35A8F">
        <w:trPr>
          <w:trHeight w:val="97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0F61A0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320E9B3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0B2692B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7797B3F" w14:textId="7462DE5F" w:rsidR="000B39E4" w:rsidRPr="00605E90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ED48E1"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7A1DEB" w14:textId="70ADD1EC" w:rsidR="000B39E4" w:rsidRPr="00FC5852" w:rsidRDefault="00013BAF" w:rsidP="000B39E4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DA87C6" w14:textId="76525DD5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10 775,70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F97BB1A" w14:textId="3E096589" w:rsidR="000B39E4" w:rsidRPr="00042CB3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10 885,10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AF1BE2C" w14:textId="77777777" w:rsidR="000B39E4" w:rsidRPr="00C62C25" w:rsidRDefault="000B39E4" w:rsidP="000B39E4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10 010,00</w:t>
            </w:r>
          </w:p>
        </w:tc>
      </w:tr>
      <w:tr w:rsidR="001C756D" w:rsidRPr="00C62C25" w14:paraId="14B07ECB" w14:textId="77777777" w:rsidTr="00B14F60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98316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ABBCA4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370CE52" w14:textId="77777777" w:rsidR="001C756D" w:rsidRPr="00C62C25" w:rsidRDefault="001C756D" w:rsidP="00364990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64990">
              <w:rPr>
                <w:rFonts w:ascii="Times New Roman" w:hAnsi="Times New Roman"/>
                <w:sz w:val="20"/>
                <w:szCs w:val="20"/>
              </w:rPr>
              <w:t>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9A80B76" w14:textId="1DF26805" w:rsidR="001C756D" w:rsidRPr="00ED48E1" w:rsidRDefault="00DD5B16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D48E1"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ECC8862" w14:textId="6E4D18DA" w:rsidR="001C756D" w:rsidRPr="00ED48E1" w:rsidRDefault="00ED48E1" w:rsidP="001C756D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177 861,90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98DB43" w14:textId="1FB2310F" w:rsidR="001C756D" w:rsidRPr="00ED48E1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8E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ED48E1">
              <w:rPr>
                <w:rFonts w:ascii="Times New Roman" w:hAnsi="Times New Roman"/>
                <w:bCs/>
                <w:sz w:val="20"/>
                <w:szCs w:val="20"/>
              </w:rPr>
              <w:t>8 175,50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207401" w14:textId="73216A1B" w:rsidR="001C756D" w:rsidRPr="00ED48E1" w:rsidRDefault="000B39E4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8E1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  <w:r w:rsidR="00ED48E1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ED48E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ED48E1">
              <w:rPr>
                <w:rFonts w:ascii="Times New Roman" w:hAnsi="Times New Roman"/>
                <w:bCs/>
                <w:sz w:val="20"/>
                <w:szCs w:val="20"/>
              </w:rPr>
              <w:t>86,60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E0F1BF6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1C756D" w:rsidRPr="00C62C25" w14:paraId="59E012AD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9A53E8F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5DE983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D42047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E72DE4" w14:textId="77777777" w:rsidR="001C756D" w:rsidRPr="00605E90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D86577" w14:textId="77777777" w:rsidR="001C756D" w:rsidRPr="00FC5852" w:rsidRDefault="001C756D" w:rsidP="001C756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3B92D59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0D5BC4" w14:textId="77777777" w:rsidR="001C756D" w:rsidRPr="00042CB3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863D08" w14:textId="77777777" w:rsidR="001C756D" w:rsidRPr="00C62C25" w:rsidRDefault="001C756D" w:rsidP="001C756D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D48E1" w:rsidRPr="00C62C25" w14:paraId="4C5BCC80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A75E16F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4FF2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45AAB0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B20F7C" w14:textId="778D4A33" w:rsidR="00ED48E1" w:rsidRPr="00605E90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63 986,10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608D0F4" w14:textId="1D942107" w:rsidR="00ED48E1" w:rsidRPr="00FC5852" w:rsidRDefault="00ED48E1" w:rsidP="00ED4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44F05D" w14:textId="7F1F2566" w:rsidR="00ED48E1" w:rsidRPr="00042CB3" w:rsidRDefault="00ED48E1" w:rsidP="00ED4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8E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8 175,50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C603D0" w14:textId="1114DB00" w:rsidR="00ED48E1" w:rsidRPr="00042CB3" w:rsidRDefault="00ED48E1" w:rsidP="00ED4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D48E1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  <w:r w:rsidRPr="00ED48E1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86,60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D8D2F49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47 236,30</w:t>
            </w:r>
          </w:p>
        </w:tc>
      </w:tr>
      <w:tr w:rsidR="00502CC7" w:rsidRPr="00C62C25" w14:paraId="05BEAD93" w14:textId="77777777" w:rsidTr="00C35A8F">
        <w:trPr>
          <w:trHeight w:val="25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A9F0C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86C0C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9EA56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3B4337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48E9209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85432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6F025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0BAB50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359331E6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7998C9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8B26B6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FCFD26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C837F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17406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0E116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BD609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2EB2E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27BC8AD3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1FF54E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69582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6753B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02757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F60E04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2889E1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25CF31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8A67CB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BE80334" w14:textId="77777777" w:rsidTr="00C35A8F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C35F85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84D1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59DF0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CDD90C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0C8277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7F5F8A8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510E4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9EDF4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752C90D3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2B7DB6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269112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2F6F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88D1EB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0EA1810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FA9E2A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369B78D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B378C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57B495D7" w14:textId="77777777" w:rsidTr="00C35A8F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5861EB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55474E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15540D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1464EE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14E38D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0E70459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99E69F4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D5382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08E8A33B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1ED1E7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B64FF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D275C74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1282D2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315A01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756962F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FCC36E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643F9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2D8E5D93" w14:textId="77777777" w:rsidTr="00C35A8F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242DC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08217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4F80AF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C9D644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2DA014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D631400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D034433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15C50A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02CC7" w:rsidRPr="00C62C25" w14:paraId="6490C57C" w14:textId="77777777" w:rsidTr="00C35A8F">
        <w:trPr>
          <w:trHeight w:val="732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75712083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FF9343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65591F9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BCDF5CA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B3BA6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20C0D1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60327B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C7D78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02CC7" w:rsidRPr="00C62C25" w14:paraId="13F225E7" w14:textId="77777777" w:rsidTr="00C35A8F">
        <w:trPr>
          <w:trHeight w:val="1368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C596318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C3B574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B90042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EFD13D3" w14:textId="40AABF33" w:rsidR="00502CC7" w:rsidRPr="00605E90" w:rsidRDefault="00DD5B1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DEE91EB" w14:textId="2E8A8DFB" w:rsidR="00502CC7" w:rsidRPr="00FC5852" w:rsidRDefault="00ED48E1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460BF68" w14:textId="234E4F64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BED39" w14:textId="602156A6" w:rsidR="00502CC7" w:rsidRPr="00042CB3" w:rsidRDefault="000B4206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</w:t>
            </w:r>
            <w:r w:rsidR="00502CC7" w:rsidRPr="00042CB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EE86185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502CC7" w:rsidRPr="00C62C25" w14:paraId="46DA69FB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F2B7DFE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28D409C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FF45126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ADA0CA6" w14:textId="77777777" w:rsidR="00502CC7" w:rsidRPr="00605E90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A242115" w14:textId="77777777" w:rsidR="00502CC7" w:rsidRPr="00FC5852" w:rsidRDefault="00502CC7" w:rsidP="00502CC7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716084E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4984D5" w14:textId="77777777" w:rsidR="00502CC7" w:rsidRPr="00042CB3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79B9D1" w14:textId="77777777" w:rsidR="00502CC7" w:rsidRPr="00C62C25" w:rsidRDefault="00502CC7" w:rsidP="00502CC7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4206" w:rsidRPr="00C62C25" w14:paraId="4AE9EDB4" w14:textId="77777777" w:rsidTr="000B4206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B40C8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53A51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6F19F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E920E63" w14:textId="56DFF45E" w:rsidR="000B4206" w:rsidRPr="00605E90" w:rsidRDefault="00DD5B1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22 081,40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43EAF06" w14:textId="771AAF38" w:rsidR="000B4206" w:rsidRPr="00FC5852" w:rsidRDefault="00ED48E1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CD68D2" w14:textId="2E96EC7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A3B32DC" w14:textId="0909AE9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C1ACAF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</w:tr>
      <w:tr w:rsidR="000B4206" w:rsidRPr="00C62C25" w14:paraId="79DEEEC8" w14:textId="77777777" w:rsidTr="000B420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5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483A0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8187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E69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77B4476" w14:textId="7DF0C00A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DD5B16">
              <w:rPr>
                <w:rFonts w:ascii="Times New Roman" w:hAnsi="Times New Roman"/>
                <w:sz w:val="20"/>
                <w:szCs w:val="20"/>
              </w:rPr>
              <w:t>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EFE43AE" w14:textId="33F95624" w:rsidR="000B4206" w:rsidRPr="00FC5852" w:rsidRDefault="00ED48E1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771166" w14:textId="3D76C65F" w:rsidR="000B4206" w:rsidRPr="00042CB3" w:rsidRDefault="00ED48E1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4FD2" w14:textId="38E0931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79F5F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43FA85D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5BBB50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D1D6F3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40735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967D3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4E9D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6F518D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13C5EA36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AB6DCC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ED48E1" w:rsidRPr="00C62C25" w14:paraId="20A4BF02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4663B69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0213AB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sz w:val="20"/>
                <w:szCs w:val="20"/>
              </w:rPr>
              <w:t> 859,52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96FE0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005954D" w14:textId="56C488CC" w:rsidR="00ED48E1" w:rsidRPr="00605E90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7 766,80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3D9C44" w14:textId="03C94A9B" w:rsidR="00ED48E1" w:rsidRPr="00FC5852" w:rsidRDefault="00ED48E1" w:rsidP="00ED4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3A0A8C1" w14:textId="18FE5198" w:rsidR="00ED48E1" w:rsidRPr="00042CB3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7 912,10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76DBF7" w14:textId="5306F1F0" w:rsidR="00ED48E1" w:rsidRPr="00042CB3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8 161,00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BE16321" w14:textId="77777777" w:rsidR="00ED48E1" w:rsidRPr="00C62C25" w:rsidRDefault="00ED48E1" w:rsidP="00ED4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7 738,0</w:t>
            </w:r>
          </w:p>
        </w:tc>
      </w:tr>
      <w:tr w:rsidR="000B4206" w:rsidRPr="00C62C25" w14:paraId="45915068" w14:textId="77777777" w:rsidTr="005C3B38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E22AF8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B581B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3 279,86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3D82D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3D0A77A" w14:textId="37A1A370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DD5B16">
              <w:rPr>
                <w:rFonts w:ascii="Times New Roman" w:hAnsi="Times New Roman"/>
                <w:sz w:val="20"/>
                <w:szCs w:val="20"/>
              </w:rPr>
              <w:t>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6B5D075" w14:textId="0E76201E" w:rsidR="000B4206" w:rsidRPr="00FC5852" w:rsidRDefault="00BC611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 w:rsidR="00ED48E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0AE9E1" w14:textId="56B6B27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 w:rsidR="00ED48E1">
              <w:rPr>
                <w:rFonts w:ascii="Times New Roman" w:hAnsi="Times New Roman"/>
                <w:sz w:val="20"/>
                <w:szCs w:val="20"/>
              </w:rPr>
              <w:t>5 763,90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BB1A40" w14:textId="675ABE6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</w:t>
            </w:r>
            <w:r w:rsidR="00ED48E1">
              <w:rPr>
                <w:rFonts w:ascii="Times New Roman" w:hAnsi="Times New Roman"/>
                <w:sz w:val="20"/>
                <w:szCs w:val="20"/>
              </w:rPr>
              <w:t>126,10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5EB0E5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589360D0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D5B617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B6C22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44688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69F8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60C69B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B0001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C01A0F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891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BC6116" w:rsidRPr="00C62C25" w14:paraId="7B160608" w14:textId="77777777" w:rsidTr="00FF1AE3">
        <w:trPr>
          <w:trHeight w:val="732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03D015C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F69F1E0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E70F4D7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6DCD79" w14:textId="283F4858" w:rsidR="00BC6116" w:rsidRPr="00605E90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29 338,90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706E0D" w14:textId="60964CD1" w:rsidR="00BC6116" w:rsidRPr="00FC5852" w:rsidRDefault="00BC6116" w:rsidP="00BC611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3AD36C" w14:textId="0A78C793" w:rsidR="00BC6116" w:rsidRPr="00042CB3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5 763,90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CCDA2E2" w14:textId="7BDC7DC3" w:rsidR="00BC6116" w:rsidRPr="00042CB3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26 </w:t>
            </w:r>
            <w:r>
              <w:rPr>
                <w:rFonts w:ascii="Times New Roman" w:hAnsi="Times New Roman"/>
                <w:sz w:val="20"/>
                <w:szCs w:val="20"/>
              </w:rPr>
              <w:t>126,10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7EEB156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39 103,30</w:t>
            </w:r>
          </w:p>
        </w:tc>
      </w:tr>
      <w:tr w:rsidR="000B4206" w:rsidRPr="00C62C25" w14:paraId="693CD168" w14:textId="77777777" w:rsidTr="001910E0">
        <w:trPr>
          <w:trHeight w:val="395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9E4593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8405FB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8A5A2A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55F0949" w14:textId="0C9D88A4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F41D13" w14:textId="5B3BDC10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50C166D" w14:textId="2CF39AA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BC53A19" w14:textId="7F691ADF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852BD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0B4206" w:rsidRPr="00C62C25" w14:paraId="26416DB8" w14:textId="77777777" w:rsidTr="001910E0">
        <w:trPr>
          <w:trHeight w:val="401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133C11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98329A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E1E2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BB4BD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9ADA1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66E59C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C836FA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95E6B2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0F657236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9FD112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C87408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C392EC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E848B1" w14:textId="2C9D64DF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605E90">
              <w:rPr>
                <w:rFonts w:ascii="Times New Roman" w:hAnsi="Times New Roman"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3989C9" w14:textId="69E520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467DBE8" w14:textId="354442B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6C1EBC" w14:textId="59590946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1E3E8C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</w:tr>
      <w:tr w:rsidR="007F2461" w:rsidRPr="00C62C25" w14:paraId="31F13620" w14:textId="77777777" w:rsidTr="001910E0">
        <w:trPr>
          <w:trHeight w:val="393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23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0450AB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97829F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AC0B7" w14:textId="77777777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3FF3BD" w14:textId="79766548" w:rsidR="007F2461" w:rsidRPr="00605E90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A766989" w14:textId="5FE4E57C" w:rsidR="007F2461" w:rsidRPr="00FC5852" w:rsidRDefault="00BC6116" w:rsidP="007F246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BB7860" w14:textId="219AF8D1" w:rsidR="007F2461" w:rsidRPr="00042CB3" w:rsidRDefault="00BC6116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3 949,50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205B8EB" w14:textId="4191A43C" w:rsidR="007F2461" w:rsidRPr="00042CB3" w:rsidRDefault="00BC6116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3 949,50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93D222" w14:textId="627EDAD5" w:rsidR="007F2461" w:rsidRPr="00C62C25" w:rsidRDefault="007F2461" w:rsidP="007F246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97DB9F" w14:textId="77777777" w:rsidTr="001910E0">
        <w:trPr>
          <w:trHeight w:val="413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2984C9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7BE331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C53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FD028CC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FB9F513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FBA103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5CB207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2268A6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C6116" w:rsidRPr="00C62C25" w14:paraId="2447A98C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E44F2F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BEAF39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2 332,02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54CC8A" w14:textId="77777777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F3791C4" w14:textId="541C82D7" w:rsidR="00BC6116" w:rsidRPr="00605E90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DFEF8D" w14:textId="3F63EA08" w:rsidR="00BC6116" w:rsidRPr="00FC5852" w:rsidRDefault="00BC6116" w:rsidP="00BC611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F5B93C" w14:textId="25547AA5" w:rsidR="00BC6116" w:rsidRPr="00042CB3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3 949,50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CFF170" w14:textId="3D31908A" w:rsidR="00BC6116" w:rsidRPr="00042CB3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3 949,50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6E29D5" w14:textId="3E88A430" w:rsidR="00BC6116" w:rsidRPr="00C62C25" w:rsidRDefault="00BC6116" w:rsidP="00BC611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3D32908A" w14:textId="77777777" w:rsidTr="007A1934">
        <w:trPr>
          <w:trHeight w:val="984"/>
        </w:trPr>
        <w:tc>
          <w:tcPr>
            <w:tcW w:w="1998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0B4206" w:rsidRPr="00C62C25" w:rsidRDefault="000B4206" w:rsidP="000B420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AB3C2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30308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AC3D05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1D67B5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20887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F20CEF1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8AFE1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7803B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A7D2C65" w14:textId="77777777" w:rsidTr="007A1934">
        <w:trPr>
          <w:trHeight w:val="409"/>
        </w:trPr>
        <w:tc>
          <w:tcPr>
            <w:tcW w:w="199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5F7E40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1F4412F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754A9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8BC5F20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9A234C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D48D7D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E8CA2DA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4505FE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4FEAD479" w14:textId="77777777" w:rsidTr="001910E0">
        <w:trPr>
          <w:trHeight w:val="98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589C7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77AF37" w14:textId="77777777" w:rsidR="000B4206" w:rsidRPr="00FF1AE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89A1FA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C17DB38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41E6A8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D3AA9D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E92DC79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320E47F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2C3C5520" w14:textId="77777777" w:rsidTr="001A169D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14:paraId="7CE41386" w14:textId="73739D49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счет  средств, полученных </w:t>
            </w:r>
            <w:r w:rsidRPr="0055633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E759123" w14:textId="26064074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4DE399" w14:textId="58E3569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215665" w14:textId="19D9150C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BFC5D99" w14:textId="5556B43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B9F888E" w14:textId="269A845C" w:rsidR="000B4206" w:rsidRPr="00FC5852" w:rsidRDefault="00BC611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2467E7C" w14:textId="514B489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6F3F27" w14:textId="502C6BC5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7D6886B" w14:textId="32BA86AF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0B507B6C" w14:textId="77777777" w:rsidTr="001A169D">
        <w:trPr>
          <w:trHeight w:val="324"/>
        </w:trPr>
        <w:tc>
          <w:tcPr>
            <w:tcW w:w="1998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67703D" w14:textId="38CDBD5E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49D5F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A122BD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2BEA299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709DAD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5DC45F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435824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B991893" w14:textId="77777777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B4206" w:rsidRPr="00C62C25" w14:paraId="4EB6388A" w14:textId="77777777" w:rsidTr="001528C6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F1CE9F" w14:textId="47E6982A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5907450" w14:textId="74685500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1CB1700" w14:textId="5330C7D8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73E313F" w14:textId="35736E76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7F3F3FD" w14:textId="55FA9A52" w:rsidR="000B4206" w:rsidRPr="00FC5852" w:rsidRDefault="00BC611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4E3E9EF" w14:textId="24B09442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923211" w14:textId="6700E7A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979184" w14:textId="40260DBE" w:rsidR="000B420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B4206" w:rsidRPr="00C62C25" w14:paraId="13BF9439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3DC6FF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ABF3D2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8E6E4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5DE92BE" w14:textId="3BF2B89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B05BAA" w14:textId="497C2ACD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6B95E07" w14:textId="46461AAB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590125" w14:textId="330BFC69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18DB0AC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61932CD8" w14:textId="77777777" w:rsidTr="00FF1AE3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5952FC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75646A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3E11CFB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E219862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9DFC137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8043E1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5CF9DE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8EA5A33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4206" w:rsidRPr="00C62C25" w14:paraId="5C003D2C" w14:textId="77777777" w:rsidTr="00FF1AE3">
        <w:trPr>
          <w:trHeight w:val="188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64DE3E7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E40A6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52D1319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D427B6D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A85DA2B" w14:textId="3349A170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C0F67BB" w14:textId="6F4936A1" w:rsidR="000B4206" w:rsidRPr="00FC5852" w:rsidRDefault="00FC5852" w:rsidP="000B4206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2</w:t>
            </w:r>
            <w:r w:rsidR="00F1630C" w:rsidRPr="00FC58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60B4F0B" w14:textId="6A0788CD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27 435,40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AE4383A" w14:textId="39F314D6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27 952,90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04E041A" w14:textId="77777777" w:rsidR="000B4206" w:rsidRPr="003E40A6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3E40A6">
              <w:rPr>
                <w:rFonts w:ascii="Times New Roman" w:hAnsi="Times New Roman"/>
                <w:bCs/>
                <w:sz w:val="20"/>
                <w:szCs w:val="20"/>
              </w:rPr>
              <w:t>26 213,00</w:t>
            </w:r>
          </w:p>
        </w:tc>
      </w:tr>
      <w:tr w:rsidR="000B4206" w:rsidRPr="00C62C25" w14:paraId="5B636FAC" w14:textId="77777777" w:rsidTr="001528C6">
        <w:trPr>
          <w:trHeight w:val="324"/>
        </w:trPr>
        <w:tc>
          <w:tcPr>
            <w:tcW w:w="19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2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2EC39EC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AF990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88D8B3C" w14:textId="0E520FDD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9236EC4" w14:textId="01BAB06C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F5D133D" w14:textId="30B39375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  <w:r w:rsidR="00BC61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61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B81AA6" w14:textId="3635BDE0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E32627" w14:textId="19452EDA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</w:t>
            </w:r>
            <w:r w:rsidR="005E184D" w:rsidRPr="00042CB3">
              <w:rPr>
                <w:rFonts w:ascii="Times New Roman" w:hAnsi="Times New Roman"/>
                <w:sz w:val="20"/>
                <w:szCs w:val="20"/>
              </w:rPr>
              <w:t>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23B6376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27FDEDB1" w14:textId="77777777" w:rsidTr="00C35A8F">
        <w:trPr>
          <w:trHeight w:val="324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74816BE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39D5B8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6CC2D9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1FDEFDF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5E7F4B6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EA3B485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9513A50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3C3713C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5E184D" w:rsidRPr="00C62C25" w14:paraId="70430A02" w14:textId="77777777" w:rsidTr="00C35A8F">
        <w:trPr>
          <w:trHeight w:val="468"/>
        </w:trPr>
        <w:tc>
          <w:tcPr>
            <w:tcW w:w="19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6BEAEB8E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E5B8CB7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C62C25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2 691,04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9322086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63167890" w14:textId="698C084F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701C1BE1" w14:textId="5F1E0D2F" w:rsidR="005E184D" w:rsidRPr="00FC5852" w:rsidRDefault="002B6930" w:rsidP="005E184D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18</w:t>
            </w:r>
            <w:r w:rsidR="00BC61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61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1667257" w14:textId="412DF958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17 643,40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523D20C9" w14:textId="37E165FB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17 807,90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0E1FAD2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15 790,00</w:t>
            </w:r>
          </w:p>
        </w:tc>
      </w:tr>
      <w:tr w:rsidR="000B4206" w:rsidRPr="00C62C25" w14:paraId="0E640C2F" w14:textId="77777777" w:rsidTr="001528C6">
        <w:trPr>
          <w:trHeight w:val="768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05036A34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F0DFDA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6C96C7B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785358C3" w14:textId="6A3AF983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8125E1" w14:textId="7AAE9AEC" w:rsidR="000B4206" w:rsidRPr="00FC5852" w:rsidRDefault="005E184D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7</w:t>
            </w:r>
            <w:r w:rsidR="00BC61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  <w:r w:rsidR="002B6930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596F816" w14:textId="29372EDE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BB84B8A" w14:textId="435FD06B" w:rsidR="000B4206" w:rsidRPr="00042CB3" w:rsidRDefault="005E184D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836EE63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  <w:tr w:rsidR="000B4206" w:rsidRPr="00C62C25" w14:paraId="184519B7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2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4481C347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412D55D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3429A75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D2C3852" w14:textId="77777777" w:rsidR="000B4206" w:rsidRPr="00605E90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4797604" w14:textId="77777777" w:rsidR="000B4206" w:rsidRPr="00FC5852" w:rsidRDefault="000B4206" w:rsidP="000B420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2B121DE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306CEDC8" w14:textId="77777777" w:rsidR="000B4206" w:rsidRPr="00042CB3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5DEAEAF8" w14:textId="77777777" w:rsidR="000B4206" w:rsidRPr="00C62C25" w:rsidRDefault="000B4206" w:rsidP="000B4206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5E184D" w:rsidRPr="00C62C25" w14:paraId="6F3257A6" w14:textId="77777777" w:rsidTr="00BF0171">
        <w:trPr>
          <w:trHeight w:val="324"/>
        </w:trPr>
        <w:tc>
          <w:tcPr>
            <w:tcW w:w="199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39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3AD8C6C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C62C25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14:paraId="294F693C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FF1AE3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684F691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15F3F55D" w14:textId="5770E0DE" w:rsidR="005E184D" w:rsidRPr="00605E90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05E90">
              <w:rPr>
                <w:rFonts w:ascii="Times New Roman" w:hAnsi="Times New Roman"/>
                <w:sz w:val="20"/>
                <w:szCs w:val="20"/>
              </w:rPr>
              <w:t>9</w:t>
            </w:r>
            <w:r>
              <w:rPr>
                <w:rFonts w:ascii="Times New Roman" w:hAnsi="Times New Roman"/>
                <w:sz w:val="20"/>
                <w:szCs w:val="20"/>
              </w:rPr>
              <w:t>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4B18BEB6" w14:textId="3EDD05A6" w:rsidR="005E184D" w:rsidRPr="00FC5852" w:rsidRDefault="005E184D" w:rsidP="00BC6116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</w:t>
            </w:r>
            <w:r w:rsidR="00BC61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3E40A6" w:rsidRPr="00FC58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</w:t>
            </w:r>
            <w:r w:rsidR="00BC611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0F59225D" w14:textId="27FC4F86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9 792,00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6987FFE2" w14:textId="738257E3" w:rsidR="005E184D" w:rsidRPr="00042CB3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42CB3">
              <w:rPr>
                <w:rFonts w:ascii="Times New Roman" w:hAnsi="Times New Roman"/>
                <w:sz w:val="20"/>
                <w:szCs w:val="20"/>
              </w:rPr>
              <w:t>10 145,00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</w:tcPr>
          <w:p w14:paraId="2170607D" w14:textId="77777777" w:rsidR="005E184D" w:rsidRPr="00C62C25" w:rsidRDefault="005E184D" w:rsidP="005E184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10 423,00</w:t>
            </w:r>
          </w:p>
        </w:tc>
      </w:tr>
    </w:tbl>
    <w:p w14:paraId="79597D01" w14:textId="77777777" w:rsidR="00C467B5" w:rsidRPr="00C62C25" w:rsidRDefault="00C467B5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p w14:paraId="791D7962" w14:textId="77777777" w:rsidR="00193EDF" w:rsidRPr="00C62C25" w:rsidRDefault="00193EDF" w:rsidP="00193EDF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C62C25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1DD52" w14:textId="77777777" w:rsidR="003C556A" w:rsidRDefault="003C556A" w:rsidP="006F0544">
      <w:r>
        <w:separator/>
      </w:r>
    </w:p>
  </w:endnote>
  <w:endnote w:type="continuationSeparator" w:id="0">
    <w:p w14:paraId="18B24910" w14:textId="77777777" w:rsidR="003C556A" w:rsidRDefault="003C556A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8F1F9" w14:textId="77777777" w:rsidR="003C556A" w:rsidRDefault="003C556A" w:rsidP="006F0544">
      <w:r>
        <w:separator/>
      </w:r>
    </w:p>
  </w:footnote>
  <w:footnote w:type="continuationSeparator" w:id="0">
    <w:p w14:paraId="56B4B97B" w14:textId="77777777" w:rsidR="003C556A" w:rsidRDefault="003C556A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2B6"/>
    <w:rsid w:val="000115FD"/>
    <w:rsid w:val="0001276E"/>
    <w:rsid w:val="00012CA3"/>
    <w:rsid w:val="0001392F"/>
    <w:rsid w:val="00013951"/>
    <w:rsid w:val="00013BAF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000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490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56A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03A2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44A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56DA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177D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C89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361"/>
    <w:rsid w:val="00AA2430"/>
    <w:rsid w:val="00AA32F9"/>
    <w:rsid w:val="00AA35FA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5F7A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11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2EC8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48E1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17E06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374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207</TotalTime>
  <Pages>5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7071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22</cp:revision>
  <cp:lastPrinted>2024-01-11T12:22:00Z</cp:lastPrinted>
  <dcterms:created xsi:type="dcterms:W3CDTF">2023-06-01T06:16:00Z</dcterms:created>
  <dcterms:modified xsi:type="dcterms:W3CDTF">2024-01-11T12:24:00Z</dcterms:modified>
</cp:coreProperties>
</file>