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3A858946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477AB"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580D6E">
        <w:rPr>
          <w:rFonts w:ascii="Times New Roman" w:hAnsi="Times New Roman"/>
          <w:bCs/>
        </w:rPr>
        <w:t>10</w:t>
      </w:r>
      <w:r w:rsidR="003768E5">
        <w:rPr>
          <w:rFonts w:ascii="Times New Roman" w:hAnsi="Times New Roman"/>
          <w:bCs/>
        </w:rPr>
        <w:t xml:space="preserve">» </w:t>
      </w:r>
      <w:r w:rsidR="00580D6E">
        <w:rPr>
          <w:rFonts w:ascii="Times New Roman" w:hAnsi="Times New Roman"/>
          <w:bCs/>
        </w:rPr>
        <w:t xml:space="preserve">июля </w:t>
      </w:r>
      <w:r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Pr="00D477AB">
        <w:rPr>
          <w:rFonts w:ascii="Times New Roman" w:hAnsi="Times New Roman"/>
          <w:bCs/>
        </w:rPr>
        <w:t>г. №</w:t>
      </w:r>
      <w:r w:rsidR="00231528">
        <w:rPr>
          <w:rFonts w:ascii="Times New Roman" w:hAnsi="Times New Roman"/>
          <w:bCs/>
        </w:rPr>
        <w:t xml:space="preserve"> </w:t>
      </w:r>
      <w:r w:rsidR="00580D6E">
        <w:rPr>
          <w:rFonts w:ascii="Times New Roman" w:hAnsi="Times New Roman"/>
          <w:bCs/>
        </w:rPr>
        <w:t>583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15D25174" w:rsidR="00C35A8F" w:rsidRPr="00042CB3" w:rsidRDefault="00373F61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222 502,8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36E4DF0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0 921,40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5529A2D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3 070,00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06D72412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  <w:r w:rsidR="00373F6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73F61">
              <w:rPr>
                <w:rFonts w:ascii="Times New Roman" w:hAnsi="Times New Roman"/>
                <w:bCs/>
                <w:sz w:val="20"/>
                <w:szCs w:val="20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282350BB" w:rsidR="00C35A8F" w:rsidRPr="00042CB3" w:rsidRDefault="00373F61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156 813,80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5370200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1 558,60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BE9BDF7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2 708,60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35776010" w:rsidR="00DD5B16" w:rsidRPr="00042CB3" w:rsidRDefault="00373F61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6C0964DA" w:rsidR="00DD5B16" w:rsidRPr="00042CB3" w:rsidRDefault="00373F61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5365456A" w:rsidR="00D23A5F" w:rsidRPr="00042CB3" w:rsidRDefault="00373F61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393F9B7E" w:rsidR="000B39E4" w:rsidRPr="00042CB3" w:rsidRDefault="00DD5B16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3F61">
              <w:rPr>
                <w:rFonts w:ascii="Times New Roman" w:hAnsi="Times New Roman"/>
                <w:sz w:val="20"/>
                <w:szCs w:val="20"/>
              </w:rPr>
              <w:t>5 167,00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04CDEE0C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</w:t>
            </w:r>
            <w:r w:rsidR="00373F61">
              <w:rPr>
                <w:rFonts w:ascii="Times New Roman" w:hAnsi="Times New Roman"/>
                <w:sz w:val="20"/>
                <w:szCs w:val="20"/>
              </w:rPr>
              <w:t> 246,10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3CE9690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</w:t>
            </w:r>
            <w:r w:rsidR="006F6D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3F61">
              <w:rPr>
                <w:rFonts w:ascii="Times New Roman" w:hAnsi="Times New Roman"/>
                <w:sz w:val="20"/>
                <w:szCs w:val="20"/>
              </w:rPr>
              <w:t>246,10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7F76AFFC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373F61">
              <w:rPr>
                <w:rFonts w:ascii="Times New Roman" w:hAnsi="Times New Roman"/>
                <w:sz w:val="20"/>
                <w:szCs w:val="20"/>
              </w:rPr>
              <w:t>4 275,90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055E870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373F61">
              <w:rPr>
                <w:rFonts w:ascii="Times New Roman" w:hAnsi="Times New Roman"/>
                <w:sz w:val="20"/>
                <w:szCs w:val="20"/>
              </w:rPr>
              <w:t>4 275,90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1C756D" w:rsidRPr="00605E90" w:rsidRDefault="00DD5B16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605B1002" w:rsidR="001C756D" w:rsidRPr="00042CB3" w:rsidRDefault="00373F61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128 227,90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4BA99A9D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D5B16"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502B0F0A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D5B16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74479A25" w:rsidR="00DD5B16" w:rsidRPr="00042CB3" w:rsidRDefault="00373F61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128 227,90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4C70C996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0CDE39E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502CC7" w:rsidRPr="00605E90" w:rsidRDefault="00DD5B1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26635354" w:rsidR="00502CC7" w:rsidRPr="00042CB3" w:rsidRDefault="00373F61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60 818,50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0B4206" w:rsidRPr="00605E90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58737C99" w:rsidR="000B4206" w:rsidRPr="00042CB3" w:rsidRDefault="00373F61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60 818,50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DD5B16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20B02165" w:rsidR="000B4206" w:rsidRPr="00042CB3" w:rsidRDefault="00373F61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03433E75" w:rsidR="000B4206" w:rsidRPr="00042CB3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0E926F6A" w:rsidR="00DD5B16" w:rsidRPr="00042CB3" w:rsidRDefault="00373F61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6 588,50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AC23284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D5B16">
              <w:rPr>
                <w:rFonts w:ascii="Times New Roman" w:hAnsi="Times New Roman"/>
                <w:sz w:val="20"/>
                <w:szCs w:val="20"/>
              </w:rPr>
              <w:t>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7479FE9" w:rsidR="000B4206" w:rsidRPr="00042CB3" w:rsidRDefault="00373F61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37 837,60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38A7795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 w:rsidR="007F2461"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F2461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715DF769" w:rsidR="007F2461" w:rsidRPr="00042CB3" w:rsidRDefault="00373F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6F6DB6">
              <w:rPr>
                <w:rFonts w:ascii="Times New Roman" w:hAnsi="Times New Roman"/>
                <w:sz w:val="20"/>
                <w:szCs w:val="20"/>
              </w:rPr>
              <w:t> 837,60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333F8C2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0FE41EE1" w:rsidR="000B4206" w:rsidRPr="00042CB3" w:rsidRDefault="006F6DB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22 447,30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05ED0824" w:rsidR="000B4206" w:rsidRPr="00042CB3" w:rsidRDefault="006F6DB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22 447,30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623D0A11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6F6DB6">
              <w:rPr>
                <w:rFonts w:ascii="Times New Roman" w:hAnsi="Times New Roman"/>
                <w:bCs/>
                <w:sz w:val="20"/>
                <w:szCs w:val="20"/>
              </w:rPr>
              <w:t>8 585,90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3DAF316A" w:rsidR="000B4206" w:rsidRPr="003E40A6" w:rsidRDefault="006F6DB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28 585,90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0093F96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2B6930">
              <w:rPr>
                <w:rFonts w:ascii="Times New Roman" w:hAnsi="Times New Roman"/>
                <w:sz w:val="20"/>
                <w:szCs w:val="20"/>
              </w:rPr>
              <w:t>8</w:t>
            </w:r>
            <w:r w:rsidR="006F6DB6">
              <w:rPr>
                <w:rFonts w:ascii="Times New Roman" w:hAnsi="Times New Roman"/>
                <w:sz w:val="20"/>
                <w:szCs w:val="20"/>
              </w:rPr>
              <w:t> 539,90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377916F8" w:rsidR="005E184D" w:rsidRPr="00042CB3" w:rsidRDefault="002B6930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6F6DB6">
              <w:rPr>
                <w:rFonts w:ascii="Times New Roman" w:hAnsi="Times New Roman"/>
                <w:sz w:val="20"/>
                <w:szCs w:val="20"/>
              </w:rPr>
              <w:t> 539,90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4B69243C" w:rsidR="000B4206" w:rsidRPr="00042CB3" w:rsidRDefault="006F6DB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109463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C2EAE99" w:rsidR="005E184D" w:rsidRPr="00042CB3" w:rsidRDefault="006F6DB6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C5E6" w14:textId="77777777" w:rsidR="00F324B7" w:rsidRDefault="00F324B7" w:rsidP="006F0544">
      <w:r>
        <w:separator/>
      </w:r>
    </w:p>
  </w:endnote>
  <w:endnote w:type="continuationSeparator" w:id="0">
    <w:p w14:paraId="199054B8" w14:textId="77777777" w:rsidR="00F324B7" w:rsidRDefault="00F324B7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2055" w14:textId="77777777" w:rsidR="00F324B7" w:rsidRDefault="00F324B7" w:rsidP="006F0544">
      <w:r>
        <w:separator/>
      </w:r>
    </w:p>
  </w:footnote>
  <w:footnote w:type="continuationSeparator" w:id="0">
    <w:p w14:paraId="16BC872D" w14:textId="77777777" w:rsidR="00F324B7" w:rsidRDefault="00F324B7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3F61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0D6E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DB6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4B7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214</TotalTime>
  <Pages>5</Pages>
  <Words>938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7042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12</cp:revision>
  <cp:lastPrinted>2023-01-13T06:58:00Z</cp:lastPrinted>
  <dcterms:created xsi:type="dcterms:W3CDTF">2023-06-01T06:16:00Z</dcterms:created>
  <dcterms:modified xsi:type="dcterms:W3CDTF">2024-05-06T08:17:00Z</dcterms:modified>
</cp:coreProperties>
</file>