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77777777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C13D51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694CD455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477AB">
        <w:rPr>
          <w:rFonts w:ascii="Times New Roman" w:hAnsi="Times New Roman"/>
          <w:bCs/>
        </w:rPr>
        <w:t>от «</w:t>
      </w:r>
      <w:r w:rsidR="0023761C">
        <w:rPr>
          <w:rFonts w:ascii="Times New Roman" w:hAnsi="Times New Roman"/>
          <w:bCs/>
        </w:rPr>
        <w:t>___</w:t>
      </w:r>
      <w:r w:rsidR="003768E5">
        <w:rPr>
          <w:rFonts w:ascii="Times New Roman" w:hAnsi="Times New Roman"/>
          <w:bCs/>
        </w:rPr>
        <w:t xml:space="preserve">» </w:t>
      </w:r>
      <w:r w:rsidR="008A6972">
        <w:rPr>
          <w:rFonts w:ascii="Times New Roman" w:hAnsi="Times New Roman"/>
          <w:bCs/>
        </w:rPr>
        <w:t xml:space="preserve"> </w:t>
      </w:r>
      <w:r w:rsidR="0023761C">
        <w:rPr>
          <w:rFonts w:ascii="Times New Roman" w:hAnsi="Times New Roman"/>
          <w:bCs/>
        </w:rPr>
        <w:t>_________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BD7E08">
        <w:rPr>
          <w:rFonts w:ascii="Times New Roman" w:hAnsi="Times New Roman"/>
          <w:bCs/>
        </w:rPr>
        <w:t>2</w:t>
      </w:r>
      <w:r w:rsidRPr="00D477AB">
        <w:rPr>
          <w:rFonts w:ascii="Times New Roman" w:hAnsi="Times New Roman"/>
          <w:bCs/>
        </w:rPr>
        <w:t>г. №</w:t>
      </w:r>
      <w:r w:rsidR="008A6972">
        <w:rPr>
          <w:rFonts w:ascii="Times New Roman" w:hAnsi="Times New Roman"/>
          <w:bCs/>
        </w:rPr>
        <w:t xml:space="preserve"> </w:t>
      </w:r>
      <w:r w:rsidR="0023761C">
        <w:rPr>
          <w:rFonts w:ascii="Times New Roman" w:hAnsi="Times New Roman"/>
          <w:bCs/>
        </w:rPr>
        <w:t>___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E829C6B" w:rsidR="00C35A8F" w:rsidRPr="00605E90" w:rsidRDefault="00AC7CC6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23761C">
              <w:rPr>
                <w:rFonts w:ascii="Times New Roman" w:hAnsi="Times New Roman"/>
                <w:bCs/>
                <w:sz w:val="20"/>
                <w:szCs w:val="20"/>
              </w:rPr>
              <w:t>64 159,00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0E0A5DD2" w:rsidR="00C35A8F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 3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70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00764D89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172 1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98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77777777" w:rsidR="00C35A8F" w:rsidRPr="00C62C25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117 607,00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3E997074" w:rsidR="004F7249" w:rsidRPr="00605E90" w:rsidRDefault="0023761C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193 460,10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4497A5F8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38913913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13F9451F" w:rsidR="00C35A8F" w:rsidRPr="00605E90" w:rsidRDefault="0023761C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70 698,90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3B289601" w:rsidR="00C35A8F" w:rsidRPr="00605E90" w:rsidRDefault="00BD7E08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57 1</w:t>
            </w:r>
            <w:r w:rsidR="00CA0044">
              <w:rPr>
                <w:rFonts w:ascii="Times New Roman" w:hAnsi="Times New Roman"/>
                <w:sz w:val="20"/>
                <w:szCs w:val="20"/>
              </w:rPr>
              <w:t>29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2ABA2E1A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58 2</w:t>
            </w:r>
            <w:r w:rsidR="00CA0044">
              <w:rPr>
                <w:rFonts w:ascii="Times New Roman" w:hAnsi="Times New Roman"/>
                <w:sz w:val="20"/>
                <w:szCs w:val="20"/>
              </w:rPr>
              <w:t>75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77777777" w:rsidR="00C35A8F" w:rsidRPr="00C62C25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71 025,50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77777777" w:rsidR="00C35A8F" w:rsidRPr="00BD2220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73 449,30</w:t>
            </w:r>
          </w:p>
        </w:tc>
      </w:tr>
      <w:tr w:rsidR="00BD7E08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BD7E08" w:rsidRPr="00DD58E2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9D3A04A" w:rsidR="00BD7E08" w:rsidRPr="00605E90" w:rsidRDefault="0023761C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193 460,10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1A657C92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4FB1E517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E63B4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8E63B4" w:rsidRPr="00DD58E2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37DCB730" w:rsidR="008E63B4" w:rsidRPr="00605E90" w:rsidRDefault="0023761C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193 460,10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ED484B7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462BE41F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72A09FA1" w:rsidR="00D23A5F" w:rsidRPr="00605E90" w:rsidRDefault="0023761C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66342AD4" w:rsidR="00D23A5F" w:rsidRPr="00605E90" w:rsidRDefault="003908EE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B072541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0C63405" w:rsidR="00B408F9" w:rsidRPr="00605E90" w:rsidRDefault="0023761C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7DA5A14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34DED7F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5C0B6C69" w:rsidR="00D23A5F" w:rsidRPr="00605E90" w:rsidRDefault="0023761C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176 154,20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4844DA4B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8D4960"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1303938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D4960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524E8141" w:rsidR="008D4960" w:rsidRPr="00605E90" w:rsidRDefault="00AC7CC6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  <w:r w:rsidR="0023761C">
              <w:rPr>
                <w:rFonts w:ascii="Times New Roman" w:hAnsi="Times New Roman"/>
                <w:sz w:val="20"/>
                <w:szCs w:val="20"/>
              </w:rPr>
              <w:t> 154,20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5BB51FC7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3EED1522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1F0527B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11 260,40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4FD60270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6E6FDAAF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>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75BE8750" w:rsidR="00B408F9" w:rsidRPr="00605E90" w:rsidRDefault="0023761C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11 260,40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1C0CC56F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574B64C6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7BDF3DC8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43 484,60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2B4BA09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2 0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1E363161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277AD709" w:rsidR="00B408F9" w:rsidRPr="00605E90" w:rsidRDefault="0023761C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43 484,60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2F30A7D8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32 0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19A1AECC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</w:t>
            </w:r>
            <w:r w:rsidR="00CA0044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2CDCDD9" w:rsidR="00AC7CC6" w:rsidRPr="00605E90" w:rsidRDefault="0023761C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10 557,50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5D2F2BA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29674C6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C7CC6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4AE9EDB4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096433C5" w:rsidR="00AC7CC6" w:rsidRPr="00605E90" w:rsidRDefault="0023761C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10 557,50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EAF06" w14:textId="113B36FD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0B3033B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C7CC6" w:rsidRPr="00C62C25" w14:paraId="79DEEEC8" w14:textId="77777777" w:rsidTr="00FF1AE3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4D02DA26" w:rsidR="00AC7CC6" w:rsidRPr="00605E90" w:rsidRDefault="008D375B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5 254,60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1B6C5402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771166" w14:textId="1654A180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1E34FD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AC7CC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7BCB9AE9" w:rsidR="00AC7CC6" w:rsidRPr="00605E90" w:rsidRDefault="008D375B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5 254,6</w:t>
            </w:r>
            <w:r w:rsidR="00AC7CC6" w:rsidRPr="00605E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2EEFB2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7BB5761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AC7CC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66C3F678" w:rsidR="00AC7CC6" w:rsidRPr="00605E90" w:rsidRDefault="008D375B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24 398,00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4E5E061E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24 3</w:t>
            </w:r>
            <w:r w:rsidR="00CA0044">
              <w:rPr>
                <w:rFonts w:ascii="Times New Roman" w:hAnsi="Times New Roman"/>
                <w:sz w:val="20"/>
                <w:szCs w:val="20"/>
              </w:rPr>
              <w:t>78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462C254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</w:t>
            </w:r>
            <w:r w:rsidR="00CA0044">
              <w:rPr>
                <w:rFonts w:ascii="Times New Roman" w:hAnsi="Times New Roman"/>
                <w:sz w:val="20"/>
                <w:szCs w:val="20"/>
              </w:rPr>
              <w:t>45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AC7CC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C7CC6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4607BE9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4 </w:t>
            </w:r>
            <w:r w:rsidR="008D375B">
              <w:rPr>
                <w:rFonts w:ascii="Times New Roman" w:hAnsi="Times New Roman"/>
                <w:sz w:val="20"/>
                <w:szCs w:val="20"/>
              </w:rPr>
              <w:t>398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7ECD44A0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24 3</w:t>
            </w:r>
            <w:r w:rsidR="00CA0044">
              <w:rPr>
                <w:rFonts w:ascii="Times New Roman" w:hAnsi="Times New Roman"/>
                <w:sz w:val="20"/>
                <w:szCs w:val="20"/>
              </w:rPr>
              <w:t>78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4823847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</w:t>
            </w:r>
            <w:r w:rsidR="00CA0044">
              <w:rPr>
                <w:rFonts w:ascii="Times New Roman" w:hAnsi="Times New Roman"/>
                <w:sz w:val="20"/>
                <w:szCs w:val="20"/>
              </w:rPr>
              <w:t>45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AC7CC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C7CC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C7CC6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5833972A" w:rsidR="00AC7CC6" w:rsidRPr="00605E90" w:rsidRDefault="008D375B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BE162E3" w:rsidR="00AC7CC6" w:rsidRPr="00605E90" w:rsidRDefault="008D375B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3BA9E4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6EBD262C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38B03E5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AC7CC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172D171A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D0942">
              <w:rPr>
                <w:rFonts w:ascii="Times New Roman" w:hAnsi="Times New Roman"/>
                <w:bCs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4C0EB630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4B565EA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AC7CC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19C7CFF1" w:rsidR="00AC7CC6" w:rsidRPr="00605E90" w:rsidRDefault="00BD0942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4A5E4271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015C3B5E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AC7CC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70C2CAB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 w:rsidR="00BD0942">
              <w:rPr>
                <w:rFonts w:ascii="Times New Roman" w:hAnsi="Times New Roman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6585E7A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0587811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AC7CC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252CBB3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BD0942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0C35CE7C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1BF9C27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AC7CC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C7CC6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0D78B013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BD0942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7E0B6C16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5213395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6F30D" w14:textId="77777777" w:rsidR="00F90665" w:rsidRDefault="00F90665" w:rsidP="006F0544">
      <w:r>
        <w:separator/>
      </w:r>
    </w:p>
  </w:endnote>
  <w:endnote w:type="continuationSeparator" w:id="0">
    <w:p w14:paraId="04D94DF7" w14:textId="77777777" w:rsidR="00F90665" w:rsidRDefault="00F90665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C7B1F" w14:textId="77777777" w:rsidR="00F90665" w:rsidRDefault="00F90665" w:rsidP="006F0544">
      <w:r>
        <w:separator/>
      </w:r>
    </w:p>
  </w:footnote>
  <w:footnote w:type="continuationSeparator" w:id="0">
    <w:p w14:paraId="21C28516" w14:textId="77777777" w:rsidR="00F90665" w:rsidRDefault="00F90665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40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6730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3</cp:revision>
  <cp:lastPrinted>2022-02-28T08:10:00Z</cp:lastPrinted>
  <dcterms:created xsi:type="dcterms:W3CDTF">2022-10-11T10:25:00Z</dcterms:created>
  <dcterms:modified xsi:type="dcterms:W3CDTF">2022-10-11T11:09:00Z</dcterms:modified>
</cp:coreProperties>
</file>