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77777777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 xml:space="preserve">Приложение </w:t>
      </w:r>
      <w:r w:rsidR="00E12A90">
        <w:rPr>
          <w:rFonts w:ascii="Times New Roman" w:hAnsi="Times New Roman"/>
          <w:bCs/>
        </w:rPr>
        <w:t>2</w:t>
      </w:r>
      <w:r w:rsidR="00611D37"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16A6A5E3" w:rsidR="00DB41D8" w:rsidRPr="003E50FE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val="en-US" w:eastAsia="ru-RU"/>
        </w:rPr>
      </w:pPr>
      <w:r w:rsidRPr="0067125F">
        <w:rPr>
          <w:rFonts w:ascii="Times New Roman" w:hAnsi="Times New Roman"/>
          <w:bCs/>
        </w:rPr>
        <w:t>от «</w:t>
      </w:r>
      <w:r w:rsidR="003E50FE">
        <w:rPr>
          <w:rFonts w:ascii="Times New Roman" w:hAnsi="Times New Roman"/>
          <w:bCs/>
          <w:lang w:val="en-US"/>
        </w:rPr>
        <w:t>___</w:t>
      </w:r>
      <w:r w:rsidRPr="0067125F">
        <w:rPr>
          <w:rFonts w:ascii="Times New Roman" w:hAnsi="Times New Roman"/>
          <w:bCs/>
        </w:rPr>
        <w:t>»</w:t>
      </w:r>
      <w:r w:rsidR="00773FC5">
        <w:rPr>
          <w:rFonts w:ascii="Times New Roman" w:hAnsi="Times New Roman"/>
          <w:bCs/>
        </w:rPr>
        <w:t xml:space="preserve"> </w:t>
      </w:r>
      <w:r w:rsidR="003E50FE">
        <w:rPr>
          <w:rFonts w:ascii="Times New Roman" w:hAnsi="Times New Roman"/>
          <w:bCs/>
          <w:lang w:val="en-US"/>
        </w:rPr>
        <w:t>_________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B62483">
        <w:rPr>
          <w:rFonts w:ascii="Times New Roman" w:hAnsi="Times New Roman"/>
          <w:bCs/>
        </w:rPr>
        <w:t>2</w:t>
      </w:r>
      <w:r w:rsidR="00773FC5">
        <w:rPr>
          <w:rFonts w:ascii="Times New Roman" w:hAnsi="Times New Roman"/>
          <w:bCs/>
        </w:rPr>
        <w:t>г. №</w:t>
      </w:r>
      <w:r w:rsidR="000F2B06">
        <w:rPr>
          <w:rFonts w:ascii="Times New Roman" w:hAnsi="Times New Roman"/>
          <w:bCs/>
        </w:rPr>
        <w:t xml:space="preserve"> </w:t>
      </w:r>
      <w:r w:rsidR="003E50FE">
        <w:rPr>
          <w:rFonts w:ascii="Times New Roman" w:hAnsi="Times New Roman"/>
          <w:bCs/>
          <w:lang w:val="en-US"/>
        </w:rPr>
        <w:t>___</w:t>
      </w:r>
    </w:p>
    <w:tbl>
      <w:tblPr>
        <w:tblW w:w="1515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</w:tblGrid>
      <w:tr w:rsidR="00B75943" w:rsidRPr="00DB41D8" w14:paraId="20465A99" w14:textId="77777777" w:rsidTr="00DB41D8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DB41D8" w:rsidRPr="00DB41D8" w:rsidRDefault="00B75943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B75943" w:rsidRPr="00DB41D8" w:rsidRDefault="00917264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="00DB41D8"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FD2237" w:rsidRPr="00FD2237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FD2237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FD2237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FD2237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641539" w:rsidRDefault="00A73DD0" w:rsidP="00A73DD0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FD2237" w:rsidRPr="00FD2237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641539" w:rsidRDefault="00A73DD0" w:rsidP="00A73DD0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FD2237" w:rsidRPr="00FD2237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FD2237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238285C1" w:rsidR="000D1EE1" w:rsidRPr="00641539" w:rsidRDefault="003E50FE" w:rsidP="00E01A54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264 159.00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779BEFDA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4D3C4B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4D3C4B">
              <w:rPr>
                <w:rFonts w:ascii="Times New Roman" w:hAnsi="Times New Roman"/>
                <w:bCs/>
                <w:sz w:val="20"/>
                <w:szCs w:val="20"/>
              </w:rPr>
              <w:t>70,3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744C0772" w:rsidR="000D1EE1" w:rsidRPr="00FD2237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172 1</w:t>
            </w:r>
            <w:r w:rsidR="004D3C4B">
              <w:rPr>
                <w:rFonts w:ascii="Times New Roman" w:hAnsi="Times New Roman"/>
                <w:bCs/>
                <w:sz w:val="20"/>
                <w:szCs w:val="20"/>
              </w:rPr>
              <w:t>98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117 607,00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FD2237" w:rsidRPr="00FD2237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FD2237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4A28B0DA" w:rsidR="005A7215" w:rsidRPr="00641539" w:rsidRDefault="000D1EE1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1 706,1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FD2237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79199699" w:rsidR="005A7215" w:rsidRPr="00641539" w:rsidRDefault="00C93750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123 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082.80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1CCC0E08" w:rsidR="005A7215" w:rsidRPr="00FD2237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sz w:val="20"/>
                <w:szCs w:val="20"/>
              </w:rPr>
              <w:t>8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 6</w:t>
            </w:r>
            <w:r w:rsidR="004D3C4B">
              <w:rPr>
                <w:rFonts w:ascii="Times New Roman" w:hAnsi="Times New Roman"/>
                <w:sz w:val="20"/>
                <w:szCs w:val="20"/>
              </w:rPr>
              <w:t>22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66CF16B1" w:rsidR="005A7215" w:rsidRPr="00FD2237" w:rsidRDefault="000D1EE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71 3</w:t>
            </w:r>
            <w:r w:rsidR="004D3C4B">
              <w:rPr>
                <w:rFonts w:ascii="Times New Roman" w:eastAsia="Calibri" w:hAnsi="Times New Roman"/>
                <w:sz w:val="20"/>
                <w:szCs w:val="20"/>
              </w:rPr>
              <w:t>60</w:t>
            </w:r>
            <w:r w:rsidRPr="00FD2237">
              <w:rPr>
                <w:rFonts w:ascii="Times New Roman" w:eastAsia="Calibri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FD2237" w:rsidRPr="00FD2237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FD2237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FD2237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3AFEE774" w:rsidR="005A7215" w:rsidRPr="00641539" w:rsidRDefault="000D1EE1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39 370.10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59670467" w:rsidR="005A7215" w:rsidRPr="00FD2237" w:rsidRDefault="000D1EE1" w:rsidP="000D1E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97 748,30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10A560A2" w:rsidR="005A7215" w:rsidRPr="00FD2237" w:rsidRDefault="000D1EE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100 838,60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108 835,30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FD2237" w:rsidRPr="00FD2237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641539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641539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641539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641539" w:rsidRDefault="005A7215" w:rsidP="008562ED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D2237" w:rsidRPr="00FD2237" w14:paraId="3D1F0BA8" w14:textId="77777777" w:rsidTr="00035B4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FD2237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35E92D16" w:rsidR="008562ED" w:rsidRPr="00641539" w:rsidRDefault="003E50FE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193 460.10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83FEA4" w14:textId="2307B5BB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 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CC8C9B" w14:textId="4FDB04CB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113 923,20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46 581,50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FD2237" w:rsidRPr="00FD2237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641539" w:rsidRDefault="000D1EE1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5AC82DE" w14:textId="77777777" w:rsidTr="00035B4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439EE913" w:rsidR="008562ED" w:rsidRPr="00641539" w:rsidRDefault="00C93750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122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127.80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3B7403" w14:textId="462D84B7" w:rsidR="008562ED" w:rsidRPr="00FD2237" w:rsidRDefault="000D1EE1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E93EC" w14:textId="7C6B0C31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0D1EE1" w:rsidRPr="00FD2237">
              <w:rPr>
                <w:rFonts w:ascii="Times New Roman" w:hAnsi="Times New Roman"/>
                <w:bCs/>
                <w:sz w:val="20"/>
                <w:szCs w:val="20"/>
              </w:rPr>
              <w:t>0 359,00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DD8FE2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FD2237" w:rsidRPr="00FD2237" w14:paraId="68371B7C" w14:textId="77777777" w:rsidTr="00035B45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3B5711EA" w:rsidR="008562ED" w:rsidRPr="00641539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C93750"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</w:t>
            </w:r>
            <w:r w:rsidR="003E50FE"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 626.20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8C8556" w14:textId="1CD8D386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  <w:r w:rsidR="000D1EE1" w:rsidRPr="00FD2237">
              <w:rPr>
                <w:rFonts w:ascii="Times New Roman" w:hAnsi="Times New Roman"/>
                <w:bCs/>
                <w:sz w:val="20"/>
                <w:szCs w:val="20"/>
              </w:rPr>
              <w:t> 584,90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E3D4EA" w14:textId="097DC175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43 564,20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6BCF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38 689,80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FD2237" w:rsidRPr="00FD2237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D2237" w:rsidRPr="00FD2237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FD2237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FD2237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3A188631" w:rsidR="008562ED" w:rsidRPr="00641539" w:rsidRDefault="003E50FE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6 045.50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69F9591C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4 015,</w:t>
            </w:r>
            <w:r w:rsidR="00A714D0"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B166441" w:rsidR="008562ED" w:rsidRPr="00FD2237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77777777" w:rsidR="008562ED" w:rsidRPr="00FD2237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4 034,0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FD2237" w:rsidRPr="00FD2237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A714D0" w:rsidRPr="00FD2237" w:rsidRDefault="00A714D0" w:rsidP="00A714D0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6BB6CD18" w:rsidR="00A714D0" w:rsidRPr="00641539" w:rsidRDefault="003E50FE" w:rsidP="00A714D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6 045.50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1FBDBD8F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0BBA7FF6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77777777" w:rsidR="00A714D0" w:rsidRPr="00FD2237" w:rsidRDefault="00A714D0" w:rsidP="00A714D0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4 034,0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FD2237" w:rsidRPr="00FD2237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76815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FD2237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08D74A" w14:textId="1D383305" w:rsidR="008562ED" w:rsidRPr="00641539" w:rsidRDefault="00C93750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176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154.20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37EE7F" w14:textId="178DB96C" w:rsidR="008562ED" w:rsidRPr="00FD2237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</w:t>
            </w:r>
            <w:r w:rsidR="00E01A54">
              <w:rPr>
                <w:rFonts w:ascii="Times New Roman" w:hAnsi="Times New Roman"/>
                <w:sz w:val="20"/>
                <w:szCs w:val="20"/>
              </w:rPr>
              <w:t>5</w:t>
            </w:r>
            <w:r w:rsidR="00A714D0" w:rsidRPr="00FD2237">
              <w:rPr>
                <w:rFonts w:ascii="Times New Roman" w:hAnsi="Times New Roman"/>
                <w:sz w:val="20"/>
                <w:szCs w:val="20"/>
              </w:rPr>
              <w:t> 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57C50" w14:textId="7E634A56" w:rsidR="008562ED" w:rsidRPr="00FD2237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99 474,80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3F04C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36 668,30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FD2237" w:rsidRPr="00FD2237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FD2237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641539" w:rsidRDefault="00A714D0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F63295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FD2237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589E5A52" w:rsidR="00DA1E7A" w:rsidRPr="00641539" w:rsidRDefault="00C93750" w:rsidP="00DA1E7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122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127.80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EEB75B" w14:textId="674C58EC" w:rsidR="00DA1E7A" w:rsidRPr="00FD2237" w:rsidRDefault="00A714D0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sz w:val="20"/>
                <w:szCs w:val="20"/>
              </w:rPr>
              <w:t>7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D10B4" w14:textId="2E44EEC3" w:rsidR="00DA1E7A" w:rsidRPr="00FD2237" w:rsidRDefault="00A714D0" w:rsidP="00DA1E7A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70 359,00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684F5" w14:textId="77777777" w:rsidR="00DA1E7A" w:rsidRPr="00FD2237" w:rsidRDefault="00DA1E7A" w:rsidP="00DA1E7A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FD2237" w:rsidRDefault="00DA1E7A" w:rsidP="00DA1E7A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FD2237" w:rsidRPr="00FD2237" w14:paraId="1EBDA8F9" w14:textId="77777777" w:rsidTr="002828B4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FD2237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2E69A2E3" w:rsidR="008562ED" w:rsidRPr="00641539" w:rsidRDefault="009A341F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A010DA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2 320,30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7177AF90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3CC88E" w14:textId="543595E2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9 115,80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E6C7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28 776,60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FD2237" w:rsidRPr="00FD2237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2E7480CE" w:rsidR="008562ED" w:rsidRPr="00641539" w:rsidRDefault="003E50FE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11 260.40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75BF1E81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72C9BE02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FD2237" w:rsidRPr="00FD2237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641539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6DEA7C2B" w:rsidR="009A341F" w:rsidRPr="00641539" w:rsidRDefault="00A010DA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1 260.40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028D6786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0FDC7851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FD2237" w:rsidRPr="00FD2237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0D23700A" w:rsidR="008562ED" w:rsidRPr="00641539" w:rsidRDefault="003E50FE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43 484.60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0717133C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32 0</w:t>
            </w:r>
            <w:r w:rsidR="004D3C4B">
              <w:rPr>
                <w:rFonts w:ascii="Times New Roman" w:hAnsi="Times New Roman"/>
                <w:bCs/>
                <w:sz w:val="20"/>
                <w:szCs w:val="20"/>
              </w:rPr>
              <w:t>74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5790F434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33 2</w:t>
            </w:r>
            <w:r w:rsidR="004D3C4B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45 419,50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FD2237" w:rsidRPr="00FD2237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D2237" w:rsidRPr="00FD2237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764DDAE6" w:rsidR="008562ED" w:rsidRPr="00641539" w:rsidRDefault="003A3196" w:rsidP="008562ED">
            <w:pPr>
              <w:ind w:firstLine="0"/>
              <w:rPr>
                <w:color w:val="000000" w:themeColor="text1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65EFD8D1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4D3C4B">
              <w:rPr>
                <w:rFonts w:ascii="Times New Roman" w:hAnsi="Times New Roman"/>
                <w:bCs/>
                <w:sz w:val="20"/>
                <w:szCs w:val="20"/>
              </w:rPr>
              <w:t>66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7704707E" w:rsidR="008562ED" w:rsidRPr="00FD2237" w:rsidRDefault="004D3C4B" w:rsidP="008562ED">
            <w:pPr>
              <w:ind w:firstLine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1 001</w:t>
            </w:r>
            <w:r w:rsidR="00887836" w:rsidRPr="00FD2237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FD2237" w:rsidRPr="00FD2237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8562ED" w:rsidRPr="00FD2237" w:rsidRDefault="00AD056F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5763BF9" w:rsidR="008562ED" w:rsidRPr="00641539" w:rsidRDefault="003E50FE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42 529.60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2B5D0B77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31 108,00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2A9D577C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32 219,00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44 539,50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FD2237" w:rsidRPr="00FD2237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D2237" w:rsidRPr="00FD2237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294C120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бюджет Калачеевского </w:t>
            </w: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37" w:rsidRPr="00FD2237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37" w:rsidRPr="00FD2237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D2237" w:rsidRPr="00FD2237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37" w:rsidRPr="00FD2237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муниципального района от чрезвычайных ситуаций </w:t>
            </w: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B7A70B" w:rsidR="009A341F" w:rsidRPr="00641539" w:rsidRDefault="003E50FE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10 557.50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23200FAA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16E0416E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FD2237" w:rsidRPr="00FD2237" w14:paraId="3CB5F9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0F8B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BC041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487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EB1B08B" w14:textId="77777777" w:rsidTr="009D1F48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8562ED" w:rsidRPr="00FD2237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84A500F" w:rsidR="008562ED" w:rsidRPr="00641539" w:rsidRDefault="003E50FE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10 557.50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D7118" w14:textId="35D269FF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6024075B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FD2237" w:rsidRPr="00FD2237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2FF3AB22" w:rsidR="009A341F" w:rsidRPr="00641539" w:rsidRDefault="003E50FE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5 254.60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484B8D4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7 336,00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2A395276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7 615,00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FD2237" w:rsidRPr="00FD2237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FD2237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0C0197F7" w:rsidR="008562ED" w:rsidRPr="00641539" w:rsidRDefault="003E50FE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5 254.6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420E2A58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671F9ECF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FD2237" w:rsidRPr="00FD2237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FD2237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34BDE75A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A3196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398.00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42294992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E27026" w:rsidRPr="00FD2237">
              <w:rPr>
                <w:rFonts w:ascii="Times New Roman" w:hAnsi="Times New Roman"/>
                <w:sz w:val="20"/>
                <w:szCs w:val="20"/>
              </w:rPr>
              <w:t>4 3</w:t>
            </w:r>
            <w:r w:rsidR="004D3C4B">
              <w:rPr>
                <w:rFonts w:ascii="Times New Roman" w:hAnsi="Times New Roman"/>
                <w:sz w:val="20"/>
                <w:szCs w:val="20"/>
              </w:rPr>
              <w:t>78</w:t>
            </w:r>
            <w:r w:rsidR="00E27026" w:rsidRPr="00FD223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23C937AE" w:rsidR="008562ED" w:rsidRPr="00FD2237" w:rsidRDefault="00E27026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25 2</w:t>
            </w:r>
            <w:r w:rsidR="004D3C4B">
              <w:rPr>
                <w:rFonts w:ascii="Times New Roman" w:hAnsi="Times New Roman"/>
                <w:sz w:val="20"/>
                <w:szCs w:val="20"/>
              </w:rPr>
              <w:t>45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37 587,50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FD2237" w:rsidRPr="00FD2237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FD2237" w:rsidRDefault="00E27026" w:rsidP="00E27026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7D3C1212" w:rsidR="00E27026" w:rsidRPr="00641539" w:rsidRDefault="00E27026" w:rsidP="00E27026">
            <w:pPr>
              <w:ind w:firstLine="0"/>
              <w:rPr>
                <w:color w:val="000000" w:themeColor="text1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</w:t>
            </w:r>
            <w:r w:rsidR="003A3196"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08646FBD" w:rsidR="00E27026" w:rsidRPr="00FD2237" w:rsidRDefault="00E27026" w:rsidP="00E27026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4D3C4B">
              <w:rPr>
                <w:rFonts w:ascii="Times New Roman" w:hAnsi="Times New Roman"/>
                <w:bCs/>
                <w:sz w:val="20"/>
                <w:szCs w:val="20"/>
              </w:rPr>
              <w:t>66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50D2EFB2" w:rsidR="00E27026" w:rsidRPr="00FD2237" w:rsidRDefault="004D3C4B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1 001,</w:t>
            </w:r>
            <w:r w:rsidR="00E27026" w:rsidRPr="00FD2237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FD2237" w:rsidRPr="00FD2237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FD2237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FD2237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1343616C" w:rsidR="008562ED" w:rsidRPr="00641539" w:rsidRDefault="00134312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A3196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3E50FE"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443.00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2C736B84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134312" w:rsidRPr="00FD2237">
              <w:rPr>
                <w:rFonts w:ascii="Times New Roman" w:hAnsi="Times New Roman"/>
                <w:sz w:val="20"/>
                <w:szCs w:val="20"/>
              </w:rPr>
              <w:t>3 412,00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0FC85AED" w:rsidR="008562ED" w:rsidRPr="00FD2237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24 244,00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36 707,50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FD2237" w:rsidRPr="00FD2237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314CEC78" w:rsidR="008562ED" w:rsidRPr="00641539" w:rsidRDefault="00C042B2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2237" w:rsidRPr="00FD2237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3C2E2D14" w:rsidR="008562ED" w:rsidRPr="00641539" w:rsidRDefault="00C042B2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2237" w:rsidRPr="00FD2237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8562ED" w:rsidRPr="00FD2237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64B12B4B" w:rsidR="008562ED" w:rsidRPr="00641539" w:rsidRDefault="003E50FE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2 774.5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1E3B95" w:rsidRPr="00FD2237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23FA1860" w:rsidR="001E3B95" w:rsidRPr="00641539" w:rsidRDefault="003E50FE" w:rsidP="001E3B9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2 774.50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бюджет Калачеевского </w:t>
            </w: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5E7D7965" w:rsidR="008562ED" w:rsidRPr="00641539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3A3196"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7 214,30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1D1360E9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7936ED3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FD2237" w:rsidRPr="00FD2237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8562ED" w:rsidRPr="00641539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47804BBA" w:rsidR="00887836" w:rsidRPr="00641539" w:rsidRDefault="003A3196" w:rsidP="0088783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27 214,30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935114" w14:textId="07B3C71E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3D76B66F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FD2237" w:rsidRPr="00FD2237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791BEB" w14:textId="77777777" w:rsidTr="00887836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250219A2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A3196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7 401,30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057408A2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329EEB1A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08602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FD2237" w:rsidRPr="00FD2237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414B80E0" w:rsidR="00D51866" w:rsidRPr="00641539" w:rsidRDefault="00D51866" w:rsidP="00D5186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3A3196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7 401,30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73474C6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2B1A851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FD2237" w:rsidRPr="00FD2237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6167E842" w14:textId="77777777" w:rsidTr="00887836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МКУ «Централизованная </w:t>
            </w: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D51866" w:rsidRPr="00FD2237" w:rsidRDefault="00D51866" w:rsidP="00D51866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0103940A" w:rsidR="00D51866" w:rsidRPr="00641539" w:rsidRDefault="00D51866" w:rsidP="00D5186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3A3196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70C084B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7DE6BB34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1E2BC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D51866" w:rsidRPr="00FD2237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D51866" w:rsidRPr="00FD2237" w:rsidRDefault="00D51866" w:rsidP="00D51866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D51866" w:rsidRPr="00641539" w:rsidRDefault="00D51866" w:rsidP="00D5186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D51866" w:rsidRPr="00FD2237" w:rsidRDefault="00D51866" w:rsidP="00D51866">
            <w:pPr>
              <w:ind w:firstLine="0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D51866" w:rsidRPr="00641539" w:rsidRDefault="00D51866" w:rsidP="00D5186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D51866" w:rsidRPr="00FD2237" w:rsidRDefault="00D51866" w:rsidP="00D51866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14EA1AB8" w:rsidR="00D51866" w:rsidRPr="00641539" w:rsidRDefault="00D51866" w:rsidP="00D5186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3A3196"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0F0ACCD0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51E242C6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FD2237" w:rsidRPr="00FD2237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887836" w:rsidRPr="00641539" w:rsidRDefault="00887836" w:rsidP="0088783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15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FD2237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FD2237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8884" w14:textId="77777777" w:rsidR="00D57072" w:rsidRDefault="00D57072" w:rsidP="006F0544">
      <w:r>
        <w:separator/>
      </w:r>
    </w:p>
  </w:endnote>
  <w:endnote w:type="continuationSeparator" w:id="0">
    <w:p w14:paraId="67456059" w14:textId="77777777" w:rsidR="00D57072" w:rsidRDefault="00D57072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9AB5" w14:textId="77777777" w:rsidR="00D57072" w:rsidRDefault="00D57072" w:rsidP="006F0544">
      <w:r>
        <w:separator/>
      </w:r>
    </w:p>
  </w:footnote>
  <w:footnote w:type="continuationSeparator" w:id="0">
    <w:p w14:paraId="04EDA90A" w14:textId="77777777" w:rsidR="00D57072" w:rsidRDefault="00D57072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4CC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B28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</TotalTime>
  <Pages>1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10266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7</cp:revision>
  <cp:lastPrinted>2022-02-24T08:08:00Z</cp:lastPrinted>
  <dcterms:created xsi:type="dcterms:W3CDTF">2022-10-11T10:26:00Z</dcterms:created>
  <dcterms:modified xsi:type="dcterms:W3CDTF">2022-10-11T12:44:00Z</dcterms:modified>
</cp:coreProperties>
</file>