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77777777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C13D51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66FA1856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477AB">
        <w:rPr>
          <w:rFonts w:ascii="Times New Roman" w:hAnsi="Times New Roman"/>
          <w:bCs/>
        </w:rPr>
        <w:t>от «</w:t>
      </w:r>
      <w:r w:rsidR="002127CA">
        <w:rPr>
          <w:rFonts w:ascii="Times New Roman" w:hAnsi="Times New Roman"/>
          <w:bCs/>
        </w:rPr>
        <w:t>__</w:t>
      </w:r>
      <w:r w:rsidR="003768E5">
        <w:rPr>
          <w:rFonts w:ascii="Times New Roman" w:hAnsi="Times New Roman"/>
          <w:bCs/>
        </w:rPr>
        <w:t xml:space="preserve">» </w:t>
      </w:r>
      <w:r w:rsidR="002127CA">
        <w:rPr>
          <w:rFonts w:ascii="Times New Roman" w:hAnsi="Times New Roman"/>
          <w:bCs/>
        </w:rPr>
        <w:t>_________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BD7E08">
        <w:rPr>
          <w:rFonts w:ascii="Times New Roman" w:hAnsi="Times New Roman"/>
          <w:bCs/>
        </w:rPr>
        <w:t>2</w:t>
      </w:r>
      <w:r w:rsidRPr="00D477AB">
        <w:rPr>
          <w:rFonts w:ascii="Times New Roman" w:hAnsi="Times New Roman"/>
          <w:bCs/>
        </w:rPr>
        <w:t>г. №</w:t>
      </w:r>
      <w:r w:rsidR="00364990">
        <w:rPr>
          <w:rFonts w:ascii="Times New Roman" w:hAnsi="Times New Roman"/>
          <w:bCs/>
        </w:rPr>
        <w:t xml:space="preserve"> </w:t>
      </w:r>
      <w:r w:rsidR="002127CA">
        <w:rPr>
          <w:rFonts w:ascii="Times New Roman" w:hAnsi="Times New Roman"/>
          <w:bCs/>
        </w:rPr>
        <w:t>___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1D361147" w:rsidR="00C35A8F" w:rsidRPr="00605E90" w:rsidRDefault="00BD2220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91 693,40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51BB1CFF" w:rsidR="00C35A8F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 353,30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01B37288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172 181,60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77777777" w:rsidR="00C35A8F" w:rsidRPr="00C62C25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117 607,00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AA64F63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34 450,30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4497A5F8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38913913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1948C610" w:rsidR="00C35A8F" w:rsidRPr="00605E90" w:rsidRDefault="00DD58E2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</w:t>
            </w:r>
            <w:r w:rsidR="00BD7E08" w:rsidRPr="00605E90">
              <w:rPr>
                <w:rFonts w:ascii="Times New Roman" w:hAnsi="Times New Roman"/>
                <w:sz w:val="20"/>
                <w:szCs w:val="20"/>
              </w:rPr>
              <w:t>7 </w:t>
            </w:r>
            <w:r w:rsidR="008E63B4">
              <w:rPr>
                <w:rFonts w:ascii="Times New Roman" w:hAnsi="Times New Roman"/>
                <w:sz w:val="20"/>
                <w:szCs w:val="20"/>
              </w:rPr>
              <w:t>2</w:t>
            </w:r>
            <w:r w:rsidR="00BD7E08" w:rsidRPr="00605E90">
              <w:rPr>
                <w:rFonts w:ascii="Times New Roman" w:hAnsi="Times New Roman"/>
                <w:sz w:val="20"/>
                <w:szCs w:val="20"/>
              </w:rPr>
              <w:t>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3A5BF952" w:rsidR="00C35A8F" w:rsidRPr="00605E90" w:rsidRDefault="00BD7E08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57 112,40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664C25CC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58 258,40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77777777" w:rsidR="00C35A8F" w:rsidRPr="00C62C25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71 025,50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77777777" w:rsidR="00C35A8F" w:rsidRPr="00BD2220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73 449,30</w:t>
            </w:r>
          </w:p>
        </w:tc>
      </w:tr>
      <w:tr w:rsidR="00BD7E08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BD7E08" w:rsidRPr="00DD58E2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1B718DFE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34 450,30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1A657C92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4FB1E517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E63B4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8E63B4" w:rsidRPr="00DD58E2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08684924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34 450,30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ED484B7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462BE41F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72CE31D9" w:rsidR="00D23A5F" w:rsidRPr="00605E90" w:rsidRDefault="00B408F9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  <w:r w:rsidR="008D4960">
              <w:rPr>
                <w:rFonts w:ascii="Times New Roman" w:hAnsi="Times New Roman"/>
                <w:sz w:val="20"/>
                <w:szCs w:val="20"/>
              </w:rPr>
              <w:t> 021,60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66342AD4" w:rsidR="00D23A5F" w:rsidRPr="00605E90" w:rsidRDefault="003908EE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B072541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C61533F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  <w:r w:rsidR="008D4960">
              <w:rPr>
                <w:rFonts w:ascii="Times New Roman" w:hAnsi="Times New Roman"/>
                <w:sz w:val="20"/>
                <w:szCs w:val="20"/>
              </w:rPr>
              <w:t> 021,60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7DA5A14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34DED7F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7BE05775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</w:t>
            </w:r>
            <w:r w:rsidR="008D4960">
              <w:rPr>
                <w:rFonts w:ascii="Times New Roman" w:hAnsi="Times New Roman"/>
                <w:sz w:val="20"/>
                <w:szCs w:val="20"/>
              </w:rPr>
              <w:t>8 319,90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4844DA4B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8D4960"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1303938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D4960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7FA4A480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8 319,90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5BB51FC7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3EED1522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3E3EE607" w:rsidR="001C756D" w:rsidRPr="00605E90" w:rsidRDefault="008D496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4FD60270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6E6FDAAF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>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797574A2" w:rsidR="00B408F9" w:rsidRPr="00605E90" w:rsidRDefault="008D4960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1C0CC56F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574B64C6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C6ADE8E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1 </w:t>
            </w:r>
            <w:r w:rsidR="008D4960">
              <w:rPr>
                <w:rFonts w:ascii="Times New Roman" w:hAnsi="Times New Roman"/>
                <w:sz w:val="20"/>
                <w:szCs w:val="20"/>
              </w:rPr>
              <w:t>4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27A39DCB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52251A27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5AC8055A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31 </w:t>
            </w:r>
            <w:r w:rsidR="008D4960">
              <w:rPr>
                <w:rFonts w:ascii="Times New Roman" w:hAnsi="Times New Roman"/>
                <w:sz w:val="20"/>
                <w:szCs w:val="20"/>
              </w:rPr>
              <w:t>4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679382DD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05A7A411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14440D1D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5D2F2BA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29674C6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1C756D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4AE9EDB4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40761086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EAF06" w14:textId="113B36FD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0B3033B9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1C756D" w:rsidRPr="00C62C25" w14:paraId="79DEEEC8" w14:textId="77777777" w:rsidTr="00FF1AE3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4990">
              <w:rPr>
                <w:rFonts w:ascii="Times New Roman" w:hAnsi="Times New Roman"/>
                <w:sz w:val="20"/>
                <w:szCs w:val="20"/>
              </w:rPr>
              <w:t>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5AEE5EF8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1B6C5402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="001A35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1AD0">
              <w:rPr>
                <w:rFonts w:ascii="Times New Roman" w:hAnsi="Times New Roman"/>
                <w:sz w:val="20"/>
                <w:szCs w:val="20"/>
              </w:rPr>
              <w:t>3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771166" w14:textId="1654A180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1E34FD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1C756D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30276B51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2EEFB25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</w:t>
            </w:r>
            <w:r w:rsidR="00001AD0">
              <w:rPr>
                <w:rFonts w:ascii="Times New Roman" w:hAnsi="Times New Roman"/>
                <w:sz w:val="20"/>
                <w:szCs w:val="20"/>
              </w:rPr>
              <w:t>3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7BB5761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1C756D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5755AF0F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D1D12B5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6DFD90B2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1C756D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00F3F62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6C4B2454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18A66099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1C756D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1C756D" w:rsidRPr="00C62C25" w:rsidRDefault="001C756D" w:rsidP="001C756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1C756D" w:rsidRPr="00C62C25" w:rsidRDefault="001C756D" w:rsidP="001C756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1C756D" w:rsidRPr="00605E90" w:rsidRDefault="008D496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C756D"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1C756D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56D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1C756D" w:rsidRPr="00605E90" w:rsidRDefault="008D496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C756D"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1C756D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1C756D" w:rsidRPr="00C62C25" w:rsidRDefault="00FF0CC7" w:rsidP="00B557A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56D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1C756D" w:rsidRPr="00C62C25" w:rsidRDefault="00FF0CC7" w:rsidP="00B557A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1C756D" w:rsidRPr="00C62C25" w:rsidRDefault="001C756D" w:rsidP="001C756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1C756D" w:rsidRPr="00FF1AE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1C756D" w:rsidRPr="00C62C25" w:rsidRDefault="00FF0CC7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1C756D" w:rsidRPr="00FF1AE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56D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1C756D" w:rsidRPr="00FF1AE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1C756D" w:rsidRPr="00C62C25" w:rsidRDefault="00FF0CC7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741E626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 776,10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6EBD262C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38B03E54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1C756D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F9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7E6BCAC3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25 776,10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4C0EB63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4B565EA9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1C756D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A2364F">
              <w:rPr>
                <w:rFonts w:ascii="Times New Roman" w:hAnsi="Times New Roman"/>
                <w:sz w:val="20"/>
                <w:szCs w:val="20"/>
              </w:rPr>
              <w:t> 385,7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527E8134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6 461,10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4A5E4271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 xml:space="preserve">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015C3B5E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1C756D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7D8DF996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16 461,10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6585E7A7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05878118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FF0CC7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01744443" w:rsidR="00FF0CC7" w:rsidRPr="00605E90" w:rsidRDefault="00653FA3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0C35CE7C" w:rsidR="00FF0CC7" w:rsidRPr="00605E90" w:rsidRDefault="00653FA3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1BF9C278" w:rsidR="00FF0CC7" w:rsidRPr="00605E90" w:rsidRDefault="00653FA3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FF0CC7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FF0CC7" w:rsidRPr="00605E90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FF0CC7" w:rsidRPr="00605E90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FF0CC7" w:rsidRPr="00605E90" w:rsidRDefault="00FF0CC7" w:rsidP="00FF0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FF0CC7" w:rsidRPr="00C62C25" w:rsidRDefault="00FF0CC7" w:rsidP="00FF0CC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653FA3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78B0CC06" w:rsidR="00653FA3" w:rsidRPr="00605E90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7E0B6C16" w:rsidR="00653FA3" w:rsidRPr="00605E90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52133955" w:rsidR="00653FA3" w:rsidRPr="00605E90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653FA3" w:rsidRPr="00C62C25" w:rsidRDefault="00653FA3" w:rsidP="00653F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A48A" w14:textId="77777777" w:rsidR="004D712C" w:rsidRDefault="004D712C" w:rsidP="006F0544">
      <w:r>
        <w:separator/>
      </w:r>
    </w:p>
  </w:endnote>
  <w:endnote w:type="continuationSeparator" w:id="0">
    <w:p w14:paraId="76A35AE2" w14:textId="77777777" w:rsidR="004D712C" w:rsidRDefault="004D712C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AD2AB" w14:textId="77777777" w:rsidR="004D712C" w:rsidRDefault="004D712C" w:rsidP="006F0544">
      <w:r>
        <w:separator/>
      </w:r>
    </w:p>
  </w:footnote>
  <w:footnote w:type="continuationSeparator" w:id="0">
    <w:p w14:paraId="37880BEB" w14:textId="77777777" w:rsidR="004D712C" w:rsidRDefault="004D712C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38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6712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15</cp:revision>
  <cp:lastPrinted>2022-02-28T08:10:00Z</cp:lastPrinted>
  <dcterms:created xsi:type="dcterms:W3CDTF">2022-02-21T07:39:00Z</dcterms:created>
  <dcterms:modified xsi:type="dcterms:W3CDTF">2022-03-29T12:18:00Z</dcterms:modified>
</cp:coreProperties>
</file>