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B4693" w14:textId="77777777" w:rsid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</w:p>
    <w:p w14:paraId="631F7408" w14:textId="77777777" w:rsidR="00AE3ADD" w:rsidRDefault="00843E41" w:rsidP="00843E41">
      <w:pPr>
        <w:pStyle w:val="6"/>
        <w:shd w:val="clear" w:color="auto" w:fill="auto"/>
        <w:spacing w:line="240" w:lineRule="auto"/>
        <w:ind w:firstLine="709"/>
        <w:contextualSpacing/>
        <w:jc w:val="right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  <w:r>
        <w:rPr>
          <w:rStyle w:val="41"/>
          <w:rFonts w:ascii="Arial" w:hAnsi="Arial" w:cs="Arial"/>
          <w:color w:val="auto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</w:p>
    <w:p w14:paraId="48B32FD9" w14:textId="07D11669" w:rsidR="00AE3ADD" w:rsidRPr="00D477AB" w:rsidRDefault="00AE3ADD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 xml:space="preserve">Приложение </w:t>
      </w:r>
      <w:r w:rsidR="000112B6">
        <w:rPr>
          <w:rFonts w:ascii="Times New Roman" w:hAnsi="Times New Roman"/>
          <w:bCs/>
        </w:rPr>
        <w:t>1</w:t>
      </w:r>
      <w:r w:rsidRPr="00D477AB">
        <w:rPr>
          <w:rFonts w:ascii="Times New Roman" w:hAnsi="Times New Roman"/>
          <w:bCs/>
        </w:rPr>
        <w:t xml:space="preserve"> </w:t>
      </w:r>
    </w:p>
    <w:p w14:paraId="1D3F629D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 постановлению администрации</w:t>
      </w:r>
    </w:p>
    <w:p w14:paraId="23B6DF27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Калачеевского муниципального района</w:t>
      </w:r>
    </w:p>
    <w:p w14:paraId="399BA4E6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Воронежской области</w:t>
      </w:r>
    </w:p>
    <w:p w14:paraId="7F1336F3" w14:textId="2E75294E" w:rsidR="002C07AD" w:rsidRPr="00843E41" w:rsidRDefault="00AB44FB" w:rsidP="002127CA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>
        <w:rPr>
          <w:rFonts w:ascii="Times New Roman" w:hAnsi="Times New Roman"/>
          <w:bCs/>
        </w:rPr>
        <w:t xml:space="preserve">от </w:t>
      </w:r>
      <w:r w:rsidR="00556336">
        <w:rPr>
          <w:rFonts w:ascii="Times New Roman" w:hAnsi="Times New Roman"/>
          <w:bCs/>
        </w:rPr>
        <w:t>«</w:t>
      </w:r>
      <w:r w:rsidR="008862D3">
        <w:rPr>
          <w:rFonts w:ascii="Times New Roman" w:hAnsi="Times New Roman"/>
          <w:bCs/>
        </w:rPr>
        <w:t>_</w:t>
      </w:r>
      <w:proofErr w:type="gramStart"/>
      <w:r w:rsidR="008862D3">
        <w:rPr>
          <w:rFonts w:ascii="Times New Roman" w:hAnsi="Times New Roman"/>
          <w:bCs/>
        </w:rPr>
        <w:t xml:space="preserve">_» </w:t>
      </w:r>
      <w:r w:rsidR="00F72374">
        <w:rPr>
          <w:rFonts w:ascii="Times New Roman" w:hAnsi="Times New Roman"/>
          <w:bCs/>
        </w:rPr>
        <w:t xml:space="preserve"> </w:t>
      </w:r>
      <w:r w:rsidR="008862D3">
        <w:rPr>
          <w:rFonts w:ascii="Times New Roman" w:hAnsi="Times New Roman"/>
          <w:bCs/>
        </w:rPr>
        <w:t xml:space="preserve"> </w:t>
      </w:r>
      <w:proofErr w:type="gramEnd"/>
      <w:r w:rsidR="008862D3">
        <w:rPr>
          <w:rFonts w:ascii="Times New Roman" w:hAnsi="Times New Roman"/>
          <w:bCs/>
        </w:rPr>
        <w:t xml:space="preserve">         </w:t>
      </w:r>
      <w:r w:rsidR="00F72374">
        <w:rPr>
          <w:rFonts w:ascii="Times New Roman" w:hAnsi="Times New Roman"/>
          <w:bCs/>
        </w:rPr>
        <w:t xml:space="preserve"> </w:t>
      </w:r>
      <w:r w:rsidR="00310B4E" w:rsidRPr="00D477AB">
        <w:rPr>
          <w:rFonts w:ascii="Times New Roman" w:hAnsi="Times New Roman"/>
          <w:bCs/>
        </w:rPr>
        <w:t>202</w:t>
      </w:r>
      <w:r w:rsidR="008862D3">
        <w:rPr>
          <w:rFonts w:ascii="Times New Roman" w:hAnsi="Times New Roman"/>
          <w:bCs/>
        </w:rPr>
        <w:t>4</w:t>
      </w:r>
      <w:r w:rsidR="00310B4E" w:rsidRPr="00D477AB">
        <w:rPr>
          <w:rFonts w:ascii="Times New Roman" w:hAnsi="Times New Roman"/>
          <w:bCs/>
        </w:rPr>
        <w:t>г. №</w:t>
      </w:r>
      <w:r w:rsidR="00B65F7A">
        <w:rPr>
          <w:rFonts w:ascii="Times New Roman" w:hAnsi="Times New Roman"/>
          <w:bCs/>
        </w:rPr>
        <w:t xml:space="preserve"> </w:t>
      </w:r>
      <w:r w:rsidR="008862D3">
        <w:rPr>
          <w:rFonts w:ascii="Times New Roman" w:hAnsi="Times New Roman"/>
          <w:bCs/>
        </w:rPr>
        <w:t>___</w:t>
      </w:r>
      <w:r w:rsidR="00231528">
        <w:rPr>
          <w:rFonts w:ascii="Times New Roman" w:hAnsi="Times New Roman"/>
          <w:bCs/>
        </w:rPr>
        <w:t xml:space="preserve"> </w:t>
      </w:r>
      <w:r w:rsidR="00DC0A0C">
        <w:rPr>
          <w:rFonts w:ascii="Times New Roman" w:hAnsi="Times New Roman"/>
          <w:bCs/>
        </w:rPr>
        <w:t xml:space="preserve"> </w:t>
      </w:r>
      <w:r w:rsidR="008A6972">
        <w:rPr>
          <w:rFonts w:ascii="Times New Roman" w:hAnsi="Times New Roman"/>
          <w:bCs/>
        </w:rPr>
        <w:t xml:space="preserve"> </w:t>
      </w:r>
    </w:p>
    <w:p w14:paraId="1F2FF90C" w14:textId="77777777" w:rsidR="0012161C" w:rsidRPr="00DB41D8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b/>
          <w:color w:val="auto"/>
          <w:sz w:val="24"/>
          <w:szCs w:val="24"/>
          <w:lang w:eastAsia="ru-RU"/>
        </w:rPr>
      </w:pPr>
      <w:bookmarkStart w:id="0" w:name="RANGE!A1:N50"/>
      <w:bookmarkEnd w:id="0"/>
      <w:r w:rsidRPr="00DB41D8">
        <w:rPr>
          <w:rStyle w:val="41"/>
          <w:b/>
          <w:color w:val="auto"/>
          <w:sz w:val="24"/>
          <w:szCs w:val="24"/>
          <w:lang w:eastAsia="ru-RU"/>
        </w:rPr>
        <w:t>Расходы бюджета на реализацию программы Калачеевского муниципального района «Муниципальное управление»</w:t>
      </w:r>
    </w:p>
    <w:p w14:paraId="0E720313" w14:textId="77777777" w:rsidR="00843E41" w:rsidRP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4"/>
          <w:szCs w:val="24"/>
          <w:lang w:eastAsia="ru-RU"/>
        </w:rPr>
      </w:pPr>
    </w:p>
    <w:tbl>
      <w:tblPr>
        <w:tblW w:w="15455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1998"/>
        <w:gridCol w:w="2239"/>
        <w:gridCol w:w="2055"/>
        <w:gridCol w:w="1369"/>
        <w:gridCol w:w="1418"/>
        <w:gridCol w:w="1417"/>
        <w:gridCol w:w="1276"/>
        <w:gridCol w:w="1134"/>
        <w:gridCol w:w="1275"/>
        <w:gridCol w:w="1259"/>
        <w:gridCol w:w="15"/>
      </w:tblGrid>
      <w:tr w:rsidR="00C35A8F" w:rsidRPr="00C35A8F" w14:paraId="68027AF5" w14:textId="77777777" w:rsidTr="00C35A8F">
        <w:trPr>
          <w:gridAfter w:val="1"/>
          <w:wAfter w:w="15" w:type="dxa"/>
          <w:trHeight w:val="132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46ECAED8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00FC5E2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6CB3BA4E" w14:textId="77777777" w:rsidR="00C35A8F" w:rsidRPr="00C35A8F" w:rsidRDefault="00C35A8F" w:rsidP="00C35A8F">
            <w:pPr>
              <w:ind w:right="-60"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бюджета Калачеевского муниципального района (далее - ГРБС)</w:t>
            </w:r>
          </w:p>
        </w:tc>
        <w:tc>
          <w:tcPr>
            <w:tcW w:w="914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FF2385" w14:textId="77777777" w:rsidR="00C35A8F" w:rsidRPr="00C35A8F" w:rsidRDefault="00C35A8F" w:rsidP="0015117C">
            <w:pPr>
              <w:ind w:left="127" w:firstLine="156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Расходы бюджета Калачеевского муниципального района по годам реали</w:t>
            </w:r>
            <w:r w:rsidR="0015117C">
              <w:rPr>
                <w:rFonts w:ascii="Times New Roman" w:hAnsi="Times New Roman"/>
                <w:sz w:val="20"/>
                <w:szCs w:val="20"/>
              </w:rPr>
              <w:t xml:space="preserve">зации подпрограмм (тыс. руб.) </w:t>
            </w:r>
          </w:p>
        </w:tc>
      </w:tr>
      <w:tr w:rsidR="00C35A8F" w:rsidRPr="00C35A8F" w14:paraId="3BDE6A47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3FA72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BC16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76C0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5819B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8862D3" w:rsidRPr="008862D3" w14:paraId="7389DE8C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FEA80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41FFE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C37E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7797095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8E0F1E6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ACE25E" w14:textId="77777777" w:rsidR="00C35A8F" w:rsidRPr="00605E90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B74F38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0AEA762" w14:textId="77777777" w:rsidR="00C35A8F" w:rsidRPr="00E244E4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581652" w14:textId="77777777" w:rsidR="00C35A8F" w:rsidRPr="00E244E4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295D18B7" w14:textId="77777777" w:rsidR="00C35A8F" w:rsidRPr="00E244E4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8862D3" w:rsidRPr="008862D3" w14:paraId="2D5B00A7" w14:textId="77777777" w:rsidTr="00C35A8F">
        <w:trPr>
          <w:trHeight w:val="300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0B2B984C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7E63C4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65C62CF8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EB80CF7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5D66EFE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3E6CEB81" w14:textId="77777777" w:rsidR="00C35A8F" w:rsidRPr="00605E90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393769F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B3AABE4" w14:textId="77777777" w:rsidR="00C35A8F" w:rsidRPr="00E244E4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14E14D08" w14:textId="77777777" w:rsidR="00C35A8F" w:rsidRPr="00E244E4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54E17B" w14:textId="77777777" w:rsidR="00C35A8F" w:rsidRPr="00E244E4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8862D3" w:rsidRPr="008862D3" w14:paraId="48E99C5F" w14:textId="77777777" w:rsidTr="00C35A8F">
        <w:trPr>
          <w:trHeight w:val="300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734DFC3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278EE3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456AA0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C60C1D" w14:textId="77777777" w:rsidR="00C35A8F" w:rsidRPr="00DD58E2" w:rsidRDefault="00D23A5F" w:rsidP="00303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DD58E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02DAC" w:rsidRPr="00DD58E2"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  <w:r w:rsidR="007A1934" w:rsidRPr="00DD58E2">
              <w:rPr>
                <w:rFonts w:ascii="Times New Roman" w:hAnsi="Times New Roman"/>
                <w:bCs/>
                <w:sz w:val="20"/>
                <w:szCs w:val="20"/>
              </w:rPr>
              <w:t> 592,80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CB7D25" w14:textId="77777777" w:rsidR="00C35A8F" w:rsidRPr="00C62C25" w:rsidRDefault="00364990" w:rsidP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293 999,20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48CA84A" w14:textId="0C69A722" w:rsidR="00C35A8F" w:rsidRPr="00605E90" w:rsidRDefault="00502CC7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367 096,10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211365" w14:textId="66E89551" w:rsidR="00C35A8F" w:rsidRPr="00FC5852" w:rsidRDefault="00A47C89" w:rsidP="004F7249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B65F7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69 693,80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6F1F4EA" w14:textId="4EB975CD" w:rsidR="00C35A8F" w:rsidRPr="00E244E4" w:rsidRDefault="00502CC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8862D3" w:rsidRPr="00E244E4">
              <w:rPr>
                <w:rFonts w:ascii="Times New Roman" w:hAnsi="Times New Roman"/>
                <w:bCs/>
                <w:sz w:val="20"/>
                <w:szCs w:val="20"/>
              </w:rPr>
              <w:t>39 873,20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4D8C12" w14:textId="0DB8134D" w:rsidR="00C35A8F" w:rsidRPr="00E244E4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8862D3" w:rsidRPr="00E244E4">
              <w:rPr>
                <w:rFonts w:ascii="Times New Roman" w:hAnsi="Times New Roman"/>
                <w:bCs/>
                <w:sz w:val="20"/>
                <w:szCs w:val="20"/>
              </w:rPr>
              <w:t>07 </w:t>
            </w:r>
            <w:r w:rsidR="00431DB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8862D3" w:rsidRPr="00E244E4">
              <w:rPr>
                <w:rFonts w:ascii="Times New Roman" w:hAnsi="Times New Roman"/>
                <w:bCs/>
                <w:sz w:val="20"/>
                <w:szCs w:val="20"/>
              </w:rPr>
              <w:t>00,50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9039149" w14:textId="458DB4C9" w:rsidR="00C35A8F" w:rsidRPr="00E244E4" w:rsidRDefault="008862D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431DB1">
              <w:rPr>
                <w:rFonts w:ascii="Times New Roman" w:hAnsi="Times New Roman"/>
                <w:bCs/>
                <w:sz w:val="20"/>
                <w:szCs w:val="20"/>
              </w:rPr>
              <w:t>8 147,50</w:t>
            </w:r>
          </w:p>
        </w:tc>
      </w:tr>
      <w:tr w:rsidR="008862D3" w:rsidRPr="008862D3" w14:paraId="13ACA080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0D635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6861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3349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9D45D1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0420F6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0713C88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2C0BF8" w14:textId="77777777" w:rsidR="00C35A8F" w:rsidRPr="00FC5852" w:rsidRDefault="00C35A8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D3FC69" w14:textId="77777777" w:rsidR="00C35A8F" w:rsidRPr="00E244E4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E8747BF" w14:textId="77777777" w:rsidR="00C35A8F" w:rsidRPr="00E244E4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D8511D" w14:textId="77777777" w:rsidR="00C35A8F" w:rsidRPr="00E244E4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862D3" w:rsidRPr="008862D3" w14:paraId="2A1CECBA" w14:textId="77777777" w:rsidTr="00DD58E2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615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7C3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2A80B85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CEAAAF" w14:textId="77777777" w:rsidR="004F7249" w:rsidRPr="00DD58E2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176 092,85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76CC59" w14:textId="77777777" w:rsidR="004F7249" w:rsidRPr="00C62C25" w:rsidRDefault="00364990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8A44D4" w14:textId="7D504B67" w:rsidR="004F7249" w:rsidRPr="00605E90" w:rsidRDefault="00502CC7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7F5255" w14:textId="5A3AE835" w:rsidR="004F7249" w:rsidRPr="00FC5852" w:rsidRDefault="00D02F6D" w:rsidP="004F7249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B65F7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3 859,60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864E22" w14:textId="483D8059" w:rsidR="004F7249" w:rsidRPr="00E244E4" w:rsidRDefault="008862D3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68 083,50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706496" w14:textId="4E95F7D8" w:rsidR="004F7249" w:rsidRPr="00E244E4" w:rsidRDefault="008862D3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34 008,20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1CFC09B" w14:textId="438E498C" w:rsidR="004F7249" w:rsidRPr="00E244E4" w:rsidRDefault="008862D3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35 495,80</w:t>
            </w:r>
          </w:p>
        </w:tc>
      </w:tr>
      <w:tr w:rsidR="008862D3" w:rsidRPr="008862D3" w14:paraId="0E701EFC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25D0F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8D8D8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B93D2DA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CBCC1" w14:textId="77777777" w:rsidR="00C35A8F" w:rsidRPr="00DD58E2" w:rsidRDefault="00A02DAC" w:rsidP="00303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55</w:t>
            </w:r>
            <w:r w:rsidR="0030321F" w:rsidRPr="00DD58E2">
              <w:rPr>
                <w:rFonts w:ascii="Times New Roman" w:hAnsi="Times New Roman"/>
                <w:sz w:val="20"/>
                <w:szCs w:val="20"/>
              </w:rPr>
              <w:t> 499,95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0B1FD80" w14:textId="77777777" w:rsidR="00C35A8F" w:rsidRPr="00C62C25" w:rsidRDefault="00364990" w:rsidP="002019D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57 651,60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56D29E" w14:textId="29C601B9" w:rsidR="00C35A8F" w:rsidRPr="00605E90" w:rsidRDefault="00502CC7" w:rsidP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97 604,00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DADD4E" w14:textId="431CBFA3" w:rsidR="00C35A8F" w:rsidRPr="00FC5852" w:rsidRDefault="00B65F7A" w:rsidP="00DD58E2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205 834,20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68AE03" w14:textId="44CDAFE5" w:rsidR="00C35A8F" w:rsidRPr="00E244E4" w:rsidRDefault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71 789,70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E87729" w14:textId="4FD137AB" w:rsidR="00C35A8F" w:rsidRPr="00E244E4" w:rsidRDefault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7</w:t>
            </w:r>
            <w:r w:rsidR="00431DB1">
              <w:rPr>
                <w:rFonts w:ascii="Times New Roman" w:hAnsi="Times New Roman"/>
                <w:sz w:val="20"/>
                <w:szCs w:val="20"/>
              </w:rPr>
              <w:t>3 192,30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A306A70" w14:textId="5B312E4F" w:rsidR="00C35A8F" w:rsidRPr="00E244E4" w:rsidRDefault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72 </w:t>
            </w:r>
            <w:r w:rsidR="00431DB1">
              <w:rPr>
                <w:rFonts w:ascii="Times New Roman" w:hAnsi="Times New Roman"/>
                <w:sz w:val="20"/>
                <w:szCs w:val="20"/>
              </w:rPr>
              <w:t>6</w:t>
            </w:r>
            <w:r w:rsidRPr="00E244E4">
              <w:rPr>
                <w:rFonts w:ascii="Times New Roman" w:hAnsi="Times New Roman"/>
                <w:sz w:val="20"/>
                <w:szCs w:val="20"/>
              </w:rPr>
              <w:t>51,70</w:t>
            </w:r>
          </w:p>
        </w:tc>
      </w:tr>
      <w:tr w:rsidR="008862D3" w:rsidRPr="008862D3" w14:paraId="216200D9" w14:textId="77777777" w:rsidTr="00C35A8F">
        <w:trPr>
          <w:trHeight w:val="2376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616A48" w14:textId="77777777" w:rsidR="008862D3" w:rsidRPr="00C62C25" w:rsidRDefault="008862D3" w:rsidP="008862D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A3749F5" w14:textId="77777777" w:rsidR="008862D3" w:rsidRPr="00C62C25" w:rsidRDefault="008862D3" w:rsidP="008862D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</w:t>
            </w: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устойчивости бюджетов городского и сельских поселений Калачеевского муниципального района»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D3B4F" w14:textId="77777777" w:rsidR="008862D3" w:rsidRPr="00C62C25" w:rsidRDefault="008862D3" w:rsidP="008862D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A79108E" w14:textId="77777777" w:rsidR="008862D3" w:rsidRPr="00DD58E2" w:rsidRDefault="008862D3" w:rsidP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7CDCAC" w14:textId="77777777" w:rsidR="008862D3" w:rsidRPr="00C62C25" w:rsidRDefault="008862D3" w:rsidP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E2A7818" w14:textId="6C3555C3" w:rsidR="008862D3" w:rsidRPr="00605E90" w:rsidRDefault="008862D3" w:rsidP="008862D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E4E00BE" w14:textId="391927FA" w:rsidR="008862D3" w:rsidRPr="00FC5852" w:rsidRDefault="008862D3" w:rsidP="008862D3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63 859,60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17F528F" w14:textId="67BAEDED" w:rsidR="008862D3" w:rsidRPr="00E244E4" w:rsidRDefault="008862D3" w:rsidP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68 083,50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8F3A7A" w14:textId="7438AE36" w:rsidR="008862D3" w:rsidRPr="00E244E4" w:rsidRDefault="008862D3" w:rsidP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34 008,20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C31DFB" w14:textId="7DDA472C" w:rsidR="008862D3" w:rsidRPr="00E244E4" w:rsidRDefault="008862D3" w:rsidP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35 495,80</w:t>
            </w:r>
          </w:p>
        </w:tc>
      </w:tr>
      <w:tr w:rsidR="008862D3" w:rsidRPr="008862D3" w14:paraId="548284E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7566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B8C6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555DF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01FEA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9342A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71EA46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43549D5" w14:textId="77777777" w:rsidR="00C35A8F" w:rsidRPr="00FC5852" w:rsidRDefault="00C35A8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5E5861" w14:textId="77777777" w:rsidR="00C35A8F" w:rsidRPr="00E244E4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715F93" w14:textId="77777777" w:rsidR="00C35A8F" w:rsidRPr="00E244E4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6C5841" w14:textId="77777777" w:rsidR="00C35A8F" w:rsidRPr="00E244E4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862D3" w:rsidRPr="008862D3" w14:paraId="0EA6E163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0D90C" w14:textId="77777777" w:rsidR="008862D3" w:rsidRPr="00C62C25" w:rsidRDefault="008862D3" w:rsidP="008862D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3805F" w14:textId="77777777" w:rsidR="008862D3" w:rsidRPr="00C62C25" w:rsidRDefault="008862D3" w:rsidP="008862D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8607C46" w14:textId="77777777" w:rsidR="008862D3" w:rsidRPr="00C62C25" w:rsidRDefault="008862D3" w:rsidP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88C7960" w14:textId="77777777" w:rsidR="008862D3" w:rsidRPr="00DD58E2" w:rsidRDefault="008862D3" w:rsidP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0191997" w14:textId="77777777" w:rsidR="008862D3" w:rsidRPr="00C62C25" w:rsidRDefault="008862D3" w:rsidP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DF774CC" w14:textId="1560D251" w:rsidR="008862D3" w:rsidRPr="00605E90" w:rsidRDefault="008862D3" w:rsidP="008862D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9487FC4" w14:textId="23159033" w:rsidR="008862D3" w:rsidRPr="00FC5852" w:rsidRDefault="008862D3" w:rsidP="008862D3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63 859,60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5A4AE2" w14:textId="37CA1DC6" w:rsidR="008862D3" w:rsidRPr="00E244E4" w:rsidRDefault="008862D3" w:rsidP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68 083,50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BF7A148" w14:textId="71187160" w:rsidR="008862D3" w:rsidRPr="00E244E4" w:rsidRDefault="008862D3" w:rsidP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34 008,20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F3378C" w14:textId="28056709" w:rsidR="008862D3" w:rsidRPr="00E244E4" w:rsidRDefault="008862D3" w:rsidP="008862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35 495,80</w:t>
            </w:r>
          </w:p>
        </w:tc>
      </w:tr>
      <w:tr w:rsidR="008862D3" w:rsidRPr="008862D3" w14:paraId="60F5E428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321394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C9E457D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DC7BD6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B87C01E" w14:textId="77777777" w:rsidR="00D23A5F" w:rsidRPr="00C62C25" w:rsidRDefault="008D6706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1E23702" w14:textId="77777777" w:rsidR="00D23A5F" w:rsidRPr="00C62C25" w:rsidRDefault="00364990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652828" w14:textId="327AC9D7" w:rsidR="00D23A5F" w:rsidRPr="00605E90" w:rsidRDefault="00502CC7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C27DF8" w14:textId="563BD4F6" w:rsidR="00D23A5F" w:rsidRPr="00FC5852" w:rsidRDefault="00ED48E1" w:rsidP="003908EE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2 539,30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675B3F" w14:textId="55761DE4" w:rsidR="00D23A5F" w:rsidRPr="00E244E4" w:rsidRDefault="00AD7C1B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11 316,20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247D05" w14:textId="41C09E0F" w:rsidR="00D23A5F" w:rsidRPr="00E244E4" w:rsidRDefault="00AD7C1B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2 006,70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7DCE97B" w14:textId="2793EC2C" w:rsidR="00D23A5F" w:rsidRPr="00E244E4" w:rsidRDefault="00AD7C1B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2 005,30</w:t>
            </w:r>
          </w:p>
        </w:tc>
      </w:tr>
      <w:tr w:rsidR="008862D3" w:rsidRPr="008862D3" w14:paraId="0AAD0B6B" w14:textId="77777777" w:rsidTr="008862D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EAF8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044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DBA65D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E2F9FA" w14:textId="77777777" w:rsidR="00D23A5F" w:rsidRPr="00C62C25" w:rsidRDefault="00D23A5F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9C96C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504708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C1AB03" w14:textId="77777777" w:rsidR="00D23A5F" w:rsidRPr="00FC5852" w:rsidRDefault="00D23A5F" w:rsidP="00D23A5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4CA7944" w14:textId="17DFC3D5" w:rsidR="00D23A5F" w:rsidRPr="00E244E4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69B041C" w14:textId="2A1C39BD" w:rsidR="00D23A5F" w:rsidRPr="00E244E4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F9A148" w14:textId="7B774843" w:rsidR="00D23A5F" w:rsidRPr="00E244E4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7C1B" w:rsidRPr="008862D3" w14:paraId="23EE19D6" w14:textId="77777777" w:rsidTr="008862D3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BCD8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99795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A8DE2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608D9D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25800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2AD44AA" w14:textId="01BA113D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C300979" w14:textId="6B175A48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2 539,30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9E82706" w14:textId="1D237EA1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11 316,20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A2DD045" w14:textId="75BDA50D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2 006,70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A9BBEA8" w14:textId="0771D744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2 005,30</w:t>
            </w:r>
          </w:p>
        </w:tc>
      </w:tr>
      <w:tr w:rsidR="00AD7C1B" w:rsidRPr="008862D3" w14:paraId="559431DA" w14:textId="77777777" w:rsidTr="00C0571B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061E25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633DA0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E40E70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EC22FB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06C17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E37BFC0" w14:textId="3CA28442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BC40F54" w14:textId="0F5F2949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47 771,10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B8CD68B" w14:textId="5A9D3525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44 716,80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0F61D8" w14:textId="370E6318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19 433,20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A298304" w14:textId="0ED4F478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20 419,40</w:t>
            </w:r>
          </w:p>
        </w:tc>
      </w:tr>
      <w:tr w:rsidR="00AD7C1B" w:rsidRPr="008862D3" w14:paraId="2835A8DD" w14:textId="77777777" w:rsidTr="00AD7C1B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496CA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9670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52721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F115C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BDC8F1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76B2AFE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5D3BD8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4CDCB0D" w14:textId="113EDF3E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F375AF" w14:textId="5B02B0A0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7F68ABF" w14:textId="5AD93CEA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7C1B" w:rsidRPr="008862D3" w14:paraId="0E9FFD74" w14:textId="77777777" w:rsidTr="00AD7C1B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9BFA35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A878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18D98A4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257C35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1AD2AD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10F887" w14:textId="431A2DC8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1AFB50" w14:textId="78CED08A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47 771,10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1283152" w14:textId="5404F60D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44 716,80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DF905C2" w14:textId="5D60276A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19 433,20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5EBDB1" w14:textId="4CD4ED6A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20 419,40</w:t>
            </w:r>
          </w:p>
        </w:tc>
      </w:tr>
      <w:tr w:rsidR="00AD7C1B" w:rsidRPr="008862D3" w14:paraId="122AB745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CB0FED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B2EC73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C9CA9A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126038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6215E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FF014AC" w14:textId="56F45C4F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13 549,20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855B4DC" w14:textId="21D5320E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4 275,90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0817C0" w14:textId="76A9731E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12 050,50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0840F4E" w14:textId="066A4DFB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12 568,30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54C10BB" w14:textId="4292B070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13 071,10</w:t>
            </w:r>
          </w:p>
        </w:tc>
      </w:tr>
      <w:tr w:rsidR="00AD7C1B" w:rsidRPr="008862D3" w14:paraId="7D05F0B7" w14:textId="77777777" w:rsidTr="00AD7C1B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583A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591A6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C56AEB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47A9A3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7C3A08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CB01E6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14A8D9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C9E73EE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D26F43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5035CA4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AD7C1B" w:rsidRPr="008862D3" w14:paraId="77195CC5" w14:textId="77777777" w:rsidTr="00AD7C1B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0A75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FE4F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0F61A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320E9B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0B2692B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7797B3F" w14:textId="7462DE5F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13 549,20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7A1DEB" w14:textId="70ADD1EC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14 275,90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9DA87C6" w14:textId="08E1E20E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12 050,50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F97BB1A" w14:textId="5CA9F9F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12 568,30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AF1BE2C" w14:textId="7FE7727C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13 071,10</w:t>
            </w:r>
          </w:p>
        </w:tc>
      </w:tr>
      <w:tr w:rsidR="00AD7C1B" w:rsidRPr="008862D3" w14:paraId="14B07ECB" w14:textId="77777777" w:rsidTr="00B14F60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08FA0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6C161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Муниципальное управление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98316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ABBCA4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370CE5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9A80B76" w14:textId="1DF26805" w:rsidR="00AD7C1B" w:rsidRPr="00ED48E1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D48E1">
              <w:rPr>
                <w:rFonts w:ascii="Times New Roman" w:hAnsi="Times New Roman"/>
                <w:sz w:val="20"/>
                <w:szCs w:val="20"/>
              </w:rPr>
              <w:t>63 986,10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ECC8862" w14:textId="6E4D18DA" w:rsidR="00AD7C1B" w:rsidRPr="00ED48E1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177 861,90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98DB43" w14:textId="26B091D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40 241,30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207401" w14:textId="3C535933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40 </w:t>
            </w:r>
            <w:r w:rsidR="00431DB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68,50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0F1BF6" w14:textId="1E7857B2" w:rsidR="00AD7C1B" w:rsidRPr="00E244E4" w:rsidRDefault="00431DB1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9 174,10</w:t>
            </w:r>
          </w:p>
        </w:tc>
      </w:tr>
      <w:tr w:rsidR="00AD7C1B" w:rsidRPr="008862D3" w14:paraId="59E012A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CDDBA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31A4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A53E8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5DE98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D4204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E72DE4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D86577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3B92D59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0D5BC4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863D08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AD7C1B" w:rsidRPr="008862D3" w14:paraId="4C5BCC80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96E9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42E0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A75E16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4FF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45AAB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B20F7C" w14:textId="778D4A33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63 986,10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608D0F4" w14:textId="1D94210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177 861,90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44F05D" w14:textId="7A1FE400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40 241,30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C603D0" w14:textId="5A8FADFD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40 </w:t>
            </w:r>
            <w:r w:rsidR="00431DB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68,50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D8D2F49" w14:textId="308D787D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431DB1">
              <w:rPr>
                <w:rFonts w:ascii="Times New Roman" w:hAnsi="Times New Roman"/>
                <w:bCs/>
                <w:sz w:val="20"/>
                <w:szCs w:val="20"/>
              </w:rPr>
              <w:t>9 174,10</w:t>
            </w:r>
          </w:p>
        </w:tc>
      </w:tr>
      <w:tr w:rsidR="00AD7C1B" w:rsidRPr="008862D3" w14:paraId="05BEAD93" w14:textId="77777777" w:rsidTr="00C35A8F">
        <w:trPr>
          <w:trHeight w:val="25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8C1213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42334B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 и обеспечения снижение среднего числа обращений Заявителей в орган местного самоуправления для получения одной муниципальной услуги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A9F0C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86C0C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9EA56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3B4337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8E9209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85432E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6F025F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0BAB501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D7C1B" w:rsidRPr="008862D3" w14:paraId="359331E6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59B7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94358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7998C9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B26B6B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FCFD26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C837F4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174064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E1160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BD6093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2EB2EE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D7C1B" w:rsidRPr="008862D3" w14:paraId="27BC8AD3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E0B6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399B15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1FF54E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695824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6753B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027574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F60E045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889E19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25CF31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8A67CB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D7C1B" w:rsidRPr="008862D3" w14:paraId="2BE80334" w14:textId="77777777" w:rsidTr="00C35A8F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7267D5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AA377C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C35F85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84D12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59DF0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CDD90C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0C8277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7F5F8A8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510E4F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9EDF44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D7C1B" w:rsidRPr="008862D3" w14:paraId="752C90D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FB10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C6B91A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2B7DB68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269112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2F6F4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88D1EB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0EA1810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FA9E2AB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69B78D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B378C2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D7C1B" w:rsidRPr="008862D3" w14:paraId="57B495D7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CF3A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C110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5861EB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55474E5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15540D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464EEA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14E38D5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0E70459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99E69F4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D538226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D7C1B" w:rsidRPr="008862D3" w14:paraId="08E8A33B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45E52F2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44DA62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ED1E7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B64FF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275C74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1282D2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315A01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962F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FCC36EE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643F9A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D7C1B" w:rsidRPr="008862D3" w14:paraId="2D8E5D93" w14:textId="77777777" w:rsidTr="00C35A8F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FCACF5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280622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42DC3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08217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F80AFA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C9D644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2DA014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631400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034433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5C50A3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D7C1B" w:rsidRPr="008862D3" w14:paraId="6490C57C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9A89A8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43C395A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71208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F9343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5591F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CDF5CA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B3BA6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0C0D1E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60327B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7D78D1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D7C1B" w:rsidRPr="008862D3" w14:paraId="13F225E7" w14:textId="77777777" w:rsidTr="00C35A8F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0F524E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795793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Защита населения Калачеевского 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596318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C3B574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90042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FD13D3" w14:textId="40AABF33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22 081,40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DEE91EB" w14:textId="2E8A8DFB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96 488,10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60BF68" w14:textId="234E4F64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BED39" w14:textId="602156A6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EE86185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AD7C1B" w:rsidRPr="008862D3" w14:paraId="46DA69F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4C8B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3E38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2B7DF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28D409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F4512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ADA0CA6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A242115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16084E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4984D5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79B9D1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D7C1B" w:rsidRPr="008862D3" w14:paraId="4AE9EDB4" w14:textId="77777777" w:rsidTr="000B4206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0A0F8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CC1B5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B40C85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53A51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6F19FF4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20E63" w14:textId="56DFF45E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22 081,40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43EAF06" w14:textId="771AAF38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96 488,10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D68D2" w14:textId="2E96EC75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3B32DC" w14:textId="0909AE92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C1ACAFC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AD7C1B" w:rsidRPr="008862D3" w14:paraId="79DEEEC8" w14:textId="77777777" w:rsidTr="00AD7C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B50E92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5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A0D8A6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483A0A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8187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E69B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77B4476" w14:textId="7DF0C00A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7 766,80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EFE43AE" w14:textId="33F95624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13 477,50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771166" w14:textId="1D30C7F1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8 511,30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4FD2" w14:textId="254D0EE0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8 808,40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879F5FD" w14:textId="5DA7E27D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9 113,70</w:t>
            </w:r>
          </w:p>
        </w:tc>
      </w:tr>
      <w:tr w:rsidR="00AD7C1B" w:rsidRPr="008862D3" w14:paraId="443FA85D" w14:textId="77777777" w:rsidTr="00AD7C1B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B62D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CD45D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5BBB50D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D1D6F38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40735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967D39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4E9D4C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6F518D1" w14:textId="103D08DB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3C5EA36" w14:textId="31A7DFAF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B6DCC1" w14:textId="3D744C82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7C1B" w:rsidRPr="008862D3" w14:paraId="20A4BF02" w14:textId="77777777" w:rsidTr="00AD7C1B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ABFDD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F777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4663B6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213AB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96FE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05954D" w14:textId="56C488CC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7 766,80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3D9C44" w14:textId="03C94A9B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13 477,50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3A0A8C1" w14:textId="5718D1D4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8 511,30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576DBF7" w14:textId="6E36857C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8 808,40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E16321" w14:textId="3CABCD39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9 113,70</w:t>
            </w:r>
          </w:p>
        </w:tc>
      </w:tr>
      <w:tr w:rsidR="00AD7C1B" w:rsidRPr="008862D3" w14:paraId="45915068" w14:textId="77777777" w:rsidTr="005C3B38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B407748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2CF0E8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E22AF8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B581B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3 279,86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3D82D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D0A77A" w14:textId="37A1A370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29 338,90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6B5D075" w14:textId="0E76201E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34 789,40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0AE9E1" w14:textId="702AA7A2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28 787,60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BB1A40" w14:textId="690F9DE8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28 117,70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5EB0E53" w14:textId="13A7E2AD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29 118,00</w:t>
            </w:r>
          </w:p>
        </w:tc>
      </w:tr>
      <w:tr w:rsidR="00AD7C1B" w:rsidRPr="008862D3" w14:paraId="589360D0" w14:textId="77777777" w:rsidTr="00AD7C1B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67FD8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3680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5B617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B6C22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44688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69F820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60C69B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B0001F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C01A0F7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891FBC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AD7C1B" w:rsidRPr="008862D3" w14:paraId="7B160608" w14:textId="77777777" w:rsidTr="00AD7C1B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5EC85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F85CD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03D015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69F1E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E70F4D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6DCD79" w14:textId="283F4858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29 338,90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706E0D" w14:textId="60964CD1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34 789,40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53AD36C" w14:textId="5FAF4861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28 787,60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CCDA2E2" w14:textId="6278926B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28 117,70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7EEB156" w14:textId="46960343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29 118,00</w:t>
            </w:r>
          </w:p>
        </w:tc>
      </w:tr>
      <w:tr w:rsidR="00AD7C1B" w:rsidRPr="008862D3" w14:paraId="693CD168" w14:textId="77777777" w:rsidTr="00AD7C1B">
        <w:trPr>
          <w:trHeight w:val="395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6F2604A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  <w:p w14:paraId="6B64A244" w14:textId="77777777" w:rsidR="00AD7C1B" w:rsidRPr="00C62C25" w:rsidRDefault="00AD7C1B" w:rsidP="00AD7C1B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0EB1EB1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Поощрение муниципальных образований </w:t>
            </w:r>
          </w:p>
          <w:p w14:paraId="5A938F11" w14:textId="77777777" w:rsidR="00AD7C1B" w:rsidRPr="00C62C25" w:rsidRDefault="00AD7C1B" w:rsidP="00AD7C1B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9E4593D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405FB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A5A2A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5F0949" w14:textId="0C9D88A4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F41D13" w14:textId="5B3BDC10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0C166D" w14:textId="09D9F5F6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C53A19" w14:textId="09BD8230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852BD82" w14:textId="4F8DB15C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</w:tr>
      <w:tr w:rsidR="00AD7C1B" w:rsidRPr="008862D3" w14:paraId="26416DB8" w14:textId="77777777" w:rsidTr="001910E0">
        <w:trPr>
          <w:trHeight w:val="401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3A70ED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260B0E6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133C11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329A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E1E28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BB4BD9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9ADA1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66E59C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836FA3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95E6B27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7C1B" w:rsidRPr="008862D3" w14:paraId="0F657236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1AE85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E4F0EF2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9FD112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C874088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C392E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E848B1" w14:textId="2C9D64DF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3989C9" w14:textId="69E520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467DBE8" w14:textId="38CFF466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6C1EBC" w14:textId="1CDFAF25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E8C4" w14:textId="4C4ED9DC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</w:tr>
      <w:tr w:rsidR="00AD7C1B" w:rsidRPr="008862D3" w14:paraId="31F13620" w14:textId="77777777" w:rsidTr="001910E0">
        <w:trPr>
          <w:trHeight w:val="393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41DB2E4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14:paraId="108B172A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30450AB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97829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AC0B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3FF3BD" w14:textId="79766548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66989" w14:textId="5FE4E57C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15 522,4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BB7860" w14:textId="1E073953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205B8EB" w14:textId="20B4AD95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93D222" w14:textId="4FE97B8E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D7C1B" w:rsidRPr="008862D3" w14:paraId="0B97DB9F" w14:textId="77777777" w:rsidTr="001910E0">
        <w:trPr>
          <w:trHeight w:val="413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0DB636F4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2266F38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2984C9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E331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C53B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D028CC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FB9F513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FBA103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CB207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2268A64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7C1B" w:rsidRPr="008862D3" w14:paraId="2447A98C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D12C91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2A78D4C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E44F2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BEAF3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54CC8A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3791C4" w14:textId="541C82D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DFEF8D" w14:textId="3F63EA08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15 522,4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F5B93C" w14:textId="4597EC02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CFF170" w14:textId="429077AD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6E29D5" w14:textId="701CF542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D7C1B" w:rsidRPr="008862D3" w14:paraId="3D32908A" w14:textId="77777777" w:rsidTr="007A1934">
        <w:trPr>
          <w:trHeight w:val="984"/>
        </w:trPr>
        <w:tc>
          <w:tcPr>
            <w:tcW w:w="199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C40192D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  <w:p w14:paraId="7212D1D3" w14:textId="77777777" w:rsidR="00AD7C1B" w:rsidRPr="00C62C25" w:rsidRDefault="00AD7C1B" w:rsidP="00AD7C1B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57087CD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Проведение Всероссийской переписи населения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BAB3C2B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30308F" w14:textId="77777777" w:rsidR="00AD7C1B" w:rsidRPr="00FF1AE3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AC3D05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1D67B5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20887C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20CEF1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8AFE1D9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7803B1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D7C1B" w:rsidRPr="008862D3" w14:paraId="0A7D2C65" w14:textId="77777777" w:rsidTr="007A1934">
        <w:trPr>
          <w:trHeight w:val="409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7DFE5E8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4383E513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F7E40B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F4412F" w14:textId="77777777" w:rsidR="00AD7C1B" w:rsidRPr="00FF1AE3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754A9F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C5F20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9A234C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D48D7D4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8CA2DA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505FEF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7C1B" w:rsidRPr="008862D3" w14:paraId="4FEAD479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F1CC6A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DFCE136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589C79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77AF37" w14:textId="77777777" w:rsidR="00AD7C1B" w:rsidRPr="00FF1AE3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89A1FA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C17DB38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41E6A8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D3AA9D9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92DC79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20E47F" w14:textId="77777777" w:rsidR="00AD7C1B" w:rsidRPr="00E244E4" w:rsidRDefault="00AD7C1B" w:rsidP="00AD7C1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D7C1B" w:rsidRPr="008862D3" w14:paraId="2C3C5520" w14:textId="77777777" w:rsidTr="001A169D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0FA0A8D" w14:textId="283B9D65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14:paraId="7CE41386" w14:textId="73739D49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4CE03D3" w14:textId="541B35BD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t xml:space="preserve">Иные межбюджетные трансферты бюджетам поселений за </w:t>
            </w:r>
            <w:proofErr w:type="gramStart"/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t>счет  средств</w:t>
            </w:r>
            <w:proofErr w:type="gramEnd"/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t xml:space="preserve">, полученных </w:t>
            </w:r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из вышестоящих бюджетов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E759123" w14:textId="26064074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4DE399" w14:textId="58E3569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215665" w14:textId="19D9150C" w:rsidR="00AD7C1B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FC5D99" w14:textId="5556B436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9F888E" w14:textId="269A845C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17 084,50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467E7C" w14:textId="125E6635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2 392,40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6F3F27" w14:textId="03426D1C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3 </w:t>
            </w:r>
            <w:r w:rsidR="00431DB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92,40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7D6886B" w14:textId="5E8B7C1E" w:rsidR="00AD7C1B" w:rsidRPr="00E244E4" w:rsidRDefault="00431DB1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D7C1B" w:rsidRPr="00E244E4">
              <w:rPr>
                <w:rFonts w:ascii="Times New Roman" w:hAnsi="Times New Roman"/>
                <w:bCs/>
                <w:sz w:val="20"/>
                <w:szCs w:val="20"/>
              </w:rPr>
              <w:t>92,40</w:t>
            </w:r>
          </w:p>
        </w:tc>
      </w:tr>
      <w:tr w:rsidR="00AD7C1B" w:rsidRPr="008862D3" w14:paraId="0B507B6C" w14:textId="77777777" w:rsidTr="001A169D">
        <w:trPr>
          <w:trHeight w:val="32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670560B7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45C34EE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67703D" w14:textId="38CDBD5E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49D5F0" w14:textId="77777777" w:rsidR="00AD7C1B" w:rsidRPr="00C62C25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A122BD" w14:textId="77777777" w:rsidR="00AD7C1B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BEA299" w14:textId="77777777" w:rsidR="00AD7C1B" w:rsidRPr="00605E90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709DAD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5DC45F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435824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991893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31DB1" w:rsidRPr="008862D3" w14:paraId="4EB6388A" w14:textId="77777777" w:rsidTr="001528C6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AC813A5" w14:textId="77777777" w:rsidR="00431DB1" w:rsidRPr="00C62C25" w:rsidRDefault="00431DB1" w:rsidP="00431DB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48A682B9" w14:textId="77777777" w:rsidR="00431DB1" w:rsidRPr="00C62C25" w:rsidRDefault="00431DB1" w:rsidP="00431DB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6F1CE9F" w14:textId="47E6982A" w:rsidR="00431DB1" w:rsidRPr="00C62C25" w:rsidRDefault="00431DB1" w:rsidP="00431DB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907450" w14:textId="74685500" w:rsidR="00431DB1" w:rsidRPr="00C62C25" w:rsidRDefault="00431DB1" w:rsidP="00431DB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1CB1700" w14:textId="5330C7D8" w:rsidR="00431DB1" w:rsidRDefault="00431DB1" w:rsidP="00431DB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3E313F" w14:textId="35736E76" w:rsidR="00431DB1" w:rsidRPr="00605E90" w:rsidRDefault="00431DB1" w:rsidP="00431DB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F3F3FD" w14:textId="55FA9A52" w:rsidR="00431DB1" w:rsidRPr="00FC5852" w:rsidRDefault="00431DB1" w:rsidP="00431DB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17 084,50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E3E9EF" w14:textId="223D3FDB" w:rsidR="00431DB1" w:rsidRPr="00E244E4" w:rsidRDefault="00431DB1" w:rsidP="00431DB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2 392,40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923211" w14:textId="420D5FCE" w:rsidR="00431DB1" w:rsidRPr="00E244E4" w:rsidRDefault="00431DB1" w:rsidP="00431DB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3 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92,40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979184" w14:textId="1448CA08" w:rsidR="00431DB1" w:rsidRPr="00E244E4" w:rsidRDefault="00431DB1" w:rsidP="00431DB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92,40</w:t>
            </w:r>
          </w:p>
        </w:tc>
      </w:tr>
      <w:tr w:rsidR="00AD7C1B" w:rsidRPr="008862D3" w14:paraId="13BF9439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E5F501" w14:textId="77777777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56F51967" w14:textId="77777777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3DC6FF1" w14:textId="77777777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ABF3D22" w14:textId="77777777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8E6E4" w14:textId="77777777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DE92BE" w14:textId="3BF2B899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B05BAA" w14:textId="497C2ACD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5E07" w14:textId="0A7D3FEF" w:rsidR="00AD7C1B" w:rsidRPr="00E244E4" w:rsidRDefault="00487FF9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31 548,40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590125" w14:textId="7843B180" w:rsidR="00AD7C1B" w:rsidRPr="00E244E4" w:rsidRDefault="00487FF9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32 323,80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18DB0AC" w14:textId="10F72C11" w:rsidR="00AD7C1B" w:rsidRPr="00E244E4" w:rsidRDefault="00487FF9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33 477,60</w:t>
            </w:r>
          </w:p>
        </w:tc>
      </w:tr>
      <w:tr w:rsidR="00AD7C1B" w:rsidRPr="008862D3" w14:paraId="61932CD8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60B1A" w14:textId="77777777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4A75A" w14:textId="77777777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5952FC3" w14:textId="77777777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646A6" w14:textId="77777777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E11CFB" w14:textId="77777777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219862" w14:textId="77777777" w:rsidR="00AD7C1B" w:rsidRPr="003E40A6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DFC137" w14:textId="77777777" w:rsidR="00AD7C1B" w:rsidRPr="00FC5852" w:rsidRDefault="00AD7C1B" w:rsidP="00AD7C1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043E1D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CF9DED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8EA5A33" w14:textId="77777777" w:rsidR="00AD7C1B" w:rsidRPr="00E244E4" w:rsidRDefault="00AD7C1B" w:rsidP="00AD7C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7FF9" w:rsidRPr="008862D3" w14:paraId="5C003D2C" w14:textId="77777777" w:rsidTr="00FF1AE3">
        <w:trPr>
          <w:trHeight w:val="188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C3DE6" w14:textId="77777777" w:rsidR="00487FF9" w:rsidRPr="003E40A6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4F7BD1" w14:textId="77777777" w:rsidR="00487FF9" w:rsidRPr="003E40A6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64DE3E7" w14:textId="77777777" w:rsidR="00487FF9" w:rsidRPr="003E40A6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2D1319" w14:textId="77777777" w:rsidR="00487FF9" w:rsidRPr="003E40A6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D427B6D" w14:textId="77777777" w:rsidR="00487FF9" w:rsidRPr="003E40A6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A85DA2B" w14:textId="3349A170" w:rsidR="00487FF9" w:rsidRPr="003E40A6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0F67BB" w14:textId="6F4936A1" w:rsidR="00487FF9" w:rsidRPr="00FC5852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Pr="00FC58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0B4F0B" w14:textId="35F0AFBB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31 548,40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E4383A" w14:textId="6D927039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32 323,80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04E041A" w14:textId="25E82C00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4E4">
              <w:rPr>
                <w:rFonts w:ascii="Times New Roman" w:hAnsi="Times New Roman"/>
                <w:bCs/>
                <w:sz w:val="20"/>
                <w:szCs w:val="20"/>
              </w:rPr>
              <w:t>33 477,60</w:t>
            </w:r>
          </w:p>
        </w:tc>
      </w:tr>
      <w:tr w:rsidR="00487FF9" w:rsidRPr="008862D3" w14:paraId="5B636FAC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037B820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49F4FC2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«Единая дежурно-диспетчерская служба и хозяйственно-техническое обеспечение»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EC39ECB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AF9901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8D8B3C" w14:textId="0E520FDD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9236EC4" w14:textId="01BAB06C" w:rsidR="00487FF9" w:rsidRPr="00605E90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5D133D" w14:textId="30B39375" w:rsidR="00487FF9" w:rsidRPr="00FC5852" w:rsidRDefault="00487FF9" w:rsidP="00487FF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B81AA6" w14:textId="455D077C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20 868,40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E32627" w14:textId="665D497A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21 177,80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3B6376" w14:textId="2D0DE171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21 891,60</w:t>
            </w:r>
          </w:p>
        </w:tc>
      </w:tr>
      <w:tr w:rsidR="00487FF9" w:rsidRPr="008862D3" w14:paraId="27FDEDB1" w14:textId="77777777" w:rsidTr="00487FF9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FF01B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AEE63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74816BE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9D5B82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CC2D98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FDEFDF" w14:textId="77777777" w:rsidR="00487FF9" w:rsidRPr="00605E90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E7F4B6" w14:textId="77777777" w:rsidR="00487FF9" w:rsidRPr="00FC5852" w:rsidRDefault="00487FF9" w:rsidP="00487FF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A3B485" w14:textId="2949BA44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9513A50" w14:textId="6C7D9854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3713C3" w14:textId="0538BB7F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7FF9" w:rsidRPr="008862D3" w14:paraId="70430A02" w14:textId="77777777" w:rsidTr="00487FF9">
        <w:trPr>
          <w:trHeight w:val="468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46E93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2DDFD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BEAEB8E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E5B8CB7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322086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167890" w14:textId="698C084F" w:rsidR="00487FF9" w:rsidRPr="00605E90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1C1BE1" w14:textId="5F1E0D2F" w:rsidR="00487FF9" w:rsidRPr="00FC5852" w:rsidRDefault="00487FF9" w:rsidP="00487FF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667257" w14:textId="6CBDB67A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20 868,40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23D20C9" w14:textId="450E5A3C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21 177,80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E1FAD2B" w14:textId="52A889A3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21 891,60</w:t>
            </w:r>
          </w:p>
        </w:tc>
      </w:tr>
      <w:tr w:rsidR="00487FF9" w:rsidRPr="008862D3" w14:paraId="0E640C2F" w14:textId="77777777" w:rsidTr="001528C6">
        <w:trPr>
          <w:trHeight w:val="768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6E3E231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F694831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«Централизованная бухгалтерия сельских поселений»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036A34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F0DFDAB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6C96C7B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85358C3" w14:textId="6A3AF983" w:rsidR="00487FF9" w:rsidRPr="00605E90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8125E1" w14:textId="7AAE9AEC" w:rsidR="00487FF9" w:rsidRPr="00FC5852" w:rsidRDefault="00487FF9" w:rsidP="00487FF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9 7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6F816" w14:textId="10C9A0EA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10 680,00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B84B8A" w14:textId="3A2C0DE8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11 146,00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36EE63" w14:textId="5FF2249F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11 586,00</w:t>
            </w:r>
          </w:p>
        </w:tc>
      </w:tr>
      <w:tr w:rsidR="00487FF9" w:rsidRPr="008862D3" w14:paraId="184519B7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2F340DBD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AFFDB02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481C347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2D55D5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3429A75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2C3852" w14:textId="77777777" w:rsidR="00487FF9" w:rsidRPr="00605E90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4797604" w14:textId="77777777" w:rsidR="00487FF9" w:rsidRPr="00FC5852" w:rsidRDefault="00487FF9" w:rsidP="00487FF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B121DE" w14:textId="77777777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6CEDC8" w14:textId="77777777" w:rsidR="00487FF9" w:rsidRPr="00E244E4" w:rsidRDefault="00487FF9" w:rsidP="00487FF9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EAEAF8" w14:textId="77777777" w:rsidR="00487FF9" w:rsidRPr="00E244E4" w:rsidRDefault="00487FF9" w:rsidP="00487FF9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87FF9" w:rsidRPr="008862D3" w14:paraId="6F3257A6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DF8515B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55DBAA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D8C6CD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94F693C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684F691" w14:textId="77777777" w:rsidR="00487FF9" w:rsidRPr="00C62C25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F3F55D" w14:textId="5770E0DE" w:rsidR="00487FF9" w:rsidRPr="00605E90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18BEB6" w14:textId="3EDD05A6" w:rsidR="00487FF9" w:rsidRPr="00FC5852" w:rsidRDefault="00487FF9" w:rsidP="00487FF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F59225D" w14:textId="4ACCC4F4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10 680,00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987FFE2" w14:textId="2CAC9FAE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11 146,00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70607D" w14:textId="7576A449" w:rsidR="00487FF9" w:rsidRPr="00E244E4" w:rsidRDefault="00487FF9" w:rsidP="00487F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44E4">
              <w:rPr>
                <w:rFonts w:ascii="Times New Roman" w:hAnsi="Times New Roman"/>
                <w:sz w:val="20"/>
                <w:szCs w:val="20"/>
              </w:rPr>
              <w:t>11 586,00</w:t>
            </w:r>
          </w:p>
        </w:tc>
      </w:tr>
    </w:tbl>
    <w:p w14:paraId="79597D01" w14:textId="77777777" w:rsidR="00C467B5" w:rsidRPr="00C62C25" w:rsidRDefault="00C467B5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p w14:paraId="791D7962" w14:textId="77777777" w:rsidR="00193EDF" w:rsidRPr="00C62C25" w:rsidRDefault="00193EDF" w:rsidP="00193EDF">
      <w:pPr>
        <w:ind w:firstLine="709"/>
        <w:rPr>
          <w:rFonts w:ascii="Times New Roman" w:hAnsi="Times New Roman"/>
          <w:sz w:val="20"/>
          <w:szCs w:val="20"/>
        </w:rPr>
      </w:pPr>
    </w:p>
    <w:sectPr w:rsidR="00193EDF" w:rsidRPr="00C62C25" w:rsidSect="00114D78">
      <w:headerReference w:type="default" r:id="rId8"/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FA64F" w14:textId="77777777" w:rsidR="009F623A" w:rsidRDefault="009F623A" w:rsidP="006F0544">
      <w:r>
        <w:separator/>
      </w:r>
    </w:p>
  </w:endnote>
  <w:endnote w:type="continuationSeparator" w:id="0">
    <w:p w14:paraId="0D110C46" w14:textId="77777777" w:rsidR="009F623A" w:rsidRDefault="009F623A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C80C5" w14:textId="77777777" w:rsidR="009F623A" w:rsidRDefault="009F623A" w:rsidP="006F0544">
      <w:r>
        <w:separator/>
      </w:r>
    </w:p>
  </w:footnote>
  <w:footnote w:type="continuationSeparator" w:id="0">
    <w:p w14:paraId="380C5EF6" w14:textId="77777777" w:rsidR="009F623A" w:rsidRDefault="009F623A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B5E7" w14:textId="77777777" w:rsidR="00364990" w:rsidRDefault="0036499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AD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2B6"/>
    <w:rsid w:val="000115FD"/>
    <w:rsid w:val="0001276E"/>
    <w:rsid w:val="00012CA3"/>
    <w:rsid w:val="0001392F"/>
    <w:rsid w:val="00013951"/>
    <w:rsid w:val="00013BAF"/>
    <w:rsid w:val="00014D9B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2CB3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39C1"/>
    <w:rsid w:val="000B39E4"/>
    <w:rsid w:val="000B4206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55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456E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8C6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000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3B3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514"/>
    <w:rsid w:val="0018564E"/>
    <w:rsid w:val="00186D78"/>
    <w:rsid w:val="0018798C"/>
    <w:rsid w:val="001902AA"/>
    <w:rsid w:val="00190389"/>
    <w:rsid w:val="001908C2"/>
    <w:rsid w:val="00191063"/>
    <w:rsid w:val="001910E0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35E5"/>
    <w:rsid w:val="001A3FF2"/>
    <w:rsid w:val="001A45A9"/>
    <w:rsid w:val="001A4E3C"/>
    <w:rsid w:val="001A5875"/>
    <w:rsid w:val="001A5C31"/>
    <w:rsid w:val="001A698B"/>
    <w:rsid w:val="001A6B0A"/>
    <w:rsid w:val="001B100D"/>
    <w:rsid w:val="001B16AD"/>
    <w:rsid w:val="001B18A4"/>
    <w:rsid w:val="001B19D0"/>
    <w:rsid w:val="001B1C71"/>
    <w:rsid w:val="001B2410"/>
    <w:rsid w:val="001B2C7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56D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234"/>
    <w:rsid w:val="001E3A8C"/>
    <w:rsid w:val="001E3E8F"/>
    <w:rsid w:val="001E44A5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1F7F1C"/>
    <w:rsid w:val="00200A5D"/>
    <w:rsid w:val="00200BFE"/>
    <w:rsid w:val="00200F4D"/>
    <w:rsid w:val="00200F65"/>
    <w:rsid w:val="002012AF"/>
    <w:rsid w:val="002019D5"/>
    <w:rsid w:val="00201E64"/>
    <w:rsid w:val="00202124"/>
    <w:rsid w:val="00202DAD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7CA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038"/>
    <w:rsid w:val="0023035F"/>
    <w:rsid w:val="00230518"/>
    <w:rsid w:val="0023152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61C"/>
    <w:rsid w:val="0023772D"/>
    <w:rsid w:val="00237D1B"/>
    <w:rsid w:val="00237EC3"/>
    <w:rsid w:val="002402E9"/>
    <w:rsid w:val="002408E3"/>
    <w:rsid w:val="00240F8C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5DD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331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C26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1490"/>
    <w:rsid w:val="002A2143"/>
    <w:rsid w:val="002A2257"/>
    <w:rsid w:val="002A3A93"/>
    <w:rsid w:val="002A3C7F"/>
    <w:rsid w:val="002A4008"/>
    <w:rsid w:val="002A4385"/>
    <w:rsid w:val="002A4850"/>
    <w:rsid w:val="002A4E53"/>
    <w:rsid w:val="002A5F17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930"/>
    <w:rsid w:val="002B6B0F"/>
    <w:rsid w:val="002C00F6"/>
    <w:rsid w:val="002C07AD"/>
    <w:rsid w:val="002C1510"/>
    <w:rsid w:val="002C15EE"/>
    <w:rsid w:val="002C1F16"/>
    <w:rsid w:val="002C22CC"/>
    <w:rsid w:val="002C2716"/>
    <w:rsid w:val="002C2F87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1AD8"/>
    <w:rsid w:val="002F2C70"/>
    <w:rsid w:val="002F38F0"/>
    <w:rsid w:val="002F44A6"/>
    <w:rsid w:val="002F478F"/>
    <w:rsid w:val="002F4D11"/>
    <w:rsid w:val="002F5265"/>
    <w:rsid w:val="002F555F"/>
    <w:rsid w:val="002F5666"/>
    <w:rsid w:val="002F571C"/>
    <w:rsid w:val="002F5EF1"/>
    <w:rsid w:val="002F63E2"/>
    <w:rsid w:val="002F6B1E"/>
    <w:rsid w:val="002F6FF5"/>
    <w:rsid w:val="002F7BE5"/>
    <w:rsid w:val="003003A2"/>
    <w:rsid w:val="00300709"/>
    <w:rsid w:val="00300B2C"/>
    <w:rsid w:val="00302C14"/>
    <w:rsid w:val="0030321F"/>
    <w:rsid w:val="00303867"/>
    <w:rsid w:val="00303917"/>
    <w:rsid w:val="00303A8B"/>
    <w:rsid w:val="00303B45"/>
    <w:rsid w:val="00303E69"/>
    <w:rsid w:val="003046C8"/>
    <w:rsid w:val="00305D19"/>
    <w:rsid w:val="00305F88"/>
    <w:rsid w:val="003070DD"/>
    <w:rsid w:val="00307A81"/>
    <w:rsid w:val="00310B4E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2738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90"/>
    <w:rsid w:val="00365BD3"/>
    <w:rsid w:val="003674B1"/>
    <w:rsid w:val="003676AA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8E5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8EE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56A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0A6"/>
    <w:rsid w:val="003E49DC"/>
    <w:rsid w:val="003E526F"/>
    <w:rsid w:val="003E54A0"/>
    <w:rsid w:val="003E783E"/>
    <w:rsid w:val="003E7AEE"/>
    <w:rsid w:val="003F04A8"/>
    <w:rsid w:val="003F05F4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59DD"/>
    <w:rsid w:val="003F6194"/>
    <w:rsid w:val="003F637F"/>
    <w:rsid w:val="003F6524"/>
    <w:rsid w:val="003F71C6"/>
    <w:rsid w:val="004003A2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58C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44A"/>
    <w:rsid w:val="0043179D"/>
    <w:rsid w:val="00431AD5"/>
    <w:rsid w:val="00431DB1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55EF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AD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87FF9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12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46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86"/>
    <w:rsid w:val="004D3EB0"/>
    <w:rsid w:val="004D3FE3"/>
    <w:rsid w:val="004D407F"/>
    <w:rsid w:val="004D410E"/>
    <w:rsid w:val="004D442F"/>
    <w:rsid w:val="004D4A93"/>
    <w:rsid w:val="004D5112"/>
    <w:rsid w:val="004D526D"/>
    <w:rsid w:val="004D557E"/>
    <w:rsid w:val="004D5AC1"/>
    <w:rsid w:val="004D5B1C"/>
    <w:rsid w:val="004D6432"/>
    <w:rsid w:val="004D6952"/>
    <w:rsid w:val="004D712C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249"/>
    <w:rsid w:val="004F76D1"/>
    <w:rsid w:val="004F7737"/>
    <w:rsid w:val="004F785A"/>
    <w:rsid w:val="004F7C6D"/>
    <w:rsid w:val="004F7E6B"/>
    <w:rsid w:val="004F7F44"/>
    <w:rsid w:val="0050008D"/>
    <w:rsid w:val="00500C0F"/>
    <w:rsid w:val="00500F2F"/>
    <w:rsid w:val="005012E1"/>
    <w:rsid w:val="00502406"/>
    <w:rsid w:val="00502C97"/>
    <w:rsid w:val="00502CC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0601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336"/>
    <w:rsid w:val="005567BF"/>
    <w:rsid w:val="00556B49"/>
    <w:rsid w:val="005570E0"/>
    <w:rsid w:val="005570FD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5D0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B7B"/>
    <w:rsid w:val="00594D17"/>
    <w:rsid w:val="00594D78"/>
    <w:rsid w:val="00594F68"/>
    <w:rsid w:val="00594F72"/>
    <w:rsid w:val="00594FA6"/>
    <w:rsid w:val="005954DC"/>
    <w:rsid w:val="00595768"/>
    <w:rsid w:val="00595E89"/>
    <w:rsid w:val="005966CA"/>
    <w:rsid w:val="00596B97"/>
    <w:rsid w:val="005975CD"/>
    <w:rsid w:val="00597E03"/>
    <w:rsid w:val="00597E97"/>
    <w:rsid w:val="005A0A95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B38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63F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84D"/>
    <w:rsid w:val="005E1EAF"/>
    <w:rsid w:val="005E243D"/>
    <w:rsid w:val="005E2510"/>
    <w:rsid w:val="005E2A22"/>
    <w:rsid w:val="005E2EC6"/>
    <w:rsid w:val="005E32FF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2F7"/>
    <w:rsid w:val="00601965"/>
    <w:rsid w:val="00602372"/>
    <w:rsid w:val="00602934"/>
    <w:rsid w:val="00602E9F"/>
    <w:rsid w:val="006030A8"/>
    <w:rsid w:val="006034DA"/>
    <w:rsid w:val="00603533"/>
    <w:rsid w:val="006038FA"/>
    <w:rsid w:val="006039C2"/>
    <w:rsid w:val="00603A1B"/>
    <w:rsid w:val="00603E36"/>
    <w:rsid w:val="00603F59"/>
    <w:rsid w:val="00604069"/>
    <w:rsid w:val="00605117"/>
    <w:rsid w:val="006055A2"/>
    <w:rsid w:val="006056F9"/>
    <w:rsid w:val="006057B1"/>
    <w:rsid w:val="00605936"/>
    <w:rsid w:val="00605E90"/>
    <w:rsid w:val="006062B0"/>
    <w:rsid w:val="00606D49"/>
    <w:rsid w:val="00606DA1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41D"/>
    <w:rsid w:val="00613D52"/>
    <w:rsid w:val="00614948"/>
    <w:rsid w:val="00614A63"/>
    <w:rsid w:val="006151A6"/>
    <w:rsid w:val="00615C7B"/>
    <w:rsid w:val="006160AC"/>
    <w:rsid w:val="0061672E"/>
    <w:rsid w:val="006168FD"/>
    <w:rsid w:val="00616E27"/>
    <w:rsid w:val="00617094"/>
    <w:rsid w:val="006173C3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60A"/>
    <w:rsid w:val="00641793"/>
    <w:rsid w:val="00641DFE"/>
    <w:rsid w:val="00641FD6"/>
    <w:rsid w:val="00642358"/>
    <w:rsid w:val="006435BA"/>
    <w:rsid w:val="00643A31"/>
    <w:rsid w:val="00643D0E"/>
    <w:rsid w:val="00643D28"/>
    <w:rsid w:val="00643ED6"/>
    <w:rsid w:val="00644639"/>
    <w:rsid w:val="00644885"/>
    <w:rsid w:val="00645850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2E5"/>
    <w:rsid w:val="006536C2"/>
    <w:rsid w:val="00653814"/>
    <w:rsid w:val="00653832"/>
    <w:rsid w:val="00653FA3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2CDB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941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142"/>
    <w:rsid w:val="006C0AE5"/>
    <w:rsid w:val="006C101E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55F8"/>
    <w:rsid w:val="00726A6A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3E40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16D2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82F"/>
    <w:rsid w:val="00753ADF"/>
    <w:rsid w:val="00753CED"/>
    <w:rsid w:val="007544A3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56DA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934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39D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5D1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461"/>
    <w:rsid w:val="007F27B4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4D0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B88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3426"/>
    <w:rsid w:val="00813A50"/>
    <w:rsid w:val="00814B87"/>
    <w:rsid w:val="008152D4"/>
    <w:rsid w:val="00815481"/>
    <w:rsid w:val="0081622D"/>
    <w:rsid w:val="00816BE4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709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39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177D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0D03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2D3"/>
    <w:rsid w:val="00886725"/>
    <w:rsid w:val="0088689B"/>
    <w:rsid w:val="0088699E"/>
    <w:rsid w:val="00886C10"/>
    <w:rsid w:val="008873FC"/>
    <w:rsid w:val="0088785C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3583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972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AE2"/>
    <w:rsid w:val="008B6E93"/>
    <w:rsid w:val="008B707F"/>
    <w:rsid w:val="008C05CC"/>
    <w:rsid w:val="008C28B5"/>
    <w:rsid w:val="008C35B8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75B"/>
    <w:rsid w:val="008D394D"/>
    <w:rsid w:val="008D41C5"/>
    <w:rsid w:val="008D4354"/>
    <w:rsid w:val="008D4872"/>
    <w:rsid w:val="008D4960"/>
    <w:rsid w:val="008D59FD"/>
    <w:rsid w:val="008D6706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63B4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6E9D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83C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27076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40F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6C2B"/>
    <w:rsid w:val="009974D9"/>
    <w:rsid w:val="00997676"/>
    <w:rsid w:val="009976AB"/>
    <w:rsid w:val="00997744"/>
    <w:rsid w:val="009977C1"/>
    <w:rsid w:val="009A04DF"/>
    <w:rsid w:val="009A099E"/>
    <w:rsid w:val="009A1B0A"/>
    <w:rsid w:val="009A1D12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5E2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35C"/>
    <w:rsid w:val="009E6581"/>
    <w:rsid w:val="009E7BF7"/>
    <w:rsid w:val="009F03E2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623A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2DAC"/>
    <w:rsid w:val="00A0415F"/>
    <w:rsid w:val="00A051B6"/>
    <w:rsid w:val="00A0531E"/>
    <w:rsid w:val="00A057C5"/>
    <w:rsid w:val="00A05AFA"/>
    <w:rsid w:val="00A05B82"/>
    <w:rsid w:val="00A0644A"/>
    <w:rsid w:val="00A065AD"/>
    <w:rsid w:val="00A067AA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64F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48E1"/>
    <w:rsid w:val="00A44958"/>
    <w:rsid w:val="00A44E96"/>
    <w:rsid w:val="00A451D2"/>
    <w:rsid w:val="00A45362"/>
    <w:rsid w:val="00A45440"/>
    <w:rsid w:val="00A467CD"/>
    <w:rsid w:val="00A47C89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408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4D0C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4D22"/>
    <w:rsid w:val="00A95267"/>
    <w:rsid w:val="00A95330"/>
    <w:rsid w:val="00A95BAD"/>
    <w:rsid w:val="00A96C06"/>
    <w:rsid w:val="00A96D92"/>
    <w:rsid w:val="00AA0143"/>
    <w:rsid w:val="00AA1AAD"/>
    <w:rsid w:val="00AA223A"/>
    <w:rsid w:val="00AA2361"/>
    <w:rsid w:val="00AA2430"/>
    <w:rsid w:val="00AA32F9"/>
    <w:rsid w:val="00AA35FA"/>
    <w:rsid w:val="00AA3AD6"/>
    <w:rsid w:val="00AA43C0"/>
    <w:rsid w:val="00AA4C72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4FB"/>
    <w:rsid w:val="00AB4967"/>
    <w:rsid w:val="00AB4C38"/>
    <w:rsid w:val="00AB5EAA"/>
    <w:rsid w:val="00AB62FE"/>
    <w:rsid w:val="00AB6F17"/>
    <w:rsid w:val="00AB7511"/>
    <w:rsid w:val="00AB7859"/>
    <w:rsid w:val="00AC07C2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C7CC6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C1B"/>
    <w:rsid w:val="00AD7D05"/>
    <w:rsid w:val="00AE1902"/>
    <w:rsid w:val="00AE1961"/>
    <w:rsid w:val="00AE1964"/>
    <w:rsid w:val="00AE29BD"/>
    <w:rsid w:val="00AE2EC0"/>
    <w:rsid w:val="00AE31D4"/>
    <w:rsid w:val="00AE34A1"/>
    <w:rsid w:val="00AE364C"/>
    <w:rsid w:val="00AE36D8"/>
    <w:rsid w:val="00AE3ADD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6DCB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1231"/>
    <w:rsid w:val="00B119DF"/>
    <w:rsid w:val="00B123D2"/>
    <w:rsid w:val="00B1264F"/>
    <w:rsid w:val="00B12A44"/>
    <w:rsid w:val="00B13309"/>
    <w:rsid w:val="00B146AA"/>
    <w:rsid w:val="00B14F60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BD8"/>
    <w:rsid w:val="00B37D3E"/>
    <w:rsid w:val="00B408F9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7AA"/>
    <w:rsid w:val="00B55BB0"/>
    <w:rsid w:val="00B55BEF"/>
    <w:rsid w:val="00B55C35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A81"/>
    <w:rsid w:val="00B637CC"/>
    <w:rsid w:val="00B63E91"/>
    <w:rsid w:val="00B64C29"/>
    <w:rsid w:val="00B64DD4"/>
    <w:rsid w:val="00B653A6"/>
    <w:rsid w:val="00B65B08"/>
    <w:rsid w:val="00B65F7A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B3B"/>
    <w:rsid w:val="00B836AE"/>
    <w:rsid w:val="00B839F2"/>
    <w:rsid w:val="00B841FB"/>
    <w:rsid w:val="00B84BC4"/>
    <w:rsid w:val="00B85163"/>
    <w:rsid w:val="00B85311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0E7"/>
    <w:rsid w:val="00B972A2"/>
    <w:rsid w:val="00B97C0A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8A5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4C68"/>
    <w:rsid w:val="00BC5E67"/>
    <w:rsid w:val="00BC6116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42"/>
    <w:rsid w:val="00BD095A"/>
    <w:rsid w:val="00BD15B8"/>
    <w:rsid w:val="00BD18D4"/>
    <w:rsid w:val="00BD2220"/>
    <w:rsid w:val="00BD2447"/>
    <w:rsid w:val="00BD2EC8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08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0E0"/>
    <w:rsid w:val="00BE752F"/>
    <w:rsid w:val="00BE7C9C"/>
    <w:rsid w:val="00BF0171"/>
    <w:rsid w:val="00BF06F4"/>
    <w:rsid w:val="00BF097F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504F"/>
    <w:rsid w:val="00BF5681"/>
    <w:rsid w:val="00BF5E4F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571B"/>
    <w:rsid w:val="00C057C2"/>
    <w:rsid w:val="00C06589"/>
    <w:rsid w:val="00C06B40"/>
    <w:rsid w:val="00C06D67"/>
    <w:rsid w:val="00C0700F"/>
    <w:rsid w:val="00C1016D"/>
    <w:rsid w:val="00C10630"/>
    <w:rsid w:val="00C10DEF"/>
    <w:rsid w:val="00C11DEA"/>
    <w:rsid w:val="00C12962"/>
    <w:rsid w:val="00C12E3C"/>
    <w:rsid w:val="00C12FF3"/>
    <w:rsid w:val="00C13087"/>
    <w:rsid w:val="00C13CB5"/>
    <w:rsid w:val="00C13D51"/>
    <w:rsid w:val="00C143E3"/>
    <w:rsid w:val="00C146E4"/>
    <w:rsid w:val="00C149FA"/>
    <w:rsid w:val="00C14C38"/>
    <w:rsid w:val="00C14D80"/>
    <w:rsid w:val="00C1536F"/>
    <w:rsid w:val="00C15B14"/>
    <w:rsid w:val="00C15CA2"/>
    <w:rsid w:val="00C15E9B"/>
    <w:rsid w:val="00C1658C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076D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0CD"/>
    <w:rsid w:val="00C36B9D"/>
    <w:rsid w:val="00C3779B"/>
    <w:rsid w:val="00C3793E"/>
    <w:rsid w:val="00C408F5"/>
    <w:rsid w:val="00C42914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C88"/>
    <w:rsid w:val="00C52ED5"/>
    <w:rsid w:val="00C54035"/>
    <w:rsid w:val="00C5447C"/>
    <w:rsid w:val="00C54B43"/>
    <w:rsid w:val="00C54F9B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C25"/>
    <w:rsid w:val="00C62E54"/>
    <w:rsid w:val="00C631A9"/>
    <w:rsid w:val="00C63AB2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6CE7"/>
    <w:rsid w:val="00C770EE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DC"/>
    <w:rsid w:val="00C93B41"/>
    <w:rsid w:val="00C941CE"/>
    <w:rsid w:val="00C9510A"/>
    <w:rsid w:val="00C955C0"/>
    <w:rsid w:val="00C96EAA"/>
    <w:rsid w:val="00CA0044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D7D05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585"/>
    <w:rsid w:val="00CE683D"/>
    <w:rsid w:val="00CE6C13"/>
    <w:rsid w:val="00CE7D90"/>
    <w:rsid w:val="00CF1129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790"/>
    <w:rsid w:val="00CF6C1E"/>
    <w:rsid w:val="00D007B1"/>
    <w:rsid w:val="00D00CA3"/>
    <w:rsid w:val="00D01E68"/>
    <w:rsid w:val="00D02227"/>
    <w:rsid w:val="00D02314"/>
    <w:rsid w:val="00D028FE"/>
    <w:rsid w:val="00D02F6D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F62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2F0"/>
    <w:rsid w:val="00D21F74"/>
    <w:rsid w:val="00D22056"/>
    <w:rsid w:val="00D22581"/>
    <w:rsid w:val="00D227D9"/>
    <w:rsid w:val="00D23A5F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969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3B8"/>
    <w:rsid w:val="00D46C56"/>
    <w:rsid w:val="00D477AB"/>
    <w:rsid w:val="00D479F6"/>
    <w:rsid w:val="00D47A5D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5E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B17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46B0"/>
    <w:rsid w:val="00D95AE2"/>
    <w:rsid w:val="00D95E99"/>
    <w:rsid w:val="00D9632C"/>
    <w:rsid w:val="00D96648"/>
    <w:rsid w:val="00D9681E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4D3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0A0C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F27"/>
    <w:rsid w:val="00DD054B"/>
    <w:rsid w:val="00DD16F8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8E2"/>
    <w:rsid w:val="00DD5982"/>
    <w:rsid w:val="00DD5B16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165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209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D61"/>
    <w:rsid w:val="00E147C8"/>
    <w:rsid w:val="00E14BDF"/>
    <w:rsid w:val="00E14CDA"/>
    <w:rsid w:val="00E15B37"/>
    <w:rsid w:val="00E16076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4E4"/>
    <w:rsid w:val="00E24BC5"/>
    <w:rsid w:val="00E2521A"/>
    <w:rsid w:val="00E2527B"/>
    <w:rsid w:val="00E25552"/>
    <w:rsid w:val="00E256FD"/>
    <w:rsid w:val="00E25C1B"/>
    <w:rsid w:val="00E26212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600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4A89"/>
    <w:rsid w:val="00E65B5F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906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6E3B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48E1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6E5"/>
    <w:rsid w:val="00EE2B96"/>
    <w:rsid w:val="00EE2D64"/>
    <w:rsid w:val="00EE2DC6"/>
    <w:rsid w:val="00EE326B"/>
    <w:rsid w:val="00EE3A37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CBC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3B4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BA"/>
    <w:rsid w:val="00F078EF"/>
    <w:rsid w:val="00F07E07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30C"/>
    <w:rsid w:val="00F16EAF"/>
    <w:rsid w:val="00F17E06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4B05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671CD"/>
    <w:rsid w:val="00F70291"/>
    <w:rsid w:val="00F70299"/>
    <w:rsid w:val="00F7106D"/>
    <w:rsid w:val="00F71F19"/>
    <w:rsid w:val="00F72374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1FD4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665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5852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0CC7"/>
    <w:rsid w:val="00FF13ED"/>
    <w:rsid w:val="00FF18B5"/>
    <w:rsid w:val="00FF1AE3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20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95FC83"/>
  <w15:docId w15:val="{6D2BBC89-800D-4D0D-BD86-06190683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9180C-3908-4DC5-8578-125AF3A3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29</TotalTime>
  <Pages>1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7071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9</cp:revision>
  <cp:lastPrinted>2024-01-11T12:22:00Z</cp:lastPrinted>
  <dcterms:created xsi:type="dcterms:W3CDTF">2024-02-20T08:42:00Z</dcterms:created>
  <dcterms:modified xsi:type="dcterms:W3CDTF">2024-03-19T12:36:00Z</dcterms:modified>
</cp:coreProperties>
</file>