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F7408" w14:textId="735311F2" w:rsidR="00AE3ADD" w:rsidRDefault="00843E41" w:rsidP="00843E41">
      <w:pPr>
        <w:pStyle w:val="6"/>
        <w:shd w:val="clear" w:color="auto" w:fill="auto"/>
        <w:spacing w:line="240" w:lineRule="auto"/>
        <w:ind w:firstLine="709"/>
        <w:contextualSpacing/>
        <w:jc w:val="right"/>
        <w:rPr>
          <w:rStyle w:val="41"/>
          <w:rFonts w:ascii="Arial" w:hAnsi="Arial" w:cs="Arial"/>
          <w:color w:val="auto"/>
          <w:sz w:val="24"/>
          <w:szCs w:val="24"/>
          <w:lang w:eastAsia="ru-RU"/>
        </w:rPr>
      </w:pPr>
      <w:r>
        <w:rPr>
          <w:rStyle w:val="41"/>
          <w:rFonts w:ascii="Arial" w:hAnsi="Arial" w:cs="Arial"/>
          <w:color w:val="auto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</w:t>
      </w:r>
    </w:p>
    <w:p w14:paraId="48B32FD9" w14:textId="04F373F8" w:rsidR="00AE3ADD" w:rsidRPr="009D1431" w:rsidRDefault="00AE3ADD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  <w:sz w:val="20"/>
          <w:szCs w:val="20"/>
        </w:rPr>
      </w:pPr>
      <w:r w:rsidRPr="009D1431">
        <w:rPr>
          <w:rFonts w:ascii="Times New Roman" w:hAnsi="Times New Roman"/>
          <w:bCs/>
          <w:sz w:val="20"/>
          <w:szCs w:val="20"/>
        </w:rPr>
        <w:t xml:space="preserve">Приложение </w:t>
      </w:r>
      <w:r w:rsidR="00E75FC5" w:rsidRPr="009D1431">
        <w:rPr>
          <w:rFonts w:ascii="Times New Roman" w:hAnsi="Times New Roman"/>
          <w:bCs/>
          <w:sz w:val="20"/>
          <w:szCs w:val="20"/>
        </w:rPr>
        <w:t>1</w:t>
      </w:r>
      <w:r w:rsidRPr="009D1431">
        <w:rPr>
          <w:rFonts w:ascii="Times New Roman" w:hAnsi="Times New Roman"/>
          <w:bCs/>
          <w:sz w:val="20"/>
          <w:szCs w:val="20"/>
        </w:rPr>
        <w:t xml:space="preserve"> </w:t>
      </w:r>
    </w:p>
    <w:p w14:paraId="1D3F629D" w14:textId="77777777" w:rsidR="00310B4E" w:rsidRPr="009D1431" w:rsidRDefault="00310B4E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  <w:sz w:val="20"/>
          <w:szCs w:val="20"/>
        </w:rPr>
      </w:pPr>
      <w:r w:rsidRPr="009D1431">
        <w:rPr>
          <w:rFonts w:ascii="Times New Roman" w:hAnsi="Times New Roman"/>
          <w:bCs/>
          <w:sz w:val="20"/>
          <w:szCs w:val="20"/>
        </w:rPr>
        <w:t>к постановлению администрации</w:t>
      </w:r>
    </w:p>
    <w:p w14:paraId="23B6DF27" w14:textId="77777777" w:rsidR="00310B4E" w:rsidRPr="009D1431" w:rsidRDefault="00310B4E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  <w:sz w:val="20"/>
          <w:szCs w:val="20"/>
        </w:rPr>
      </w:pPr>
      <w:r w:rsidRPr="009D1431">
        <w:rPr>
          <w:rFonts w:ascii="Times New Roman" w:hAnsi="Times New Roman"/>
          <w:bCs/>
          <w:sz w:val="20"/>
          <w:szCs w:val="20"/>
        </w:rPr>
        <w:t>Калачеевского муниципального района</w:t>
      </w:r>
    </w:p>
    <w:p w14:paraId="399BA4E6" w14:textId="77777777" w:rsidR="00310B4E" w:rsidRPr="009D1431" w:rsidRDefault="00310B4E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  <w:sz w:val="20"/>
          <w:szCs w:val="20"/>
        </w:rPr>
      </w:pPr>
      <w:r w:rsidRPr="009D1431">
        <w:rPr>
          <w:rFonts w:ascii="Times New Roman" w:hAnsi="Times New Roman"/>
          <w:bCs/>
          <w:sz w:val="20"/>
          <w:szCs w:val="20"/>
        </w:rPr>
        <w:t>Воронежской области</w:t>
      </w:r>
    </w:p>
    <w:p w14:paraId="7F1336F3" w14:textId="64739E29" w:rsidR="002C07AD" w:rsidRPr="009D1431" w:rsidRDefault="00AB44FB" w:rsidP="002127CA">
      <w:pPr>
        <w:shd w:val="clear" w:color="auto" w:fill="FFFFFF"/>
        <w:ind w:left="709" w:firstLine="9497"/>
        <w:jc w:val="right"/>
        <w:rPr>
          <w:rFonts w:ascii="Times New Roman" w:hAnsi="Times New Roman"/>
          <w:bCs/>
          <w:sz w:val="20"/>
          <w:szCs w:val="20"/>
        </w:rPr>
      </w:pPr>
      <w:r w:rsidRPr="009D1431">
        <w:rPr>
          <w:rFonts w:ascii="Times New Roman" w:hAnsi="Times New Roman"/>
          <w:bCs/>
          <w:sz w:val="20"/>
          <w:szCs w:val="20"/>
        </w:rPr>
        <w:t xml:space="preserve">от </w:t>
      </w:r>
      <w:proofErr w:type="gramStart"/>
      <w:r w:rsidR="00556336" w:rsidRPr="009D1431">
        <w:rPr>
          <w:rFonts w:ascii="Times New Roman" w:hAnsi="Times New Roman"/>
          <w:bCs/>
          <w:sz w:val="20"/>
          <w:szCs w:val="20"/>
        </w:rPr>
        <w:t>«</w:t>
      </w:r>
      <w:r w:rsidR="00613F2B">
        <w:rPr>
          <w:rFonts w:ascii="Times New Roman" w:hAnsi="Times New Roman"/>
          <w:bCs/>
          <w:sz w:val="20"/>
          <w:szCs w:val="20"/>
        </w:rPr>
        <w:t xml:space="preserve">  </w:t>
      </w:r>
      <w:proofErr w:type="gramEnd"/>
      <w:r w:rsidR="00EB5480">
        <w:rPr>
          <w:rFonts w:ascii="Times New Roman" w:hAnsi="Times New Roman"/>
          <w:bCs/>
          <w:sz w:val="20"/>
          <w:szCs w:val="20"/>
        </w:rPr>
        <w:t xml:space="preserve">  </w:t>
      </w:r>
      <w:r w:rsidR="00613F2B">
        <w:rPr>
          <w:rFonts w:ascii="Times New Roman" w:hAnsi="Times New Roman"/>
          <w:bCs/>
          <w:sz w:val="20"/>
          <w:szCs w:val="20"/>
        </w:rPr>
        <w:t xml:space="preserve"> </w:t>
      </w:r>
      <w:r w:rsidR="002A75C8" w:rsidRPr="009D1431">
        <w:rPr>
          <w:rFonts w:ascii="Times New Roman" w:hAnsi="Times New Roman"/>
          <w:bCs/>
          <w:sz w:val="20"/>
          <w:szCs w:val="20"/>
        </w:rPr>
        <w:t xml:space="preserve">» </w:t>
      </w:r>
      <w:r w:rsidR="00EB5480">
        <w:rPr>
          <w:rFonts w:ascii="Times New Roman" w:hAnsi="Times New Roman"/>
          <w:bCs/>
          <w:sz w:val="20"/>
          <w:szCs w:val="20"/>
        </w:rPr>
        <w:t xml:space="preserve">             </w:t>
      </w:r>
      <w:r w:rsidR="002A75C8" w:rsidRPr="009D1431">
        <w:rPr>
          <w:rFonts w:ascii="Times New Roman" w:hAnsi="Times New Roman"/>
          <w:bCs/>
          <w:sz w:val="20"/>
          <w:szCs w:val="20"/>
        </w:rPr>
        <w:t xml:space="preserve"> </w:t>
      </w:r>
      <w:r w:rsidR="00310B4E" w:rsidRPr="009D1431">
        <w:rPr>
          <w:rFonts w:ascii="Times New Roman" w:hAnsi="Times New Roman"/>
          <w:bCs/>
          <w:sz w:val="20"/>
          <w:szCs w:val="20"/>
        </w:rPr>
        <w:t>202</w:t>
      </w:r>
      <w:r w:rsidR="00EB5480">
        <w:rPr>
          <w:rFonts w:ascii="Times New Roman" w:hAnsi="Times New Roman"/>
          <w:bCs/>
          <w:sz w:val="20"/>
          <w:szCs w:val="20"/>
        </w:rPr>
        <w:t>5</w:t>
      </w:r>
      <w:r w:rsidR="00310B4E" w:rsidRPr="009D1431">
        <w:rPr>
          <w:rFonts w:ascii="Times New Roman" w:hAnsi="Times New Roman"/>
          <w:bCs/>
          <w:sz w:val="20"/>
          <w:szCs w:val="20"/>
        </w:rPr>
        <w:t>г. №</w:t>
      </w:r>
      <w:r w:rsidR="008A6972" w:rsidRPr="009D1431">
        <w:rPr>
          <w:rFonts w:ascii="Times New Roman" w:hAnsi="Times New Roman"/>
          <w:bCs/>
          <w:sz w:val="20"/>
          <w:szCs w:val="20"/>
        </w:rPr>
        <w:t xml:space="preserve"> </w:t>
      </w:r>
      <w:r w:rsidR="00613F2B">
        <w:rPr>
          <w:rFonts w:ascii="Times New Roman" w:hAnsi="Times New Roman"/>
          <w:bCs/>
          <w:sz w:val="20"/>
          <w:szCs w:val="20"/>
        </w:rPr>
        <w:t xml:space="preserve">  </w:t>
      </w:r>
    </w:p>
    <w:p w14:paraId="58B23637" w14:textId="77777777" w:rsidR="002A75C8" w:rsidRPr="00843E41" w:rsidRDefault="002A75C8" w:rsidP="002127CA">
      <w:pPr>
        <w:shd w:val="clear" w:color="auto" w:fill="FFFFFF"/>
        <w:ind w:left="709" w:firstLine="9497"/>
        <w:jc w:val="right"/>
        <w:rPr>
          <w:rStyle w:val="41"/>
          <w:color w:val="auto"/>
          <w:sz w:val="20"/>
          <w:szCs w:val="20"/>
          <w:lang w:eastAsia="ru-RU"/>
        </w:rPr>
      </w:pPr>
    </w:p>
    <w:p w14:paraId="0E720313" w14:textId="07DC0221" w:rsidR="00843E41" w:rsidRDefault="00843E41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b/>
          <w:color w:val="auto"/>
          <w:sz w:val="24"/>
          <w:szCs w:val="24"/>
          <w:lang w:eastAsia="ru-RU"/>
        </w:rPr>
      </w:pPr>
      <w:bookmarkStart w:id="0" w:name="RANGE!A1:N50"/>
      <w:bookmarkEnd w:id="0"/>
      <w:r w:rsidRPr="00DB41D8">
        <w:rPr>
          <w:rStyle w:val="41"/>
          <w:b/>
          <w:color w:val="auto"/>
          <w:sz w:val="24"/>
          <w:szCs w:val="24"/>
          <w:lang w:eastAsia="ru-RU"/>
        </w:rPr>
        <w:t>Расходы бюджета на реализацию программы Калачеевского муниципального района «Муниципальное управление»</w:t>
      </w:r>
    </w:p>
    <w:p w14:paraId="1E4A683C" w14:textId="77777777" w:rsidR="002A75C8" w:rsidRPr="00843E41" w:rsidRDefault="002A75C8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auto"/>
          <w:sz w:val="24"/>
          <w:szCs w:val="24"/>
          <w:lang w:eastAsia="ru-RU"/>
        </w:rPr>
      </w:pPr>
    </w:p>
    <w:tbl>
      <w:tblPr>
        <w:tblW w:w="15741" w:type="dxa"/>
        <w:tblInd w:w="-725" w:type="dxa"/>
        <w:tblLayout w:type="fixed"/>
        <w:tblLook w:val="04A0" w:firstRow="1" w:lastRow="0" w:firstColumn="1" w:lastColumn="0" w:noHBand="0" w:noVBand="1"/>
      </w:tblPr>
      <w:tblGrid>
        <w:gridCol w:w="1566"/>
        <w:gridCol w:w="1984"/>
        <w:gridCol w:w="2055"/>
        <w:gridCol w:w="1369"/>
        <w:gridCol w:w="1254"/>
        <w:gridCol w:w="1417"/>
        <w:gridCol w:w="1276"/>
        <w:gridCol w:w="1134"/>
        <w:gridCol w:w="1275"/>
        <w:gridCol w:w="1279"/>
        <w:gridCol w:w="1132"/>
      </w:tblGrid>
      <w:tr w:rsidR="00A535EE" w:rsidRPr="00C35A8F" w14:paraId="68027AF5" w14:textId="634B467D" w:rsidTr="002A75C8">
        <w:trPr>
          <w:trHeight w:val="610"/>
        </w:trPr>
        <w:tc>
          <w:tcPr>
            <w:tcW w:w="156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6ECAED8" w14:textId="77777777" w:rsidR="00A535EE" w:rsidRPr="00C35A8F" w:rsidRDefault="00A535EE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0FC5E21" w14:textId="77777777" w:rsidR="00A535EE" w:rsidRPr="00C35A8F" w:rsidRDefault="00A535EE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 xml:space="preserve">Наименование подпрограммы, основного мероприятия 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CB3BA4E" w14:textId="77777777" w:rsidR="00A535EE" w:rsidRPr="00C35A8F" w:rsidRDefault="00A535EE" w:rsidP="00C35A8F">
            <w:pPr>
              <w:ind w:right="-60"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Наименование ответственного исполнителя, исполнителя - главного распорядителя средств бюджета Калачеевского муниципального района (далее - ГРБС)</w:t>
            </w:r>
          </w:p>
        </w:tc>
        <w:tc>
          <w:tcPr>
            <w:tcW w:w="10136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DC1767" w14:textId="5FC7647D" w:rsidR="00A535EE" w:rsidRPr="00C35A8F" w:rsidRDefault="00A535EE" w:rsidP="00A535EE">
            <w:pPr>
              <w:ind w:left="127" w:firstLine="15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Расходы бюджета Калачеевского муниципального района по годам реали</w:t>
            </w:r>
            <w:r>
              <w:rPr>
                <w:rFonts w:ascii="Times New Roman" w:hAnsi="Times New Roman"/>
                <w:sz w:val="20"/>
                <w:szCs w:val="20"/>
              </w:rPr>
              <w:t>зации подпрограмм (тыс. руб.)</w:t>
            </w:r>
          </w:p>
        </w:tc>
      </w:tr>
      <w:tr w:rsidR="00A535EE" w:rsidRPr="00C35A8F" w14:paraId="3BDE6A47" w14:textId="6B7ABD21" w:rsidTr="002A75C8">
        <w:trPr>
          <w:trHeight w:val="300"/>
        </w:trPr>
        <w:tc>
          <w:tcPr>
            <w:tcW w:w="15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33FA72" w14:textId="77777777" w:rsidR="00A535EE" w:rsidRPr="00C35A8F" w:rsidRDefault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1BC167" w14:textId="77777777" w:rsidR="00A535EE" w:rsidRPr="00C35A8F" w:rsidRDefault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D76C07" w14:textId="77777777" w:rsidR="00A535EE" w:rsidRPr="00C35A8F" w:rsidRDefault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5819B1" w14:textId="77777777" w:rsidR="00A535EE" w:rsidRPr="00C35A8F" w:rsidRDefault="00A535EE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в том числе по годам реализации подпрограммы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5EB69EB6" w14:textId="77777777" w:rsidR="00A535EE" w:rsidRPr="00C35A8F" w:rsidRDefault="00A535EE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5EE" w:rsidRPr="008F5043" w14:paraId="7389DE8C" w14:textId="1EF3928C" w:rsidTr="002A75C8">
        <w:trPr>
          <w:trHeight w:val="300"/>
        </w:trPr>
        <w:tc>
          <w:tcPr>
            <w:tcW w:w="15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9FEA80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F41FFE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7C37E7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7797095" w14:textId="77777777" w:rsidR="00A535EE" w:rsidRPr="008F5043" w:rsidRDefault="00A535EE" w:rsidP="00A535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8E0F1E6" w14:textId="77777777" w:rsidR="00A535EE" w:rsidRPr="008F5043" w:rsidRDefault="00A535EE" w:rsidP="00A535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8ACE25E" w14:textId="77777777" w:rsidR="00A535EE" w:rsidRPr="008F5043" w:rsidRDefault="00A535EE" w:rsidP="00A535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B74F382" w14:textId="77777777" w:rsidR="00A535EE" w:rsidRPr="008F5043" w:rsidRDefault="00A535EE" w:rsidP="00A535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0AEA762" w14:textId="77777777" w:rsidR="00A535EE" w:rsidRPr="008F5043" w:rsidRDefault="00A535EE" w:rsidP="00A535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7581652" w14:textId="77777777" w:rsidR="00A535EE" w:rsidRPr="008F5043" w:rsidRDefault="00A535EE" w:rsidP="00A535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295D18B7" w14:textId="77777777" w:rsidR="00A535EE" w:rsidRPr="008F5043" w:rsidRDefault="00A535EE" w:rsidP="00A535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0149C3F4" w14:textId="01EE11BF" w:rsidR="00A535EE" w:rsidRPr="008F5043" w:rsidRDefault="00A535EE" w:rsidP="00A535EE">
            <w:pPr>
              <w:ind w:right="35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A535EE" w:rsidRPr="008F5043" w14:paraId="2D5B00A7" w14:textId="05EF18DF" w:rsidTr="002A75C8">
        <w:trPr>
          <w:trHeight w:val="300"/>
        </w:trPr>
        <w:tc>
          <w:tcPr>
            <w:tcW w:w="1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0B2B984C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227E63C4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65C62CF8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EB80CF7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5D66EFE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3E6CEB81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393769F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B3AABE4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14E14D08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2254E17B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099E374" w14:textId="0E34713A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535EE" w:rsidRPr="008F5043" w14:paraId="48E99C5F" w14:textId="6AB7A034" w:rsidTr="00902816">
        <w:trPr>
          <w:trHeight w:val="300"/>
        </w:trPr>
        <w:tc>
          <w:tcPr>
            <w:tcW w:w="15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1734DFC3" w14:textId="77777777" w:rsidR="00A535EE" w:rsidRPr="008F5043" w:rsidRDefault="00A535EE" w:rsidP="002A75C8">
            <w:pPr>
              <w:ind w:left="-109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bCs/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278EE31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bCs/>
                <w:sz w:val="20"/>
                <w:szCs w:val="20"/>
              </w:rPr>
              <w:t>Муниципальное управление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456AA09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BC60C1D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bCs/>
                <w:sz w:val="20"/>
                <w:szCs w:val="20"/>
              </w:rPr>
              <w:t>231 592,80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7CB7D25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bCs/>
                <w:sz w:val="20"/>
                <w:szCs w:val="20"/>
              </w:rPr>
              <w:t>293 999,20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48CA84A" w14:textId="51B14699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243431">
              <w:rPr>
                <w:rFonts w:ascii="Times New Roman" w:hAnsi="Times New Roman"/>
                <w:bCs/>
                <w:sz w:val="20"/>
                <w:szCs w:val="20"/>
              </w:rPr>
              <w:t>48</w:t>
            </w:r>
            <w:r w:rsidRPr="008F504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r w:rsidR="00243431">
              <w:rPr>
                <w:rFonts w:ascii="Times New Roman" w:hAnsi="Times New Roman"/>
                <w:bCs/>
                <w:sz w:val="20"/>
                <w:szCs w:val="20"/>
              </w:rPr>
              <w:t>531</w:t>
            </w:r>
            <w:r w:rsidRPr="008F5043">
              <w:rPr>
                <w:rFonts w:ascii="Times New Roman" w:hAnsi="Times New Roman"/>
                <w:bCs/>
                <w:sz w:val="20"/>
                <w:szCs w:val="20"/>
              </w:rPr>
              <w:t>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3211365" w14:textId="66E89551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bCs/>
                <w:sz w:val="20"/>
                <w:szCs w:val="20"/>
              </w:rPr>
              <w:t>269 693,80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6F1F4EA" w14:textId="184290C8" w:rsidR="00A535EE" w:rsidRPr="00243431" w:rsidRDefault="00243431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3431">
              <w:rPr>
                <w:rFonts w:ascii="Times New Roman" w:hAnsi="Times New Roman"/>
                <w:bCs/>
                <w:sz w:val="20"/>
                <w:szCs w:val="20"/>
              </w:rPr>
              <w:t>213 602,00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B4D8C12" w14:textId="0A986EEB" w:rsidR="00A535EE" w:rsidRPr="009D33E3" w:rsidRDefault="009D33E3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172 822.80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9039149" w14:textId="3DD280EB" w:rsidR="00A535EE" w:rsidRPr="009D33E3" w:rsidRDefault="009D33E3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130 652.20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189DB49" w14:textId="3BB4C3A8" w:rsidR="00A535EE" w:rsidRPr="009D33E3" w:rsidRDefault="009D33E3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134 006.8</w:t>
            </w:r>
          </w:p>
        </w:tc>
      </w:tr>
      <w:tr w:rsidR="00A535EE" w:rsidRPr="008F5043" w14:paraId="13ACA080" w14:textId="40AE44AE" w:rsidTr="00902816">
        <w:trPr>
          <w:trHeight w:val="324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20D635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C68619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6133491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9D45D18" w14:textId="0C37B414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30420F6" w14:textId="50042A72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0713C88" w14:textId="4ADD46AF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32C0BF8" w14:textId="25ED774D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BD3FC69" w14:textId="220682A4" w:rsidR="00A535EE" w:rsidRPr="00243431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E8747BF" w14:textId="6ECE93DC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6D8511D" w14:textId="060B474D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88D93C9" w14:textId="79BB097F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5EE" w:rsidRPr="008F5043" w14:paraId="2A1CECBA" w14:textId="6A6B7848" w:rsidTr="00902816">
        <w:trPr>
          <w:trHeight w:val="972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96159B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C7C39B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2A80B85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3CEAAAF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176 092,85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A76CC59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236 347,60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A8A44D4" w14:textId="7D504B6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bCs/>
                <w:sz w:val="20"/>
                <w:szCs w:val="20"/>
              </w:rPr>
              <w:t>269 492,10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57F5255" w14:textId="5A3AE835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bCs/>
                <w:sz w:val="20"/>
                <w:szCs w:val="20"/>
              </w:rPr>
              <w:t>63 859,60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70864E22" w14:textId="7E55670E" w:rsidR="00A535EE" w:rsidRPr="00243431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3431">
              <w:rPr>
                <w:rFonts w:ascii="Times New Roman" w:hAnsi="Times New Roman"/>
                <w:sz w:val="20"/>
                <w:szCs w:val="20"/>
              </w:rPr>
              <w:t>5</w:t>
            </w:r>
            <w:r w:rsidR="00243431" w:rsidRPr="00243431">
              <w:rPr>
                <w:rFonts w:ascii="Times New Roman" w:hAnsi="Times New Roman"/>
                <w:sz w:val="20"/>
                <w:szCs w:val="20"/>
              </w:rPr>
              <w:t>8</w:t>
            </w:r>
            <w:r w:rsidR="00076CBA" w:rsidRPr="00243431">
              <w:rPr>
                <w:rFonts w:ascii="Times New Roman" w:hAnsi="Times New Roman"/>
                <w:sz w:val="20"/>
                <w:szCs w:val="20"/>
              </w:rPr>
              <w:t> </w:t>
            </w:r>
            <w:r w:rsidR="00243431" w:rsidRPr="00243431">
              <w:rPr>
                <w:rFonts w:ascii="Times New Roman" w:hAnsi="Times New Roman"/>
                <w:sz w:val="20"/>
                <w:szCs w:val="20"/>
              </w:rPr>
              <w:t>845</w:t>
            </w:r>
            <w:r w:rsidR="00076CBA" w:rsidRPr="00243431">
              <w:rPr>
                <w:rFonts w:ascii="Times New Roman" w:hAnsi="Times New Roman"/>
                <w:sz w:val="20"/>
                <w:szCs w:val="20"/>
              </w:rPr>
              <w:t>,</w:t>
            </w:r>
            <w:r w:rsidR="00243431" w:rsidRPr="00243431">
              <w:rPr>
                <w:rFonts w:ascii="Times New Roman" w:hAnsi="Times New Roman"/>
                <w:sz w:val="20"/>
                <w:szCs w:val="20"/>
              </w:rPr>
              <w:t>7</w:t>
            </w:r>
            <w:r w:rsidR="00076CBA" w:rsidRPr="0024343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B706496" w14:textId="68CD496E" w:rsidR="00A535EE" w:rsidRPr="009D33E3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67 487.00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51CFC09B" w14:textId="2AFF4CA6" w:rsidR="00A535EE" w:rsidRPr="009D33E3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40 101.90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7F26282" w14:textId="27C98C97" w:rsidR="00A535EE" w:rsidRPr="009D33E3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41 718.10</w:t>
            </w:r>
          </w:p>
        </w:tc>
      </w:tr>
      <w:tr w:rsidR="00A535EE" w:rsidRPr="008F5043" w14:paraId="0E701EFC" w14:textId="68B9F4D5" w:rsidTr="00902816">
        <w:trPr>
          <w:trHeight w:val="732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B25D0F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A8D8D8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B93D2DA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10CBCC1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55 499,95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0B1FD80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57 651,60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756D29E" w14:textId="29C601B9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97 604,00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8DADD4E" w14:textId="431CBFA3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205 834,20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F68AE03" w14:textId="5A6C3FDE" w:rsidR="00A535EE" w:rsidRPr="00243431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3431">
              <w:rPr>
                <w:rFonts w:ascii="Times New Roman" w:hAnsi="Times New Roman"/>
                <w:sz w:val="20"/>
                <w:szCs w:val="20"/>
              </w:rPr>
              <w:t>1</w:t>
            </w:r>
            <w:r w:rsidR="00243431" w:rsidRPr="00243431">
              <w:rPr>
                <w:rFonts w:ascii="Times New Roman" w:hAnsi="Times New Roman"/>
                <w:sz w:val="20"/>
                <w:szCs w:val="20"/>
              </w:rPr>
              <w:t>54 756,30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DE87729" w14:textId="6F629BB8" w:rsidR="00A535EE" w:rsidRPr="009D33E3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105 335.8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A306A70" w14:textId="436ADF3D" w:rsidR="00A535EE" w:rsidRPr="009D33E3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90 550.3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0F286E4" w14:textId="54D998D3" w:rsidR="00A535EE" w:rsidRPr="009D33E3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92 288.7</w:t>
            </w:r>
          </w:p>
        </w:tc>
      </w:tr>
      <w:tr w:rsidR="009D33E3" w:rsidRPr="008F5043" w14:paraId="216200D9" w14:textId="332DA7CE" w:rsidTr="00EB5480">
        <w:trPr>
          <w:trHeight w:val="126"/>
        </w:trPr>
        <w:tc>
          <w:tcPr>
            <w:tcW w:w="15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E616A48" w14:textId="77777777" w:rsidR="009D33E3" w:rsidRPr="008F5043" w:rsidRDefault="009D33E3" w:rsidP="009D33E3">
            <w:pPr>
              <w:ind w:left="-109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A3749F5" w14:textId="77777777" w:rsidR="009D33E3" w:rsidRPr="008F5043" w:rsidRDefault="009D33E3" w:rsidP="009D33E3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bCs/>
                <w:sz w:val="20"/>
                <w:szCs w:val="20"/>
              </w:rPr>
              <w:t xml:space="preserve">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</w:t>
            </w:r>
            <w:r w:rsidRPr="008F504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бюджетов городского и сельских поселений Калачеевского муниципального района»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61D3B4F" w14:textId="77777777" w:rsidR="009D33E3" w:rsidRPr="008F5043" w:rsidRDefault="009D33E3" w:rsidP="009D33E3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A79108E" w14:textId="77777777" w:rsidR="009D33E3" w:rsidRPr="008F5043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176 092,85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17CDCAC" w14:textId="77777777" w:rsidR="009D33E3" w:rsidRPr="008F5043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236 347,60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E2A7818" w14:textId="4EDF94F2" w:rsidR="009D33E3" w:rsidRPr="008F5043" w:rsidRDefault="009D33E3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50</w:t>
            </w:r>
            <w:r w:rsidRPr="008F5043">
              <w:rPr>
                <w:rFonts w:ascii="Times New Roman" w:hAnsi="Times New Roman"/>
                <w:bCs/>
                <w:sz w:val="20"/>
                <w:szCs w:val="20"/>
              </w:rPr>
              <w:t> 92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 w:rsidRPr="008F5043">
              <w:rPr>
                <w:rFonts w:ascii="Times New Roman" w:hAnsi="Times New Roman"/>
                <w:bCs/>
                <w:sz w:val="20"/>
                <w:szCs w:val="20"/>
              </w:rPr>
              <w:t>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E4E00BE" w14:textId="391927FA" w:rsidR="009D33E3" w:rsidRPr="008F5043" w:rsidRDefault="009D33E3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bCs/>
                <w:sz w:val="20"/>
                <w:szCs w:val="20"/>
              </w:rPr>
              <w:t>63 859,60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17F528F" w14:textId="33D38DE6" w:rsidR="009D33E3" w:rsidRPr="002A75C8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75C8">
              <w:rPr>
                <w:rFonts w:ascii="Times New Roman" w:hAnsi="Times New Roman"/>
                <w:sz w:val="20"/>
                <w:szCs w:val="20"/>
              </w:rPr>
              <w:t>58 845,70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C8F3A7A" w14:textId="5DCD6009" w:rsidR="009D33E3" w:rsidRPr="009D33E3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67 487.00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DC31DFB" w14:textId="590959B8" w:rsidR="009D33E3" w:rsidRPr="008F5043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40 101.90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98B4E8B" w14:textId="3034B960" w:rsidR="009D33E3" w:rsidRPr="008F5043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41 718.10</w:t>
            </w:r>
          </w:p>
        </w:tc>
      </w:tr>
      <w:tr w:rsidR="00A535EE" w:rsidRPr="008F5043" w14:paraId="548284E3" w14:textId="705119FD" w:rsidTr="00902816">
        <w:trPr>
          <w:trHeight w:val="324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C7566E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4B8C62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E555DF2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C01FEA8" w14:textId="176833A4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39342AE" w14:textId="1391E0A4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371EA46" w14:textId="5E63A0AF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43549D5" w14:textId="2F1840C0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B5E5861" w14:textId="5078E429" w:rsidR="00A535EE" w:rsidRPr="002A75C8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D715F93" w14:textId="48D5CDA3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16C5841" w14:textId="4D3ED0C3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25EE389" w14:textId="7DDBADEA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33E3" w:rsidRPr="008F5043" w14:paraId="0EA6E163" w14:textId="3D4BFCE0" w:rsidTr="00902816">
        <w:trPr>
          <w:trHeight w:val="972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30D90C" w14:textId="77777777" w:rsidR="009D33E3" w:rsidRPr="008F5043" w:rsidRDefault="009D33E3" w:rsidP="009D33E3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03805F" w14:textId="77777777" w:rsidR="009D33E3" w:rsidRPr="008F5043" w:rsidRDefault="009D33E3" w:rsidP="009D33E3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8607C46" w14:textId="77777777" w:rsidR="009D33E3" w:rsidRPr="008F5043" w:rsidRDefault="009D33E3" w:rsidP="009D33E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88C7960" w14:textId="77777777" w:rsidR="009D33E3" w:rsidRPr="008F5043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176 092,85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0191997" w14:textId="77777777" w:rsidR="009D33E3" w:rsidRPr="008F5043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236 347,60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DF774CC" w14:textId="1560D251" w:rsidR="009D33E3" w:rsidRPr="008F5043" w:rsidRDefault="009D33E3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bCs/>
                <w:sz w:val="20"/>
                <w:szCs w:val="20"/>
              </w:rPr>
              <w:t>269 492,10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9487FC4" w14:textId="23159033" w:rsidR="009D33E3" w:rsidRPr="008F5043" w:rsidRDefault="009D33E3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bCs/>
                <w:sz w:val="20"/>
                <w:szCs w:val="20"/>
              </w:rPr>
              <w:t>63 859,60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D5A4AE2" w14:textId="558F5BB2" w:rsidR="009D33E3" w:rsidRPr="002A75C8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75C8">
              <w:rPr>
                <w:rFonts w:ascii="Times New Roman" w:hAnsi="Times New Roman"/>
                <w:sz w:val="20"/>
                <w:szCs w:val="20"/>
              </w:rPr>
              <w:t>58 845,70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BF7A148" w14:textId="5449BFD0" w:rsidR="009D33E3" w:rsidRPr="008F5043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67 487.00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5F3378C" w14:textId="27797E49" w:rsidR="009D33E3" w:rsidRPr="008F5043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40 101.90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730EBD4" w14:textId="29E070BB" w:rsidR="009D33E3" w:rsidRPr="008F5043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41 718.10</w:t>
            </w:r>
          </w:p>
        </w:tc>
      </w:tr>
      <w:tr w:rsidR="00A535EE" w:rsidRPr="008F5043" w14:paraId="60F5E428" w14:textId="1AD3DE50" w:rsidTr="00902816">
        <w:trPr>
          <w:trHeight w:val="324"/>
        </w:trPr>
        <w:tc>
          <w:tcPr>
            <w:tcW w:w="15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33213941" w14:textId="77777777" w:rsidR="00A535EE" w:rsidRPr="008F5043" w:rsidRDefault="00A535EE" w:rsidP="002A75C8">
            <w:pPr>
              <w:ind w:left="-109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1C9E457D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Организация бюджетного процесса Калачеевского муниципального района.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EDC7BD6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B87C01E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495,29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1E23702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E652828" w14:textId="327AC9D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7 653,80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9C27DF8" w14:textId="563BD4F6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2 539,30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5675B3F" w14:textId="276A5AED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1 402,</w:t>
            </w:r>
            <w:r w:rsidR="00D93733">
              <w:rPr>
                <w:rFonts w:ascii="Times New Roman" w:hAnsi="Times New Roman"/>
                <w:sz w:val="20"/>
                <w:szCs w:val="20"/>
              </w:rPr>
              <w:t>1</w:t>
            </w:r>
            <w:r w:rsidRPr="008F504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9247D05" w14:textId="5CB99A18" w:rsidR="00A535EE" w:rsidRPr="009D33E3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5 006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70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7DCE97B" w14:textId="43FFB837" w:rsidR="00A535EE" w:rsidRPr="009D33E3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4 005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D0462AD" w14:textId="254C197D" w:rsidR="00A535EE" w:rsidRPr="009D33E3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4 004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00</w:t>
            </w:r>
          </w:p>
        </w:tc>
      </w:tr>
      <w:tr w:rsidR="00A535EE" w:rsidRPr="008F5043" w14:paraId="0AAD0B6B" w14:textId="3C4A68DB" w:rsidTr="00902816">
        <w:trPr>
          <w:trHeight w:val="324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3EAF84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E044C2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DBA65DF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2E2F9FA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89C96C1" w14:textId="7640C55F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A504708" w14:textId="2DE0B789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4C1AB03" w14:textId="20EDDD83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54CA7944" w14:textId="17DFC3D5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769B041C" w14:textId="2A1C39BD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3F9A148" w14:textId="7B774843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DA56384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33E3" w:rsidRPr="008F5043" w14:paraId="23EE19D6" w14:textId="1CE77D25" w:rsidTr="00902816">
        <w:trPr>
          <w:trHeight w:val="972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9BCD8E" w14:textId="77777777" w:rsidR="009D33E3" w:rsidRPr="008F5043" w:rsidRDefault="009D33E3" w:rsidP="009D33E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299795" w14:textId="77777777" w:rsidR="009D33E3" w:rsidRPr="008F5043" w:rsidRDefault="009D33E3" w:rsidP="009D33E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DA8DE2F" w14:textId="77777777" w:rsidR="009D33E3" w:rsidRPr="008F5043" w:rsidRDefault="009D33E3" w:rsidP="009D33E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2608D9D" w14:textId="77777777" w:rsidR="009D33E3" w:rsidRPr="008F5043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495,29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D258007" w14:textId="77777777" w:rsidR="009D33E3" w:rsidRPr="008F5043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2AD44AA" w14:textId="01BA113D" w:rsidR="009D33E3" w:rsidRPr="008F5043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7 653,80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C300979" w14:textId="6B175A48" w:rsidR="009D33E3" w:rsidRPr="008F5043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2 539,30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9E82706" w14:textId="3194900C" w:rsidR="009D33E3" w:rsidRPr="008F5043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1 402,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F504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A2DD045" w14:textId="7DBCA54B" w:rsidR="009D33E3" w:rsidRPr="008F5043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5 006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70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A9BBEA8" w14:textId="27F10C0B" w:rsidR="009D33E3" w:rsidRPr="008F5043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4 005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7B8C523" w14:textId="59CBB08C" w:rsidR="009D33E3" w:rsidRPr="008F5043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4 004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00</w:t>
            </w:r>
          </w:p>
        </w:tc>
      </w:tr>
      <w:tr w:rsidR="00A535EE" w:rsidRPr="008F5043" w14:paraId="559431DA" w14:textId="066FC19C" w:rsidTr="00902816">
        <w:trPr>
          <w:trHeight w:val="1368"/>
        </w:trPr>
        <w:tc>
          <w:tcPr>
            <w:tcW w:w="15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0061E250" w14:textId="77777777" w:rsidR="00A535EE" w:rsidRPr="008F5043" w:rsidRDefault="00A535EE" w:rsidP="002A75C8">
            <w:pPr>
              <w:ind w:left="-109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633DA0C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повышение устойчивости бюджетов городского и сельских поселений Калачеевского муниципального района.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E40E709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AEC22FB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166 986,69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006C170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226 375,00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E37BFC0" w14:textId="3CA28442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249 861,80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BC40F54" w14:textId="0F5F2949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47 771,10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B8CD68B" w14:textId="05EAF352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44</w:t>
            </w:r>
            <w:r w:rsidR="00D93733">
              <w:rPr>
                <w:rFonts w:ascii="Times New Roman" w:hAnsi="Times New Roman"/>
                <w:sz w:val="20"/>
                <w:szCs w:val="20"/>
              </w:rPr>
              <w:t> 921,80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50F61D8" w14:textId="3E807B52" w:rsidR="00A535EE" w:rsidRPr="008F5043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48 805,80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A298304" w14:textId="0BF8C4B5" w:rsidR="00A535EE" w:rsidRPr="008F5043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21 768,70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86334BF" w14:textId="3DEC6734" w:rsidR="00A535EE" w:rsidRPr="008F5043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22 709,60</w:t>
            </w:r>
          </w:p>
        </w:tc>
      </w:tr>
      <w:tr w:rsidR="00A535EE" w:rsidRPr="008F5043" w14:paraId="2835A8DD" w14:textId="60EB4A44" w:rsidTr="00902816">
        <w:trPr>
          <w:trHeight w:val="324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496CA3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D96707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752721F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0F115C2" w14:textId="143F3F2B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BDC8F1E" w14:textId="59671402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76B2AFE" w14:textId="62778430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55D3BD8" w14:textId="1E17221F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14CDCB0D" w14:textId="113EDF3E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5F375AF" w14:textId="5B02B0A0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57F68ABF" w14:textId="5AD93CEA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D8D0C76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33E3" w:rsidRPr="008F5043" w14:paraId="0E9FFD74" w14:textId="6723EB13" w:rsidTr="00902816">
        <w:trPr>
          <w:trHeight w:val="972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9BFA35" w14:textId="77777777" w:rsidR="009D33E3" w:rsidRPr="008F5043" w:rsidRDefault="009D33E3" w:rsidP="009D33E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DA8783" w14:textId="77777777" w:rsidR="009D33E3" w:rsidRPr="008F5043" w:rsidRDefault="009D33E3" w:rsidP="009D33E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18D98A4" w14:textId="77777777" w:rsidR="009D33E3" w:rsidRPr="008F5043" w:rsidRDefault="009D33E3" w:rsidP="009D33E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0257C35" w14:textId="77777777" w:rsidR="009D33E3" w:rsidRPr="008F5043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166 986,69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91AD2AD" w14:textId="77777777" w:rsidR="009D33E3" w:rsidRPr="008F5043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226 375,00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510F887" w14:textId="431A2DC8" w:rsidR="009D33E3" w:rsidRPr="008F5043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249 861,80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71AFB50" w14:textId="78CED08A" w:rsidR="009D33E3" w:rsidRPr="008F5043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47 771,10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1283152" w14:textId="2E72D1E4" w:rsidR="009D33E3" w:rsidRPr="008F5043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44</w:t>
            </w:r>
            <w:r>
              <w:rPr>
                <w:rFonts w:ascii="Times New Roman" w:hAnsi="Times New Roman"/>
                <w:sz w:val="20"/>
                <w:szCs w:val="20"/>
              </w:rPr>
              <w:t> 921,80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DF905C2" w14:textId="6C75A2E4" w:rsidR="009D33E3" w:rsidRPr="008F5043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48 805,80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55EBDB1" w14:textId="587DAD30" w:rsidR="009D33E3" w:rsidRPr="008F5043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21 768,70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7FE1A6E" w14:textId="458ED99D" w:rsidR="009D33E3" w:rsidRPr="008F5043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22 709,60</w:t>
            </w:r>
          </w:p>
        </w:tc>
      </w:tr>
      <w:tr w:rsidR="00A535EE" w:rsidRPr="008F5043" w14:paraId="122AB745" w14:textId="1A48E8B2" w:rsidTr="00902816">
        <w:trPr>
          <w:trHeight w:val="324"/>
        </w:trPr>
        <w:tc>
          <w:tcPr>
            <w:tcW w:w="15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ACB0FED" w14:textId="77777777" w:rsidR="00A535EE" w:rsidRPr="008F5043" w:rsidRDefault="00A535EE" w:rsidP="002A75C8">
            <w:pPr>
              <w:ind w:left="-109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B2EC732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Обеспечение реализации подпрограммы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C9CA9AC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1260387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A6215EE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FF014AC" w14:textId="56F45C4F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13 549,20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855B4DC" w14:textId="21D5320E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14 275,90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B0817C0" w14:textId="1634E964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1</w:t>
            </w:r>
            <w:r w:rsidR="00D93733">
              <w:rPr>
                <w:rFonts w:ascii="Times New Roman" w:hAnsi="Times New Roman"/>
                <w:sz w:val="20"/>
                <w:szCs w:val="20"/>
              </w:rPr>
              <w:t>2 521,80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0840F4E" w14:textId="7D6C1830" w:rsidR="00A535EE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13 674,50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54C10BB" w14:textId="211A2F57" w:rsidR="00A535EE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14 327,90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A13BC5E" w14:textId="23CBF3D4" w:rsidR="00A535EE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15 004,50</w:t>
            </w:r>
          </w:p>
        </w:tc>
      </w:tr>
      <w:tr w:rsidR="00A535EE" w:rsidRPr="008F5043" w14:paraId="7D05F0B7" w14:textId="622E5BD5" w:rsidTr="00902816">
        <w:trPr>
          <w:trHeight w:val="324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C583AC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591A67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C56AEBE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47A9A3F" w14:textId="6FABEB7B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E7C3A08" w14:textId="3175C91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ECB01E6" w14:textId="0EB0577E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D14A8D9" w14:textId="1E1931FA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7C9E73EE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5D26F43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55035CA4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785D39F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32305C" w:rsidRPr="008F5043" w14:paraId="77195CC5" w14:textId="54143B0D" w:rsidTr="00902816">
        <w:trPr>
          <w:trHeight w:val="972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F0A752" w14:textId="77777777" w:rsidR="0032305C" w:rsidRPr="008F5043" w:rsidRDefault="0032305C" w:rsidP="0032305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4FE4F6" w14:textId="77777777" w:rsidR="0032305C" w:rsidRPr="008F5043" w:rsidRDefault="0032305C" w:rsidP="0032305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20F61A0" w14:textId="77777777" w:rsidR="0032305C" w:rsidRPr="008F5043" w:rsidRDefault="0032305C" w:rsidP="0032305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320E9B3" w14:textId="77777777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0B2692B" w14:textId="77777777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7797B3F" w14:textId="7462DE5F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13 549,20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A7A1DEB" w14:textId="70ADD1EC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14 275,90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9DA87C6" w14:textId="317A8681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2 521,80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97BB1A" w14:textId="023BDD99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13 674,50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AF1BE2C" w14:textId="19254B23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14 327,90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72A35B8" w14:textId="5717ABDE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15 004,50</w:t>
            </w:r>
          </w:p>
        </w:tc>
      </w:tr>
      <w:tr w:rsidR="00A535EE" w:rsidRPr="008F5043" w14:paraId="14B07ECB" w14:textId="195B9F13" w:rsidTr="00902816">
        <w:trPr>
          <w:trHeight w:val="324"/>
        </w:trPr>
        <w:tc>
          <w:tcPr>
            <w:tcW w:w="15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308FA03" w14:textId="77777777" w:rsidR="00A535EE" w:rsidRPr="008F5043" w:rsidRDefault="00A535EE" w:rsidP="002A75C8">
            <w:pPr>
              <w:ind w:left="-109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bCs/>
                <w:sz w:val="20"/>
                <w:szCs w:val="20"/>
              </w:rPr>
              <w:t>Подпрограмма 2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A6C1617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bCs/>
                <w:sz w:val="20"/>
                <w:szCs w:val="20"/>
              </w:rPr>
              <w:t xml:space="preserve">Муниципальное управление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F983166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CABBCA4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42 808,91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370CE52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31 786,90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59A80B76" w14:textId="1DF26805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63 986,10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1ECC8862" w14:textId="6E4D18DA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bCs/>
                <w:sz w:val="20"/>
                <w:szCs w:val="20"/>
              </w:rPr>
              <w:t>177 861,90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798DB43" w14:textId="014B05B6" w:rsidR="00A535EE" w:rsidRPr="008F5043" w:rsidRDefault="00E240BA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D93733">
              <w:rPr>
                <w:rFonts w:ascii="Times New Roman" w:hAnsi="Times New Roman"/>
                <w:bCs/>
                <w:sz w:val="20"/>
                <w:szCs w:val="20"/>
              </w:rPr>
              <w:t>23 2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 w:rsidR="00D93733">
              <w:rPr>
                <w:rFonts w:ascii="Times New Roman" w:hAnsi="Times New Roman"/>
                <w:bCs/>
                <w:sz w:val="20"/>
                <w:szCs w:val="20"/>
              </w:rPr>
              <w:t>3,80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E207401" w14:textId="03A08E2E" w:rsidR="00A535EE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69 349,20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E0F1BF6" w14:textId="0F557B0C" w:rsidR="00A535EE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2305C">
              <w:rPr>
                <w:rFonts w:ascii="Times New Roman" w:hAnsi="Times New Roman"/>
                <w:bCs/>
                <w:sz w:val="20"/>
                <w:szCs w:val="20"/>
              </w:rPr>
              <w:t>53 347,7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AF25D76" w14:textId="297A0D02" w:rsidR="00A535EE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2305C">
              <w:rPr>
                <w:rFonts w:ascii="Times New Roman" w:hAnsi="Times New Roman"/>
                <w:bCs/>
                <w:sz w:val="20"/>
                <w:szCs w:val="20"/>
              </w:rPr>
              <w:t>53 578,2</w:t>
            </w:r>
          </w:p>
        </w:tc>
      </w:tr>
      <w:tr w:rsidR="00A535EE" w:rsidRPr="008F5043" w14:paraId="59E012AD" w14:textId="6EF87598" w:rsidTr="00902816">
        <w:trPr>
          <w:trHeight w:val="324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FCDDBA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D31A4F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9A53E8F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35DE983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4D42047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8E72DE4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7D86577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13B92D59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20D5BC4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15863D08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CC440A1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32305C" w:rsidRPr="008F5043" w14:paraId="4C5BCC80" w14:textId="1FF0366F" w:rsidTr="00902816">
        <w:trPr>
          <w:trHeight w:val="732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396E96" w14:textId="77777777" w:rsidR="0032305C" w:rsidRPr="008F5043" w:rsidRDefault="0032305C" w:rsidP="0032305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542E03" w14:textId="77777777" w:rsidR="0032305C" w:rsidRPr="008F5043" w:rsidRDefault="0032305C" w:rsidP="0032305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A75E16F" w14:textId="77777777" w:rsidR="0032305C" w:rsidRPr="008F5043" w:rsidRDefault="0032305C" w:rsidP="0032305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7564FF2" w14:textId="77777777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42 808,91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545AAB0" w14:textId="77777777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31 786,90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CB20F7C" w14:textId="778D4A33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63 986,10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1608D0F4" w14:textId="1D942107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bCs/>
                <w:sz w:val="20"/>
                <w:szCs w:val="20"/>
              </w:rPr>
              <w:t>177 861,90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B44F05D" w14:textId="4436E1B6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123 273,80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EC603D0" w14:textId="0C4B5EFF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69 349,20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1D8D2F49" w14:textId="769D3433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2305C">
              <w:rPr>
                <w:rFonts w:ascii="Times New Roman" w:hAnsi="Times New Roman"/>
                <w:bCs/>
                <w:sz w:val="20"/>
                <w:szCs w:val="20"/>
              </w:rPr>
              <w:t>53 347,7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D6500E9" w14:textId="7C683B68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2305C">
              <w:rPr>
                <w:rFonts w:ascii="Times New Roman" w:hAnsi="Times New Roman"/>
                <w:bCs/>
                <w:sz w:val="20"/>
                <w:szCs w:val="20"/>
              </w:rPr>
              <w:t>53 578,2</w:t>
            </w:r>
          </w:p>
        </w:tc>
      </w:tr>
      <w:tr w:rsidR="00A535EE" w:rsidRPr="008F5043" w14:paraId="05BEAD93" w14:textId="06E0DA84" w:rsidTr="00902816">
        <w:trPr>
          <w:trHeight w:val="2568"/>
        </w:trPr>
        <w:tc>
          <w:tcPr>
            <w:tcW w:w="15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8C12130" w14:textId="77777777" w:rsidR="00A535EE" w:rsidRPr="008F5043" w:rsidRDefault="00A535EE" w:rsidP="002A75C8">
            <w:pPr>
              <w:ind w:left="-109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42334B6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Создание условий для получения муниципальных услуг, предоставляемых администрацией Калачеевского муниципального района в электронной форме и обеспечения снижение среднего числа обращений Заявителей в орган местного самоуправления для получения одной муниципальной услуги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5A9F0C6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386C0C9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39EA561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83B4337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48E9209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C85432E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F6F025F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0BAB501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B2BB4B2" w14:textId="0290F763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535EE" w:rsidRPr="008F5043" w14:paraId="359331E6" w14:textId="56BFFA16" w:rsidTr="00902816">
        <w:trPr>
          <w:trHeight w:val="324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159B71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F94358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7998C91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8B26B6B" w14:textId="479EF5F2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FCFD26C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2C837F4" w14:textId="384E329C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6174064" w14:textId="2AF86184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50E1160" w14:textId="15C1CC70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7BD6093" w14:textId="46CCA31A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72EB2EE" w14:textId="339A020D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DEA0DB6" w14:textId="364D6BE3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5EE" w:rsidRPr="008F5043" w14:paraId="27BC8AD3" w14:textId="371CD24A" w:rsidTr="00902816">
        <w:trPr>
          <w:trHeight w:val="732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EE0B6F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399B15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1FF54E9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B695824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36753B1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E027574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F60E045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2889E19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E25CF31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B8A67CB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7BC2C2F" w14:textId="5B03B2DB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535EE" w:rsidRPr="008F5043" w14:paraId="2BE80334" w14:textId="38F7F5F8" w:rsidTr="00902816">
        <w:trPr>
          <w:trHeight w:val="324"/>
        </w:trPr>
        <w:tc>
          <w:tcPr>
            <w:tcW w:w="15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07267D59" w14:textId="77777777" w:rsidR="00A535EE" w:rsidRPr="008F5043" w:rsidRDefault="00A535EE" w:rsidP="002A75C8">
            <w:pPr>
              <w:ind w:left="-109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AA377C0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Внедрения информационных технологий в сфере муниципального управления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C35F857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D84D12F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B59DF06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1CDD90C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10C8277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7F5F8A8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2510E4F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A9EDF44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BA3FE57" w14:textId="37F16D13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535EE" w:rsidRPr="008F5043" w14:paraId="752C90D3" w14:textId="7D6121E0" w:rsidTr="00902816">
        <w:trPr>
          <w:trHeight w:val="324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CFB103" w14:textId="77777777" w:rsidR="00A535EE" w:rsidRPr="008F5043" w:rsidRDefault="00A535EE" w:rsidP="002A75C8">
            <w:pPr>
              <w:ind w:left="-109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C6B91A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2B7DB68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2691121" w14:textId="5330C206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3C2F6F4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988D1EB" w14:textId="109042DD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0EA1810" w14:textId="0961D43B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FA9E2AB" w14:textId="09179AE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369B78D" w14:textId="699E3D9F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9B378C2" w14:textId="76AEF551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25D7927" w14:textId="31062E98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5EE" w:rsidRPr="008F5043" w14:paraId="57B495D7" w14:textId="26FD7A80" w:rsidTr="00902816">
        <w:trPr>
          <w:trHeight w:val="732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BCF3A6" w14:textId="77777777" w:rsidR="00A535EE" w:rsidRPr="008F5043" w:rsidRDefault="00A535EE" w:rsidP="002A75C8">
            <w:pPr>
              <w:ind w:left="-109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DC1107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5861EB2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55474E5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415540D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1464EEA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14E38D5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0E70459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99E69F4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D538226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5515637" w14:textId="42619D69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535EE" w:rsidRPr="008F5043" w14:paraId="08E8A33B" w14:textId="7C657463" w:rsidTr="00902816">
        <w:trPr>
          <w:trHeight w:val="732"/>
        </w:trPr>
        <w:tc>
          <w:tcPr>
            <w:tcW w:w="15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45E52F20" w14:textId="77777777" w:rsidR="00A535EE" w:rsidRPr="008F5043" w:rsidRDefault="00A535EE" w:rsidP="002A75C8">
            <w:pPr>
              <w:ind w:left="-109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044DA62F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Развитие кадрового потенциала администрации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1ED1E76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0B64FFC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D275C74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A1282D2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3315A01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756962F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FCC36EE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8643F9A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B2EF632" w14:textId="35E096AB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535EE" w:rsidRPr="008F5043" w14:paraId="2D8E5D93" w14:textId="33A7BC4C" w:rsidTr="00902816">
        <w:trPr>
          <w:trHeight w:val="324"/>
        </w:trPr>
        <w:tc>
          <w:tcPr>
            <w:tcW w:w="15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5FCACF52" w14:textId="77777777" w:rsidR="00A535EE" w:rsidRPr="008F5043" w:rsidRDefault="00A535EE" w:rsidP="002A75C8">
            <w:pPr>
              <w:ind w:left="-109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0280622C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242DC3F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A082173" w14:textId="553654F5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4F80AFA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AC9D644" w14:textId="20662FBF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C2DA014" w14:textId="0B4265B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D631400" w14:textId="0D44E138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D034433" w14:textId="2680DC9D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15C50A3" w14:textId="389C4083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4EF8B2C" w14:textId="5D63B462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5EE" w:rsidRPr="008F5043" w14:paraId="6490C57C" w14:textId="34BAEF7A" w:rsidTr="00902816">
        <w:trPr>
          <w:trHeight w:val="732"/>
        </w:trPr>
        <w:tc>
          <w:tcPr>
            <w:tcW w:w="15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9A89A82" w14:textId="77777777" w:rsidR="00A535EE" w:rsidRPr="008F5043" w:rsidRDefault="00A535EE" w:rsidP="002A75C8">
            <w:pPr>
              <w:ind w:left="-109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43C395A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5712083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FF9343C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65591F9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BCDF5CA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75B3BA6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20C0D1E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360327B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C7D78D1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281E2A8" w14:textId="320D82DF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535EE" w:rsidRPr="008F5043" w14:paraId="13F225E7" w14:textId="4BE0F782" w:rsidTr="00902816">
        <w:trPr>
          <w:trHeight w:val="1368"/>
        </w:trPr>
        <w:tc>
          <w:tcPr>
            <w:tcW w:w="15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0F524E7" w14:textId="77777777" w:rsidR="00A535EE" w:rsidRPr="008F5043" w:rsidRDefault="00A535EE" w:rsidP="002A75C8">
            <w:pPr>
              <w:ind w:left="-109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Основное мероприятие 4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795793F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 xml:space="preserve">Защита населения Калачеевского муниципального района от чрезвычайных ситуаций природного и </w:t>
            </w:r>
            <w:r w:rsidRPr="008F5043">
              <w:rPr>
                <w:rFonts w:ascii="Times New Roman" w:hAnsi="Times New Roman"/>
                <w:sz w:val="20"/>
                <w:szCs w:val="20"/>
              </w:rPr>
              <w:lastRenderedPageBreak/>
              <w:t>техногенного характера, обеспечение пожарной безопасности и безопасности людей на водных объектах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C596318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C3B5746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B90042E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EFD13D3" w14:textId="40AABF33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22 081,40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DEE91EB" w14:textId="2E8A8DFB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96 488,10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460BF68" w14:textId="1400E8CF" w:rsidR="00A535EE" w:rsidRPr="008F5043" w:rsidRDefault="00D9373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65 965,60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E9BED39" w14:textId="15CC8E05" w:rsidR="00A535EE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10 0</w:t>
            </w:r>
            <w:r w:rsidR="00A535EE" w:rsidRPr="008F5043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EE86185" w14:textId="5993A3CE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5</w:t>
            </w:r>
            <w:r w:rsidR="0032305C">
              <w:rPr>
                <w:rFonts w:ascii="Times New Roman" w:hAnsi="Times New Roman"/>
                <w:sz w:val="20"/>
                <w:szCs w:val="20"/>
              </w:rPr>
              <w:t>0</w:t>
            </w:r>
            <w:r w:rsidRPr="008F5043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0842414" w14:textId="2C1F1795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5</w:t>
            </w:r>
            <w:r w:rsidR="0032305C">
              <w:rPr>
                <w:rFonts w:ascii="Times New Roman" w:hAnsi="Times New Roman"/>
                <w:sz w:val="20"/>
                <w:szCs w:val="20"/>
              </w:rPr>
              <w:t>0</w:t>
            </w:r>
            <w:r w:rsidRPr="008F5043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A535EE" w:rsidRPr="008F5043" w14:paraId="46DA69FB" w14:textId="3868C252" w:rsidTr="00902816">
        <w:trPr>
          <w:trHeight w:val="324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A4C8B0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B3E381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F2B7DFE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28D409C" w14:textId="550C08CA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FF45126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ADA0CA6" w14:textId="49BA0A85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A242115" w14:textId="013261B1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716084E" w14:textId="04DA80D2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34984D5" w14:textId="4D8CB0A3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679B9D1" w14:textId="296132F8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5F3A054" w14:textId="10ED0ED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305C" w:rsidRPr="008F5043" w14:paraId="4AE9EDB4" w14:textId="0E5A7682" w:rsidTr="00902816">
        <w:trPr>
          <w:trHeight w:val="732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20A0F8" w14:textId="77777777" w:rsidR="0032305C" w:rsidRPr="008F5043" w:rsidRDefault="0032305C" w:rsidP="0032305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CC1B51" w14:textId="77777777" w:rsidR="0032305C" w:rsidRPr="008F5043" w:rsidRDefault="0032305C" w:rsidP="0032305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B40C85E" w14:textId="77777777" w:rsidR="0032305C" w:rsidRPr="008F5043" w:rsidRDefault="0032305C" w:rsidP="0032305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F53A519" w14:textId="77777777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6F19FF4" w14:textId="77777777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E920E63" w14:textId="56DFF45E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22 081,40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43EAF06" w14:textId="771AAF38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96 488,10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3CD68D2" w14:textId="66198C46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65 965,60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A3B32DC" w14:textId="2A537A7D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10 0</w:t>
            </w:r>
            <w:r w:rsidRPr="008F5043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C1ACAFC" w14:textId="055EF58D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8F5043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F811159" w14:textId="6E200563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8F5043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32305C" w:rsidRPr="008F5043" w14:paraId="79DEEEC8" w14:textId="55835F0B" w:rsidTr="00902816">
        <w:trPr>
          <w:trHeight w:val="324"/>
        </w:trPr>
        <w:tc>
          <w:tcPr>
            <w:tcW w:w="15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0B50E929" w14:textId="77777777" w:rsidR="0032305C" w:rsidRPr="008F5043" w:rsidRDefault="0032305C" w:rsidP="0032305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Основное мероприятие 5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3A0D8A69" w14:textId="77777777" w:rsidR="0032305C" w:rsidRPr="008F5043" w:rsidRDefault="0032305C" w:rsidP="0032305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Гражданское общество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483A0AF" w14:textId="77777777" w:rsidR="0032305C" w:rsidRPr="008F5043" w:rsidRDefault="0032305C" w:rsidP="0032305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8B81871" w14:textId="77777777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6 859,52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98E69BE" w14:textId="77777777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77B4476" w14:textId="7DF0C00A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7 766,80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EFE43AE" w14:textId="33F95624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13 477,50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B771166" w14:textId="3CE01B6F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</w:rPr>
              <w:t> 869,20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34FD2" w14:textId="2A51CA6D" w:rsidR="0032305C" w:rsidRPr="0032305C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305C">
              <w:rPr>
                <w:rFonts w:ascii="Times New Roman" w:hAnsi="Times New Roman"/>
                <w:sz w:val="20"/>
                <w:szCs w:val="20"/>
              </w:rPr>
              <w:t>11 598,3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9F5FD" w14:textId="1756DD8D" w:rsidR="0032305C" w:rsidRPr="0032305C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305C">
              <w:rPr>
                <w:rFonts w:ascii="Times New Roman" w:hAnsi="Times New Roman"/>
                <w:sz w:val="20"/>
                <w:szCs w:val="20"/>
              </w:rPr>
              <w:t>12 014,6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20F6D" w14:textId="53434DD4" w:rsidR="0032305C" w:rsidRPr="0032305C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305C">
              <w:rPr>
                <w:rFonts w:ascii="Times New Roman" w:hAnsi="Times New Roman"/>
                <w:sz w:val="20"/>
                <w:szCs w:val="20"/>
              </w:rPr>
              <w:t>12 448,1</w:t>
            </w:r>
          </w:p>
        </w:tc>
      </w:tr>
      <w:tr w:rsidR="00A535EE" w:rsidRPr="008F5043" w14:paraId="443FA85D" w14:textId="1A7687B1" w:rsidTr="00902816">
        <w:trPr>
          <w:trHeight w:val="324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7B62DE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8CD45D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5BBB50D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D1D6F38" w14:textId="715F112A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5D40735C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C967D39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44E9D4C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56F518D1" w14:textId="103D08DB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13C5EA36" w14:textId="31A7DFAF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AB6DCC1" w14:textId="3D744C82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0404287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305C" w:rsidRPr="008F5043" w14:paraId="20A4BF02" w14:textId="4C451BD8" w:rsidTr="00902816">
        <w:trPr>
          <w:trHeight w:val="732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2ABFDD" w14:textId="77777777" w:rsidR="0032305C" w:rsidRPr="008F5043" w:rsidRDefault="0032305C" w:rsidP="0032305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0F7772" w14:textId="77777777" w:rsidR="0032305C" w:rsidRPr="008F5043" w:rsidRDefault="0032305C" w:rsidP="0032305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4663B69" w14:textId="77777777" w:rsidR="0032305C" w:rsidRPr="008F5043" w:rsidRDefault="0032305C" w:rsidP="0032305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10213AB" w14:textId="77777777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6 859,52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7B96FE0" w14:textId="77777777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7005954D" w14:textId="56C488CC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7 766,80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13D9C44" w14:textId="03C94A9B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13 477,50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53A0A8C1" w14:textId="2117744A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</w:rPr>
              <w:t> 869,20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6DBF7" w14:textId="14141E62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305C">
              <w:rPr>
                <w:rFonts w:ascii="Times New Roman" w:hAnsi="Times New Roman"/>
                <w:sz w:val="20"/>
                <w:szCs w:val="20"/>
              </w:rPr>
              <w:t>11 598,3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16321" w14:textId="06F0BB8F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305C">
              <w:rPr>
                <w:rFonts w:ascii="Times New Roman" w:hAnsi="Times New Roman"/>
                <w:sz w:val="20"/>
                <w:szCs w:val="20"/>
              </w:rPr>
              <w:t>12 014,6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A0F67" w14:textId="39E8325B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305C">
              <w:rPr>
                <w:rFonts w:ascii="Times New Roman" w:hAnsi="Times New Roman"/>
                <w:sz w:val="20"/>
                <w:szCs w:val="20"/>
              </w:rPr>
              <w:t>12 448,1</w:t>
            </w:r>
          </w:p>
        </w:tc>
      </w:tr>
      <w:tr w:rsidR="0032305C" w:rsidRPr="008F5043" w14:paraId="45915068" w14:textId="3E3DA568" w:rsidTr="00902816">
        <w:trPr>
          <w:trHeight w:val="324"/>
        </w:trPr>
        <w:tc>
          <w:tcPr>
            <w:tcW w:w="15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B407748" w14:textId="77777777" w:rsidR="0032305C" w:rsidRPr="008F5043" w:rsidRDefault="0032305C" w:rsidP="0032305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Основное мероприятие 6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32CF0E8" w14:textId="77777777" w:rsidR="0032305C" w:rsidRPr="008F5043" w:rsidRDefault="0032305C" w:rsidP="0032305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Финансовое обеспечение деятельности подпрограммы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E22AF8E" w14:textId="77777777" w:rsidR="0032305C" w:rsidRPr="008F5043" w:rsidRDefault="0032305C" w:rsidP="0032305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3B581B2" w14:textId="77777777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23 279,86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53D82D3" w14:textId="77777777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24 144,30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3D0A77A" w14:textId="37A1A370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29 338,90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56B5D075" w14:textId="0E76201E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34 789,40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180AE9E1" w14:textId="0CAA10EF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2 312,90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BB1A40" w14:textId="2C841EC6" w:rsidR="0032305C" w:rsidRPr="0032305C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305C">
              <w:rPr>
                <w:rFonts w:ascii="Times New Roman" w:hAnsi="Times New Roman"/>
                <w:sz w:val="20"/>
                <w:szCs w:val="20"/>
              </w:rPr>
              <w:t>29 164,5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EB0E53" w14:textId="2930B6C2" w:rsidR="0032305C" w:rsidRPr="0032305C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305C">
              <w:rPr>
                <w:rFonts w:ascii="Times New Roman" w:hAnsi="Times New Roman"/>
                <w:sz w:val="20"/>
                <w:szCs w:val="20"/>
              </w:rPr>
              <w:t>29 537,2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FF4917" w14:textId="469FFDA3" w:rsidR="0032305C" w:rsidRPr="0032305C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305C">
              <w:rPr>
                <w:rFonts w:ascii="Times New Roman" w:hAnsi="Times New Roman"/>
                <w:sz w:val="20"/>
                <w:szCs w:val="20"/>
              </w:rPr>
              <w:t>30 587,2</w:t>
            </w:r>
          </w:p>
        </w:tc>
      </w:tr>
      <w:tr w:rsidR="00A535EE" w:rsidRPr="008F5043" w14:paraId="589360D0" w14:textId="25A3EE0B" w:rsidTr="00902816">
        <w:trPr>
          <w:trHeight w:val="324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C67FD8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23680C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D5B6177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5B6C22F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5F446881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5E69F820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260C69B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75B0001F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7C01A0F7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5891FBC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CEFEB0C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32305C" w:rsidRPr="008F5043" w14:paraId="7B160608" w14:textId="3B18F70A" w:rsidTr="00902816">
        <w:trPr>
          <w:trHeight w:val="732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F5EC85" w14:textId="77777777" w:rsidR="0032305C" w:rsidRPr="008F5043" w:rsidRDefault="0032305C" w:rsidP="0032305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7F85CD" w14:textId="77777777" w:rsidR="0032305C" w:rsidRPr="008F5043" w:rsidRDefault="0032305C" w:rsidP="0032305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03D015C" w14:textId="77777777" w:rsidR="0032305C" w:rsidRPr="008F5043" w:rsidRDefault="0032305C" w:rsidP="0032305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F69F1E0" w14:textId="77777777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23 279,86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7E70F4D7" w14:textId="77777777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24 144,30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E6DCD79" w14:textId="283F4858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29 338,90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5706E0D" w14:textId="60964CD1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34 789,40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53AD36C" w14:textId="42349D55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2 312,90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CDA2E2" w14:textId="2AC34CB0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305C">
              <w:rPr>
                <w:rFonts w:ascii="Times New Roman" w:hAnsi="Times New Roman"/>
                <w:sz w:val="20"/>
                <w:szCs w:val="20"/>
              </w:rPr>
              <w:t>29 164,5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EEB156" w14:textId="40A68CBA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305C">
              <w:rPr>
                <w:rFonts w:ascii="Times New Roman" w:hAnsi="Times New Roman"/>
                <w:sz w:val="20"/>
                <w:szCs w:val="20"/>
              </w:rPr>
              <w:t>29 537,2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C9FFA4" w14:textId="2D3C1453" w:rsidR="0032305C" w:rsidRPr="008F5043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305C">
              <w:rPr>
                <w:rFonts w:ascii="Times New Roman" w:hAnsi="Times New Roman"/>
                <w:sz w:val="20"/>
                <w:szCs w:val="20"/>
              </w:rPr>
              <w:t>30 587,2</w:t>
            </w:r>
          </w:p>
        </w:tc>
      </w:tr>
      <w:tr w:rsidR="00A535EE" w:rsidRPr="008F5043" w14:paraId="693CD168" w14:textId="2B611B95" w:rsidTr="00902816">
        <w:trPr>
          <w:trHeight w:val="395"/>
        </w:trPr>
        <w:tc>
          <w:tcPr>
            <w:tcW w:w="156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6F2604A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Основное мероприятие 7</w:t>
            </w:r>
          </w:p>
          <w:p w14:paraId="6B64A244" w14:textId="77777777" w:rsidR="00A535EE" w:rsidRPr="008F5043" w:rsidRDefault="00A535EE" w:rsidP="00A535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hideMark/>
          </w:tcPr>
          <w:p w14:paraId="0EB1EB10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 xml:space="preserve">Поощрение муниципальных образований </w:t>
            </w:r>
          </w:p>
          <w:p w14:paraId="5A938F11" w14:textId="77777777" w:rsidR="00A535EE" w:rsidRPr="008F5043" w:rsidRDefault="00A535EE" w:rsidP="00A535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9E4593D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8405FBC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8A5A2AF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55F0949" w14:textId="0C9D88A4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9F41D13" w14:textId="5B3BDC10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750C166D" w14:textId="09D9F5F6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BC53A19" w14:textId="7771908A" w:rsidR="00A535EE" w:rsidRPr="008F5043" w:rsidRDefault="00B15B0D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852BD82" w14:textId="0A7CF9F7" w:rsidR="00A535EE" w:rsidRPr="008F5043" w:rsidRDefault="00B15B0D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76BF746" w14:textId="4C77EF07" w:rsidR="00A535EE" w:rsidRPr="008F5043" w:rsidRDefault="00B15B0D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860,00</w:t>
            </w:r>
          </w:p>
        </w:tc>
      </w:tr>
      <w:tr w:rsidR="00A535EE" w:rsidRPr="008F5043" w14:paraId="26416DB8" w14:textId="13FA1199" w:rsidTr="00902816">
        <w:trPr>
          <w:trHeight w:val="401"/>
        </w:trPr>
        <w:tc>
          <w:tcPr>
            <w:tcW w:w="156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D3A70ED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hideMark/>
          </w:tcPr>
          <w:p w14:paraId="260B0E63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133C116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98329A9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7E1E282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7FBB4BD9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F59ADA1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E66E59C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C836FA3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95E6B27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B81D3E6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5B0D" w:rsidRPr="008F5043" w14:paraId="0F657236" w14:textId="3EAB1D09" w:rsidTr="00EB5480">
        <w:trPr>
          <w:trHeight w:val="944"/>
        </w:trPr>
        <w:tc>
          <w:tcPr>
            <w:tcW w:w="15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71AE850" w14:textId="77777777" w:rsidR="00B15B0D" w:rsidRPr="008F5043" w:rsidRDefault="00B15B0D" w:rsidP="00B15B0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E4F0EF2" w14:textId="77777777" w:rsidR="00B15B0D" w:rsidRPr="008F5043" w:rsidRDefault="00B15B0D" w:rsidP="00B15B0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9FD1123" w14:textId="77777777" w:rsidR="00B15B0D" w:rsidRPr="008F5043" w:rsidRDefault="00B15B0D" w:rsidP="00B15B0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5C874088" w14:textId="77777777" w:rsidR="00B15B0D" w:rsidRPr="008F5043" w:rsidRDefault="00B15B0D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BC392EC" w14:textId="77777777" w:rsidR="00B15B0D" w:rsidRPr="008F5043" w:rsidRDefault="00B15B0D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8E848B1" w14:textId="2C9D64DF" w:rsidR="00B15B0D" w:rsidRPr="008F5043" w:rsidRDefault="00B15B0D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723989C9" w14:textId="69E52077" w:rsidR="00B15B0D" w:rsidRPr="008F5043" w:rsidRDefault="00B15B0D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467DBE8" w14:textId="38CFF466" w:rsidR="00B15B0D" w:rsidRPr="008F5043" w:rsidRDefault="00B15B0D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F6C1EBC" w14:textId="3C6DF196" w:rsidR="00B15B0D" w:rsidRPr="008F5043" w:rsidRDefault="00B15B0D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1E3E8C4" w14:textId="226F8280" w:rsidR="00B15B0D" w:rsidRPr="008F5043" w:rsidRDefault="00B15B0D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585AD1F" w14:textId="0E65F875" w:rsidR="00B15B0D" w:rsidRPr="008F5043" w:rsidRDefault="00B15B0D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860,00</w:t>
            </w:r>
          </w:p>
        </w:tc>
      </w:tr>
      <w:tr w:rsidR="00A535EE" w:rsidRPr="008F5043" w14:paraId="31F13620" w14:textId="344F69B6" w:rsidTr="00902816">
        <w:trPr>
          <w:trHeight w:val="393"/>
        </w:trPr>
        <w:tc>
          <w:tcPr>
            <w:tcW w:w="156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41DB2E46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Основное мероприятие 8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</w:tcPr>
          <w:p w14:paraId="108B172A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Содержание имущества казны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30450AB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1797829F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12 332,02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A7AC0B7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109,6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23FF3BD" w14:textId="79766548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2 728,00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A766989" w14:textId="5FE4E57C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15 522,4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1BBB7860" w14:textId="1E073953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205B8EB" w14:textId="20B4AD95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093D222" w14:textId="4FE97B8E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59730B9" w14:textId="6409463A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535EE" w:rsidRPr="008F5043" w14:paraId="0B97DB9F" w14:textId="74351F97" w:rsidTr="00902816">
        <w:trPr>
          <w:trHeight w:val="413"/>
        </w:trPr>
        <w:tc>
          <w:tcPr>
            <w:tcW w:w="156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0DB636F4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14:paraId="2266F380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2984C91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7BE3311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6B9C53B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FD028CC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FB9F513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BFBA103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F5CB207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2268A64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509E3C2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5EE" w:rsidRPr="008F5043" w14:paraId="2447A98C" w14:textId="577365B6" w:rsidTr="00EB5480">
        <w:trPr>
          <w:trHeight w:val="827"/>
        </w:trPr>
        <w:tc>
          <w:tcPr>
            <w:tcW w:w="15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BD12C91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2A78D4C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0E44F2F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1BEAF39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12 332,02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B54CC8A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109,6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F3791C4" w14:textId="541C82D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2 728,00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1DFEF8D" w14:textId="3F63EA08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15 522,4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6F5B93C" w14:textId="4597EC02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BCFF170" w14:textId="429077AD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36E29D5" w14:textId="701CF542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111E7F7" w14:textId="52D815D5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535EE" w:rsidRPr="008F5043" w14:paraId="3D32908A" w14:textId="26FC90F9" w:rsidTr="00902816">
        <w:trPr>
          <w:trHeight w:val="984"/>
        </w:trPr>
        <w:tc>
          <w:tcPr>
            <w:tcW w:w="1566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6C40192D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Основное мероприятие 9</w:t>
            </w:r>
          </w:p>
          <w:p w14:paraId="7212D1D3" w14:textId="77777777" w:rsidR="00A535EE" w:rsidRPr="008F5043" w:rsidRDefault="00A535EE" w:rsidP="00A535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left w:val="nil"/>
              <w:right w:val="single" w:sz="8" w:space="0" w:color="auto"/>
            </w:tcBorders>
            <w:shd w:val="clear" w:color="auto" w:fill="FFFFFF"/>
          </w:tcPr>
          <w:p w14:paraId="57087CDE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 xml:space="preserve">Проведение Всероссийской переписи населения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BAB3C2B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7330308F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1AC3D05E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759,3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51D67B5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420887C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5F20CEF1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8AFE1D9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5E7803B1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2527AAC" w14:textId="46CA6266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535EE" w:rsidRPr="008F5043" w14:paraId="0A7D2C65" w14:textId="7138F222" w:rsidTr="00902816">
        <w:trPr>
          <w:trHeight w:val="409"/>
        </w:trPr>
        <w:tc>
          <w:tcPr>
            <w:tcW w:w="156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57DFE5E8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14:paraId="4383E513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5F7E40B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1F4412F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12754A9F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8BC5F20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D9A234C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D48D7D4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E8CA2DA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4505FEF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0ADFC30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5EE" w:rsidRPr="008F5043" w14:paraId="4FEAD479" w14:textId="1DB07E67" w:rsidTr="00902816">
        <w:trPr>
          <w:trHeight w:val="984"/>
        </w:trPr>
        <w:tc>
          <w:tcPr>
            <w:tcW w:w="15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F1CC6A0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DFCE136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9589C79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1777AF37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589A1FA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759,30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C17DB38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A41E6A8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7D3AA9D9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E92DC79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7320E47F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6EDFB67" w14:textId="5D2DAA9C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45621" w:rsidRPr="008F5043" w14:paraId="2C3C5520" w14:textId="42D26AEB" w:rsidTr="00902816">
        <w:trPr>
          <w:trHeight w:val="324"/>
        </w:trPr>
        <w:tc>
          <w:tcPr>
            <w:tcW w:w="156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60FA0A8D" w14:textId="283B9D65" w:rsidR="00045621" w:rsidRPr="008F5043" w:rsidRDefault="00045621" w:rsidP="00045621">
            <w:pPr>
              <w:ind w:left="-109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Основное мероприятие 10</w:t>
            </w:r>
          </w:p>
          <w:p w14:paraId="7CE41386" w14:textId="73739D49" w:rsidR="00045621" w:rsidRPr="008F5043" w:rsidRDefault="00045621" w:rsidP="0004562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54CE03D3" w14:textId="541B35BD" w:rsidR="00045621" w:rsidRPr="008F5043" w:rsidRDefault="00045621" w:rsidP="0004562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bCs/>
                <w:sz w:val="20"/>
                <w:szCs w:val="20"/>
              </w:rPr>
              <w:t xml:space="preserve">Иные межбюджетные трансферты бюджетам поселений за </w:t>
            </w:r>
            <w:proofErr w:type="gramStart"/>
            <w:r w:rsidRPr="008F5043">
              <w:rPr>
                <w:rFonts w:ascii="Times New Roman" w:hAnsi="Times New Roman"/>
                <w:bCs/>
                <w:sz w:val="20"/>
                <w:szCs w:val="20"/>
              </w:rPr>
              <w:t>счет  средств</w:t>
            </w:r>
            <w:proofErr w:type="gramEnd"/>
            <w:r w:rsidRPr="008F5043">
              <w:rPr>
                <w:rFonts w:ascii="Times New Roman" w:hAnsi="Times New Roman"/>
                <w:bCs/>
                <w:sz w:val="20"/>
                <w:szCs w:val="20"/>
              </w:rPr>
              <w:t>, полученных из вышестоящих бюджетов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E759123" w14:textId="26064074" w:rsidR="00045621" w:rsidRPr="008F5043" w:rsidRDefault="00045621" w:rsidP="0004562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7F4DE399" w14:textId="58E35697" w:rsidR="00045621" w:rsidRPr="008F5043" w:rsidRDefault="00045621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A215665" w14:textId="19D9150C" w:rsidR="00045621" w:rsidRPr="008F5043" w:rsidRDefault="00045621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1BFC5D99" w14:textId="5556B436" w:rsidR="00045621" w:rsidRPr="008F5043" w:rsidRDefault="00045621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B9F888E" w14:textId="269A845C" w:rsidR="00045621" w:rsidRPr="008F5043" w:rsidRDefault="00045621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bCs/>
                <w:sz w:val="20"/>
                <w:szCs w:val="20"/>
              </w:rPr>
              <w:t>17 084,50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72467E7C" w14:textId="5DD8B426" w:rsidR="00045621" w:rsidRPr="002A75C8" w:rsidRDefault="00045621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A75C8">
              <w:rPr>
                <w:rFonts w:ascii="Times New Roman" w:hAnsi="Times New Roman"/>
                <w:bCs/>
                <w:sz w:val="20"/>
                <w:szCs w:val="20"/>
              </w:rPr>
              <w:t>13 626,10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F3F27" w14:textId="0CA0208D" w:rsidR="00045621" w:rsidRPr="00045621" w:rsidRDefault="00045621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5621">
              <w:rPr>
                <w:rFonts w:ascii="Times New Roman" w:hAnsi="Times New Roman"/>
                <w:sz w:val="20"/>
                <w:szCs w:val="20"/>
              </w:rPr>
              <w:t>17 676,4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6886B" w14:textId="7EA178EB" w:rsidR="00045621" w:rsidRPr="00045621" w:rsidRDefault="00045621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5621">
              <w:rPr>
                <w:rFonts w:ascii="Times New Roman" w:hAnsi="Times New Roman"/>
                <w:sz w:val="20"/>
                <w:szCs w:val="20"/>
              </w:rPr>
              <w:t>10 885,9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CA4AC" w14:textId="4D8393E8" w:rsidR="00045621" w:rsidRPr="00045621" w:rsidRDefault="00045621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5621">
              <w:rPr>
                <w:rFonts w:ascii="Times New Roman" w:hAnsi="Times New Roman"/>
                <w:sz w:val="20"/>
                <w:szCs w:val="20"/>
              </w:rPr>
              <w:t>9 632,9</w:t>
            </w:r>
          </w:p>
        </w:tc>
      </w:tr>
      <w:tr w:rsidR="00A535EE" w:rsidRPr="008F5043" w14:paraId="0B507B6C" w14:textId="06261229" w:rsidTr="00902816">
        <w:trPr>
          <w:trHeight w:val="324"/>
        </w:trPr>
        <w:tc>
          <w:tcPr>
            <w:tcW w:w="156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14:paraId="670560B7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14:paraId="545C34EE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067703D" w14:textId="38CDBD5E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B49D5F0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AA122BD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2BEA299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6709DAD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95DC45F" w14:textId="77777777" w:rsidR="00A535EE" w:rsidRPr="002A75C8" w:rsidRDefault="00A535EE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D435824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B991893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D9360CB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45621" w:rsidRPr="008F5043" w14:paraId="4EB6388A" w14:textId="19F54AE7" w:rsidTr="00902816">
        <w:trPr>
          <w:trHeight w:val="324"/>
        </w:trPr>
        <w:tc>
          <w:tcPr>
            <w:tcW w:w="15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14:paraId="5AC813A5" w14:textId="77777777" w:rsidR="00045621" w:rsidRPr="008F5043" w:rsidRDefault="00045621" w:rsidP="0004562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14:paraId="48A682B9" w14:textId="77777777" w:rsidR="00045621" w:rsidRPr="008F5043" w:rsidRDefault="00045621" w:rsidP="0004562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6F1CE9F" w14:textId="47E6982A" w:rsidR="00045621" w:rsidRPr="008F5043" w:rsidRDefault="00045621" w:rsidP="0004562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75907450" w14:textId="74685500" w:rsidR="00045621" w:rsidRPr="008F5043" w:rsidRDefault="00045621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1CB1700" w14:textId="5330C7D8" w:rsidR="00045621" w:rsidRPr="008F5043" w:rsidRDefault="00045621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73E313F" w14:textId="35736E76" w:rsidR="00045621" w:rsidRPr="008F5043" w:rsidRDefault="00045621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17F3F3FD" w14:textId="55FA9A52" w:rsidR="00045621" w:rsidRPr="008F5043" w:rsidRDefault="00045621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bCs/>
                <w:sz w:val="20"/>
                <w:szCs w:val="20"/>
              </w:rPr>
              <w:t>17 084,50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4E3E9EF" w14:textId="0FD4FBBC" w:rsidR="00045621" w:rsidRPr="008F5043" w:rsidRDefault="00045621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13 626,10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23211" w14:textId="62F17895" w:rsidR="00045621" w:rsidRPr="008F5043" w:rsidRDefault="00045621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5621">
              <w:rPr>
                <w:rFonts w:ascii="Times New Roman" w:hAnsi="Times New Roman"/>
                <w:sz w:val="20"/>
                <w:szCs w:val="20"/>
              </w:rPr>
              <w:t>17 676,4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79184" w14:textId="2E1B5E27" w:rsidR="00045621" w:rsidRPr="008F5043" w:rsidRDefault="00045621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5621">
              <w:rPr>
                <w:rFonts w:ascii="Times New Roman" w:hAnsi="Times New Roman"/>
                <w:sz w:val="20"/>
                <w:szCs w:val="20"/>
              </w:rPr>
              <w:t>10 885,9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73CD5" w14:textId="4049405B" w:rsidR="00045621" w:rsidRPr="008F5043" w:rsidRDefault="00045621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5621">
              <w:rPr>
                <w:rFonts w:ascii="Times New Roman" w:hAnsi="Times New Roman"/>
                <w:sz w:val="20"/>
                <w:szCs w:val="20"/>
              </w:rPr>
              <w:t>9 632,9</w:t>
            </w:r>
          </w:p>
        </w:tc>
      </w:tr>
      <w:tr w:rsidR="00B97755" w:rsidRPr="008F5043" w14:paraId="13BF9439" w14:textId="31F5AB12" w:rsidTr="00902816">
        <w:trPr>
          <w:trHeight w:val="324"/>
        </w:trPr>
        <w:tc>
          <w:tcPr>
            <w:tcW w:w="15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EE5F501" w14:textId="77777777" w:rsidR="00B97755" w:rsidRPr="008F5043" w:rsidRDefault="00B97755" w:rsidP="00B97755">
            <w:pPr>
              <w:ind w:left="-109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bCs/>
                <w:sz w:val="20"/>
                <w:szCs w:val="20"/>
              </w:rPr>
              <w:t>Подпрограмма 3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56F51967" w14:textId="77777777" w:rsidR="00B97755" w:rsidRPr="008F5043" w:rsidRDefault="00B97755" w:rsidP="00B9775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bCs/>
                <w:sz w:val="20"/>
                <w:szCs w:val="20"/>
              </w:rPr>
              <w:t>Обеспечение деятельности казенных учреждений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3DC6FF1" w14:textId="77777777" w:rsidR="00B97755" w:rsidRPr="008F5043" w:rsidRDefault="00B97755" w:rsidP="00B9775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ABF3D22" w14:textId="77777777" w:rsidR="00B97755" w:rsidRPr="008F5043" w:rsidRDefault="00B97755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598E6E4" w14:textId="77777777" w:rsidR="00B97755" w:rsidRPr="008F5043" w:rsidRDefault="00B97755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5DE92BE" w14:textId="3BF2B899" w:rsidR="00B97755" w:rsidRPr="008F5043" w:rsidRDefault="00B97755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bCs/>
                <w:sz w:val="20"/>
                <w:szCs w:val="20"/>
              </w:rPr>
              <w:t>26 817,40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6B05BAA" w14:textId="497C2ACD" w:rsidR="00B97755" w:rsidRPr="008F5043" w:rsidRDefault="00B97755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bCs/>
                <w:sz w:val="20"/>
                <w:szCs w:val="20"/>
              </w:rPr>
              <w:t>28 018,60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6B95E07" w14:textId="0831B6B4" w:rsidR="00B97755" w:rsidRPr="008F5043" w:rsidRDefault="00B97755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1 482,50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90125" w14:textId="16392241" w:rsidR="00B97755" w:rsidRPr="00B97755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755">
              <w:rPr>
                <w:rFonts w:ascii="Times New Roman" w:hAnsi="Times New Roman"/>
                <w:sz w:val="20"/>
                <w:szCs w:val="20"/>
              </w:rPr>
              <w:t>35 986,6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DB0AC" w14:textId="49AA7838" w:rsidR="00B97755" w:rsidRPr="00B97755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755">
              <w:rPr>
                <w:rFonts w:ascii="Times New Roman" w:hAnsi="Times New Roman"/>
                <w:sz w:val="20"/>
                <w:szCs w:val="20"/>
              </w:rPr>
              <w:t>37 202,6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09666" w14:textId="54EADE2A" w:rsidR="00B97755" w:rsidRPr="00B97755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755">
              <w:rPr>
                <w:rFonts w:ascii="Times New Roman" w:hAnsi="Times New Roman"/>
                <w:sz w:val="20"/>
                <w:szCs w:val="20"/>
              </w:rPr>
              <w:t>38 710,5</w:t>
            </w:r>
          </w:p>
        </w:tc>
      </w:tr>
      <w:tr w:rsidR="00A535EE" w:rsidRPr="008F5043" w14:paraId="61932CD8" w14:textId="69869E1F" w:rsidTr="00902816">
        <w:trPr>
          <w:trHeight w:val="324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A60B1A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04A75A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5952FC3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75646A6" w14:textId="672267E6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3E11CFB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5E219862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9DFC137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8043E1D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5CF9DED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8EA5A33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C6CE7A5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7755" w:rsidRPr="008F5043" w14:paraId="5C003D2C" w14:textId="28FFA3B9" w:rsidTr="00EB5480">
        <w:trPr>
          <w:trHeight w:val="958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2C3DE6" w14:textId="77777777" w:rsidR="00B97755" w:rsidRPr="008F5043" w:rsidRDefault="00B97755" w:rsidP="00B9775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4F7BD1" w14:textId="77777777" w:rsidR="00B97755" w:rsidRPr="008F5043" w:rsidRDefault="00B97755" w:rsidP="00B9775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64DE3E7" w14:textId="77777777" w:rsidR="00B97755" w:rsidRPr="008F5043" w:rsidRDefault="00B97755" w:rsidP="00B9775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52D1319" w14:textId="77777777" w:rsidR="00B97755" w:rsidRPr="008F5043" w:rsidRDefault="00B97755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D427B6D" w14:textId="77777777" w:rsidR="00B97755" w:rsidRPr="008F5043" w:rsidRDefault="00B97755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A85DA2B" w14:textId="3349A170" w:rsidR="00B97755" w:rsidRPr="008F5043" w:rsidRDefault="00B97755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bCs/>
                <w:sz w:val="20"/>
                <w:szCs w:val="20"/>
              </w:rPr>
              <w:t>26 817,40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C0F67BB" w14:textId="6F4936A1" w:rsidR="00B97755" w:rsidRPr="008F5043" w:rsidRDefault="00B97755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bCs/>
                <w:sz w:val="20"/>
                <w:szCs w:val="20"/>
              </w:rPr>
              <w:t>28 018,60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60B4F0B" w14:textId="01C65231" w:rsidR="00B97755" w:rsidRPr="008F5043" w:rsidRDefault="00B97755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1 482,50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4383A" w14:textId="789D818F" w:rsidR="00B97755" w:rsidRPr="00B97755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755">
              <w:rPr>
                <w:rFonts w:ascii="Times New Roman" w:hAnsi="Times New Roman"/>
                <w:sz w:val="20"/>
                <w:szCs w:val="20"/>
              </w:rPr>
              <w:t>35 986,6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E041A" w14:textId="4DFB070D" w:rsidR="00B97755" w:rsidRPr="00B97755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755">
              <w:rPr>
                <w:rFonts w:ascii="Times New Roman" w:hAnsi="Times New Roman"/>
                <w:sz w:val="20"/>
                <w:szCs w:val="20"/>
              </w:rPr>
              <w:t>37 202,6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8B091" w14:textId="678FB22F" w:rsidR="00B97755" w:rsidRPr="00B97755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755">
              <w:rPr>
                <w:rFonts w:ascii="Times New Roman" w:hAnsi="Times New Roman"/>
                <w:sz w:val="20"/>
                <w:szCs w:val="20"/>
              </w:rPr>
              <w:t>38 710,5</w:t>
            </w:r>
          </w:p>
        </w:tc>
      </w:tr>
      <w:tr w:rsidR="00B97755" w:rsidRPr="008F5043" w14:paraId="5B636FAC" w14:textId="03DAAC02" w:rsidTr="00902816">
        <w:trPr>
          <w:trHeight w:val="324"/>
        </w:trPr>
        <w:tc>
          <w:tcPr>
            <w:tcW w:w="15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1037B820" w14:textId="77777777" w:rsidR="00B97755" w:rsidRPr="008F5043" w:rsidRDefault="00B97755" w:rsidP="00B97755">
            <w:pPr>
              <w:ind w:left="-109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49F4FC2" w14:textId="77777777" w:rsidR="00B97755" w:rsidRPr="008F5043" w:rsidRDefault="00B97755" w:rsidP="00B9775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«Финансовое обеспечение МКУ «Единая дежурно-диспетчерская служба и хозяйственно-техническое обеспечение»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EC39ECB" w14:textId="77777777" w:rsidR="00B97755" w:rsidRPr="008F5043" w:rsidRDefault="00B97755" w:rsidP="00B9775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1AF9901" w14:textId="77777777" w:rsidR="00B97755" w:rsidRPr="008F5043" w:rsidRDefault="00B97755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88D8B3C" w14:textId="0E520FDD" w:rsidR="00B97755" w:rsidRPr="008F5043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19236EC4" w14:textId="01BAB06C" w:rsidR="00B97755" w:rsidRPr="008F5043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17 058,50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7F5D133D" w14:textId="30B39375" w:rsidR="00B97755" w:rsidRPr="008F5043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18 203,30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0B81AA6" w14:textId="317863B3" w:rsidR="00B97755" w:rsidRPr="008F5043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</w:rPr>
              <w:t> 043,90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32627" w14:textId="5947B41A" w:rsidR="00B97755" w:rsidRPr="00B97755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755">
              <w:rPr>
                <w:rFonts w:ascii="Times New Roman" w:hAnsi="Times New Roman"/>
                <w:sz w:val="20"/>
                <w:szCs w:val="20"/>
              </w:rPr>
              <w:t>24 091,4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B6376" w14:textId="451012A7" w:rsidR="00B97755" w:rsidRPr="00B97755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755">
              <w:rPr>
                <w:rFonts w:ascii="Times New Roman" w:hAnsi="Times New Roman"/>
                <w:sz w:val="20"/>
                <w:szCs w:val="20"/>
              </w:rPr>
              <w:t>24 845,4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5699E" w14:textId="1BE85074" w:rsidR="00B97755" w:rsidRPr="00B97755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755">
              <w:rPr>
                <w:rFonts w:ascii="Times New Roman" w:hAnsi="Times New Roman"/>
                <w:sz w:val="20"/>
                <w:szCs w:val="20"/>
              </w:rPr>
              <w:t>25 800,2</w:t>
            </w:r>
          </w:p>
        </w:tc>
      </w:tr>
      <w:tr w:rsidR="00A535EE" w:rsidRPr="008F5043" w14:paraId="27FDEDB1" w14:textId="25B1C8A3" w:rsidTr="00902816">
        <w:trPr>
          <w:trHeight w:val="324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BFF01B" w14:textId="77777777" w:rsidR="00A535EE" w:rsidRPr="008F5043" w:rsidRDefault="00A535EE" w:rsidP="002A75C8">
            <w:pPr>
              <w:ind w:left="-109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6AEE63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74816BE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39D5B82" w14:textId="2DF8D545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6CC2D98" w14:textId="3E1A956D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1FDEFDF" w14:textId="1CE35CE1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5E7F4B6" w14:textId="596ED4E4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EA3B485" w14:textId="2949BA44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79513A50" w14:textId="6C7D9854" w:rsidR="00A535EE" w:rsidRPr="00B97755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C3713C3" w14:textId="0538BB7F" w:rsidR="00A535EE" w:rsidRPr="00B97755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06AE0F8" w14:textId="77777777" w:rsidR="00A535EE" w:rsidRPr="00B97755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7755" w:rsidRPr="008F5043" w14:paraId="70430A02" w14:textId="0F455613" w:rsidTr="00EB5480">
        <w:trPr>
          <w:trHeight w:val="1123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946E93" w14:textId="77777777" w:rsidR="00B97755" w:rsidRPr="008F5043" w:rsidRDefault="00B97755" w:rsidP="00B97755">
            <w:pPr>
              <w:ind w:left="-109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62DDFD" w14:textId="77777777" w:rsidR="00B97755" w:rsidRPr="008F5043" w:rsidRDefault="00B97755" w:rsidP="00B9775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BEAEB8E" w14:textId="77777777" w:rsidR="00B97755" w:rsidRPr="008F5043" w:rsidRDefault="00B97755" w:rsidP="00B9775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E5B8CB7" w14:textId="77777777" w:rsidR="00B97755" w:rsidRPr="008F5043" w:rsidRDefault="00B97755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F5043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9322086" w14:textId="77777777" w:rsidR="00B97755" w:rsidRPr="008F5043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3167890" w14:textId="698C084F" w:rsidR="00B97755" w:rsidRPr="008F5043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17 058,50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01C1BE1" w14:textId="5F1E0D2F" w:rsidR="00B97755" w:rsidRPr="008F5043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18 203,30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1667257" w14:textId="3D44645B" w:rsidR="00B97755" w:rsidRPr="008F5043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21 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8F5043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8F5043">
              <w:rPr>
                <w:rFonts w:ascii="Times New Roman" w:hAnsi="Times New Roman"/>
                <w:sz w:val="20"/>
                <w:szCs w:val="20"/>
              </w:rPr>
              <w:t>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D20C9" w14:textId="4DD8622A" w:rsidR="00B97755" w:rsidRPr="00B97755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755">
              <w:rPr>
                <w:rFonts w:ascii="Times New Roman" w:hAnsi="Times New Roman"/>
                <w:sz w:val="20"/>
                <w:szCs w:val="20"/>
              </w:rPr>
              <w:t>24 091,4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FAD2B" w14:textId="46ADA926" w:rsidR="00B97755" w:rsidRPr="00B97755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755">
              <w:rPr>
                <w:rFonts w:ascii="Times New Roman" w:hAnsi="Times New Roman"/>
                <w:sz w:val="20"/>
                <w:szCs w:val="20"/>
              </w:rPr>
              <w:t>24 845,4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3D16B" w14:textId="7DAB3B2D" w:rsidR="00B97755" w:rsidRPr="00B97755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755">
              <w:rPr>
                <w:rFonts w:ascii="Times New Roman" w:hAnsi="Times New Roman"/>
                <w:sz w:val="20"/>
                <w:szCs w:val="20"/>
              </w:rPr>
              <w:t>25 800,2</w:t>
            </w:r>
          </w:p>
        </w:tc>
      </w:tr>
      <w:tr w:rsidR="00B97755" w:rsidRPr="008F5043" w14:paraId="0E640C2F" w14:textId="1785F0C2" w:rsidTr="00902816">
        <w:trPr>
          <w:trHeight w:val="1167"/>
        </w:trPr>
        <w:tc>
          <w:tcPr>
            <w:tcW w:w="15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56E3E231" w14:textId="77777777" w:rsidR="00B97755" w:rsidRPr="008F5043" w:rsidRDefault="00B97755" w:rsidP="00B97755">
            <w:pPr>
              <w:ind w:left="-109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7F694831" w14:textId="77777777" w:rsidR="00B97755" w:rsidRPr="008F5043" w:rsidRDefault="00B97755" w:rsidP="00B9775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«Финансовое обеспечение МКУ «Централизованная бухгалтерия сельских поселений»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5036A34" w14:textId="77777777" w:rsidR="00B97755" w:rsidRPr="008F5043" w:rsidRDefault="00B97755" w:rsidP="00B9775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F0DFDAB" w14:textId="77777777" w:rsidR="00B97755" w:rsidRPr="008F5043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6C96C7B" w14:textId="77777777" w:rsidR="00B97755" w:rsidRPr="008F5043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785358C3" w14:textId="6A3AF983" w:rsidR="00B97755" w:rsidRPr="008F5043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9 758,90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08125E1" w14:textId="7AAE9AEC" w:rsidR="00B97755" w:rsidRPr="008F5043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9 769,00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596F816" w14:textId="28E9EF28" w:rsidR="00B97755" w:rsidRPr="008F5043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0 438,60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84B8A" w14:textId="591B228F" w:rsidR="00B97755" w:rsidRPr="00B97755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755">
              <w:rPr>
                <w:rFonts w:ascii="Times New Roman" w:hAnsi="Times New Roman"/>
                <w:sz w:val="20"/>
                <w:szCs w:val="20"/>
              </w:rPr>
              <w:t>11 895,2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6EE63" w14:textId="6CC98EF0" w:rsidR="00B97755" w:rsidRPr="00B97755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755">
              <w:rPr>
                <w:rFonts w:ascii="Times New Roman" w:hAnsi="Times New Roman"/>
                <w:sz w:val="20"/>
                <w:szCs w:val="20"/>
              </w:rPr>
              <w:t>12 357,2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1F1C3" w14:textId="65CF2A47" w:rsidR="00B97755" w:rsidRPr="00B97755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755">
              <w:rPr>
                <w:rFonts w:ascii="Times New Roman" w:hAnsi="Times New Roman"/>
                <w:sz w:val="20"/>
                <w:szCs w:val="20"/>
              </w:rPr>
              <w:t>12 910,3</w:t>
            </w:r>
          </w:p>
        </w:tc>
      </w:tr>
      <w:tr w:rsidR="00A535EE" w:rsidRPr="008F5043" w14:paraId="184519B7" w14:textId="16546A8F" w:rsidTr="00902816">
        <w:trPr>
          <w:trHeight w:val="324"/>
        </w:trPr>
        <w:tc>
          <w:tcPr>
            <w:tcW w:w="15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2F340DBD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7AFFDB02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481C347" w14:textId="77777777" w:rsidR="00A535EE" w:rsidRPr="008F5043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12D55D5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3429A75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D2C3852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14797604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12B121DE" w14:textId="77777777" w:rsidR="00A535EE" w:rsidRPr="008F5043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06CEDC8" w14:textId="77777777" w:rsidR="00A535EE" w:rsidRPr="00B97755" w:rsidRDefault="00A535EE" w:rsidP="009028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5DEAEAF8" w14:textId="77777777" w:rsidR="00A535EE" w:rsidRPr="00B97755" w:rsidRDefault="00A535EE" w:rsidP="009028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F88A393" w14:textId="77777777" w:rsidR="00A535EE" w:rsidRPr="00B97755" w:rsidRDefault="00A535EE" w:rsidP="009028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B97755" w:rsidRPr="008F5043" w14:paraId="6F3257A6" w14:textId="77F81E02" w:rsidTr="00902816">
        <w:trPr>
          <w:trHeight w:val="324"/>
        </w:trPr>
        <w:tc>
          <w:tcPr>
            <w:tcW w:w="15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DF8515B" w14:textId="77777777" w:rsidR="00B97755" w:rsidRPr="008F5043" w:rsidRDefault="00B97755" w:rsidP="00B9775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A55DBAA" w14:textId="77777777" w:rsidR="00B97755" w:rsidRPr="008F5043" w:rsidRDefault="00B97755" w:rsidP="00B9775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AD8C6CD" w14:textId="77777777" w:rsidR="00B97755" w:rsidRPr="008F5043" w:rsidRDefault="00B97755" w:rsidP="00B9775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94F693C" w14:textId="77777777" w:rsidR="00B97755" w:rsidRPr="008F5043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684F691" w14:textId="77777777" w:rsidR="00B97755" w:rsidRPr="008F5043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15F3F55D" w14:textId="5770E0DE" w:rsidR="00B97755" w:rsidRPr="008F5043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9 758,90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B18BEB6" w14:textId="3EDD05A6" w:rsidR="00B97755" w:rsidRPr="008F5043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9 769,00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F59225D" w14:textId="26729EFD" w:rsidR="00B97755" w:rsidRPr="008F5043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043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0 438,60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7FFE2" w14:textId="3F89DB55" w:rsidR="00B97755" w:rsidRPr="00B97755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755">
              <w:rPr>
                <w:rFonts w:ascii="Times New Roman" w:hAnsi="Times New Roman"/>
                <w:sz w:val="20"/>
                <w:szCs w:val="20"/>
              </w:rPr>
              <w:t>11 895,2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0607D" w14:textId="4F89CB2B" w:rsidR="00B97755" w:rsidRPr="00B97755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755">
              <w:rPr>
                <w:rFonts w:ascii="Times New Roman" w:hAnsi="Times New Roman"/>
                <w:sz w:val="20"/>
                <w:szCs w:val="20"/>
              </w:rPr>
              <w:t>12 357,2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42A3E" w14:textId="7396C86A" w:rsidR="00B97755" w:rsidRPr="00B97755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755">
              <w:rPr>
                <w:rFonts w:ascii="Times New Roman" w:hAnsi="Times New Roman"/>
                <w:sz w:val="20"/>
                <w:szCs w:val="20"/>
              </w:rPr>
              <w:t>12 910,3</w:t>
            </w:r>
          </w:p>
        </w:tc>
      </w:tr>
    </w:tbl>
    <w:p w14:paraId="791D7962" w14:textId="77777777" w:rsidR="00193EDF" w:rsidRPr="008F5043" w:rsidRDefault="00193EDF" w:rsidP="00EB5480">
      <w:pPr>
        <w:ind w:firstLine="709"/>
        <w:rPr>
          <w:rFonts w:ascii="Times New Roman" w:hAnsi="Times New Roman"/>
          <w:sz w:val="20"/>
          <w:szCs w:val="20"/>
        </w:rPr>
      </w:pPr>
    </w:p>
    <w:sectPr w:rsidR="00193EDF" w:rsidRPr="008F5043" w:rsidSect="00114D78">
      <w:headerReference w:type="default" r:id="rId8"/>
      <w:pgSz w:w="16838" w:h="11906" w:orient="landscape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A91E7" w14:textId="77777777" w:rsidR="00C3543E" w:rsidRDefault="00C3543E" w:rsidP="006F0544">
      <w:r>
        <w:separator/>
      </w:r>
    </w:p>
  </w:endnote>
  <w:endnote w:type="continuationSeparator" w:id="0">
    <w:p w14:paraId="4272A968" w14:textId="77777777" w:rsidR="00C3543E" w:rsidRDefault="00C3543E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2A5F2" w14:textId="77777777" w:rsidR="00C3543E" w:rsidRDefault="00C3543E" w:rsidP="006F0544">
      <w:r>
        <w:separator/>
      </w:r>
    </w:p>
  </w:footnote>
  <w:footnote w:type="continuationSeparator" w:id="0">
    <w:p w14:paraId="5E3C798C" w14:textId="77777777" w:rsidR="00C3543E" w:rsidRDefault="00C3543E" w:rsidP="006F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8B5E7" w14:textId="77777777" w:rsidR="00364990" w:rsidRDefault="0036499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 w15:restartNumberingAfterBreak="0">
    <w:nsid w:val="03A44EA6"/>
    <w:multiLevelType w:val="multilevel"/>
    <w:tmpl w:val="1E945B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2" w15:restartNumberingAfterBreak="0">
    <w:nsid w:val="128A7469"/>
    <w:multiLevelType w:val="hybridMultilevel"/>
    <w:tmpl w:val="34C82346"/>
    <w:lvl w:ilvl="0" w:tplc="9496E7AC">
      <w:start w:val="8"/>
      <w:numFmt w:val="decimal"/>
      <w:lvlText w:val="%1."/>
      <w:lvlJc w:val="left"/>
      <w:pPr>
        <w:ind w:left="5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  <w:rPr>
        <w:rFonts w:cs="Times New Roman"/>
      </w:rPr>
    </w:lvl>
  </w:abstractNum>
  <w:abstractNum w:abstractNumId="3" w15:restartNumberingAfterBreak="0">
    <w:nsid w:val="213A65CE"/>
    <w:multiLevelType w:val="hybridMultilevel"/>
    <w:tmpl w:val="3D7AF5A4"/>
    <w:lvl w:ilvl="0" w:tplc="4A5AB24A">
      <w:start w:val="1"/>
      <w:numFmt w:val="decimal"/>
      <w:lvlText w:val="%1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4" w15:restartNumberingAfterBreak="0">
    <w:nsid w:val="22D7437A"/>
    <w:multiLevelType w:val="hybridMultilevel"/>
    <w:tmpl w:val="27FE7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BE3DF1"/>
    <w:multiLevelType w:val="multilevel"/>
    <w:tmpl w:val="05B65F6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8" w15:restartNumberingAfterBreak="0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7283C69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48340F"/>
    <w:multiLevelType w:val="hybridMultilevel"/>
    <w:tmpl w:val="AEC8CA72"/>
    <w:lvl w:ilvl="0" w:tplc="F6E0A6F8">
      <w:start w:val="3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  <w:rPr>
        <w:rFonts w:cs="Times New Roman"/>
      </w:rPr>
    </w:lvl>
  </w:abstractNum>
  <w:abstractNum w:abstractNumId="12" w15:restartNumberingAfterBreak="0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62B7747"/>
    <w:multiLevelType w:val="multilevel"/>
    <w:tmpl w:val="5C4A1870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77A2821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8105C4"/>
    <w:multiLevelType w:val="multilevel"/>
    <w:tmpl w:val="D9D6A304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161111D"/>
    <w:multiLevelType w:val="multilevel"/>
    <w:tmpl w:val="9B52251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cs="Times New Roman" w:hint="default"/>
      </w:rPr>
    </w:lvl>
  </w:abstractNum>
  <w:abstractNum w:abstractNumId="19" w15:restartNumberingAfterBreak="0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E876786"/>
    <w:multiLevelType w:val="hybridMultilevel"/>
    <w:tmpl w:val="4D72A076"/>
    <w:lvl w:ilvl="0" w:tplc="7DC2F29E">
      <w:start w:val="1"/>
      <w:numFmt w:val="decimal"/>
      <w:lvlText w:val="%1."/>
      <w:lvlJc w:val="left"/>
      <w:pPr>
        <w:tabs>
          <w:tab w:val="num" w:pos="581"/>
        </w:tabs>
        <w:ind w:left="581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24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10"/>
  </w:num>
  <w:num w:numId="5">
    <w:abstractNumId w:val="8"/>
  </w:num>
  <w:num w:numId="6">
    <w:abstractNumId w:val="6"/>
  </w:num>
  <w:num w:numId="7">
    <w:abstractNumId w:val="21"/>
  </w:num>
  <w:num w:numId="8">
    <w:abstractNumId w:val="22"/>
  </w:num>
  <w:num w:numId="9">
    <w:abstractNumId w:val="13"/>
  </w:num>
  <w:num w:numId="10">
    <w:abstractNumId w:val="7"/>
  </w:num>
  <w:num w:numId="11">
    <w:abstractNumId w:val="12"/>
  </w:num>
  <w:num w:numId="12">
    <w:abstractNumId w:val="3"/>
  </w:num>
  <w:num w:numId="13">
    <w:abstractNumId w:val="23"/>
  </w:num>
  <w:num w:numId="14">
    <w:abstractNumId w:val="11"/>
  </w:num>
  <w:num w:numId="15">
    <w:abstractNumId w:val="18"/>
  </w:num>
  <w:num w:numId="16">
    <w:abstractNumId w:val="17"/>
  </w:num>
  <w:num w:numId="17">
    <w:abstractNumId w:val="5"/>
  </w:num>
  <w:num w:numId="18">
    <w:abstractNumId w:val="16"/>
  </w:num>
  <w:num w:numId="19">
    <w:abstractNumId w:val="9"/>
  </w:num>
  <w:num w:numId="20">
    <w:abstractNumId w:val="2"/>
  </w:num>
  <w:num w:numId="21">
    <w:abstractNumId w:val="4"/>
  </w:num>
  <w:num w:numId="22">
    <w:abstractNumId w:val="1"/>
  </w:num>
  <w:num w:numId="23">
    <w:abstractNumId w:val="24"/>
  </w:num>
  <w:num w:numId="24">
    <w:abstractNumId w:val="20"/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>
      <w:startOverride w:val="1"/>
    </w:lvlOverride>
  </w:num>
  <w:num w:numId="27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1FB"/>
    <w:rsid w:val="00000587"/>
    <w:rsid w:val="00000870"/>
    <w:rsid w:val="0000118A"/>
    <w:rsid w:val="00001AD0"/>
    <w:rsid w:val="00002F29"/>
    <w:rsid w:val="000032B2"/>
    <w:rsid w:val="00003754"/>
    <w:rsid w:val="00003D53"/>
    <w:rsid w:val="00003DAF"/>
    <w:rsid w:val="000047E1"/>
    <w:rsid w:val="00004C34"/>
    <w:rsid w:val="000051DE"/>
    <w:rsid w:val="000051F2"/>
    <w:rsid w:val="0000545D"/>
    <w:rsid w:val="00005C46"/>
    <w:rsid w:val="00006A91"/>
    <w:rsid w:val="0000752E"/>
    <w:rsid w:val="000077BF"/>
    <w:rsid w:val="0001078D"/>
    <w:rsid w:val="0001099A"/>
    <w:rsid w:val="000112B6"/>
    <w:rsid w:val="000115FD"/>
    <w:rsid w:val="0001276E"/>
    <w:rsid w:val="00012CA3"/>
    <w:rsid w:val="0001392F"/>
    <w:rsid w:val="00013951"/>
    <w:rsid w:val="00013BAF"/>
    <w:rsid w:val="00014D9B"/>
    <w:rsid w:val="00015508"/>
    <w:rsid w:val="00017334"/>
    <w:rsid w:val="00017638"/>
    <w:rsid w:val="00017AAD"/>
    <w:rsid w:val="000200B0"/>
    <w:rsid w:val="00020680"/>
    <w:rsid w:val="00020E97"/>
    <w:rsid w:val="000214A8"/>
    <w:rsid w:val="00021C49"/>
    <w:rsid w:val="00021D52"/>
    <w:rsid w:val="00022252"/>
    <w:rsid w:val="00022BEC"/>
    <w:rsid w:val="000233FE"/>
    <w:rsid w:val="0002356F"/>
    <w:rsid w:val="00024061"/>
    <w:rsid w:val="000246A7"/>
    <w:rsid w:val="00024892"/>
    <w:rsid w:val="00024BF9"/>
    <w:rsid w:val="0002689F"/>
    <w:rsid w:val="00026B48"/>
    <w:rsid w:val="00026F07"/>
    <w:rsid w:val="00027717"/>
    <w:rsid w:val="000305BC"/>
    <w:rsid w:val="00030E56"/>
    <w:rsid w:val="00031213"/>
    <w:rsid w:val="00031C7E"/>
    <w:rsid w:val="0003272A"/>
    <w:rsid w:val="00032D66"/>
    <w:rsid w:val="000332E1"/>
    <w:rsid w:val="00033739"/>
    <w:rsid w:val="0003468D"/>
    <w:rsid w:val="000348A4"/>
    <w:rsid w:val="00034C11"/>
    <w:rsid w:val="00034DED"/>
    <w:rsid w:val="00034EEF"/>
    <w:rsid w:val="000351D8"/>
    <w:rsid w:val="0003529C"/>
    <w:rsid w:val="00037D96"/>
    <w:rsid w:val="00040036"/>
    <w:rsid w:val="00040521"/>
    <w:rsid w:val="000410AD"/>
    <w:rsid w:val="00041682"/>
    <w:rsid w:val="000419C1"/>
    <w:rsid w:val="00041B4C"/>
    <w:rsid w:val="00041E21"/>
    <w:rsid w:val="0004212B"/>
    <w:rsid w:val="000421E7"/>
    <w:rsid w:val="00042AA0"/>
    <w:rsid w:val="00042CB3"/>
    <w:rsid w:val="00043344"/>
    <w:rsid w:val="0004343E"/>
    <w:rsid w:val="00043F16"/>
    <w:rsid w:val="00044EEF"/>
    <w:rsid w:val="00045320"/>
    <w:rsid w:val="00045621"/>
    <w:rsid w:val="00045C12"/>
    <w:rsid w:val="0004688A"/>
    <w:rsid w:val="00046B9A"/>
    <w:rsid w:val="00047A0D"/>
    <w:rsid w:val="00047D16"/>
    <w:rsid w:val="00051527"/>
    <w:rsid w:val="00051850"/>
    <w:rsid w:val="000519FA"/>
    <w:rsid w:val="00052078"/>
    <w:rsid w:val="00052B3B"/>
    <w:rsid w:val="000532E6"/>
    <w:rsid w:val="00053596"/>
    <w:rsid w:val="00053D6F"/>
    <w:rsid w:val="00054CE2"/>
    <w:rsid w:val="00055533"/>
    <w:rsid w:val="00055A02"/>
    <w:rsid w:val="00055A2D"/>
    <w:rsid w:val="00056254"/>
    <w:rsid w:val="0005631C"/>
    <w:rsid w:val="000563C7"/>
    <w:rsid w:val="00056BDA"/>
    <w:rsid w:val="00056E8B"/>
    <w:rsid w:val="00056FE2"/>
    <w:rsid w:val="000579F2"/>
    <w:rsid w:val="00060DBE"/>
    <w:rsid w:val="00061B74"/>
    <w:rsid w:val="00062A66"/>
    <w:rsid w:val="00062C1A"/>
    <w:rsid w:val="000631D6"/>
    <w:rsid w:val="000633AF"/>
    <w:rsid w:val="00063BA8"/>
    <w:rsid w:val="00064206"/>
    <w:rsid w:val="00064747"/>
    <w:rsid w:val="00065454"/>
    <w:rsid w:val="00065647"/>
    <w:rsid w:val="000656E9"/>
    <w:rsid w:val="000664FF"/>
    <w:rsid w:val="00066A5E"/>
    <w:rsid w:val="000674F1"/>
    <w:rsid w:val="00067FEE"/>
    <w:rsid w:val="00070936"/>
    <w:rsid w:val="00070B09"/>
    <w:rsid w:val="00070BC5"/>
    <w:rsid w:val="00071068"/>
    <w:rsid w:val="00071313"/>
    <w:rsid w:val="0007207D"/>
    <w:rsid w:val="000726E8"/>
    <w:rsid w:val="00072857"/>
    <w:rsid w:val="00073233"/>
    <w:rsid w:val="000734FD"/>
    <w:rsid w:val="00074400"/>
    <w:rsid w:val="0007469E"/>
    <w:rsid w:val="00074D09"/>
    <w:rsid w:val="00075006"/>
    <w:rsid w:val="0007538E"/>
    <w:rsid w:val="00075AC0"/>
    <w:rsid w:val="0007626B"/>
    <w:rsid w:val="00076451"/>
    <w:rsid w:val="00076925"/>
    <w:rsid w:val="00076B8D"/>
    <w:rsid w:val="00076CBA"/>
    <w:rsid w:val="00077120"/>
    <w:rsid w:val="000774CA"/>
    <w:rsid w:val="00077833"/>
    <w:rsid w:val="00080B54"/>
    <w:rsid w:val="00080DEF"/>
    <w:rsid w:val="0008119D"/>
    <w:rsid w:val="000818BE"/>
    <w:rsid w:val="000819E3"/>
    <w:rsid w:val="000822D3"/>
    <w:rsid w:val="00082439"/>
    <w:rsid w:val="000826D1"/>
    <w:rsid w:val="00082C61"/>
    <w:rsid w:val="000833F7"/>
    <w:rsid w:val="000839AD"/>
    <w:rsid w:val="000839E8"/>
    <w:rsid w:val="00083EDE"/>
    <w:rsid w:val="00084112"/>
    <w:rsid w:val="000851D7"/>
    <w:rsid w:val="000859FB"/>
    <w:rsid w:val="00086D25"/>
    <w:rsid w:val="000873B4"/>
    <w:rsid w:val="000874CE"/>
    <w:rsid w:val="000876A8"/>
    <w:rsid w:val="00087E2E"/>
    <w:rsid w:val="0009048B"/>
    <w:rsid w:val="00091B6A"/>
    <w:rsid w:val="0009201A"/>
    <w:rsid w:val="0009231B"/>
    <w:rsid w:val="00092763"/>
    <w:rsid w:val="00093516"/>
    <w:rsid w:val="00093845"/>
    <w:rsid w:val="0009446A"/>
    <w:rsid w:val="00094E6D"/>
    <w:rsid w:val="000950E7"/>
    <w:rsid w:val="0009567E"/>
    <w:rsid w:val="000956B3"/>
    <w:rsid w:val="0009606E"/>
    <w:rsid w:val="00096B2E"/>
    <w:rsid w:val="00096CA4"/>
    <w:rsid w:val="00096F34"/>
    <w:rsid w:val="00097056"/>
    <w:rsid w:val="00097B94"/>
    <w:rsid w:val="000A0486"/>
    <w:rsid w:val="000A081F"/>
    <w:rsid w:val="000A1059"/>
    <w:rsid w:val="000A15DB"/>
    <w:rsid w:val="000A181E"/>
    <w:rsid w:val="000A19B8"/>
    <w:rsid w:val="000A1E59"/>
    <w:rsid w:val="000A2F94"/>
    <w:rsid w:val="000A30E7"/>
    <w:rsid w:val="000A3C21"/>
    <w:rsid w:val="000A3F7C"/>
    <w:rsid w:val="000A4757"/>
    <w:rsid w:val="000A5677"/>
    <w:rsid w:val="000A5BCE"/>
    <w:rsid w:val="000A6181"/>
    <w:rsid w:val="000A621D"/>
    <w:rsid w:val="000A678F"/>
    <w:rsid w:val="000A690E"/>
    <w:rsid w:val="000A6F92"/>
    <w:rsid w:val="000A773F"/>
    <w:rsid w:val="000B0342"/>
    <w:rsid w:val="000B39C1"/>
    <w:rsid w:val="000B39E4"/>
    <w:rsid w:val="000B4206"/>
    <w:rsid w:val="000B426B"/>
    <w:rsid w:val="000B4E83"/>
    <w:rsid w:val="000B53D4"/>
    <w:rsid w:val="000B5586"/>
    <w:rsid w:val="000B661E"/>
    <w:rsid w:val="000B6A9B"/>
    <w:rsid w:val="000B70B6"/>
    <w:rsid w:val="000B7235"/>
    <w:rsid w:val="000C2DDE"/>
    <w:rsid w:val="000C2E44"/>
    <w:rsid w:val="000C3408"/>
    <w:rsid w:val="000C401B"/>
    <w:rsid w:val="000C4103"/>
    <w:rsid w:val="000C415A"/>
    <w:rsid w:val="000C4283"/>
    <w:rsid w:val="000C455B"/>
    <w:rsid w:val="000C4B1B"/>
    <w:rsid w:val="000C5DE4"/>
    <w:rsid w:val="000C5FC3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1793"/>
    <w:rsid w:val="000D30B0"/>
    <w:rsid w:val="000D36C6"/>
    <w:rsid w:val="000D3E84"/>
    <w:rsid w:val="000D4729"/>
    <w:rsid w:val="000D4737"/>
    <w:rsid w:val="000D47FA"/>
    <w:rsid w:val="000D5085"/>
    <w:rsid w:val="000D5861"/>
    <w:rsid w:val="000D5C68"/>
    <w:rsid w:val="000D65F2"/>
    <w:rsid w:val="000D6DE4"/>
    <w:rsid w:val="000D6FC7"/>
    <w:rsid w:val="000D706E"/>
    <w:rsid w:val="000D712B"/>
    <w:rsid w:val="000D7539"/>
    <w:rsid w:val="000D776B"/>
    <w:rsid w:val="000D7B61"/>
    <w:rsid w:val="000D7B92"/>
    <w:rsid w:val="000E0373"/>
    <w:rsid w:val="000E1012"/>
    <w:rsid w:val="000E1280"/>
    <w:rsid w:val="000E1678"/>
    <w:rsid w:val="000E238E"/>
    <w:rsid w:val="000E2871"/>
    <w:rsid w:val="000E2AEA"/>
    <w:rsid w:val="000E3D66"/>
    <w:rsid w:val="000E402B"/>
    <w:rsid w:val="000E4A39"/>
    <w:rsid w:val="000E4BBD"/>
    <w:rsid w:val="000E4F47"/>
    <w:rsid w:val="000E5015"/>
    <w:rsid w:val="000E5155"/>
    <w:rsid w:val="000E515B"/>
    <w:rsid w:val="000E5319"/>
    <w:rsid w:val="000E5BEA"/>
    <w:rsid w:val="000E5F3E"/>
    <w:rsid w:val="000E6146"/>
    <w:rsid w:val="000E633F"/>
    <w:rsid w:val="000E6955"/>
    <w:rsid w:val="000E6985"/>
    <w:rsid w:val="000E79DD"/>
    <w:rsid w:val="000E7D92"/>
    <w:rsid w:val="000E7F48"/>
    <w:rsid w:val="000F09FE"/>
    <w:rsid w:val="000F0CE2"/>
    <w:rsid w:val="000F0DD6"/>
    <w:rsid w:val="000F11A4"/>
    <w:rsid w:val="000F2B70"/>
    <w:rsid w:val="000F32E6"/>
    <w:rsid w:val="000F3898"/>
    <w:rsid w:val="000F456E"/>
    <w:rsid w:val="000F5D9B"/>
    <w:rsid w:val="000F62E5"/>
    <w:rsid w:val="000F6654"/>
    <w:rsid w:val="000F6814"/>
    <w:rsid w:val="000F6ACD"/>
    <w:rsid w:val="000F6AD9"/>
    <w:rsid w:val="000F7E5E"/>
    <w:rsid w:val="00100DEB"/>
    <w:rsid w:val="001011F9"/>
    <w:rsid w:val="00101A13"/>
    <w:rsid w:val="00102745"/>
    <w:rsid w:val="00102770"/>
    <w:rsid w:val="001027E6"/>
    <w:rsid w:val="00102E81"/>
    <w:rsid w:val="00104100"/>
    <w:rsid w:val="0010463D"/>
    <w:rsid w:val="00104B7F"/>
    <w:rsid w:val="00104CD7"/>
    <w:rsid w:val="0010609D"/>
    <w:rsid w:val="00106191"/>
    <w:rsid w:val="00106619"/>
    <w:rsid w:val="00106FCB"/>
    <w:rsid w:val="001079E6"/>
    <w:rsid w:val="001108C2"/>
    <w:rsid w:val="001109AF"/>
    <w:rsid w:val="00111008"/>
    <w:rsid w:val="001112B2"/>
    <w:rsid w:val="00111FF3"/>
    <w:rsid w:val="00112B3A"/>
    <w:rsid w:val="00113476"/>
    <w:rsid w:val="00114597"/>
    <w:rsid w:val="00114D78"/>
    <w:rsid w:val="0011547F"/>
    <w:rsid w:val="00116552"/>
    <w:rsid w:val="00117193"/>
    <w:rsid w:val="0011752D"/>
    <w:rsid w:val="0012017F"/>
    <w:rsid w:val="001213B4"/>
    <w:rsid w:val="001214FD"/>
    <w:rsid w:val="0012161C"/>
    <w:rsid w:val="001217EE"/>
    <w:rsid w:val="001223FA"/>
    <w:rsid w:val="0012247B"/>
    <w:rsid w:val="001227E4"/>
    <w:rsid w:val="0012286B"/>
    <w:rsid w:val="00122ECC"/>
    <w:rsid w:val="00124421"/>
    <w:rsid w:val="00124C84"/>
    <w:rsid w:val="00125C81"/>
    <w:rsid w:val="001263A5"/>
    <w:rsid w:val="00126F94"/>
    <w:rsid w:val="00127346"/>
    <w:rsid w:val="001302BE"/>
    <w:rsid w:val="00130B36"/>
    <w:rsid w:val="00130C52"/>
    <w:rsid w:val="0013219F"/>
    <w:rsid w:val="00132688"/>
    <w:rsid w:val="001346CF"/>
    <w:rsid w:val="00136CEA"/>
    <w:rsid w:val="00136EB9"/>
    <w:rsid w:val="001373E9"/>
    <w:rsid w:val="001375CD"/>
    <w:rsid w:val="00137A93"/>
    <w:rsid w:val="00137C48"/>
    <w:rsid w:val="00137F2F"/>
    <w:rsid w:val="001408F0"/>
    <w:rsid w:val="001414A5"/>
    <w:rsid w:val="00141B3D"/>
    <w:rsid w:val="001425F6"/>
    <w:rsid w:val="00142841"/>
    <w:rsid w:val="00142A06"/>
    <w:rsid w:val="00142E95"/>
    <w:rsid w:val="00143251"/>
    <w:rsid w:val="00143293"/>
    <w:rsid w:val="00143703"/>
    <w:rsid w:val="001439B1"/>
    <w:rsid w:val="001445A1"/>
    <w:rsid w:val="00144EF8"/>
    <w:rsid w:val="001450D8"/>
    <w:rsid w:val="001464E9"/>
    <w:rsid w:val="001465D8"/>
    <w:rsid w:val="00146A4C"/>
    <w:rsid w:val="001471FD"/>
    <w:rsid w:val="001475C1"/>
    <w:rsid w:val="001479F1"/>
    <w:rsid w:val="00147D20"/>
    <w:rsid w:val="00147EA9"/>
    <w:rsid w:val="0015117C"/>
    <w:rsid w:val="001517D8"/>
    <w:rsid w:val="001518ED"/>
    <w:rsid w:val="00151F45"/>
    <w:rsid w:val="00152173"/>
    <w:rsid w:val="001523B2"/>
    <w:rsid w:val="0015270E"/>
    <w:rsid w:val="001528C6"/>
    <w:rsid w:val="00152B45"/>
    <w:rsid w:val="00152EC2"/>
    <w:rsid w:val="001539A0"/>
    <w:rsid w:val="00154ED1"/>
    <w:rsid w:val="00155B2D"/>
    <w:rsid w:val="00155EA5"/>
    <w:rsid w:val="00155FD0"/>
    <w:rsid w:val="001572B5"/>
    <w:rsid w:val="00157B46"/>
    <w:rsid w:val="00157FF4"/>
    <w:rsid w:val="00160063"/>
    <w:rsid w:val="00160395"/>
    <w:rsid w:val="00160797"/>
    <w:rsid w:val="00160A96"/>
    <w:rsid w:val="00160ABD"/>
    <w:rsid w:val="00160B98"/>
    <w:rsid w:val="001610A5"/>
    <w:rsid w:val="001612BD"/>
    <w:rsid w:val="0016148D"/>
    <w:rsid w:val="00161B5E"/>
    <w:rsid w:val="00162850"/>
    <w:rsid w:val="00162C05"/>
    <w:rsid w:val="00164000"/>
    <w:rsid w:val="001641D4"/>
    <w:rsid w:val="00164BFD"/>
    <w:rsid w:val="00164EEC"/>
    <w:rsid w:val="001651F7"/>
    <w:rsid w:val="001664A7"/>
    <w:rsid w:val="0016668D"/>
    <w:rsid w:val="00166B7E"/>
    <w:rsid w:val="0016721C"/>
    <w:rsid w:val="00167B71"/>
    <w:rsid w:val="00167C3D"/>
    <w:rsid w:val="00167D41"/>
    <w:rsid w:val="00167E28"/>
    <w:rsid w:val="0017068E"/>
    <w:rsid w:val="00170861"/>
    <w:rsid w:val="00170991"/>
    <w:rsid w:val="001723B3"/>
    <w:rsid w:val="00172EFF"/>
    <w:rsid w:val="00173028"/>
    <w:rsid w:val="00173248"/>
    <w:rsid w:val="00173659"/>
    <w:rsid w:val="0017444E"/>
    <w:rsid w:val="0017491E"/>
    <w:rsid w:val="00175857"/>
    <w:rsid w:val="00175D32"/>
    <w:rsid w:val="00177C17"/>
    <w:rsid w:val="00177D6B"/>
    <w:rsid w:val="00177DDA"/>
    <w:rsid w:val="00181CCF"/>
    <w:rsid w:val="00182863"/>
    <w:rsid w:val="00183812"/>
    <w:rsid w:val="00183CDD"/>
    <w:rsid w:val="00184028"/>
    <w:rsid w:val="0018442E"/>
    <w:rsid w:val="001846C4"/>
    <w:rsid w:val="0018509E"/>
    <w:rsid w:val="001851A0"/>
    <w:rsid w:val="00185514"/>
    <w:rsid w:val="0018564E"/>
    <w:rsid w:val="00186D78"/>
    <w:rsid w:val="0018798C"/>
    <w:rsid w:val="001902AA"/>
    <w:rsid w:val="00190389"/>
    <w:rsid w:val="001908C2"/>
    <w:rsid w:val="00191063"/>
    <w:rsid w:val="001910E0"/>
    <w:rsid w:val="00191891"/>
    <w:rsid w:val="0019195D"/>
    <w:rsid w:val="00191EB4"/>
    <w:rsid w:val="001922A8"/>
    <w:rsid w:val="00192374"/>
    <w:rsid w:val="00192919"/>
    <w:rsid w:val="001930BD"/>
    <w:rsid w:val="00193446"/>
    <w:rsid w:val="00193D6A"/>
    <w:rsid w:val="00193EDF"/>
    <w:rsid w:val="001942F3"/>
    <w:rsid w:val="00194879"/>
    <w:rsid w:val="00195333"/>
    <w:rsid w:val="00195435"/>
    <w:rsid w:val="0019673D"/>
    <w:rsid w:val="00196C08"/>
    <w:rsid w:val="0019721E"/>
    <w:rsid w:val="00197477"/>
    <w:rsid w:val="00197876"/>
    <w:rsid w:val="00197B9B"/>
    <w:rsid w:val="001A0F31"/>
    <w:rsid w:val="001A1474"/>
    <w:rsid w:val="001A17EC"/>
    <w:rsid w:val="001A19E6"/>
    <w:rsid w:val="001A1AB5"/>
    <w:rsid w:val="001A1BA7"/>
    <w:rsid w:val="001A2063"/>
    <w:rsid w:val="001A20D9"/>
    <w:rsid w:val="001A229C"/>
    <w:rsid w:val="001A22B7"/>
    <w:rsid w:val="001A2AE4"/>
    <w:rsid w:val="001A2E2D"/>
    <w:rsid w:val="001A308D"/>
    <w:rsid w:val="001A329D"/>
    <w:rsid w:val="001A35E5"/>
    <w:rsid w:val="001A3FF2"/>
    <w:rsid w:val="001A45A9"/>
    <w:rsid w:val="001A4E3C"/>
    <w:rsid w:val="001A5875"/>
    <w:rsid w:val="001A5C31"/>
    <w:rsid w:val="001A698B"/>
    <w:rsid w:val="001A6B0A"/>
    <w:rsid w:val="001B100D"/>
    <w:rsid w:val="001B16AD"/>
    <w:rsid w:val="001B18A4"/>
    <w:rsid w:val="001B19D0"/>
    <w:rsid w:val="001B1C71"/>
    <w:rsid w:val="001B2410"/>
    <w:rsid w:val="001B2C70"/>
    <w:rsid w:val="001B36CA"/>
    <w:rsid w:val="001B3E60"/>
    <w:rsid w:val="001B4126"/>
    <w:rsid w:val="001B42A5"/>
    <w:rsid w:val="001B46FF"/>
    <w:rsid w:val="001B4EED"/>
    <w:rsid w:val="001B5772"/>
    <w:rsid w:val="001B5871"/>
    <w:rsid w:val="001B5DFB"/>
    <w:rsid w:val="001B61BC"/>
    <w:rsid w:val="001B64C8"/>
    <w:rsid w:val="001B671A"/>
    <w:rsid w:val="001B6AF7"/>
    <w:rsid w:val="001B710B"/>
    <w:rsid w:val="001B7A13"/>
    <w:rsid w:val="001B7CFE"/>
    <w:rsid w:val="001B7FFA"/>
    <w:rsid w:val="001C0A2B"/>
    <w:rsid w:val="001C0BF8"/>
    <w:rsid w:val="001C1A9E"/>
    <w:rsid w:val="001C1D7F"/>
    <w:rsid w:val="001C24FB"/>
    <w:rsid w:val="001C2630"/>
    <w:rsid w:val="001C39F2"/>
    <w:rsid w:val="001C3BA5"/>
    <w:rsid w:val="001C40D8"/>
    <w:rsid w:val="001C4E26"/>
    <w:rsid w:val="001C51FA"/>
    <w:rsid w:val="001C55CD"/>
    <w:rsid w:val="001C65AA"/>
    <w:rsid w:val="001C756D"/>
    <w:rsid w:val="001C77F7"/>
    <w:rsid w:val="001D05B4"/>
    <w:rsid w:val="001D060A"/>
    <w:rsid w:val="001D0786"/>
    <w:rsid w:val="001D0AE1"/>
    <w:rsid w:val="001D1C90"/>
    <w:rsid w:val="001D1F3F"/>
    <w:rsid w:val="001D2582"/>
    <w:rsid w:val="001D2772"/>
    <w:rsid w:val="001D2B76"/>
    <w:rsid w:val="001D328D"/>
    <w:rsid w:val="001D3456"/>
    <w:rsid w:val="001D3A64"/>
    <w:rsid w:val="001D3E1F"/>
    <w:rsid w:val="001D584C"/>
    <w:rsid w:val="001D6099"/>
    <w:rsid w:val="001D64DC"/>
    <w:rsid w:val="001D73A6"/>
    <w:rsid w:val="001D7C72"/>
    <w:rsid w:val="001D7D4B"/>
    <w:rsid w:val="001D7E5B"/>
    <w:rsid w:val="001E1F03"/>
    <w:rsid w:val="001E2390"/>
    <w:rsid w:val="001E27CF"/>
    <w:rsid w:val="001E3234"/>
    <w:rsid w:val="001E3A8C"/>
    <w:rsid w:val="001E3E8F"/>
    <w:rsid w:val="001E44A5"/>
    <w:rsid w:val="001E4B2C"/>
    <w:rsid w:val="001E6063"/>
    <w:rsid w:val="001E73EC"/>
    <w:rsid w:val="001E74F5"/>
    <w:rsid w:val="001E77C8"/>
    <w:rsid w:val="001F0079"/>
    <w:rsid w:val="001F0CBA"/>
    <w:rsid w:val="001F0D33"/>
    <w:rsid w:val="001F11DE"/>
    <w:rsid w:val="001F1400"/>
    <w:rsid w:val="001F19EF"/>
    <w:rsid w:val="001F3E59"/>
    <w:rsid w:val="001F5BB3"/>
    <w:rsid w:val="001F6643"/>
    <w:rsid w:val="001F6660"/>
    <w:rsid w:val="001F66E5"/>
    <w:rsid w:val="001F70E3"/>
    <w:rsid w:val="001F7547"/>
    <w:rsid w:val="001F77A5"/>
    <w:rsid w:val="001F7DEF"/>
    <w:rsid w:val="001F7ECF"/>
    <w:rsid w:val="001F7F1C"/>
    <w:rsid w:val="00200A5D"/>
    <w:rsid w:val="00200BFE"/>
    <w:rsid w:val="00200F4D"/>
    <w:rsid w:val="00200F65"/>
    <w:rsid w:val="002012AF"/>
    <w:rsid w:val="002019D5"/>
    <w:rsid w:val="00201E64"/>
    <w:rsid w:val="00202124"/>
    <w:rsid w:val="00202DAD"/>
    <w:rsid w:val="002034F4"/>
    <w:rsid w:val="002039D2"/>
    <w:rsid w:val="002047C7"/>
    <w:rsid w:val="00205703"/>
    <w:rsid w:val="00205963"/>
    <w:rsid w:val="00205AA6"/>
    <w:rsid w:val="00206001"/>
    <w:rsid w:val="0020613D"/>
    <w:rsid w:val="0020665D"/>
    <w:rsid w:val="00206C79"/>
    <w:rsid w:val="00207045"/>
    <w:rsid w:val="00207150"/>
    <w:rsid w:val="00207BE5"/>
    <w:rsid w:val="00207EA5"/>
    <w:rsid w:val="002116CA"/>
    <w:rsid w:val="00211D0A"/>
    <w:rsid w:val="00211DFE"/>
    <w:rsid w:val="00212185"/>
    <w:rsid w:val="00212302"/>
    <w:rsid w:val="002127CA"/>
    <w:rsid w:val="0021288C"/>
    <w:rsid w:val="00212DF4"/>
    <w:rsid w:val="00213FC4"/>
    <w:rsid w:val="0021432F"/>
    <w:rsid w:val="00214387"/>
    <w:rsid w:val="00214CAA"/>
    <w:rsid w:val="002150F1"/>
    <w:rsid w:val="00215DE0"/>
    <w:rsid w:val="002163F0"/>
    <w:rsid w:val="00216B68"/>
    <w:rsid w:val="0021706B"/>
    <w:rsid w:val="00217D7C"/>
    <w:rsid w:val="00217F0A"/>
    <w:rsid w:val="002200C1"/>
    <w:rsid w:val="00221516"/>
    <w:rsid w:val="00221D92"/>
    <w:rsid w:val="00221DEB"/>
    <w:rsid w:val="00221E0B"/>
    <w:rsid w:val="00222277"/>
    <w:rsid w:val="002224F5"/>
    <w:rsid w:val="00222C30"/>
    <w:rsid w:val="00222C88"/>
    <w:rsid w:val="0022337D"/>
    <w:rsid w:val="002237AD"/>
    <w:rsid w:val="00223CE1"/>
    <w:rsid w:val="00224E32"/>
    <w:rsid w:val="00224FBB"/>
    <w:rsid w:val="002254AF"/>
    <w:rsid w:val="0022588D"/>
    <w:rsid w:val="00225926"/>
    <w:rsid w:val="002259B8"/>
    <w:rsid w:val="002259F3"/>
    <w:rsid w:val="00226445"/>
    <w:rsid w:val="00226DE1"/>
    <w:rsid w:val="00227A8A"/>
    <w:rsid w:val="00230038"/>
    <w:rsid w:val="0023035F"/>
    <w:rsid w:val="00230518"/>
    <w:rsid w:val="00231528"/>
    <w:rsid w:val="0023163A"/>
    <w:rsid w:val="002329B4"/>
    <w:rsid w:val="00233369"/>
    <w:rsid w:val="002335C9"/>
    <w:rsid w:val="00233774"/>
    <w:rsid w:val="0023439F"/>
    <w:rsid w:val="0023493B"/>
    <w:rsid w:val="002349B0"/>
    <w:rsid w:val="002352DF"/>
    <w:rsid w:val="00235409"/>
    <w:rsid w:val="002358B9"/>
    <w:rsid w:val="00236080"/>
    <w:rsid w:val="002367AE"/>
    <w:rsid w:val="002369A4"/>
    <w:rsid w:val="00237197"/>
    <w:rsid w:val="0023761C"/>
    <w:rsid w:val="0023772D"/>
    <w:rsid w:val="00237D1B"/>
    <w:rsid w:val="00237EC3"/>
    <w:rsid w:val="002402E9"/>
    <w:rsid w:val="002408E3"/>
    <w:rsid w:val="00240F8C"/>
    <w:rsid w:val="002410AD"/>
    <w:rsid w:val="002413F6"/>
    <w:rsid w:val="002414A1"/>
    <w:rsid w:val="00241E88"/>
    <w:rsid w:val="00242055"/>
    <w:rsid w:val="00243431"/>
    <w:rsid w:val="00243B79"/>
    <w:rsid w:val="002443D5"/>
    <w:rsid w:val="00244574"/>
    <w:rsid w:val="0024470C"/>
    <w:rsid w:val="00244900"/>
    <w:rsid w:val="002449DE"/>
    <w:rsid w:val="00245BC0"/>
    <w:rsid w:val="00245DD0"/>
    <w:rsid w:val="0024685B"/>
    <w:rsid w:val="00247490"/>
    <w:rsid w:val="00250DC3"/>
    <w:rsid w:val="00250E1F"/>
    <w:rsid w:val="0025163F"/>
    <w:rsid w:val="00252F9E"/>
    <w:rsid w:val="002530A1"/>
    <w:rsid w:val="0025314F"/>
    <w:rsid w:val="00253A2D"/>
    <w:rsid w:val="00253EC9"/>
    <w:rsid w:val="002544CE"/>
    <w:rsid w:val="002548B9"/>
    <w:rsid w:val="002561FB"/>
    <w:rsid w:val="00256D58"/>
    <w:rsid w:val="00256E20"/>
    <w:rsid w:val="0025716D"/>
    <w:rsid w:val="0025778C"/>
    <w:rsid w:val="00260B3A"/>
    <w:rsid w:val="00262F31"/>
    <w:rsid w:val="0026301C"/>
    <w:rsid w:val="00263306"/>
    <w:rsid w:val="00263DCF"/>
    <w:rsid w:val="00263FCB"/>
    <w:rsid w:val="0026609E"/>
    <w:rsid w:val="002668A8"/>
    <w:rsid w:val="00266BAF"/>
    <w:rsid w:val="00267D69"/>
    <w:rsid w:val="002702CE"/>
    <w:rsid w:val="00270331"/>
    <w:rsid w:val="002709C9"/>
    <w:rsid w:val="0027226B"/>
    <w:rsid w:val="0027262C"/>
    <w:rsid w:val="002726FE"/>
    <w:rsid w:val="002729DC"/>
    <w:rsid w:val="0027337F"/>
    <w:rsid w:val="00273B34"/>
    <w:rsid w:val="002740C4"/>
    <w:rsid w:val="0027599B"/>
    <w:rsid w:val="00275C43"/>
    <w:rsid w:val="00276064"/>
    <w:rsid w:val="00276C50"/>
    <w:rsid w:val="00277396"/>
    <w:rsid w:val="002773EC"/>
    <w:rsid w:val="0027766B"/>
    <w:rsid w:val="0027767E"/>
    <w:rsid w:val="00277BA2"/>
    <w:rsid w:val="00280C9F"/>
    <w:rsid w:val="00280F01"/>
    <w:rsid w:val="0028126B"/>
    <w:rsid w:val="00281340"/>
    <w:rsid w:val="002813A9"/>
    <w:rsid w:val="00283527"/>
    <w:rsid w:val="00283963"/>
    <w:rsid w:val="00283C26"/>
    <w:rsid w:val="00283E4D"/>
    <w:rsid w:val="002844FF"/>
    <w:rsid w:val="00284A29"/>
    <w:rsid w:val="00284AA2"/>
    <w:rsid w:val="00284BEC"/>
    <w:rsid w:val="00285CC9"/>
    <w:rsid w:val="00286323"/>
    <w:rsid w:val="00286433"/>
    <w:rsid w:val="00286E86"/>
    <w:rsid w:val="00286F4D"/>
    <w:rsid w:val="00287C44"/>
    <w:rsid w:val="002902BD"/>
    <w:rsid w:val="002905C1"/>
    <w:rsid w:val="0029150E"/>
    <w:rsid w:val="00291D8D"/>
    <w:rsid w:val="0029205C"/>
    <w:rsid w:val="002928AE"/>
    <w:rsid w:val="00293598"/>
    <w:rsid w:val="002937A5"/>
    <w:rsid w:val="00293F6F"/>
    <w:rsid w:val="00294198"/>
    <w:rsid w:val="00295684"/>
    <w:rsid w:val="00295A09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C"/>
    <w:rsid w:val="002A1392"/>
    <w:rsid w:val="002A1490"/>
    <w:rsid w:val="002A2143"/>
    <w:rsid w:val="002A2257"/>
    <w:rsid w:val="002A3A93"/>
    <w:rsid w:val="002A3C7F"/>
    <w:rsid w:val="002A4008"/>
    <w:rsid w:val="002A4385"/>
    <w:rsid w:val="002A4850"/>
    <w:rsid w:val="002A4E53"/>
    <w:rsid w:val="002A5F17"/>
    <w:rsid w:val="002A6144"/>
    <w:rsid w:val="002A6693"/>
    <w:rsid w:val="002A7111"/>
    <w:rsid w:val="002A75C8"/>
    <w:rsid w:val="002A7690"/>
    <w:rsid w:val="002A7826"/>
    <w:rsid w:val="002A7B80"/>
    <w:rsid w:val="002A7D09"/>
    <w:rsid w:val="002B02AC"/>
    <w:rsid w:val="002B0694"/>
    <w:rsid w:val="002B06CA"/>
    <w:rsid w:val="002B0748"/>
    <w:rsid w:val="002B0763"/>
    <w:rsid w:val="002B11AD"/>
    <w:rsid w:val="002B12BD"/>
    <w:rsid w:val="002B1449"/>
    <w:rsid w:val="002B1895"/>
    <w:rsid w:val="002B2842"/>
    <w:rsid w:val="002B2F22"/>
    <w:rsid w:val="002B5122"/>
    <w:rsid w:val="002B635C"/>
    <w:rsid w:val="002B660F"/>
    <w:rsid w:val="002B6930"/>
    <w:rsid w:val="002B6B0F"/>
    <w:rsid w:val="002C00F6"/>
    <w:rsid w:val="002C07AD"/>
    <w:rsid w:val="002C1510"/>
    <w:rsid w:val="002C15EE"/>
    <w:rsid w:val="002C1F16"/>
    <w:rsid w:val="002C22CC"/>
    <w:rsid w:val="002C2716"/>
    <w:rsid w:val="002C2F87"/>
    <w:rsid w:val="002C368E"/>
    <w:rsid w:val="002C4A43"/>
    <w:rsid w:val="002C4D4C"/>
    <w:rsid w:val="002C5F42"/>
    <w:rsid w:val="002C6016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335F"/>
    <w:rsid w:val="002D3FE5"/>
    <w:rsid w:val="002D4482"/>
    <w:rsid w:val="002D4C2D"/>
    <w:rsid w:val="002D4D20"/>
    <w:rsid w:val="002D52DF"/>
    <w:rsid w:val="002D5381"/>
    <w:rsid w:val="002D64E9"/>
    <w:rsid w:val="002D6578"/>
    <w:rsid w:val="002D6BE2"/>
    <w:rsid w:val="002D73AB"/>
    <w:rsid w:val="002D7F8A"/>
    <w:rsid w:val="002E0214"/>
    <w:rsid w:val="002E055D"/>
    <w:rsid w:val="002E0854"/>
    <w:rsid w:val="002E0A06"/>
    <w:rsid w:val="002E1178"/>
    <w:rsid w:val="002E1A79"/>
    <w:rsid w:val="002E1AE9"/>
    <w:rsid w:val="002E218B"/>
    <w:rsid w:val="002E22CD"/>
    <w:rsid w:val="002E240B"/>
    <w:rsid w:val="002E3350"/>
    <w:rsid w:val="002E46B9"/>
    <w:rsid w:val="002E48BC"/>
    <w:rsid w:val="002E4A50"/>
    <w:rsid w:val="002E4C05"/>
    <w:rsid w:val="002E4D53"/>
    <w:rsid w:val="002E4E77"/>
    <w:rsid w:val="002E5055"/>
    <w:rsid w:val="002E5467"/>
    <w:rsid w:val="002E5775"/>
    <w:rsid w:val="002E63F3"/>
    <w:rsid w:val="002E681C"/>
    <w:rsid w:val="002E69F2"/>
    <w:rsid w:val="002E753E"/>
    <w:rsid w:val="002F00BF"/>
    <w:rsid w:val="002F0B52"/>
    <w:rsid w:val="002F137C"/>
    <w:rsid w:val="002F1831"/>
    <w:rsid w:val="002F1AD8"/>
    <w:rsid w:val="002F2C70"/>
    <w:rsid w:val="002F38F0"/>
    <w:rsid w:val="002F44A6"/>
    <w:rsid w:val="002F478F"/>
    <w:rsid w:val="002F4D11"/>
    <w:rsid w:val="002F5265"/>
    <w:rsid w:val="002F555F"/>
    <w:rsid w:val="002F5666"/>
    <w:rsid w:val="002F571C"/>
    <w:rsid w:val="002F5EF1"/>
    <w:rsid w:val="002F63E2"/>
    <w:rsid w:val="002F6B1E"/>
    <w:rsid w:val="002F6FF5"/>
    <w:rsid w:val="002F7BE5"/>
    <w:rsid w:val="003003A2"/>
    <w:rsid w:val="00300709"/>
    <w:rsid w:val="00300B2C"/>
    <w:rsid w:val="00302C14"/>
    <w:rsid w:val="0030321F"/>
    <w:rsid w:val="00303867"/>
    <w:rsid w:val="00303917"/>
    <w:rsid w:val="00303A8B"/>
    <w:rsid w:val="00303B45"/>
    <w:rsid w:val="00303E69"/>
    <w:rsid w:val="003046C8"/>
    <w:rsid w:val="00305D19"/>
    <w:rsid w:val="00305F88"/>
    <w:rsid w:val="003070DD"/>
    <w:rsid w:val="00307A81"/>
    <w:rsid w:val="00310B4E"/>
    <w:rsid w:val="00311D30"/>
    <w:rsid w:val="0031236E"/>
    <w:rsid w:val="00312C5D"/>
    <w:rsid w:val="00312D1B"/>
    <w:rsid w:val="00313890"/>
    <w:rsid w:val="00313B9D"/>
    <w:rsid w:val="00313EB4"/>
    <w:rsid w:val="003146A0"/>
    <w:rsid w:val="00314A36"/>
    <w:rsid w:val="003160E4"/>
    <w:rsid w:val="00316712"/>
    <w:rsid w:val="00317772"/>
    <w:rsid w:val="0031788B"/>
    <w:rsid w:val="00320B9D"/>
    <w:rsid w:val="0032155E"/>
    <w:rsid w:val="003215FE"/>
    <w:rsid w:val="00321B8D"/>
    <w:rsid w:val="00322229"/>
    <w:rsid w:val="00322738"/>
    <w:rsid w:val="0032305C"/>
    <w:rsid w:val="00323A55"/>
    <w:rsid w:val="00323ED4"/>
    <w:rsid w:val="003260C7"/>
    <w:rsid w:val="00326D21"/>
    <w:rsid w:val="00327F6D"/>
    <w:rsid w:val="00330854"/>
    <w:rsid w:val="00330DE3"/>
    <w:rsid w:val="00331CFC"/>
    <w:rsid w:val="00331EA6"/>
    <w:rsid w:val="0033211A"/>
    <w:rsid w:val="00332A51"/>
    <w:rsid w:val="00332B45"/>
    <w:rsid w:val="00332D8A"/>
    <w:rsid w:val="00332FA4"/>
    <w:rsid w:val="0033333A"/>
    <w:rsid w:val="00333E07"/>
    <w:rsid w:val="00334A08"/>
    <w:rsid w:val="00335F52"/>
    <w:rsid w:val="0033671C"/>
    <w:rsid w:val="003367E9"/>
    <w:rsid w:val="00336B2A"/>
    <w:rsid w:val="00336C91"/>
    <w:rsid w:val="00336D50"/>
    <w:rsid w:val="00337D2B"/>
    <w:rsid w:val="00340AC7"/>
    <w:rsid w:val="00342274"/>
    <w:rsid w:val="00342A8D"/>
    <w:rsid w:val="00342BA0"/>
    <w:rsid w:val="00343182"/>
    <w:rsid w:val="003435EF"/>
    <w:rsid w:val="00343D47"/>
    <w:rsid w:val="003441BE"/>
    <w:rsid w:val="00344BD4"/>
    <w:rsid w:val="00344C7C"/>
    <w:rsid w:val="003453EC"/>
    <w:rsid w:val="00346899"/>
    <w:rsid w:val="00347488"/>
    <w:rsid w:val="003474B4"/>
    <w:rsid w:val="00347CAA"/>
    <w:rsid w:val="00350D00"/>
    <w:rsid w:val="00351848"/>
    <w:rsid w:val="00352A4B"/>
    <w:rsid w:val="00352DB5"/>
    <w:rsid w:val="003536BD"/>
    <w:rsid w:val="00353C17"/>
    <w:rsid w:val="003568A8"/>
    <w:rsid w:val="00356B36"/>
    <w:rsid w:val="003608AD"/>
    <w:rsid w:val="00361061"/>
    <w:rsid w:val="00361297"/>
    <w:rsid w:val="00361623"/>
    <w:rsid w:val="0036168E"/>
    <w:rsid w:val="00361BE8"/>
    <w:rsid w:val="00361F59"/>
    <w:rsid w:val="0036208B"/>
    <w:rsid w:val="003622D3"/>
    <w:rsid w:val="00362E30"/>
    <w:rsid w:val="00363372"/>
    <w:rsid w:val="00363C13"/>
    <w:rsid w:val="00363F1B"/>
    <w:rsid w:val="0036406A"/>
    <w:rsid w:val="003645F5"/>
    <w:rsid w:val="00364708"/>
    <w:rsid w:val="00364990"/>
    <w:rsid w:val="00365BD3"/>
    <w:rsid w:val="003674B1"/>
    <w:rsid w:val="003676AA"/>
    <w:rsid w:val="00367AB7"/>
    <w:rsid w:val="00367EA7"/>
    <w:rsid w:val="003703B6"/>
    <w:rsid w:val="003707E6"/>
    <w:rsid w:val="00370E00"/>
    <w:rsid w:val="00371179"/>
    <w:rsid w:val="00371AB0"/>
    <w:rsid w:val="00371F01"/>
    <w:rsid w:val="00372A38"/>
    <w:rsid w:val="00373149"/>
    <w:rsid w:val="00374968"/>
    <w:rsid w:val="00374A49"/>
    <w:rsid w:val="003768E5"/>
    <w:rsid w:val="00376A1D"/>
    <w:rsid w:val="00376E98"/>
    <w:rsid w:val="0037701A"/>
    <w:rsid w:val="00377255"/>
    <w:rsid w:val="003779C5"/>
    <w:rsid w:val="00377FE9"/>
    <w:rsid w:val="00382B0E"/>
    <w:rsid w:val="00383465"/>
    <w:rsid w:val="003837FF"/>
    <w:rsid w:val="00383E2C"/>
    <w:rsid w:val="00383F19"/>
    <w:rsid w:val="0038415E"/>
    <w:rsid w:val="0038428D"/>
    <w:rsid w:val="003845CB"/>
    <w:rsid w:val="00384693"/>
    <w:rsid w:val="00384B61"/>
    <w:rsid w:val="003858E3"/>
    <w:rsid w:val="00385E6D"/>
    <w:rsid w:val="003860B5"/>
    <w:rsid w:val="00386D0C"/>
    <w:rsid w:val="00387026"/>
    <w:rsid w:val="0038762D"/>
    <w:rsid w:val="003902C2"/>
    <w:rsid w:val="00390345"/>
    <w:rsid w:val="003908EE"/>
    <w:rsid w:val="00390C7B"/>
    <w:rsid w:val="00391457"/>
    <w:rsid w:val="00391DAC"/>
    <w:rsid w:val="00393646"/>
    <w:rsid w:val="00393F48"/>
    <w:rsid w:val="0039540D"/>
    <w:rsid w:val="003956D6"/>
    <w:rsid w:val="00395F0F"/>
    <w:rsid w:val="003961D4"/>
    <w:rsid w:val="00396686"/>
    <w:rsid w:val="003A035D"/>
    <w:rsid w:val="003A0632"/>
    <w:rsid w:val="003A0C88"/>
    <w:rsid w:val="003A0E18"/>
    <w:rsid w:val="003A1D4F"/>
    <w:rsid w:val="003A2355"/>
    <w:rsid w:val="003A27F3"/>
    <w:rsid w:val="003A2C58"/>
    <w:rsid w:val="003A2CB5"/>
    <w:rsid w:val="003A3BE5"/>
    <w:rsid w:val="003A3CFC"/>
    <w:rsid w:val="003A5591"/>
    <w:rsid w:val="003A5C04"/>
    <w:rsid w:val="003A5D89"/>
    <w:rsid w:val="003A61B8"/>
    <w:rsid w:val="003A67AF"/>
    <w:rsid w:val="003A7421"/>
    <w:rsid w:val="003A7B5A"/>
    <w:rsid w:val="003A7E29"/>
    <w:rsid w:val="003B0382"/>
    <w:rsid w:val="003B12FA"/>
    <w:rsid w:val="003B16E1"/>
    <w:rsid w:val="003B1A08"/>
    <w:rsid w:val="003B2775"/>
    <w:rsid w:val="003B43A1"/>
    <w:rsid w:val="003B43BE"/>
    <w:rsid w:val="003B54BD"/>
    <w:rsid w:val="003B5EF3"/>
    <w:rsid w:val="003B62FC"/>
    <w:rsid w:val="003B699C"/>
    <w:rsid w:val="003B6B70"/>
    <w:rsid w:val="003B6E6D"/>
    <w:rsid w:val="003B76B4"/>
    <w:rsid w:val="003B7D9F"/>
    <w:rsid w:val="003C00D0"/>
    <w:rsid w:val="003C0AC9"/>
    <w:rsid w:val="003C0D24"/>
    <w:rsid w:val="003C1D83"/>
    <w:rsid w:val="003C29D7"/>
    <w:rsid w:val="003C3432"/>
    <w:rsid w:val="003C39EE"/>
    <w:rsid w:val="003C3BEF"/>
    <w:rsid w:val="003C4135"/>
    <w:rsid w:val="003C446E"/>
    <w:rsid w:val="003C455B"/>
    <w:rsid w:val="003C519E"/>
    <w:rsid w:val="003C556A"/>
    <w:rsid w:val="003C57D4"/>
    <w:rsid w:val="003C5BDE"/>
    <w:rsid w:val="003C6078"/>
    <w:rsid w:val="003C73CA"/>
    <w:rsid w:val="003C76A4"/>
    <w:rsid w:val="003C7EA2"/>
    <w:rsid w:val="003D0405"/>
    <w:rsid w:val="003D07A8"/>
    <w:rsid w:val="003D0B3C"/>
    <w:rsid w:val="003D1178"/>
    <w:rsid w:val="003D1859"/>
    <w:rsid w:val="003D1A9A"/>
    <w:rsid w:val="003D1FB7"/>
    <w:rsid w:val="003D2008"/>
    <w:rsid w:val="003D267A"/>
    <w:rsid w:val="003D3199"/>
    <w:rsid w:val="003D36FD"/>
    <w:rsid w:val="003D4566"/>
    <w:rsid w:val="003D4A1C"/>
    <w:rsid w:val="003D4B3A"/>
    <w:rsid w:val="003D4D68"/>
    <w:rsid w:val="003D4ECD"/>
    <w:rsid w:val="003D4F0E"/>
    <w:rsid w:val="003D60D5"/>
    <w:rsid w:val="003D727E"/>
    <w:rsid w:val="003D774B"/>
    <w:rsid w:val="003D7EB8"/>
    <w:rsid w:val="003E02F6"/>
    <w:rsid w:val="003E0851"/>
    <w:rsid w:val="003E0C23"/>
    <w:rsid w:val="003E115D"/>
    <w:rsid w:val="003E2219"/>
    <w:rsid w:val="003E2425"/>
    <w:rsid w:val="003E2C4F"/>
    <w:rsid w:val="003E3028"/>
    <w:rsid w:val="003E38AC"/>
    <w:rsid w:val="003E40A6"/>
    <w:rsid w:val="003E49DC"/>
    <w:rsid w:val="003E526F"/>
    <w:rsid w:val="003E54A0"/>
    <w:rsid w:val="003E783E"/>
    <w:rsid w:val="003E7AEE"/>
    <w:rsid w:val="003F04A8"/>
    <w:rsid w:val="003F05F4"/>
    <w:rsid w:val="003F0D48"/>
    <w:rsid w:val="003F0E3A"/>
    <w:rsid w:val="003F1482"/>
    <w:rsid w:val="003F19BD"/>
    <w:rsid w:val="003F20AC"/>
    <w:rsid w:val="003F25C2"/>
    <w:rsid w:val="003F3286"/>
    <w:rsid w:val="003F3C29"/>
    <w:rsid w:val="003F3C35"/>
    <w:rsid w:val="003F3DD2"/>
    <w:rsid w:val="003F4240"/>
    <w:rsid w:val="003F4473"/>
    <w:rsid w:val="003F4E20"/>
    <w:rsid w:val="003F59DD"/>
    <w:rsid w:val="003F6194"/>
    <w:rsid w:val="003F637F"/>
    <w:rsid w:val="003F6524"/>
    <w:rsid w:val="003F71C6"/>
    <w:rsid w:val="004003A2"/>
    <w:rsid w:val="00401099"/>
    <w:rsid w:val="00401BC6"/>
    <w:rsid w:val="00402115"/>
    <w:rsid w:val="004029F2"/>
    <w:rsid w:val="0040330A"/>
    <w:rsid w:val="0040330C"/>
    <w:rsid w:val="00403B66"/>
    <w:rsid w:val="0040464C"/>
    <w:rsid w:val="00404A9C"/>
    <w:rsid w:val="004053DD"/>
    <w:rsid w:val="0040558C"/>
    <w:rsid w:val="00405659"/>
    <w:rsid w:val="004060FC"/>
    <w:rsid w:val="0040706F"/>
    <w:rsid w:val="0040748F"/>
    <w:rsid w:val="00407C47"/>
    <w:rsid w:val="00410370"/>
    <w:rsid w:val="00412454"/>
    <w:rsid w:val="0041280F"/>
    <w:rsid w:val="00412841"/>
    <w:rsid w:val="0041285B"/>
    <w:rsid w:val="00413339"/>
    <w:rsid w:val="004136A0"/>
    <w:rsid w:val="00413AB9"/>
    <w:rsid w:val="00415067"/>
    <w:rsid w:val="00415E91"/>
    <w:rsid w:val="00416372"/>
    <w:rsid w:val="00416F30"/>
    <w:rsid w:val="00417340"/>
    <w:rsid w:val="00417C19"/>
    <w:rsid w:val="00417F5B"/>
    <w:rsid w:val="004201EF"/>
    <w:rsid w:val="00420F8C"/>
    <w:rsid w:val="00421289"/>
    <w:rsid w:val="00421CFF"/>
    <w:rsid w:val="00422669"/>
    <w:rsid w:val="00422E18"/>
    <w:rsid w:val="00423922"/>
    <w:rsid w:val="00423A15"/>
    <w:rsid w:val="00423AE4"/>
    <w:rsid w:val="00423CDD"/>
    <w:rsid w:val="0042446A"/>
    <w:rsid w:val="004257CC"/>
    <w:rsid w:val="004260A3"/>
    <w:rsid w:val="0042653F"/>
    <w:rsid w:val="00427415"/>
    <w:rsid w:val="004277BC"/>
    <w:rsid w:val="00427A07"/>
    <w:rsid w:val="00427B3A"/>
    <w:rsid w:val="0043099C"/>
    <w:rsid w:val="0043144A"/>
    <w:rsid w:val="0043179D"/>
    <w:rsid w:val="00431AD5"/>
    <w:rsid w:val="00431DB1"/>
    <w:rsid w:val="00432FE9"/>
    <w:rsid w:val="00434237"/>
    <w:rsid w:val="004345BF"/>
    <w:rsid w:val="004356D6"/>
    <w:rsid w:val="00436539"/>
    <w:rsid w:val="00436A83"/>
    <w:rsid w:val="00436D5C"/>
    <w:rsid w:val="00437052"/>
    <w:rsid w:val="0043769B"/>
    <w:rsid w:val="004376DA"/>
    <w:rsid w:val="004378D4"/>
    <w:rsid w:val="0044038D"/>
    <w:rsid w:val="00441C43"/>
    <w:rsid w:val="00441C91"/>
    <w:rsid w:val="00441D0D"/>
    <w:rsid w:val="00442253"/>
    <w:rsid w:val="00442EC7"/>
    <w:rsid w:val="00443078"/>
    <w:rsid w:val="00443F8E"/>
    <w:rsid w:val="00444CCC"/>
    <w:rsid w:val="00444D14"/>
    <w:rsid w:val="004450B0"/>
    <w:rsid w:val="0044532A"/>
    <w:rsid w:val="004455EF"/>
    <w:rsid w:val="004460E5"/>
    <w:rsid w:val="004467EC"/>
    <w:rsid w:val="00447D01"/>
    <w:rsid w:val="00450586"/>
    <w:rsid w:val="004513D9"/>
    <w:rsid w:val="004516B6"/>
    <w:rsid w:val="00451E7D"/>
    <w:rsid w:val="0045223C"/>
    <w:rsid w:val="00452723"/>
    <w:rsid w:val="0045363E"/>
    <w:rsid w:val="00453A06"/>
    <w:rsid w:val="00453A78"/>
    <w:rsid w:val="00453F43"/>
    <w:rsid w:val="00453F66"/>
    <w:rsid w:val="004546BF"/>
    <w:rsid w:val="00455361"/>
    <w:rsid w:val="004553F0"/>
    <w:rsid w:val="00455E6E"/>
    <w:rsid w:val="004561F3"/>
    <w:rsid w:val="004568FF"/>
    <w:rsid w:val="00456BF5"/>
    <w:rsid w:val="00456FA3"/>
    <w:rsid w:val="004572D5"/>
    <w:rsid w:val="004577B8"/>
    <w:rsid w:val="00457B09"/>
    <w:rsid w:val="00457D43"/>
    <w:rsid w:val="0046000F"/>
    <w:rsid w:val="00460042"/>
    <w:rsid w:val="0046034E"/>
    <w:rsid w:val="00460905"/>
    <w:rsid w:val="00460C95"/>
    <w:rsid w:val="00461B4B"/>
    <w:rsid w:val="00462ADB"/>
    <w:rsid w:val="00462D18"/>
    <w:rsid w:val="00462E06"/>
    <w:rsid w:val="00463074"/>
    <w:rsid w:val="00463A96"/>
    <w:rsid w:val="00463D3A"/>
    <w:rsid w:val="00464152"/>
    <w:rsid w:val="0046468F"/>
    <w:rsid w:val="00464DC5"/>
    <w:rsid w:val="00464F65"/>
    <w:rsid w:val="0046565E"/>
    <w:rsid w:val="004659F1"/>
    <w:rsid w:val="00466112"/>
    <w:rsid w:val="0046611A"/>
    <w:rsid w:val="004661EF"/>
    <w:rsid w:val="00466983"/>
    <w:rsid w:val="00466A01"/>
    <w:rsid w:val="00466F20"/>
    <w:rsid w:val="00467318"/>
    <w:rsid w:val="00467734"/>
    <w:rsid w:val="00470883"/>
    <w:rsid w:val="00470C76"/>
    <w:rsid w:val="0047178C"/>
    <w:rsid w:val="00471B39"/>
    <w:rsid w:val="00471CAC"/>
    <w:rsid w:val="00472567"/>
    <w:rsid w:val="00472872"/>
    <w:rsid w:val="004728DD"/>
    <w:rsid w:val="00472DBE"/>
    <w:rsid w:val="0047309E"/>
    <w:rsid w:val="00473103"/>
    <w:rsid w:val="004735FB"/>
    <w:rsid w:val="00473783"/>
    <w:rsid w:val="00473F54"/>
    <w:rsid w:val="0047509F"/>
    <w:rsid w:val="004755E5"/>
    <w:rsid w:val="004758F9"/>
    <w:rsid w:val="00475C60"/>
    <w:rsid w:val="00476227"/>
    <w:rsid w:val="00476454"/>
    <w:rsid w:val="00476ED1"/>
    <w:rsid w:val="00476FAF"/>
    <w:rsid w:val="00480183"/>
    <w:rsid w:val="00480FB4"/>
    <w:rsid w:val="00481128"/>
    <w:rsid w:val="00481C12"/>
    <w:rsid w:val="00482091"/>
    <w:rsid w:val="00482A53"/>
    <w:rsid w:val="00482C71"/>
    <w:rsid w:val="00482E6B"/>
    <w:rsid w:val="00483CBA"/>
    <w:rsid w:val="00483FC9"/>
    <w:rsid w:val="00484C8F"/>
    <w:rsid w:val="004857F2"/>
    <w:rsid w:val="0048705D"/>
    <w:rsid w:val="0048706B"/>
    <w:rsid w:val="004871A8"/>
    <w:rsid w:val="00487355"/>
    <w:rsid w:val="004874FC"/>
    <w:rsid w:val="004875B5"/>
    <w:rsid w:val="0048779C"/>
    <w:rsid w:val="00487E92"/>
    <w:rsid w:val="00487FF9"/>
    <w:rsid w:val="00490BA9"/>
    <w:rsid w:val="0049102E"/>
    <w:rsid w:val="00491365"/>
    <w:rsid w:val="004925D0"/>
    <w:rsid w:val="00492B0F"/>
    <w:rsid w:val="0049387C"/>
    <w:rsid w:val="0049388E"/>
    <w:rsid w:val="00494520"/>
    <w:rsid w:val="00494646"/>
    <w:rsid w:val="004948FC"/>
    <w:rsid w:val="00494F6E"/>
    <w:rsid w:val="00495C81"/>
    <w:rsid w:val="00495EDB"/>
    <w:rsid w:val="004970BF"/>
    <w:rsid w:val="00497BE6"/>
    <w:rsid w:val="004A07FC"/>
    <w:rsid w:val="004A08CC"/>
    <w:rsid w:val="004A0A4E"/>
    <w:rsid w:val="004A0B3A"/>
    <w:rsid w:val="004A0ED9"/>
    <w:rsid w:val="004A1CC3"/>
    <w:rsid w:val="004A318A"/>
    <w:rsid w:val="004A3606"/>
    <w:rsid w:val="004A3960"/>
    <w:rsid w:val="004A3B8E"/>
    <w:rsid w:val="004A4791"/>
    <w:rsid w:val="004A4C60"/>
    <w:rsid w:val="004A524B"/>
    <w:rsid w:val="004A5AD2"/>
    <w:rsid w:val="004A5B03"/>
    <w:rsid w:val="004A64E5"/>
    <w:rsid w:val="004A6EA1"/>
    <w:rsid w:val="004A7269"/>
    <w:rsid w:val="004A74EF"/>
    <w:rsid w:val="004A7AFA"/>
    <w:rsid w:val="004A7D5C"/>
    <w:rsid w:val="004A7EC8"/>
    <w:rsid w:val="004B0272"/>
    <w:rsid w:val="004B08C3"/>
    <w:rsid w:val="004B0F14"/>
    <w:rsid w:val="004B1116"/>
    <w:rsid w:val="004B1C43"/>
    <w:rsid w:val="004B22E6"/>
    <w:rsid w:val="004B2606"/>
    <w:rsid w:val="004B26BD"/>
    <w:rsid w:val="004B28DB"/>
    <w:rsid w:val="004B32B6"/>
    <w:rsid w:val="004B3FA3"/>
    <w:rsid w:val="004B43FA"/>
    <w:rsid w:val="004B489F"/>
    <w:rsid w:val="004B4E52"/>
    <w:rsid w:val="004B5C38"/>
    <w:rsid w:val="004B5CD6"/>
    <w:rsid w:val="004B6E8D"/>
    <w:rsid w:val="004B7781"/>
    <w:rsid w:val="004C0036"/>
    <w:rsid w:val="004C00B5"/>
    <w:rsid w:val="004C0125"/>
    <w:rsid w:val="004C023D"/>
    <w:rsid w:val="004C0551"/>
    <w:rsid w:val="004C05BA"/>
    <w:rsid w:val="004C061D"/>
    <w:rsid w:val="004C08F9"/>
    <w:rsid w:val="004C1BF2"/>
    <w:rsid w:val="004C1C6E"/>
    <w:rsid w:val="004C2CA2"/>
    <w:rsid w:val="004C3176"/>
    <w:rsid w:val="004C3652"/>
    <w:rsid w:val="004C3C97"/>
    <w:rsid w:val="004C3D3A"/>
    <w:rsid w:val="004C400A"/>
    <w:rsid w:val="004C4358"/>
    <w:rsid w:val="004C4468"/>
    <w:rsid w:val="004C4569"/>
    <w:rsid w:val="004C482F"/>
    <w:rsid w:val="004C502A"/>
    <w:rsid w:val="004C524E"/>
    <w:rsid w:val="004C5F06"/>
    <w:rsid w:val="004C6773"/>
    <w:rsid w:val="004C7288"/>
    <w:rsid w:val="004C77B2"/>
    <w:rsid w:val="004C7A45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E86"/>
    <w:rsid w:val="004D3EB0"/>
    <w:rsid w:val="004D3FE3"/>
    <w:rsid w:val="004D407F"/>
    <w:rsid w:val="004D410E"/>
    <w:rsid w:val="004D442F"/>
    <w:rsid w:val="004D4A93"/>
    <w:rsid w:val="004D5112"/>
    <w:rsid w:val="004D526D"/>
    <w:rsid w:val="004D557E"/>
    <w:rsid w:val="004D5AC1"/>
    <w:rsid w:val="004D5B1C"/>
    <w:rsid w:val="004D6432"/>
    <w:rsid w:val="004D6952"/>
    <w:rsid w:val="004D712C"/>
    <w:rsid w:val="004D7A55"/>
    <w:rsid w:val="004D7B4F"/>
    <w:rsid w:val="004D7EB9"/>
    <w:rsid w:val="004E11B3"/>
    <w:rsid w:val="004E29D7"/>
    <w:rsid w:val="004E2EFC"/>
    <w:rsid w:val="004E3224"/>
    <w:rsid w:val="004E3DAB"/>
    <w:rsid w:val="004E4B14"/>
    <w:rsid w:val="004E4E92"/>
    <w:rsid w:val="004E5414"/>
    <w:rsid w:val="004E5FBD"/>
    <w:rsid w:val="004E5FEF"/>
    <w:rsid w:val="004E629B"/>
    <w:rsid w:val="004E6D49"/>
    <w:rsid w:val="004F114F"/>
    <w:rsid w:val="004F1404"/>
    <w:rsid w:val="004F155E"/>
    <w:rsid w:val="004F16B1"/>
    <w:rsid w:val="004F18CB"/>
    <w:rsid w:val="004F1BB5"/>
    <w:rsid w:val="004F1BCA"/>
    <w:rsid w:val="004F2306"/>
    <w:rsid w:val="004F383B"/>
    <w:rsid w:val="004F4049"/>
    <w:rsid w:val="004F416E"/>
    <w:rsid w:val="004F4328"/>
    <w:rsid w:val="004F462C"/>
    <w:rsid w:val="004F4AA7"/>
    <w:rsid w:val="004F4EDA"/>
    <w:rsid w:val="004F4F75"/>
    <w:rsid w:val="004F5009"/>
    <w:rsid w:val="004F6886"/>
    <w:rsid w:val="004F706C"/>
    <w:rsid w:val="004F7249"/>
    <w:rsid w:val="004F76D1"/>
    <w:rsid w:val="004F7737"/>
    <w:rsid w:val="004F785A"/>
    <w:rsid w:val="004F7C6D"/>
    <w:rsid w:val="004F7E6B"/>
    <w:rsid w:val="004F7F44"/>
    <w:rsid w:val="0050008D"/>
    <w:rsid w:val="00500C0F"/>
    <w:rsid w:val="00500F2F"/>
    <w:rsid w:val="005012E1"/>
    <w:rsid w:val="00502406"/>
    <w:rsid w:val="00502C97"/>
    <w:rsid w:val="00502CC7"/>
    <w:rsid w:val="00502CF2"/>
    <w:rsid w:val="00503493"/>
    <w:rsid w:val="005035F1"/>
    <w:rsid w:val="00503A03"/>
    <w:rsid w:val="0050497D"/>
    <w:rsid w:val="00504F93"/>
    <w:rsid w:val="0050588F"/>
    <w:rsid w:val="00506662"/>
    <w:rsid w:val="00507934"/>
    <w:rsid w:val="00507C8F"/>
    <w:rsid w:val="00510D84"/>
    <w:rsid w:val="005110AA"/>
    <w:rsid w:val="00511C5F"/>
    <w:rsid w:val="00511E0A"/>
    <w:rsid w:val="005120FB"/>
    <w:rsid w:val="0051297F"/>
    <w:rsid w:val="00512F7D"/>
    <w:rsid w:val="00512FC7"/>
    <w:rsid w:val="00513B68"/>
    <w:rsid w:val="00514297"/>
    <w:rsid w:val="00514CC3"/>
    <w:rsid w:val="0051500F"/>
    <w:rsid w:val="00515693"/>
    <w:rsid w:val="00515F75"/>
    <w:rsid w:val="00516B96"/>
    <w:rsid w:val="00516D13"/>
    <w:rsid w:val="00520681"/>
    <w:rsid w:val="005206D1"/>
    <w:rsid w:val="005207B7"/>
    <w:rsid w:val="00521751"/>
    <w:rsid w:val="00521AD8"/>
    <w:rsid w:val="00522633"/>
    <w:rsid w:val="00522848"/>
    <w:rsid w:val="00522D2E"/>
    <w:rsid w:val="00523698"/>
    <w:rsid w:val="00523A0A"/>
    <w:rsid w:val="00524858"/>
    <w:rsid w:val="005259A5"/>
    <w:rsid w:val="00525B9F"/>
    <w:rsid w:val="00525CB5"/>
    <w:rsid w:val="00525E23"/>
    <w:rsid w:val="00526CAA"/>
    <w:rsid w:val="0052702F"/>
    <w:rsid w:val="005270C8"/>
    <w:rsid w:val="005272F1"/>
    <w:rsid w:val="00527489"/>
    <w:rsid w:val="0052769A"/>
    <w:rsid w:val="0052769B"/>
    <w:rsid w:val="005276D5"/>
    <w:rsid w:val="00527715"/>
    <w:rsid w:val="005277BE"/>
    <w:rsid w:val="00527AA4"/>
    <w:rsid w:val="00527D9A"/>
    <w:rsid w:val="00530018"/>
    <w:rsid w:val="00530409"/>
    <w:rsid w:val="00530976"/>
    <w:rsid w:val="00530F39"/>
    <w:rsid w:val="005311A8"/>
    <w:rsid w:val="00532224"/>
    <w:rsid w:val="00532495"/>
    <w:rsid w:val="00532926"/>
    <w:rsid w:val="00532992"/>
    <w:rsid w:val="00532E00"/>
    <w:rsid w:val="005339DB"/>
    <w:rsid w:val="00533FF9"/>
    <w:rsid w:val="005340C5"/>
    <w:rsid w:val="0053492F"/>
    <w:rsid w:val="00534C97"/>
    <w:rsid w:val="00534C9E"/>
    <w:rsid w:val="00535D53"/>
    <w:rsid w:val="0053603E"/>
    <w:rsid w:val="00536C45"/>
    <w:rsid w:val="00536D98"/>
    <w:rsid w:val="00540A30"/>
    <w:rsid w:val="005411CB"/>
    <w:rsid w:val="00541289"/>
    <w:rsid w:val="005413FC"/>
    <w:rsid w:val="0054171F"/>
    <w:rsid w:val="00541AD8"/>
    <w:rsid w:val="00541BC2"/>
    <w:rsid w:val="00541C18"/>
    <w:rsid w:val="00542151"/>
    <w:rsid w:val="005424CD"/>
    <w:rsid w:val="005427B8"/>
    <w:rsid w:val="005427D3"/>
    <w:rsid w:val="00542973"/>
    <w:rsid w:val="00542CC8"/>
    <w:rsid w:val="00543121"/>
    <w:rsid w:val="00543695"/>
    <w:rsid w:val="00543BC4"/>
    <w:rsid w:val="005440E8"/>
    <w:rsid w:val="00544A98"/>
    <w:rsid w:val="00544B10"/>
    <w:rsid w:val="00544C35"/>
    <w:rsid w:val="0054516D"/>
    <w:rsid w:val="005459D0"/>
    <w:rsid w:val="0054619B"/>
    <w:rsid w:val="00546DAB"/>
    <w:rsid w:val="00550601"/>
    <w:rsid w:val="00551012"/>
    <w:rsid w:val="0055109D"/>
    <w:rsid w:val="00551212"/>
    <w:rsid w:val="005517BE"/>
    <w:rsid w:val="005520F2"/>
    <w:rsid w:val="00552D2F"/>
    <w:rsid w:val="00552FD4"/>
    <w:rsid w:val="00553A04"/>
    <w:rsid w:val="00553BD1"/>
    <w:rsid w:val="00554290"/>
    <w:rsid w:val="00554C80"/>
    <w:rsid w:val="00555713"/>
    <w:rsid w:val="0055619C"/>
    <w:rsid w:val="00556336"/>
    <w:rsid w:val="005567BF"/>
    <w:rsid w:val="00556B49"/>
    <w:rsid w:val="005570E0"/>
    <w:rsid w:val="005570FD"/>
    <w:rsid w:val="005574C5"/>
    <w:rsid w:val="00557AC8"/>
    <w:rsid w:val="0056058E"/>
    <w:rsid w:val="00560CEF"/>
    <w:rsid w:val="00562499"/>
    <w:rsid w:val="00562BE4"/>
    <w:rsid w:val="00562CF0"/>
    <w:rsid w:val="00563873"/>
    <w:rsid w:val="005639BC"/>
    <w:rsid w:val="005639D9"/>
    <w:rsid w:val="00563D96"/>
    <w:rsid w:val="0056406D"/>
    <w:rsid w:val="005641A2"/>
    <w:rsid w:val="00564FF2"/>
    <w:rsid w:val="00565078"/>
    <w:rsid w:val="005653A0"/>
    <w:rsid w:val="0056601A"/>
    <w:rsid w:val="0056614B"/>
    <w:rsid w:val="005666DD"/>
    <w:rsid w:val="00566788"/>
    <w:rsid w:val="00567379"/>
    <w:rsid w:val="005675D0"/>
    <w:rsid w:val="00570696"/>
    <w:rsid w:val="00570993"/>
    <w:rsid w:val="00570B7C"/>
    <w:rsid w:val="005726AA"/>
    <w:rsid w:val="005727C1"/>
    <w:rsid w:val="00572AF5"/>
    <w:rsid w:val="00572EB4"/>
    <w:rsid w:val="00574A0E"/>
    <w:rsid w:val="00574A6B"/>
    <w:rsid w:val="00574B89"/>
    <w:rsid w:val="005751CA"/>
    <w:rsid w:val="0057572A"/>
    <w:rsid w:val="00576253"/>
    <w:rsid w:val="00576D44"/>
    <w:rsid w:val="00576E78"/>
    <w:rsid w:val="005771E2"/>
    <w:rsid w:val="0057781B"/>
    <w:rsid w:val="00577898"/>
    <w:rsid w:val="005778FC"/>
    <w:rsid w:val="00577A63"/>
    <w:rsid w:val="0058019F"/>
    <w:rsid w:val="00581410"/>
    <w:rsid w:val="005816E9"/>
    <w:rsid w:val="00581A9A"/>
    <w:rsid w:val="00581B81"/>
    <w:rsid w:val="0058225B"/>
    <w:rsid w:val="00582C38"/>
    <w:rsid w:val="005836F4"/>
    <w:rsid w:val="00583C60"/>
    <w:rsid w:val="00583F04"/>
    <w:rsid w:val="005840EF"/>
    <w:rsid w:val="00584359"/>
    <w:rsid w:val="005846C6"/>
    <w:rsid w:val="00585599"/>
    <w:rsid w:val="0058598C"/>
    <w:rsid w:val="005863B6"/>
    <w:rsid w:val="00586749"/>
    <w:rsid w:val="0058676E"/>
    <w:rsid w:val="00586CC4"/>
    <w:rsid w:val="0058774E"/>
    <w:rsid w:val="00587F6D"/>
    <w:rsid w:val="005906E2"/>
    <w:rsid w:val="00590A94"/>
    <w:rsid w:val="005921A5"/>
    <w:rsid w:val="0059283E"/>
    <w:rsid w:val="005936E1"/>
    <w:rsid w:val="00593812"/>
    <w:rsid w:val="00593E45"/>
    <w:rsid w:val="005944D5"/>
    <w:rsid w:val="00594B7B"/>
    <w:rsid w:val="00594D17"/>
    <w:rsid w:val="00594D78"/>
    <w:rsid w:val="00594F68"/>
    <w:rsid w:val="00594F72"/>
    <w:rsid w:val="00594FA6"/>
    <w:rsid w:val="005954DC"/>
    <w:rsid w:val="00595768"/>
    <w:rsid w:val="00595E89"/>
    <w:rsid w:val="005966CA"/>
    <w:rsid w:val="00596B97"/>
    <w:rsid w:val="005975CD"/>
    <w:rsid w:val="00597E03"/>
    <w:rsid w:val="00597E97"/>
    <w:rsid w:val="005A0A95"/>
    <w:rsid w:val="005A119A"/>
    <w:rsid w:val="005A1C65"/>
    <w:rsid w:val="005A2C50"/>
    <w:rsid w:val="005A2CD6"/>
    <w:rsid w:val="005A32CF"/>
    <w:rsid w:val="005A3372"/>
    <w:rsid w:val="005A3409"/>
    <w:rsid w:val="005A3555"/>
    <w:rsid w:val="005A3FBA"/>
    <w:rsid w:val="005A4967"/>
    <w:rsid w:val="005A4BDD"/>
    <w:rsid w:val="005A5221"/>
    <w:rsid w:val="005A6792"/>
    <w:rsid w:val="005A7435"/>
    <w:rsid w:val="005A74B9"/>
    <w:rsid w:val="005A795D"/>
    <w:rsid w:val="005A7E46"/>
    <w:rsid w:val="005B08A3"/>
    <w:rsid w:val="005B2CE4"/>
    <w:rsid w:val="005B47F1"/>
    <w:rsid w:val="005B535F"/>
    <w:rsid w:val="005B5D02"/>
    <w:rsid w:val="005B6C1F"/>
    <w:rsid w:val="005B721F"/>
    <w:rsid w:val="005B7638"/>
    <w:rsid w:val="005B79B7"/>
    <w:rsid w:val="005B7BF4"/>
    <w:rsid w:val="005B7FAF"/>
    <w:rsid w:val="005C1418"/>
    <w:rsid w:val="005C14F5"/>
    <w:rsid w:val="005C253A"/>
    <w:rsid w:val="005C2EDB"/>
    <w:rsid w:val="005C300F"/>
    <w:rsid w:val="005C3148"/>
    <w:rsid w:val="005C3B1D"/>
    <w:rsid w:val="005C3B38"/>
    <w:rsid w:val="005C3D11"/>
    <w:rsid w:val="005C5847"/>
    <w:rsid w:val="005C5BD1"/>
    <w:rsid w:val="005C65B6"/>
    <w:rsid w:val="005C686A"/>
    <w:rsid w:val="005C750C"/>
    <w:rsid w:val="005D010F"/>
    <w:rsid w:val="005D081F"/>
    <w:rsid w:val="005D1BDF"/>
    <w:rsid w:val="005D248E"/>
    <w:rsid w:val="005D28EA"/>
    <w:rsid w:val="005D29DF"/>
    <w:rsid w:val="005D2B6A"/>
    <w:rsid w:val="005D2CE2"/>
    <w:rsid w:val="005D3003"/>
    <w:rsid w:val="005D34C1"/>
    <w:rsid w:val="005D36DD"/>
    <w:rsid w:val="005D3786"/>
    <w:rsid w:val="005D3989"/>
    <w:rsid w:val="005D4090"/>
    <w:rsid w:val="005D4276"/>
    <w:rsid w:val="005D463F"/>
    <w:rsid w:val="005D47FC"/>
    <w:rsid w:val="005D4C34"/>
    <w:rsid w:val="005D51AD"/>
    <w:rsid w:val="005D5240"/>
    <w:rsid w:val="005D5653"/>
    <w:rsid w:val="005D59C2"/>
    <w:rsid w:val="005D5E1F"/>
    <w:rsid w:val="005D69F0"/>
    <w:rsid w:val="005D6F65"/>
    <w:rsid w:val="005D728B"/>
    <w:rsid w:val="005D7C4D"/>
    <w:rsid w:val="005D7C59"/>
    <w:rsid w:val="005E0403"/>
    <w:rsid w:val="005E0740"/>
    <w:rsid w:val="005E0867"/>
    <w:rsid w:val="005E0CB3"/>
    <w:rsid w:val="005E130F"/>
    <w:rsid w:val="005E184D"/>
    <w:rsid w:val="005E1EAF"/>
    <w:rsid w:val="005E243D"/>
    <w:rsid w:val="005E2510"/>
    <w:rsid w:val="005E2A22"/>
    <w:rsid w:val="005E2EC6"/>
    <w:rsid w:val="005E32FF"/>
    <w:rsid w:val="005E3885"/>
    <w:rsid w:val="005E4086"/>
    <w:rsid w:val="005E423A"/>
    <w:rsid w:val="005E4300"/>
    <w:rsid w:val="005E4A18"/>
    <w:rsid w:val="005E4E0B"/>
    <w:rsid w:val="005E50BE"/>
    <w:rsid w:val="005E5622"/>
    <w:rsid w:val="005E682D"/>
    <w:rsid w:val="005E6C73"/>
    <w:rsid w:val="005F0A7B"/>
    <w:rsid w:val="005F0AD8"/>
    <w:rsid w:val="005F0F97"/>
    <w:rsid w:val="005F1BED"/>
    <w:rsid w:val="005F1F78"/>
    <w:rsid w:val="005F1FCA"/>
    <w:rsid w:val="005F2626"/>
    <w:rsid w:val="005F2709"/>
    <w:rsid w:val="005F276A"/>
    <w:rsid w:val="005F28A3"/>
    <w:rsid w:val="005F28EA"/>
    <w:rsid w:val="005F30AB"/>
    <w:rsid w:val="005F33F9"/>
    <w:rsid w:val="005F3BC6"/>
    <w:rsid w:val="005F436C"/>
    <w:rsid w:val="005F47E0"/>
    <w:rsid w:val="005F4BE7"/>
    <w:rsid w:val="005F4CD7"/>
    <w:rsid w:val="005F4FCF"/>
    <w:rsid w:val="005F5ACF"/>
    <w:rsid w:val="005F6B28"/>
    <w:rsid w:val="005F75B3"/>
    <w:rsid w:val="005F797A"/>
    <w:rsid w:val="005F7BDA"/>
    <w:rsid w:val="005F7EAD"/>
    <w:rsid w:val="006012F7"/>
    <w:rsid w:val="00601965"/>
    <w:rsid w:val="00602372"/>
    <w:rsid w:val="00602934"/>
    <w:rsid w:val="00602E9F"/>
    <w:rsid w:val="006030A8"/>
    <w:rsid w:val="006034DA"/>
    <w:rsid w:val="00603533"/>
    <w:rsid w:val="006038FA"/>
    <w:rsid w:val="006039C2"/>
    <w:rsid w:val="00603A1B"/>
    <w:rsid w:val="00603E36"/>
    <w:rsid w:val="00603F59"/>
    <w:rsid w:val="00604069"/>
    <w:rsid w:val="00605117"/>
    <w:rsid w:val="006055A2"/>
    <w:rsid w:val="006056F9"/>
    <w:rsid w:val="006057B1"/>
    <w:rsid w:val="00605936"/>
    <w:rsid w:val="00605E90"/>
    <w:rsid w:val="006062B0"/>
    <w:rsid w:val="00606D49"/>
    <w:rsid w:val="00606DA1"/>
    <w:rsid w:val="00606EC3"/>
    <w:rsid w:val="006072BA"/>
    <w:rsid w:val="0060792D"/>
    <w:rsid w:val="00607A9C"/>
    <w:rsid w:val="00607C5B"/>
    <w:rsid w:val="00610024"/>
    <w:rsid w:val="0061066C"/>
    <w:rsid w:val="00610E95"/>
    <w:rsid w:val="0061189B"/>
    <w:rsid w:val="00611C86"/>
    <w:rsid w:val="00612562"/>
    <w:rsid w:val="00612AEE"/>
    <w:rsid w:val="0061341D"/>
    <w:rsid w:val="00613D52"/>
    <w:rsid w:val="00613F2B"/>
    <w:rsid w:val="00614948"/>
    <w:rsid w:val="00614A63"/>
    <w:rsid w:val="006151A6"/>
    <w:rsid w:val="00615C7B"/>
    <w:rsid w:val="006160AC"/>
    <w:rsid w:val="0061672E"/>
    <w:rsid w:val="006168FD"/>
    <w:rsid w:val="00616E27"/>
    <w:rsid w:val="00617094"/>
    <w:rsid w:val="006173C3"/>
    <w:rsid w:val="0062041A"/>
    <w:rsid w:val="00620DB8"/>
    <w:rsid w:val="0062183F"/>
    <w:rsid w:val="00621FE1"/>
    <w:rsid w:val="006227A7"/>
    <w:rsid w:val="00622F82"/>
    <w:rsid w:val="00623864"/>
    <w:rsid w:val="00624ADD"/>
    <w:rsid w:val="00624E0A"/>
    <w:rsid w:val="00624E71"/>
    <w:rsid w:val="00625519"/>
    <w:rsid w:val="006258AD"/>
    <w:rsid w:val="00626CFD"/>
    <w:rsid w:val="006300A2"/>
    <w:rsid w:val="006304D5"/>
    <w:rsid w:val="00630BAF"/>
    <w:rsid w:val="006315A5"/>
    <w:rsid w:val="006329DD"/>
    <w:rsid w:val="00632C18"/>
    <w:rsid w:val="00632F45"/>
    <w:rsid w:val="006334AB"/>
    <w:rsid w:val="00633E93"/>
    <w:rsid w:val="006347FC"/>
    <w:rsid w:val="00634C7F"/>
    <w:rsid w:val="00634ED5"/>
    <w:rsid w:val="00634ED7"/>
    <w:rsid w:val="00635974"/>
    <w:rsid w:val="006364B5"/>
    <w:rsid w:val="00636782"/>
    <w:rsid w:val="00637FB0"/>
    <w:rsid w:val="006400E3"/>
    <w:rsid w:val="006401FA"/>
    <w:rsid w:val="00640F5F"/>
    <w:rsid w:val="006414D7"/>
    <w:rsid w:val="0064160A"/>
    <w:rsid w:val="00641793"/>
    <w:rsid w:val="00641DFE"/>
    <w:rsid w:val="00641FD6"/>
    <w:rsid w:val="00642358"/>
    <w:rsid w:val="006435BA"/>
    <w:rsid w:val="00643A31"/>
    <w:rsid w:val="00643D0E"/>
    <w:rsid w:val="00643D28"/>
    <w:rsid w:val="00643ED6"/>
    <w:rsid w:val="00644639"/>
    <w:rsid w:val="00644885"/>
    <w:rsid w:val="00645850"/>
    <w:rsid w:val="006461B9"/>
    <w:rsid w:val="00646BD2"/>
    <w:rsid w:val="00647D31"/>
    <w:rsid w:val="00650310"/>
    <w:rsid w:val="00651408"/>
    <w:rsid w:val="0065175F"/>
    <w:rsid w:val="00651A93"/>
    <w:rsid w:val="00652052"/>
    <w:rsid w:val="00652061"/>
    <w:rsid w:val="006521FD"/>
    <w:rsid w:val="00652758"/>
    <w:rsid w:val="00652B08"/>
    <w:rsid w:val="00652E4A"/>
    <w:rsid w:val="006532E5"/>
    <w:rsid w:val="006536C2"/>
    <w:rsid w:val="00653814"/>
    <w:rsid w:val="00653832"/>
    <w:rsid w:val="00653FA3"/>
    <w:rsid w:val="006548DA"/>
    <w:rsid w:val="00654B73"/>
    <w:rsid w:val="00654DCE"/>
    <w:rsid w:val="006550B6"/>
    <w:rsid w:val="00655E91"/>
    <w:rsid w:val="006567E3"/>
    <w:rsid w:val="00656A43"/>
    <w:rsid w:val="0066015F"/>
    <w:rsid w:val="006606B3"/>
    <w:rsid w:val="006616D2"/>
    <w:rsid w:val="006619AA"/>
    <w:rsid w:val="00661D03"/>
    <w:rsid w:val="006624A4"/>
    <w:rsid w:val="00662913"/>
    <w:rsid w:val="00663184"/>
    <w:rsid w:val="00663215"/>
    <w:rsid w:val="0066330C"/>
    <w:rsid w:val="00663640"/>
    <w:rsid w:val="00663649"/>
    <w:rsid w:val="00663F1E"/>
    <w:rsid w:val="00664797"/>
    <w:rsid w:val="00664B78"/>
    <w:rsid w:val="00664BDB"/>
    <w:rsid w:val="0066524C"/>
    <w:rsid w:val="00665733"/>
    <w:rsid w:val="00665F1F"/>
    <w:rsid w:val="006671D8"/>
    <w:rsid w:val="00667A52"/>
    <w:rsid w:val="00670390"/>
    <w:rsid w:val="00670834"/>
    <w:rsid w:val="00670868"/>
    <w:rsid w:val="00670CFA"/>
    <w:rsid w:val="00670F17"/>
    <w:rsid w:val="00672724"/>
    <w:rsid w:val="0067367F"/>
    <w:rsid w:val="006740A4"/>
    <w:rsid w:val="00674751"/>
    <w:rsid w:val="00674E11"/>
    <w:rsid w:val="006760A2"/>
    <w:rsid w:val="00677487"/>
    <w:rsid w:val="006775D2"/>
    <w:rsid w:val="006776F2"/>
    <w:rsid w:val="00680C1F"/>
    <w:rsid w:val="006811A1"/>
    <w:rsid w:val="00682CDB"/>
    <w:rsid w:val="00683A59"/>
    <w:rsid w:val="006840E2"/>
    <w:rsid w:val="0068431C"/>
    <w:rsid w:val="006859EE"/>
    <w:rsid w:val="00686EB3"/>
    <w:rsid w:val="00687638"/>
    <w:rsid w:val="00687816"/>
    <w:rsid w:val="00687FE7"/>
    <w:rsid w:val="006903A1"/>
    <w:rsid w:val="00690D2D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671E"/>
    <w:rsid w:val="00696C40"/>
    <w:rsid w:val="00696E7E"/>
    <w:rsid w:val="0069735D"/>
    <w:rsid w:val="006A04FD"/>
    <w:rsid w:val="006A0D17"/>
    <w:rsid w:val="006A1076"/>
    <w:rsid w:val="006A17E6"/>
    <w:rsid w:val="006A1C98"/>
    <w:rsid w:val="006A1ED0"/>
    <w:rsid w:val="006A2B7A"/>
    <w:rsid w:val="006A4168"/>
    <w:rsid w:val="006A43EE"/>
    <w:rsid w:val="006A4E96"/>
    <w:rsid w:val="006A4F28"/>
    <w:rsid w:val="006A5D80"/>
    <w:rsid w:val="006A63C5"/>
    <w:rsid w:val="006A659B"/>
    <w:rsid w:val="006A73D3"/>
    <w:rsid w:val="006A7A54"/>
    <w:rsid w:val="006A7E16"/>
    <w:rsid w:val="006B0759"/>
    <w:rsid w:val="006B0941"/>
    <w:rsid w:val="006B0D1A"/>
    <w:rsid w:val="006B1057"/>
    <w:rsid w:val="006B1411"/>
    <w:rsid w:val="006B1678"/>
    <w:rsid w:val="006B2040"/>
    <w:rsid w:val="006B27F9"/>
    <w:rsid w:val="006B2E64"/>
    <w:rsid w:val="006B3109"/>
    <w:rsid w:val="006B3120"/>
    <w:rsid w:val="006B3E4D"/>
    <w:rsid w:val="006B42DD"/>
    <w:rsid w:val="006B4B9E"/>
    <w:rsid w:val="006B4EAE"/>
    <w:rsid w:val="006B5EFF"/>
    <w:rsid w:val="006B673C"/>
    <w:rsid w:val="006B68F0"/>
    <w:rsid w:val="006B6DC6"/>
    <w:rsid w:val="006B6DD1"/>
    <w:rsid w:val="006B7953"/>
    <w:rsid w:val="006C0142"/>
    <w:rsid w:val="006C0AE5"/>
    <w:rsid w:val="006C101E"/>
    <w:rsid w:val="006C2336"/>
    <w:rsid w:val="006C23B2"/>
    <w:rsid w:val="006C2527"/>
    <w:rsid w:val="006C2C18"/>
    <w:rsid w:val="006C3846"/>
    <w:rsid w:val="006C488B"/>
    <w:rsid w:val="006C4E37"/>
    <w:rsid w:val="006C52EA"/>
    <w:rsid w:val="006C5711"/>
    <w:rsid w:val="006C5AA2"/>
    <w:rsid w:val="006C5B87"/>
    <w:rsid w:val="006C6A14"/>
    <w:rsid w:val="006C6CA6"/>
    <w:rsid w:val="006C78BE"/>
    <w:rsid w:val="006C7933"/>
    <w:rsid w:val="006D0BD9"/>
    <w:rsid w:val="006D1026"/>
    <w:rsid w:val="006D393F"/>
    <w:rsid w:val="006D3A96"/>
    <w:rsid w:val="006D3D74"/>
    <w:rsid w:val="006D3E1E"/>
    <w:rsid w:val="006D4786"/>
    <w:rsid w:val="006D5055"/>
    <w:rsid w:val="006D5085"/>
    <w:rsid w:val="006D51EA"/>
    <w:rsid w:val="006D5F3E"/>
    <w:rsid w:val="006D64B4"/>
    <w:rsid w:val="006D67C4"/>
    <w:rsid w:val="006D6E35"/>
    <w:rsid w:val="006D7C3A"/>
    <w:rsid w:val="006D7E57"/>
    <w:rsid w:val="006E05B2"/>
    <w:rsid w:val="006E0697"/>
    <w:rsid w:val="006E06B4"/>
    <w:rsid w:val="006E0B2F"/>
    <w:rsid w:val="006E1C4D"/>
    <w:rsid w:val="006E1E8F"/>
    <w:rsid w:val="006E1EBC"/>
    <w:rsid w:val="006E1EF1"/>
    <w:rsid w:val="006E29A7"/>
    <w:rsid w:val="006E2D84"/>
    <w:rsid w:val="006E3134"/>
    <w:rsid w:val="006E4244"/>
    <w:rsid w:val="006E4833"/>
    <w:rsid w:val="006E640F"/>
    <w:rsid w:val="006E6C29"/>
    <w:rsid w:val="006E70B2"/>
    <w:rsid w:val="006E7457"/>
    <w:rsid w:val="006E76BF"/>
    <w:rsid w:val="006E7FD7"/>
    <w:rsid w:val="006F0525"/>
    <w:rsid w:val="006F0544"/>
    <w:rsid w:val="006F0606"/>
    <w:rsid w:val="006F0D67"/>
    <w:rsid w:val="006F30EC"/>
    <w:rsid w:val="006F3164"/>
    <w:rsid w:val="006F3E2C"/>
    <w:rsid w:val="006F68EF"/>
    <w:rsid w:val="006F6E43"/>
    <w:rsid w:val="006F6F73"/>
    <w:rsid w:val="006F7823"/>
    <w:rsid w:val="006F7CEE"/>
    <w:rsid w:val="007001A6"/>
    <w:rsid w:val="00700AD4"/>
    <w:rsid w:val="00701579"/>
    <w:rsid w:val="007015FB"/>
    <w:rsid w:val="00701727"/>
    <w:rsid w:val="007017E3"/>
    <w:rsid w:val="007019BA"/>
    <w:rsid w:val="00701A97"/>
    <w:rsid w:val="00701D8E"/>
    <w:rsid w:val="00701F20"/>
    <w:rsid w:val="0070241C"/>
    <w:rsid w:val="0070289B"/>
    <w:rsid w:val="0070309D"/>
    <w:rsid w:val="007032C7"/>
    <w:rsid w:val="007033DC"/>
    <w:rsid w:val="00703E22"/>
    <w:rsid w:val="0070409F"/>
    <w:rsid w:val="007042CF"/>
    <w:rsid w:val="007042E1"/>
    <w:rsid w:val="0070430A"/>
    <w:rsid w:val="00705825"/>
    <w:rsid w:val="007060DC"/>
    <w:rsid w:val="00706594"/>
    <w:rsid w:val="007065A2"/>
    <w:rsid w:val="007066F2"/>
    <w:rsid w:val="007107EA"/>
    <w:rsid w:val="00712524"/>
    <w:rsid w:val="00712757"/>
    <w:rsid w:val="0071275D"/>
    <w:rsid w:val="00712BE4"/>
    <w:rsid w:val="00712F22"/>
    <w:rsid w:val="00713211"/>
    <w:rsid w:val="00713630"/>
    <w:rsid w:val="00713731"/>
    <w:rsid w:val="007139C3"/>
    <w:rsid w:val="007142FB"/>
    <w:rsid w:val="007148B7"/>
    <w:rsid w:val="00714BF0"/>
    <w:rsid w:val="00714FC5"/>
    <w:rsid w:val="00715739"/>
    <w:rsid w:val="00715761"/>
    <w:rsid w:val="00715793"/>
    <w:rsid w:val="00715E45"/>
    <w:rsid w:val="00716278"/>
    <w:rsid w:val="00716860"/>
    <w:rsid w:val="00717B17"/>
    <w:rsid w:val="00717C5C"/>
    <w:rsid w:val="00717C6E"/>
    <w:rsid w:val="00717CF6"/>
    <w:rsid w:val="00717F58"/>
    <w:rsid w:val="00720308"/>
    <w:rsid w:val="007204C3"/>
    <w:rsid w:val="007218FF"/>
    <w:rsid w:val="00722B64"/>
    <w:rsid w:val="007234FA"/>
    <w:rsid w:val="00723834"/>
    <w:rsid w:val="00724B28"/>
    <w:rsid w:val="00724B65"/>
    <w:rsid w:val="00724D50"/>
    <w:rsid w:val="007255F8"/>
    <w:rsid w:val="00726A6A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3E40"/>
    <w:rsid w:val="00734152"/>
    <w:rsid w:val="00734C92"/>
    <w:rsid w:val="00734E2B"/>
    <w:rsid w:val="00735201"/>
    <w:rsid w:val="007358F8"/>
    <w:rsid w:val="007365E6"/>
    <w:rsid w:val="00736AC7"/>
    <w:rsid w:val="00736B9B"/>
    <w:rsid w:val="00736DAB"/>
    <w:rsid w:val="00737B88"/>
    <w:rsid w:val="00740033"/>
    <w:rsid w:val="00740312"/>
    <w:rsid w:val="00740411"/>
    <w:rsid w:val="007404DB"/>
    <w:rsid w:val="0074053B"/>
    <w:rsid w:val="00741353"/>
    <w:rsid w:val="007416D2"/>
    <w:rsid w:val="007424D5"/>
    <w:rsid w:val="00742AE2"/>
    <w:rsid w:val="0074393C"/>
    <w:rsid w:val="00743EBC"/>
    <w:rsid w:val="00743F08"/>
    <w:rsid w:val="00745696"/>
    <w:rsid w:val="007464EC"/>
    <w:rsid w:val="00746670"/>
    <w:rsid w:val="007472A3"/>
    <w:rsid w:val="00747948"/>
    <w:rsid w:val="00750535"/>
    <w:rsid w:val="00750C8E"/>
    <w:rsid w:val="007511D7"/>
    <w:rsid w:val="007512AB"/>
    <w:rsid w:val="00751811"/>
    <w:rsid w:val="00751DD9"/>
    <w:rsid w:val="00752D6C"/>
    <w:rsid w:val="0075308A"/>
    <w:rsid w:val="007530F1"/>
    <w:rsid w:val="0075382F"/>
    <w:rsid w:val="00753ADF"/>
    <w:rsid w:val="00753CED"/>
    <w:rsid w:val="007544A3"/>
    <w:rsid w:val="0075508D"/>
    <w:rsid w:val="007552CE"/>
    <w:rsid w:val="00755F5D"/>
    <w:rsid w:val="007561ED"/>
    <w:rsid w:val="007563EE"/>
    <w:rsid w:val="007568D0"/>
    <w:rsid w:val="00756E7D"/>
    <w:rsid w:val="00757162"/>
    <w:rsid w:val="00757B8E"/>
    <w:rsid w:val="007600B9"/>
    <w:rsid w:val="007602D9"/>
    <w:rsid w:val="00760ABB"/>
    <w:rsid w:val="00760C25"/>
    <w:rsid w:val="00760CCE"/>
    <w:rsid w:val="00761DA7"/>
    <w:rsid w:val="007621A4"/>
    <w:rsid w:val="00762238"/>
    <w:rsid w:val="007625F6"/>
    <w:rsid w:val="0076261D"/>
    <w:rsid w:val="00762635"/>
    <w:rsid w:val="00762B91"/>
    <w:rsid w:val="007633E6"/>
    <w:rsid w:val="00763D1F"/>
    <w:rsid w:val="00763E03"/>
    <w:rsid w:val="00763E7F"/>
    <w:rsid w:val="00764171"/>
    <w:rsid w:val="007642E4"/>
    <w:rsid w:val="00764964"/>
    <w:rsid w:val="00764A7B"/>
    <w:rsid w:val="00764D14"/>
    <w:rsid w:val="00765143"/>
    <w:rsid w:val="00765868"/>
    <w:rsid w:val="007663AB"/>
    <w:rsid w:val="00766D9F"/>
    <w:rsid w:val="00767CC7"/>
    <w:rsid w:val="00771013"/>
    <w:rsid w:val="00771B6F"/>
    <w:rsid w:val="00773B08"/>
    <w:rsid w:val="00773D82"/>
    <w:rsid w:val="00773F1C"/>
    <w:rsid w:val="007741B4"/>
    <w:rsid w:val="007741E7"/>
    <w:rsid w:val="0077479F"/>
    <w:rsid w:val="0077498B"/>
    <w:rsid w:val="00774F32"/>
    <w:rsid w:val="00775002"/>
    <w:rsid w:val="00776068"/>
    <w:rsid w:val="00776133"/>
    <w:rsid w:val="0077656B"/>
    <w:rsid w:val="00776D90"/>
    <w:rsid w:val="0077732F"/>
    <w:rsid w:val="00780156"/>
    <w:rsid w:val="007801B6"/>
    <w:rsid w:val="00780347"/>
    <w:rsid w:val="00780730"/>
    <w:rsid w:val="00780BD4"/>
    <w:rsid w:val="00780BD8"/>
    <w:rsid w:val="00780FC0"/>
    <w:rsid w:val="007826DD"/>
    <w:rsid w:val="00782838"/>
    <w:rsid w:val="0078303B"/>
    <w:rsid w:val="0078480E"/>
    <w:rsid w:val="00785037"/>
    <w:rsid w:val="007850A2"/>
    <w:rsid w:val="00785F49"/>
    <w:rsid w:val="00786C27"/>
    <w:rsid w:val="00787046"/>
    <w:rsid w:val="00787465"/>
    <w:rsid w:val="007909CB"/>
    <w:rsid w:val="00791614"/>
    <w:rsid w:val="00791A9C"/>
    <w:rsid w:val="00791E35"/>
    <w:rsid w:val="00792BF1"/>
    <w:rsid w:val="00792F99"/>
    <w:rsid w:val="00793010"/>
    <w:rsid w:val="00794966"/>
    <w:rsid w:val="007956DA"/>
    <w:rsid w:val="007974C4"/>
    <w:rsid w:val="007975D5"/>
    <w:rsid w:val="007A0241"/>
    <w:rsid w:val="007A027D"/>
    <w:rsid w:val="007A07FE"/>
    <w:rsid w:val="007A0A97"/>
    <w:rsid w:val="007A0E08"/>
    <w:rsid w:val="007A0E92"/>
    <w:rsid w:val="007A167C"/>
    <w:rsid w:val="007A187A"/>
    <w:rsid w:val="007A1934"/>
    <w:rsid w:val="007A1F13"/>
    <w:rsid w:val="007A1FC5"/>
    <w:rsid w:val="007A295D"/>
    <w:rsid w:val="007A29DD"/>
    <w:rsid w:val="007A45D0"/>
    <w:rsid w:val="007A4703"/>
    <w:rsid w:val="007A4D83"/>
    <w:rsid w:val="007A4DC3"/>
    <w:rsid w:val="007A4FB4"/>
    <w:rsid w:val="007A50DD"/>
    <w:rsid w:val="007A5435"/>
    <w:rsid w:val="007A54C8"/>
    <w:rsid w:val="007A5540"/>
    <w:rsid w:val="007A61F2"/>
    <w:rsid w:val="007A62B2"/>
    <w:rsid w:val="007A636B"/>
    <w:rsid w:val="007A6670"/>
    <w:rsid w:val="007A6EF4"/>
    <w:rsid w:val="007A71CC"/>
    <w:rsid w:val="007A7C4C"/>
    <w:rsid w:val="007A7DB5"/>
    <w:rsid w:val="007B0069"/>
    <w:rsid w:val="007B05FB"/>
    <w:rsid w:val="007B0B41"/>
    <w:rsid w:val="007B105D"/>
    <w:rsid w:val="007B1633"/>
    <w:rsid w:val="007B1AA4"/>
    <w:rsid w:val="007B39D3"/>
    <w:rsid w:val="007B4558"/>
    <w:rsid w:val="007B4DD5"/>
    <w:rsid w:val="007B4E8C"/>
    <w:rsid w:val="007B5DEA"/>
    <w:rsid w:val="007B69FB"/>
    <w:rsid w:val="007B6C44"/>
    <w:rsid w:val="007B75BD"/>
    <w:rsid w:val="007B77A4"/>
    <w:rsid w:val="007B7B0C"/>
    <w:rsid w:val="007C0C83"/>
    <w:rsid w:val="007C113E"/>
    <w:rsid w:val="007C1E1F"/>
    <w:rsid w:val="007C1F5D"/>
    <w:rsid w:val="007C2B49"/>
    <w:rsid w:val="007C326E"/>
    <w:rsid w:val="007C39D6"/>
    <w:rsid w:val="007C3E36"/>
    <w:rsid w:val="007C4521"/>
    <w:rsid w:val="007C4718"/>
    <w:rsid w:val="007C566C"/>
    <w:rsid w:val="007C6A89"/>
    <w:rsid w:val="007C6D08"/>
    <w:rsid w:val="007C6D6B"/>
    <w:rsid w:val="007C72D0"/>
    <w:rsid w:val="007C75D1"/>
    <w:rsid w:val="007D0045"/>
    <w:rsid w:val="007D03E4"/>
    <w:rsid w:val="007D0ABB"/>
    <w:rsid w:val="007D0D64"/>
    <w:rsid w:val="007D1F4C"/>
    <w:rsid w:val="007D250C"/>
    <w:rsid w:val="007D252D"/>
    <w:rsid w:val="007D2796"/>
    <w:rsid w:val="007D3BBE"/>
    <w:rsid w:val="007D4419"/>
    <w:rsid w:val="007D45F0"/>
    <w:rsid w:val="007D4D9E"/>
    <w:rsid w:val="007D5262"/>
    <w:rsid w:val="007D59D8"/>
    <w:rsid w:val="007D5F41"/>
    <w:rsid w:val="007D650C"/>
    <w:rsid w:val="007D76DC"/>
    <w:rsid w:val="007D7823"/>
    <w:rsid w:val="007D7ADB"/>
    <w:rsid w:val="007E01CC"/>
    <w:rsid w:val="007E1134"/>
    <w:rsid w:val="007E1C0E"/>
    <w:rsid w:val="007E1C2F"/>
    <w:rsid w:val="007E1DDB"/>
    <w:rsid w:val="007E2122"/>
    <w:rsid w:val="007E2AB2"/>
    <w:rsid w:val="007E2EAC"/>
    <w:rsid w:val="007E325F"/>
    <w:rsid w:val="007E373A"/>
    <w:rsid w:val="007E3B0C"/>
    <w:rsid w:val="007E3B37"/>
    <w:rsid w:val="007E3D00"/>
    <w:rsid w:val="007E3E05"/>
    <w:rsid w:val="007E5147"/>
    <w:rsid w:val="007E5898"/>
    <w:rsid w:val="007E5A03"/>
    <w:rsid w:val="007E5B27"/>
    <w:rsid w:val="007E6F4C"/>
    <w:rsid w:val="007E73AA"/>
    <w:rsid w:val="007E7A48"/>
    <w:rsid w:val="007F1072"/>
    <w:rsid w:val="007F22CF"/>
    <w:rsid w:val="007F2461"/>
    <w:rsid w:val="007F27B4"/>
    <w:rsid w:val="007F38EC"/>
    <w:rsid w:val="007F3CED"/>
    <w:rsid w:val="007F40A9"/>
    <w:rsid w:val="007F4662"/>
    <w:rsid w:val="007F47DC"/>
    <w:rsid w:val="007F49FF"/>
    <w:rsid w:val="007F51CF"/>
    <w:rsid w:val="007F5304"/>
    <w:rsid w:val="007F5506"/>
    <w:rsid w:val="007F635F"/>
    <w:rsid w:val="007F66E8"/>
    <w:rsid w:val="007F7458"/>
    <w:rsid w:val="007F74D0"/>
    <w:rsid w:val="007F772F"/>
    <w:rsid w:val="007F7C1A"/>
    <w:rsid w:val="0080046D"/>
    <w:rsid w:val="00800885"/>
    <w:rsid w:val="00800E17"/>
    <w:rsid w:val="00800EFE"/>
    <w:rsid w:val="008011F9"/>
    <w:rsid w:val="0080161F"/>
    <w:rsid w:val="008017B4"/>
    <w:rsid w:val="00801B5E"/>
    <w:rsid w:val="00801EE8"/>
    <w:rsid w:val="00801F9A"/>
    <w:rsid w:val="0080238E"/>
    <w:rsid w:val="0080264B"/>
    <w:rsid w:val="00802BD1"/>
    <w:rsid w:val="00802FCA"/>
    <w:rsid w:val="008031A8"/>
    <w:rsid w:val="00803B18"/>
    <w:rsid w:val="0080458D"/>
    <w:rsid w:val="00804B01"/>
    <w:rsid w:val="00804F15"/>
    <w:rsid w:val="008050C8"/>
    <w:rsid w:val="008059BA"/>
    <w:rsid w:val="00805B88"/>
    <w:rsid w:val="00805E11"/>
    <w:rsid w:val="008064FF"/>
    <w:rsid w:val="00806687"/>
    <w:rsid w:val="008071B1"/>
    <w:rsid w:val="00807414"/>
    <w:rsid w:val="00807ABF"/>
    <w:rsid w:val="00807E13"/>
    <w:rsid w:val="00810A2B"/>
    <w:rsid w:val="00810D31"/>
    <w:rsid w:val="00811560"/>
    <w:rsid w:val="00811EA0"/>
    <w:rsid w:val="00811ECF"/>
    <w:rsid w:val="008120B5"/>
    <w:rsid w:val="00813426"/>
    <w:rsid w:val="00813A50"/>
    <w:rsid w:val="00814B87"/>
    <w:rsid w:val="008152D4"/>
    <w:rsid w:val="00815481"/>
    <w:rsid w:val="0081622D"/>
    <w:rsid w:val="00816BE4"/>
    <w:rsid w:val="00816E58"/>
    <w:rsid w:val="00817222"/>
    <w:rsid w:val="00817315"/>
    <w:rsid w:val="00817F09"/>
    <w:rsid w:val="00820012"/>
    <w:rsid w:val="00820181"/>
    <w:rsid w:val="0082238F"/>
    <w:rsid w:val="008227C5"/>
    <w:rsid w:val="008229F0"/>
    <w:rsid w:val="00822E0A"/>
    <w:rsid w:val="00823150"/>
    <w:rsid w:val="00823730"/>
    <w:rsid w:val="00823BB7"/>
    <w:rsid w:val="00824251"/>
    <w:rsid w:val="008253FE"/>
    <w:rsid w:val="008256FC"/>
    <w:rsid w:val="00825B65"/>
    <w:rsid w:val="00826836"/>
    <w:rsid w:val="00827189"/>
    <w:rsid w:val="00827292"/>
    <w:rsid w:val="00827A54"/>
    <w:rsid w:val="00827D72"/>
    <w:rsid w:val="008312C0"/>
    <w:rsid w:val="008314F8"/>
    <w:rsid w:val="0083164B"/>
    <w:rsid w:val="008317AB"/>
    <w:rsid w:val="00831DD6"/>
    <w:rsid w:val="00831ECC"/>
    <w:rsid w:val="00832DDB"/>
    <w:rsid w:val="0083372A"/>
    <w:rsid w:val="00834143"/>
    <w:rsid w:val="008342A8"/>
    <w:rsid w:val="00834898"/>
    <w:rsid w:val="00834CD7"/>
    <w:rsid w:val="00834E24"/>
    <w:rsid w:val="00836BC2"/>
    <w:rsid w:val="00837591"/>
    <w:rsid w:val="008413AC"/>
    <w:rsid w:val="00841EC9"/>
    <w:rsid w:val="008420DC"/>
    <w:rsid w:val="00843BAF"/>
    <w:rsid w:val="00843D5C"/>
    <w:rsid w:val="00843E41"/>
    <w:rsid w:val="00843E73"/>
    <w:rsid w:val="00844324"/>
    <w:rsid w:val="00844505"/>
    <w:rsid w:val="00844709"/>
    <w:rsid w:val="00844D03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50039"/>
    <w:rsid w:val="008500A3"/>
    <w:rsid w:val="008504A3"/>
    <w:rsid w:val="008505CC"/>
    <w:rsid w:val="008507A1"/>
    <w:rsid w:val="0085114B"/>
    <w:rsid w:val="008515BF"/>
    <w:rsid w:val="008519E9"/>
    <w:rsid w:val="008521CE"/>
    <w:rsid w:val="008525D4"/>
    <w:rsid w:val="00852811"/>
    <w:rsid w:val="00853463"/>
    <w:rsid w:val="00853D2D"/>
    <w:rsid w:val="008548AD"/>
    <w:rsid w:val="00854BE3"/>
    <w:rsid w:val="00854DF4"/>
    <w:rsid w:val="008553A4"/>
    <w:rsid w:val="008553EE"/>
    <w:rsid w:val="00855BCF"/>
    <w:rsid w:val="008560B4"/>
    <w:rsid w:val="00856B58"/>
    <w:rsid w:val="00857A3C"/>
    <w:rsid w:val="0086033D"/>
    <w:rsid w:val="008608DE"/>
    <w:rsid w:val="00860E9E"/>
    <w:rsid w:val="00860F26"/>
    <w:rsid w:val="008612CA"/>
    <w:rsid w:val="00861453"/>
    <w:rsid w:val="00861742"/>
    <w:rsid w:val="0086177D"/>
    <w:rsid w:val="008622DF"/>
    <w:rsid w:val="0086296D"/>
    <w:rsid w:val="0086297D"/>
    <w:rsid w:val="008632AB"/>
    <w:rsid w:val="00863588"/>
    <w:rsid w:val="00863B4D"/>
    <w:rsid w:val="00863E78"/>
    <w:rsid w:val="0086406B"/>
    <w:rsid w:val="00864124"/>
    <w:rsid w:val="008642D1"/>
    <w:rsid w:val="0086457F"/>
    <w:rsid w:val="008657E3"/>
    <w:rsid w:val="00865AA4"/>
    <w:rsid w:val="008665E1"/>
    <w:rsid w:val="00866DDA"/>
    <w:rsid w:val="00867613"/>
    <w:rsid w:val="00867BC0"/>
    <w:rsid w:val="00867D42"/>
    <w:rsid w:val="00867DE4"/>
    <w:rsid w:val="008703BE"/>
    <w:rsid w:val="00870825"/>
    <w:rsid w:val="00871028"/>
    <w:rsid w:val="00871300"/>
    <w:rsid w:val="008728D1"/>
    <w:rsid w:val="008733F5"/>
    <w:rsid w:val="00874341"/>
    <w:rsid w:val="008743D6"/>
    <w:rsid w:val="0087524A"/>
    <w:rsid w:val="00875252"/>
    <w:rsid w:val="0087555A"/>
    <w:rsid w:val="008755F3"/>
    <w:rsid w:val="008756A6"/>
    <w:rsid w:val="008757D9"/>
    <w:rsid w:val="00875B2C"/>
    <w:rsid w:val="00875C40"/>
    <w:rsid w:val="00877093"/>
    <w:rsid w:val="00880624"/>
    <w:rsid w:val="00880CFD"/>
    <w:rsid w:val="00880D03"/>
    <w:rsid w:val="008810C5"/>
    <w:rsid w:val="00881538"/>
    <w:rsid w:val="00881638"/>
    <w:rsid w:val="00881C61"/>
    <w:rsid w:val="00881EFF"/>
    <w:rsid w:val="008820DE"/>
    <w:rsid w:val="008839DA"/>
    <w:rsid w:val="00883BF5"/>
    <w:rsid w:val="00883C06"/>
    <w:rsid w:val="0088424B"/>
    <w:rsid w:val="008845B7"/>
    <w:rsid w:val="008849CB"/>
    <w:rsid w:val="008857DA"/>
    <w:rsid w:val="00885E3F"/>
    <w:rsid w:val="00885F01"/>
    <w:rsid w:val="008862D3"/>
    <w:rsid w:val="00886725"/>
    <w:rsid w:val="0088689B"/>
    <w:rsid w:val="0088699E"/>
    <w:rsid w:val="00886C10"/>
    <w:rsid w:val="008873FC"/>
    <w:rsid w:val="0088785C"/>
    <w:rsid w:val="00887873"/>
    <w:rsid w:val="00890790"/>
    <w:rsid w:val="00890B9A"/>
    <w:rsid w:val="00890ED5"/>
    <w:rsid w:val="008911B8"/>
    <w:rsid w:val="00891396"/>
    <w:rsid w:val="00891586"/>
    <w:rsid w:val="008915D1"/>
    <w:rsid w:val="00891A50"/>
    <w:rsid w:val="00893583"/>
    <w:rsid w:val="0089390A"/>
    <w:rsid w:val="00893CC1"/>
    <w:rsid w:val="00893DD5"/>
    <w:rsid w:val="0089414B"/>
    <w:rsid w:val="00894602"/>
    <w:rsid w:val="00894ABE"/>
    <w:rsid w:val="00895BFD"/>
    <w:rsid w:val="00897BFA"/>
    <w:rsid w:val="008A0153"/>
    <w:rsid w:val="008A02C2"/>
    <w:rsid w:val="008A0C30"/>
    <w:rsid w:val="008A0E79"/>
    <w:rsid w:val="008A0F60"/>
    <w:rsid w:val="008A1511"/>
    <w:rsid w:val="008A1786"/>
    <w:rsid w:val="008A18FD"/>
    <w:rsid w:val="008A1C13"/>
    <w:rsid w:val="008A1E06"/>
    <w:rsid w:val="008A2019"/>
    <w:rsid w:val="008A2193"/>
    <w:rsid w:val="008A2719"/>
    <w:rsid w:val="008A3120"/>
    <w:rsid w:val="008A316A"/>
    <w:rsid w:val="008A32C6"/>
    <w:rsid w:val="008A3544"/>
    <w:rsid w:val="008A3909"/>
    <w:rsid w:val="008A3B87"/>
    <w:rsid w:val="008A3FE0"/>
    <w:rsid w:val="008A4FE3"/>
    <w:rsid w:val="008A6856"/>
    <w:rsid w:val="008A6972"/>
    <w:rsid w:val="008A6A74"/>
    <w:rsid w:val="008A6D83"/>
    <w:rsid w:val="008B0238"/>
    <w:rsid w:val="008B0DC2"/>
    <w:rsid w:val="008B1B51"/>
    <w:rsid w:val="008B1F02"/>
    <w:rsid w:val="008B2235"/>
    <w:rsid w:val="008B2243"/>
    <w:rsid w:val="008B2405"/>
    <w:rsid w:val="008B2543"/>
    <w:rsid w:val="008B3445"/>
    <w:rsid w:val="008B44DD"/>
    <w:rsid w:val="008B5291"/>
    <w:rsid w:val="008B5ACF"/>
    <w:rsid w:val="008B5D7B"/>
    <w:rsid w:val="008B6AE2"/>
    <w:rsid w:val="008B6E93"/>
    <w:rsid w:val="008B707F"/>
    <w:rsid w:val="008C05CC"/>
    <w:rsid w:val="008C28B5"/>
    <w:rsid w:val="008C35B8"/>
    <w:rsid w:val="008C42C9"/>
    <w:rsid w:val="008C4707"/>
    <w:rsid w:val="008C472C"/>
    <w:rsid w:val="008C5707"/>
    <w:rsid w:val="008C5BB8"/>
    <w:rsid w:val="008C60C1"/>
    <w:rsid w:val="008C6B46"/>
    <w:rsid w:val="008C7062"/>
    <w:rsid w:val="008C7ADF"/>
    <w:rsid w:val="008D095D"/>
    <w:rsid w:val="008D15AA"/>
    <w:rsid w:val="008D1757"/>
    <w:rsid w:val="008D25D5"/>
    <w:rsid w:val="008D2665"/>
    <w:rsid w:val="008D2BC7"/>
    <w:rsid w:val="008D375B"/>
    <w:rsid w:val="008D394D"/>
    <w:rsid w:val="008D41C5"/>
    <w:rsid w:val="008D4354"/>
    <w:rsid w:val="008D4872"/>
    <w:rsid w:val="008D4960"/>
    <w:rsid w:val="008D59FD"/>
    <w:rsid w:val="008D6706"/>
    <w:rsid w:val="008D6D55"/>
    <w:rsid w:val="008D70B0"/>
    <w:rsid w:val="008D7656"/>
    <w:rsid w:val="008D7CAC"/>
    <w:rsid w:val="008E098F"/>
    <w:rsid w:val="008E0C0F"/>
    <w:rsid w:val="008E0EDA"/>
    <w:rsid w:val="008E0F3E"/>
    <w:rsid w:val="008E1026"/>
    <w:rsid w:val="008E1339"/>
    <w:rsid w:val="008E154E"/>
    <w:rsid w:val="008E1598"/>
    <w:rsid w:val="008E3511"/>
    <w:rsid w:val="008E3A33"/>
    <w:rsid w:val="008E445C"/>
    <w:rsid w:val="008E45C8"/>
    <w:rsid w:val="008E4E1F"/>
    <w:rsid w:val="008E5093"/>
    <w:rsid w:val="008E5595"/>
    <w:rsid w:val="008E568A"/>
    <w:rsid w:val="008E5C3B"/>
    <w:rsid w:val="008E5F63"/>
    <w:rsid w:val="008E63B4"/>
    <w:rsid w:val="008E7C6C"/>
    <w:rsid w:val="008F10D6"/>
    <w:rsid w:val="008F10EC"/>
    <w:rsid w:val="008F1283"/>
    <w:rsid w:val="008F1AC6"/>
    <w:rsid w:val="008F2202"/>
    <w:rsid w:val="008F2527"/>
    <w:rsid w:val="008F2877"/>
    <w:rsid w:val="008F3086"/>
    <w:rsid w:val="008F3F35"/>
    <w:rsid w:val="008F4DC4"/>
    <w:rsid w:val="008F5020"/>
    <w:rsid w:val="008F5043"/>
    <w:rsid w:val="008F546B"/>
    <w:rsid w:val="008F58CF"/>
    <w:rsid w:val="008F6E9D"/>
    <w:rsid w:val="008F7019"/>
    <w:rsid w:val="008F76E8"/>
    <w:rsid w:val="008F79FB"/>
    <w:rsid w:val="009009E8"/>
    <w:rsid w:val="00901259"/>
    <w:rsid w:val="00901754"/>
    <w:rsid w:val="00901B4E"/>
    <w:rsid w:val="00901D78"/>
    <w:rsid w:val="009020BB"/>
    <w:rsid w:val="009020F2"/>
    <w:rsid w:val="00902816"/>
    <w:rsid w:val="00903122"/>
    <w:rsid w:val="009048AC"/>
    <w:rsid w:val="00904C3F"/>
    <w:rsid w:val="00904F49"/>
    <w:rsid w:val="0090517B"/>
    <w:rsid w:val="009060DE"/>
    <w:rsid w:val="0090611A"/>
    <w:rsid w:val="00906409"/>
    <w:rsid w:val="00906685"/>
    <w:rsid w:val="0090739D"/>
    <w:rsid w:val="00907795"/>
    <w:rsid w:val="00907F81"/>
    <w:rsid w:val="00911094"/>
    <w:rsid w:val="00911FE2"/>
    <w:rsid w:val="00913667"/>
    <w:rsid w:val="0091383C"/>
    <w:rsid w:val="00913E06"/>
    <w:rsid w:val="00914312"/>
    <w:rsid w:val="00914C51"/>
    <w:rsid w:val="00915301"/>
    <w:rsid w:val="00915B1D"/>
    <w:rsid w:val="00916037"/>
    <w:rsid w:val="00916580"/>
    <w:rsid w:val="00916CA1"/>
    <w:rsid w:val="00917264"/>
    <w:rsid w:val="00917C5D"/>
    <w:rsid w:val="00917C75"/>
    <w:rsid w:val="00917E4D"/>
    <w:rsid w:val="00917F7E"/>
    <w:rsid w:val="009202E6"/>
    <w:rsid w:val="00920B36"/>
    <w:rsid w:val="00920F43"/>
    <w:rsid w:val="009218B4"/>
    <w:rsid w:val="00921ED2"/>
    <w:rsid w:val="00921FD7"/>
    <w:rsid w:val="00922883"/>
    <w:rsid w:val="0092294F"/>
    <w:rsid w:val="0092319C"/>
    <w:rsid w:val="00924657"/>
    <w:rsid w:val="00924695"/>
    <w:rsid w:val="00924C65"/>
    <w:rsid w:val="00924F8D"/>
    <w:rsid w:val="00925419"/>
    <w:rsid w:val="0092597B"/>
    <w:rsid w:val="0092609E"/>
    <w:rsid w:val="00926852"/>
    <w:rsid w:val="009268AE"/>
    <w:rsid w:val="00926A7D"/>
    <w:rsid w:val="00926E29"/>
    <w:rsid w:val="00927076"/>
    <w:rsid w:val="00930F24"/>
    <w:rsid w:val="0093141F"/>
    <w:rsid w:val="0093208D"/>
    <w:rsid w:val="0093229D"/>
    <w:rsid w:val="009323FA"/>
    <w:rsid w:val="0093305C"/>
    <w:rsid w:val="0093330A"/>
    <w:rsid w:val="009333B3"/>
    <w:rsid w:val="0093383B"/>
    <w:rsid w:val="009338FA"/>
    <w:rsid w:val="00933DE4"/>
    <w:rsid w:val="00934167"/>
    <w:rsid w:val="009363CD"/>
    <w:rsid w:val="00936912"/>
    <w:rsid w:val="00936B60"/>
    <w:rsid w:val="00936E1A"/>
    <w:rsid w:val="00937578"/>
    <w:rsid w:val="009376BF"/>
    <w:rsid w:val="009413A3"/>
    <w:rsid w:val="00941D84"/>
    <w:rsid w:val="00942E30"/>
    <w:rsid w:val="00943084"/>
    <w:rsid w:val="0094430A"/>
    <w:rsid w:val="00944793"/>
    <w:rsid w:val="00944964"/>
    <w:rsid w:val="009449E3"/>
    <w:rsid w:val="00945A5F"/>
    <w:rsid w:val="0094661E"/>
    <w:rsid w:val="009476B7"/>
    <w:rsid w:val="00947F49"/>
    <w:rsid w:val="00950CEA"/>
    <w:rsid w:val="0095123C"/>
    <w:rsid w:val="009513BE"/>
    <w:rsid w:val="0095150C"/>
    <w:rsid w:val="00951845"/>
    <w:rsid w:val="00951AD8"/>
    <w:rsid w:val="00951DB3"/>
    <w:rsid w:val="0095205B"/>
    <w:rsid w:val="00952889"/>
    <w:rsid w:val="00952E13"/>
    <w:rsid w:val="0095412B"/>
    <w:rsid w:val="00955A31"/>
    <w:rsid w:val="00955D32"/>
    <w:rsid w:val="00956146"/>
    <w:rsid w:val="009564CD"/>
    <w:rsid w:val="0095684B"/>
    <w:rsid w:val="00956F13"/>
    <w:rsid w:val="00957660"/>
    <w:rsid w:val="00957770"/>
    <w:rsid w:val="00961E68"/>
    <w:rsid w:val="00962544"/>
    <w:rsid w:val="009630B4"/>
    <w:rsid w:val="00963C9B"/>
    <w:rsid w:val="0096484F"/>
    <w:rsid w:val="00964D56"/>
    <w:rsid w:val="009656F6"/>
    <w:rsid w:val="00965A09"/>
    <w:rsid w:val="0096603E"/>
    <w:rsid w:val="0097040E"/>
    <w:rsid w:val="009706E2"/>
    <w:rsid w:val="00970813"/>
    <w:rsid w:val="00971051"/>
    <w:rsid w:val="009710FD"/>
    <w:rsid w:val="00971257"/>
    <w:rsid w:val="00971D6E"/>
    <w:rsid w:val="00971DE2"/>
    <w:rsid w:val="00972267"/>
    <w:rsid w:val="0097236D"/>
    <w:rsid w:val="00972588"/>
    <w:rsid w:val="0097302A"/>
    <w:rsid w:val="00973D03"/>
    <w:rsid w:val="00973DC4"/>
    <w:rsid w:val="00974769"/>
    <w:rsid w:val="00974AFA"/>
    <w:rsid w:val="00975244"/>
    <w:rsid w:val="0097596B"/>
    <w:rsid w:val="00975F4F"/>
    <w:rsid w:val="009764B6"/>
    <w:rsid w:val="00976530"/>
    <w:rsid w:val="00981022"/>
    <w:rsid w:val="009819E1"/>
    <w:rsid w:val="009821E2"/>
    <w:rsid w:val="009833F4"/>
    <w:rsid w:val="0098340F"/>
    <w:rsid w:val="00983B8F"/>
    <w:rsid w:val="00983DC0"/>
    <w:rsid w:val="0098406D"/>
    <w:rsid w:val="009840A6"/>
    <w:rsid w:val="009842C8"/>
    <w:rsid w:val="00984D47"/>
    <w:rsid w:val="00984F9C"/>
    <w:rsid w:val="009865D0"/>
    <w:rsid w:val="00986891"/>
    <w:rsid w:val="009870B1"/>
    <w:rsid w:val="00987499"/>
    <w:rsid w:val="009879C3"/>
    <w:rsid w:val="00987BF5"/>
    <w:rsid w:val="00990D0E"/>
    <w:rsid w:val="00991637"/>
    <w:rsid w:val="00991725"/>
    <w:rsid w:val="009920D9"/>
    <w:rsid w:val="00992657"/>
    <w:rsid w:val="00994449"/>
    <w:rsid w:val="00995789"/>
    <w:rsid w:val="0099599D"/>
    <w:rsid w:val="00995B08"/>
    <w:rsid w:val="00995CEB"/>
    <w:rsid w:val="00995E3C"/>
    <w:rsid w:val="00996C2B"/>
    <w:rsid w:val="009974D9"/>
    <w:rsid w:val="00997676"/>
    <w:rsid w:val="009976AB"/>
    <w:rsid w:val="00997744"/>
    <w:rsid w:val="009977C1"/>
    <w:rsid w:val="009A04DF"/>
    <w:rsid w:val="009A099E"/>
    <w:rsid w:val="009A1B0A"/>
    <w:rsid w:val="009A1D12"/>
    <w:rsid w:val="009A2E7E"/>
    <w:rsid w:val="009A343C"/>
    <w:rsid w:val="009A38CC"/>
    <w:rsid w:val="009A3E7B"/>
    <w:rsid w:val="009A46F7"/>
    <w:rsid w:val="009A5188"/>
    <w:rsid w:val="009A545F"/>
    <w:rsid w:val="009A57F7"/>
    <w:rsid w:val="009A5A5E"/>
    <w:rsid w:val="009A5F55"/>
    <w:rsid w:val="009A5FBA"/>
    <w:rsid w:val="009A7599"/>
    <w:rsid w:val="009A7C13"/>
    <w:rsid w:val="009A7C74"/>
    <w:rsid w:val="009A7D49"/>
    <w:rsid w:val="009B0062"/>
    <w:rsid w:val="009B0CFF"/>
    <w:rsid w:val="009B0FAA"/>
    <w:rsid w:val="009B1139"/>
    <w:rsid w:val="009B1521"/>
    <w:rsid w:val="009B1583"/>
    <w:rsid w:val="009B1C6E"/>
    <w:rsid w:val="009B1D68"/>
    <w:rsid w:val="009B22F2"/>
    <w:rsid w:val="009B26B4"/>
    <w:rsid w:val="009B2866"/>
    <w:rsid w:val="009B36DA"/>
    <w:rsid w:val="009B36DB"/>
    <w:rsid w:val="009B3A19"/>
    <w:rsid w:val="009B3D3F"/>
    <w:rsid w:val="009B3F97"/>
    <w:rsid w:val="009B4530"/>
    <w:rsid w:val="009B462B"/>
    <w:rsid w:val="009B4F53"/>
    <w:rsid w:val="009B5021"/>
    <w:rsid w:val="009B50F3"/>
    <w:rsid w:val="009B5818"/>
    <w:rsid w:val="009B5B1F"/>
    <w:rsid w:val="009B652F"/>
    <w:rsid w:val="009B65BF"/>
    <w:rsid w:val="009B6CAD"/>
    <w:rsid w:val="009C0BC5"/>
    <w:rsid w:val="009C285A"/>
    <w:rsid w:val="009C372A"/>
    <w:rsid w:val="009C47EA"/>
    <w:rsid w:val="009C4CA0"/>
    <w:rsid w:val="009C4E79"/>
    <w:rsid w:val="009C58A8"/>
    <w:rsid w:val="009C7094"/>
    <w:rsid w:val="009C7755"/>
    <w:rsid w:val="009D0234"/>
    <w:rsid w:val="009D02AF"/>
    <w:rsid w:val="009D083F"/>
    <w:rsid w:val="009D0D88"/>
    <w:rsid w:val="009D0E2F"/>
    <w:rsid w:val="009D1428"/>
    <w:rsid w:val="009D1431"/>
    <w:rsid w:val="009D14D7"/>
    <w:rsid w:val="009D1BAC"/>
    <w:rsid w:val="009D2221"/>
    <w:rsid w:val="009D28F3"/>
    <w:rsid w:val="009D33E3"/>
    <w:rsid w:val="009D36B8"/>
    <w:rsid w:val="009D39E6"/>
    <w:rsid w:val="009D3FDA"/>
    <w:rsid w:val="009D4C66"/>
    <w:rsid w:val="009D514E"/>
    <w:rsid w:val="009D5400"/>
    <w:rsid w:val="009D55E2"/>
    <w:rsid w:val="009D5F20"/>
    <w:rsid w:val="009D6AB5"/>
    <w:rsid w:val="009D6B58"/>
    <w:rsid w:val="009D7727"/>
    <w:rsid w:val="009D77F4"/>
    <w:rsid w:val="009D780C"/>
    <w:rsid w:val="009D7A22"/>
    <w:rsid w:val="009D7FA8"/>
    <w:rsid w:val="009E041B"/>
    <w:rsid w:val="009E1098"/>
    <w:rsid w:val="009E1759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636"/>
    <w:rsid w:val="009E635C"/>
    <w:rsid w:val="009E6581"/>
    <w:rsid w:val="009E7BF7"/>
    <w:rsid w:val="009F03E2"/>
    <w:rsid w:val="009F154C"/>
    <w:rsid w:val="009F1AD6"/>
    <w:rsid w:val="009F1E62"/>
    <w:rsid w:val="009F2058"/>
    <w:rsid w:val="009F21D3"/>
    <w:rsid w:val="009F22F2"/>
    <w:rsid w:val="009F255B"/>
    <w:rsid w:val="009F2689"/>
    <w:rsid w:val="009F2D2F"/>
    <w:rsid w:val="009F2EED"/>
    <w:rsid w:val="009F363A"/>
    <w:rsid w:val="009F392B"/>
    <w:rsid w:val="009F3C61"/>
    <w:rsid w:val="009F3C72"/>
    <w:rsid w:val="009F40AA"/>
    <w:rsid w:val="009F466F"/>
    <w:rsid w:val="009F48A8"/>
    <w:rsid w:val="009F59A4"/>
    <w:rsid w:val="009F5B2B"/>
    <w:rsid w:val="009F623A"/>
    <w:rsid w:val="009F630D"/>
    <w:rsid w:val="009F69A6"/>
    <w:rsid w:val="009F6FDF"/>
    <w:rsid w:val="009F71D0"/>
    <w:rsid w:val="009F74C6"/>
    <w:rsid w:val="00A0038B"/>
    <w:rsid w:val="00A00468"/>
    <w:rsid w:val="00A012BE"/>
    <w:rsid w:val="00A020A3"/>
    <w:rsid w:val="00A02390"/>
    <w:rsid w:val="00A02DAC"/>
    <w:rsid w:val="00A0415F"/>
    <w:rsid w:val="00A051B6"/>
    <w:rsid w:val="00A0531E"/>
    <w:rsid w:val="00A057C5"/>
    <w:rsid w:val="00A05AFA"/>
    <w:rsid w:val="00A05B82"/>
    <w:rsid w:val="00A0644A"/>
    <w:rsid w:val="00A065AD"/>
    <w:rsid w:val="00A067AA"/>
    <w:rsid w:val="00A06D9E"/>
    <w:rsid w:val="00A072DF"/>
    <w:rsid w:val="00A07FA1"/>
    <w:rsid w:val="00A10269"/>
    <w:rsid w:val="00A10AEF"/>
    <w:rsid w:val="00A10B0A"/>
    <w:rsid w:val="00A10B52"/>
    <w:rsid w:val="00A10D45"/>
    <w:rsid w:val="00A113F6"/>
    <w:rsid w:val="00A11EB2"/>
    <w:rsid w:val="00A12384"/>
    <w:rsid w:val="00A12BAC"/>
    <w:rsid w:val="00A13156"/>
    <w:rsid w:val="00A13B1F"/>
    <w:rsid w:val="00A14253"/>
    <w:rsid w:val="00A146A0"/>
    <w:rsid w:val="00A15861"/>
    <w:rsid w:val="00A16AAB"/>
    <w:rsid w:val="00A16BD9"/>
    <w:rsid w:val="00A16C60"/>
    <w:rsid w:val="00A17894"/>
    <w:rsid w:val="00A17E4F"/>
    <w:rsid w:val="00A20270"/>
    <w:rsid w:val="00A202AB"/>
    <w:rsid w:val="00A20A72"/>
    <w:rsid w:val="00A20ACB"/>
    <w:rsid w:val="00A20BC6"/>
    <w:rsid w:val="00A22EFC"/>
    <w:rsid w:val="00A2364F"/>
    <w:rsid w:val="00A23952"/>
    <w:rsid w:val="00A239BC"/>
    <w:rsid w:val="00A23B51"/>
    <w:rsid w:val="00A23BC0"/>
    <w:rsid w:val="00A23C28"/>
    <w:rsid w:val="00A24818"/>
    <w:rsid w:val="00A24A05"/>
    <w:rsid w:val="00A24D67"/>
    <w:rsid w:val="00A24D7C"/>
    <w:rsid w:val="00A25AED"/>
    <w:rsid w:val="00A26331"/>
    <w:rsid w:val="00A26C1B"/>
    <w:rsid w:val="00A27248"/>
    <w:rsid w:val="00A27311"/>
    <w:rsid w:val="00A2773C"/>
    <w:rsid w:val="00A30614"/>
    <w:rsid w:val="00A32325"/>
    <w:rsid w:val="00A329A9"/>
    <w:rsid w:val="00A3335C"/>
    <w:rsid w:val="00A33848"/>
    <w:rsid w:val="00A344B0"/>
    <w:rsid w:val="00A350A4"/>
    <w:rsid w:val="00A36591"/>
    <w:rsid w:val="00A36871"/>
    <w:rsid w:val="00A36D71"/>
    <w:rsid w:val="00A3750D"/>
    <w:rsid w:val="00A376BC"/>
    <w:rsid w:val="00A37BB9"/>
    <w:rsid w:val="00A37D56"/>
    <w:rsid w:val="00A37F2B"/>
    <w:rsid w:val="00A40066"/>
    <w:rsid w:val="00A412BC"/>
    <w:rsid w:val="00A4140A"/>
    <w:rsid w:val="00A429AD"/>
    <w:rsid w:val="00A43531"/>
    <w:rsid w:val="00A448E1"/>
    <w:rsid w:val="00A44958"/>
    <w:rsid w:val="00A44E96"/>
    <w:rsid w:val="00A451D2"/>
    <w:rsid w:val="00A45362"/>
    <w:rsid w:val="00A45440"/>
    <w:rsid w:val="00A467CD"/>
    <w:rsid w:val="00A47C89"/>
    <w:rsid w:val="00A47E7F"/>
    <w:rsid w:val="00A509DB"/>
    <w:rsid w:val="00A5121F"/>
    <w:rsid w:val="00A51E14"/>
    <w:rsid w:val="00A52450"/>
    <w:rsid w:val="00A5245D"/>
    <w:rsid w:val="00A5252F"/>
    <w:rsid w:val="00A52B4C"/>
    <w:rsid w:val="00A52CF0"/>
    <w:rsid w:val="00A5311B"/>
    <w:rsid w:val="00A53417"/>
    <w:rsid w:val="00A535EE"/>
    <w:rsid w:val="00A542A6"/>
    <w:rsid w:val="00A5460B"/>
    <w:rsid w:val="00A555AF"/>
    <w:rsid w:val="00A56971"/>
    <w:rsid w:val="00A56D09"/>
    <w:rsid w:val="00A571DA"/>
    <w:rsid w:val="00A574F7"/>
    <w:rsid w:val="00A605B5"/>
    <w:rsid w:val="00A606BC"/>
    <w:rsid w:val="00A60971"/>
    <w:rsid w:val="00A60BC6"/>
    <w:rsid w:val="00A61620"/>
    <w:rsid w:val="00A617AD"/>
    <w:rsid w:val="00A61AB4"/>
    <w:rsid w:val="00A62408"/>
    <w:rsid w:val="00A62531"/>
    <w:rsid w:val="00A62A97"/>
    <w:rsid w:val="00A63019"/>
    <w:rsid w:val="00A63A9C"/>
    <w:rsid w:val="00A63EE4"/>
    <w:rsid w:val="00A64B7C"/>
    <w:rsid w:val="00A65A32"/>
    <w:rsid w:val="00A65F84"/>
    <w:rsid w:val="00A661F6"/>
    <w:rsid w:val="00A667DF"/>
    <w:rsid w:val="00A66C58"/>
    <w:rsid w:val="00A6718E"/>
    <w:rsid w:val="00A6723D"/>
    <w:rsid w:val="00A676CD"/>
    <w:rsid w:val="00A678E3"/>
    <w:rsid w:val="00A709A3"/>
    <w:rsid w:val="00A709FB"/>
    <w:rsid w:val="00A711C1"/>
    <w:rsid w:val="00A72251"/>
    <w:rsid w:val="00A72734"/>
    <w:rsid w:val="00A727EE"/>
    <w:rsid w:val="00A72F63"/>
    <w:rsid w:val="00A730A6"/>
    <w:rsid w:val="00A73DD0"/>
    <w:rsid w:val="00A7423F"/>
    <w:rsid w:val="00A747BD"/>
    <w:rsid w:val="00A74A90"/>
    <w:rsid w:val="00A74E6E"/>
    <w:rsid w:val="00A752BB"/>
    <w:rsid w:val="00A758BE"/>
    <w:rsid w:val="00A77A7F"/>
    <w:rsid w:val="00A77A9A"/>
    <w:rsid w:val="00A81247"/>
    <w:rsid w:val="00A816D2"/>
    <w:rsid w:val="00A8172F"/>
    <w:rsid w:val="00A8273A"/>
    <w:rsid w:val="00A82FA7"/>
    <w:rsid w:val="00A83215"/>
    <w:rsid w:val="00A84D0C"/>
    <w:rsid w:val="00A8635C"/>
    <w:rsid w:val="00A871FB"/>
    <w:rsid w:val="00A905E3"/>
    <w:rsid w:val="00A909CD"/>
    <w:rsid w:val="00A91302"/>
    <w:rsid w:val="00A91412"/>
    <w:rsid w:val="00A91925"/>
    <w:rsid w:val="00A91A02"/>
    <w:rsid w:val="00A91EFA"/>
    <w:rsid w:val="00A924B9"/>
    <w:rsid w:val="00A93E5D"/>
    <w:rsid w:val="00A94978"/>
    <w:rsid w:val="00A94BA2"/>
    <w:rsid w:val="00A94CAB"/>
    <w:rsid w:val="00A94D22"/>
    <w:rsid w:val="00A95267"/>
    <w:rsid w:val="00A95330"/>
    <w:rsid w:val="00A95BAD"/>
    <w:rsid w:val="00A96C06"/>
    <w:rsid w:val="00A96D92"/>
    <w:rsid w:val="00AA0143"/>
    <w:rsid w:val="00AA1AAD"/>
    <w:rsid w:val="00AA223A"/>
    <w:rsid w:val="00AA2361"/>
    <w:rsid w:val="00AA2430"/>
    <w:rsid w:val="00AA32F9"/>
    <w:rsid w:val="00AA35FA"/>
    <w:rsid w:val="00AA3AD6"/>
    <w:rsid w:val="00AA43C0"/>
    <w:rsid w:val="00AA4C72"/>
    <w:rsid w:val="00AA504E"/>
    <w:rsid w:val="00AA5342"/>
    <w:rsid w:val="00AA5680"/>
    <w:rsid w:val="00AA572C"/>
    <w:rsid w:val="00AA5F6C"/>
    <w:rsid w:val="00AA60DA"/>
    <w:rsid w:val="00AA66EF"/>
    <w:rsid w:val="00AA689D"/>
    <w:rsid w:val="00AA71D1"/>
    <w:rsid w:val="00AA71D8"/>
    <w:rsid w:val="00AB00AE"/>
    <w:rsid w:val="00AB014C"/>
    <w:rsid w:val="00AB016D"/>
    <w:rsid w:val="00AB0D74"/>
    <w:rsid w:val="00AB0DA5"/>
    <w:rsid w:val="00AB1039"/>
    <w:rsid w:val="00AB12A1"/>
    <w:rsid w:val="00AB1583"/>
    <w:rsid w:val="00AB1911"/>
    <w:rsid w:val="00AB2363"/>
    <w:rsid w:val="00AB44FB"/>
    <w:rsid w:val="00AB4967"/>
    <w:rsid w:val="00AB4C38"/>
    <w:rsid w:val="00AB5EAA"/>
    <w:rsid w:val="00AB62FE"/>
    <w:rsid w:val="00AB6F17"/>
    <w:rsid w:val="00AB7511"/>
    <w:rsid w:val="00AB7859"/>
    <w:rsid w:val="00AC07C2"/>
    <w:rsid w:val="00AC0B87"/>
    <w:rsid w:val="00AC1E82"/>
    <w:rsid w:val="00AC289B"/>
    <w:rsid w:val="00AC30BD"/>
    <w:rsid w:val="00AC3A55"/>
    <w:rsid w:val="00AC4009"/>
    <w:rsid w:val="00AC4295"/>
    <w:rsid w:val="00AC5D87"/>
    <w:rsid w:val="00AC6202"/>
    <w:rsid w:val="00AC6F9B"/>
    <w:rsid w:val="00AC73EF"/>
    <w:rsid w:val="00AC7CC6"/>
    <w:rsid w:val="00AD1E7B"/>
    <w:rsid w:val="00AD3434"/>
    <w:rsid w:val="00AD358E"/>
    <w:rsid w:val="00AD3E8F"/>
    <w:rsid w:val="00AD4AB4"/>
    <w:rsid w:val="00AD4F6E"/>
    <w:rsid w:val="00AD4FDE"/>
    <w:rsid w:val="00AD5014"/>
    <w:rsid w:val="00AD50D1"/>
    <w:rsid w:val="00AD55CF"/>
    <w:rsid w:val="00AD56AD"/>
    <w:rsid w:val="00AD5C55"/>
    <w:rsid w:val="00AD64F4"/>
    <w:rsid w:val="00AD6824"/>
    <w:rsid w:val="00AD68E1"/>
    <w:rsid w:val="00AD7190"/>
    <w:rsid w:val="00AD7C1B"/>
    <w:rsid w:val="00AD7D05"/>
    <w:rsid w:val="00AE1902"/>
    <w:rsid w:val="00AE1961"/>
    <w:rsid w:val="00AE1964"/>
    <w:rsid w:val="00AE29BD"/>
    <w:rsid w:val="00AE2EC0"/>
    <w:rsid w:val="00AE31D4"/>
    <w:rsid w:val="00AE34A1"/>
    <w:rsid w:val="00AE364C"/>
    <w:rsid w:val="00AE36D8"/>
    <w:rsid w:val="00AE3ADD"/>
    <w:rsid w:val="00AE3DCC"/>
    <w:rsid w:val="00AE3E5A"/>
    <w:rsid w:val="00AE411E"/>
    <w:rsid w:val="00AE449F"/>
    <w:rsid w:val="00AE4712"/>
    <w:rsid w:val="00AE5645"/>
    <w:rsid w:val="00AE5B42"/>
    <w:rsid w:val="00AE600E"/>
    <w:rsid w:val="00AE698B"/>
    <w:rsid w:val="00AE6BC5"/>
    <w:rsid w:val="00AE6DD6"/>
    <w:rsid w:val="00AE709D"/>
    <w:rsid w:val="00AE7DF4"/>
    <w:rsid w:val="00AF0247"/>
    <w:rsid w:val="00AF0781"/>
    <w:rsid w:val="00AF15F8"/>
    <w:rsid w:val="00AF18EB"/>
    <w:rsid w:val="00AF230C"/>
    <w:rsid w:val="00AF2372"/>
    <w:rsid w:val="00AF2720"/>
    <w:rsid w:val="00AF280E"/>
    <w:rsid w:val="00AF29C7"/>
    <w:rsid w:val="00AF2A6A"/>
    <w:rsid w:val="00AF3C88"/>
    <w:rsid w:val="00AF421F"/>
    <w:rsid w:val="00AF456B"/>
    <w:rsid w:val="00AF4C2C"/>
    <w:rsid w:val="00AF53E2"/>
    <w:rsid w:val="00AF583C"/>
    <w:rsid w:val="00AF7077"/>
    <w:rsid w:val="00B00154"/>
    <w:rsid w:val="00B00DC2"/>
    <w:rsid w:val="00B01A93"/>
    <w:rsid w:val="00B01AE9"/>
    <w:rsid w:val="00B01DE7"/>
    <w:rsid w:val="00B022DF"/>
    <w:rsid w:val="00B024BC"/>
    <w:rsid w:val="00B0271F"/>
    <w:rsid w:val="00B027AB"/>
    <w:rsid w:val="00B03D0C"/>
    <w:rsid w:val="00B04144"/>
    <w:rsid w:val="00B04599"/>
    <w:rsid w:val="00B04E0D"/>
    <w:rsid w:val="00B05599"/>
    <w:rsid w:val="00B05D94"/>
    <w:rsid w:val="00B0603C"/>
    <w:rsid w:val="00B06DCB"/>
    <w:rsid w:val="00B07008"/>
    <w:rsid w:val="00B07048"/>
    <w:rsid w:val="00B07257"/>
    <w:rsid w:val="00B07C7C"/>
    <w:rsid w:val="00B07D42"/>
    <w:rsid w:val="00B07E20"/>
    <w:rsid w:val="00B07EB4"/>
    <w:rsid w:val="00B10162"/>
    <w:rsid w:val="00B1082D"/>
    <w:rsid w:val="00B1088D"/>
    <w:rsid w:val="00B10A66"/>
    <w:rsid w:val="00B11231"/>
    <w:rsid w:val="00B119DF"/>
    <w:rsid w:val="00B123D2"/>
    <w:rsid w:val="00B1264F"/>
    <w:rsid w:val="00B12A44"/>
    <w:rsid w:val="00B13309"/>
    <w:rsid w:val="00B146AA"/>
    <w:rsid w:val="00B14F60"/>
    <w:rsid w:val="00B14F65"/>
    <w:rsid w:val="00B1528B"/>
    <w:rsid w:val="00B153E2"/>
    <w:rsid w:val="00B15663"/>
    <w:rsid w:val="00B15B0D"/>
    <w:rsid w:val="00B15C38"/>
    <w:rsid w:val="00B169C5"/>
    <w:rsid w:val="00B16F2D"/>
    <w:rsid w:val="00B16F3B"/>
    <w:rsid w:val="00B17829"/>
    <w:rsid w:val="00B17AD6"/>
    <w:rsid w:val="00B206D2"/>
    <w:rsid w:val="00B21174"/>
    <w:rsid w:val="00B216B5"/>
    <w:rsid w:val="00B2199D"/>
    <w:rsid w:val="00B221F2"/>
    <w:rsid w:val="00B221FD"/>
    <w:rsid w:val="00B22D12"/>
    <w:rsid w:val="00B230A9"/>
    <w:rsid w:val="00B2333F"/>
    <w:rsid w:val="00B24537"/>
    <w:rsid w:val="00B24FD9"/>
    <w:rsid w:val="00B25441"/>
    <w:rsid w:val="00B2579F"/>
    <w:rsid w:val="00B25839"/>
    <w:rsid w:val="00B26296"/>
    <w:rsid w:val="00B274F9"/>
    <w:rsid w:val="00B27651"/>
    <w:rsid w:val="00B279DC"/>
    <w:rsid w:val="00B27BC3"/>
    <w:rsid w:val="00B30823"/>
    <w:rsid w:val="00B3113D"/>
    <w:rsid w:val="00B312EB"/>
    <w:rsid w:val="00B31AF9"/>
    <w:rsid w:val="00B31F23"/>
    <w:rsid w:val="00B3231F"/>
    <w:rsid w:val="00B3267F"/>
    <w:rsid w:val="00B3294B"/>
    <w:rsid w:val="00B3301F"/>
    <w:rsid w:val="00B33859"/>
    <w:rsid w:val="00B33916"/>
    <w:rsid w:val="00B35002"/>
    <w:rsid w:val="00B3519C"/>
    <w:rsid w:val="00B359D5"/>
    <w:rsid w:val="00B360F5"/>
    <w:rsid w:val="00B36F36"/>
    <w:rsid w:val="00B37BD8"/>
    <w:rsid w:val="00B37D3E"/>
    <w:rsid w:val="00B408F9"/>
    <w:rsid w:val="00B40E30"/>
    <w:rsid w:val="00B4115A"/>
    <w:rsid w:val="00B41CEF"/>
    <w:rsid w:val="00B42024"/>
    <w:rsid w:val="00B4222A"/>
    <w:rsid w:val="00B42B96"/>
    <w:rsid w:val="00B42BA3"/>
    <w:rsid w:val="00B42D3F"/>
    <w:rsid w:val="00B433F4"/>
    <w:rsid w:val="00B451C1"/>
    <w:rsid w:val="00B45547"/>
    <w:rsid w:val="00B45E52"/>
    <w:rsid w:val="00B468B3"/>
    <w:rsid w:val="00B47188"/>
    <w:rsid w:val="00B479C1"/>
    <w:rsid w:val="00B47BCC"/>
    <w:rsid w:val="00B47C75"/>
    <w:rsid w:val="00B50659"/>
    <w:rsid w:val="00B507D3"/>
    <w:rsid w:val="00B507F2"/>
    <w:rsid w:val="00B50AA4"/>
    <w:rsid w:val="00B50AEA"/>
    <w:rsid w:val="00B50E96"/>
    <w:rsid w:val="00B51554"/>
    <w:rsid w:val="00B5166D"/>
    <w:rsid w:val="00B51915"/>
    <w:rsid w:val="00B528B2"/>
    <w:rsid w:val="00B531EA"/>
    <w:rsid w:val="00B532DC"/>
    <w:rsid w:val="00B53FA4"/>
    <w:rsid w:val="00B5540D"/>
    <w:rsid w:val="00B557AA"/>
    <w:rsid w:val="00B55BB0"/>
    <w:rsid w:val="00B55BEF"/>
    <w:rsid w:val="00B55C35"/>
    <w:rsid w:val="00B56464"/>
    <w:rsid w:val="00B56535"/>
    <w:rsid w:val="00B56662"/>
    <w:rsid w:val="00B5681E"/>
    <w:rsid w:val="00B56DB2"/>
    <w:rsid w:val="00B574F3"/>
    <w:rsid w:val="00B601E3"/>
    <w:rsid w:val="00B60585"/>
    <w:rsid w:val="00B60832"/>
    <w:rsid w:val="00B6124B"/>
    <w:rsid w:val="00B613D5"/>
    <w:rsid w:val="00B616D1"/>
    <w:rsid w:val="00B62081"/>
    <w:rsid w:val="00B62A81"/>
    <w:rsid w:val="00B637CC"/>
    <w:rsid w:val="00B63E91"/>
    <w:rsid w:val="00B64C29"/>
    <w:rsid w:val="00B64DD4"/>
    <w:rsid w:val="00B653A6"/>
    <w:rsid w:val="00B65B08"/>
    <w:rsid w:val="00B65F7A"/>
    <w:rsid w:val="00B6755F"/>
    <w:rsid w:val="00B677C1"/>
    <w:rsid w:val="00B67F6B"/>
    <w:rsid w:val="00B70890"/>
    <w:rsid w:val="00B708A8"/>
    <w:rsid w:val="00B71709"/>
    <w:rsid w:val="00B724EA"/>
    <w:rsid w:val="00B72603"/>
    <w:rsid w:val="00B72825"/>
    <w:rsid w:val="00B72EA1"/>
    <w:rsid w:val="00B72F2A"/>
    <w:rsid w:val="00B731B1"/>
    <w:rsid w:val="00B73901"/>
    <w:rsid w:val="00B74385"/>
    <w:rsid w:val="00B754EF"/>
    <w:rsid w:val="00B756C6"/>
    <w:rsid w:val="00B758AB"/>
    <w:rsid w:val="00B75943"/>
    <w:rsid w:val="00B75CD3"/>
    <w:rsid w:val="00B765B0"/>
    <w:rsid w:val="00B76CC2"/>
    <w:rsid w:val="00B77173"/>
    <w:rsid w:val="00B77220"/>
    <w:rsid w:val="00B77505"/>
    <w:rsid w:val="00B777A4"/>
    <w:rsid w:val="00B7780A"/>
    <w:rsid w:val="00B77B48"/>
    <w:rsid w:val="00B80221"/>
    <w:rsid w:val="00B809B9"/>
    <w:rsid w:val="00B80D44"/>
    <w:rsid w:val="00B82B3B"/>
    <w:rsid w:val="00B836AE"/>
    <w:rsid w:val="00B839F2"/>
    <w:rsid w:val="00B841FB"/>
    <w:rsid w:val="00B84BC4"/>
    <w:rsid w:val="00B85163"/>
    <w:rsid w:val="00B85311"/>
    <w:rsid w:val="00B8615B"/>
    <w:rsid w:val="00B863BD"/>
    <w:rsid w:val="00B86AA4"/>
    <w:rsid w:val="00B8786E"/>
    <w:rsid w:val="00B87AC5"/>
    <w:rsid w:val="00B9008A"/>
    <w:rsid w:val="00B90539"/>
    <w:rsid w:val="00B90F6F"/>
    <w:rsid w:val="00B91105"/>
    <w:rsid w:val="00B91BB6"/>
    <w:rsid w:val="00B92375"/>
    <w:rsid w:val="00B92FF3"/>
    <w:rsid w:val="00B9365D"/>
    <w:rsid w:val="00B93861"/>
    <w:rsid w:val="00B93884"/>
    <w:rsid w:val="00B93D03"/>
    <w:rsid w:val="00B940DA"/>
    <w:rsid w:val="00B9451E"/>
    <w:rsid w:val="00B94B66"/>
    <w:rsid w:val="00B94D2D"/>
    <w:rsid w:val="00B950BE"/>
    <w:rsid w:val="00B95141"/>
    <w:rsid w:val="00B96318"/>
    <w:rsid w:val="00B9704A"/>
    <w:rsid w:val="00B970E7"/>
    <w:rsid w:val="00B972A2"/>
    <w:rsid w:val="00B97755"/>
    <w:rsid w:val="00B97C0A"/>
    <w:rsid w:val="00BA0CC3"/>
    <w:rsid w:val="00BA1482"/>
    <w:rsid w:val="00BA1612"/>
    <w:rsid w:val="00BA1745"/>
    <w:rsid w:val="00BA1784"/>
    <w:rsid w:val="00BA1CD8"/>
    <w:rsid w:val="00BA1EF8"/>
    <w:rsid w:val="00BA3927"/>
    <w:rsid w:val="00BA3F6D"/>
    <w:rsid w:val="00BA40A0"/>
    <w:rsid w:val="00BA46AF"/>
    <w:rsid w:val="00BA4EF6"/>
    <w:rsid w:val="00BA5198"/>
    <w:rsid w:val="00BA5CEA"/>
    <w:rsid w:val="00BA5DA3"/>
    <w:rsid w:val="00BA5DD5"/>
    <w:rsid w:val="00BA60A7"/>
    <w:rsid w:val="00BA7562"/>
    <w:rsid w:val="00BA7CDC"/>
    <w:rsid w:val="00BB0205"/>
    <w:rsid w:val="00BB1B79"/>
    <w:rsid w:val="00BB1D49"/>
    <w:rsid w:val="00BB1E63"/>
    <w:rsid w:val="00BB20B1"/>
    <w:rsid w:val="00BB2A23"/>
    <w:rsid w:val="00BB4601"/>
    <w:rsid w:val="00BB4B6F"/>
    <w:rsid w:val="00BB4E7C"/>
    <w:rsid w:val="00BB549B"/>
    <w:rsid w:val="00BB5DEA"/>
    <w:rsid w:val="00BB5EFF"/>
    <w:rsid w:val="00BB629B"/>
    <w:rsid w:val="00BB687C"/>
    <w:rsid w:val="00BB78A5"/>
    <w:rsid w:val="00BB7AFA"/>
    <w:rsid w:val="00BC1152"/>
    <w:rsid w:val="00BC1649"/>
    <w:rsid w:val="00BC2199"/>
    <w:rsid w:val="00BC2648"/>
    <w:rsid w:val="00BC26C5"/>
    <w:rsid w:val="00BC28AC"/>
    <w:rsid w:val="00BC2A27"/>
    <w:rsid w:val="00BC2B93"/>
    <w:rsid w:val="00BC333C"/>
    <w:rsid w:val="00BC383F"/>
    <w:rsid w:val="00BC39AC"/>
    <w:rsid w:val="00BC3CB6"/>
    <w:rsid w:val="00BC3DE9"/>
    <w:rsid w:val="00BC4C68"/>
    <w:rsid w:val="00BC5E67"/>
    <w:rsid w:val="00BC6116"/>
    <w:rsid w:val="00BC620A"/>
    <w:rsid w:val="00BC62FC"/>
    <w:rsid w:val="00BC6984"/>
    <w:rsid w:val="00BC6AAC"/>
    <w:rsid w:val="00BC6E20"/>
    <w:rsid w:val="00BC7159"/>
    <w:rsid w:val="00BC74CA"/>
    <w:rsid w:val="00BC7C0C"/>
    <w:rsid w:val="00BC7C6B"/>
    <w:rsid w:val="00BD0889"/>
    <w:rsid w:val="00BD0942"/>
    <w:rsid w:val="00BD095A"/>
    <w:rsid w:val="00BD15B8"/>
    <w:rsid w:val="00BD18D4"/>
    <w:rsid w:val="00BD2220"/>
    <w:rsid w:val="00BD2447"/>
    <w:rsid w:val="00BD2EC8"/>
    <w:rsid w:val="00BD3F0E"/>
    <w:rsid w:val="00BD3FA8"/>
    <w:rsid w:val="00BD3FB0"/>
    <w:rsid w:val="00BD3FBC"/>
    <w:rsid w:val="00BD414F"/>
    <w:rsid w:val="00BD448F"/>
    <w:rsid w:val="00BD4971"/>
    <w:rsid w:val="00BD4AB4"/>
    <w:rsid w:val="00BD5434"/>
    <w:rsid w:val="00BD578F"/>
    <w:rsid w:val="00BD5817"/>
    <w:rsid w:val="00BD6FCB"/>
    <w:rsid w:val="00BD78E4"/>
    <w:rsid w:val="00BD7E08"/>
    <w:rsid w:val="00BD7E3F"/>
    <w:rsid w:val="00BE077C"/>
    <w:rsid w:val="00BE1406"/>
    <w:rsid w:val="00BE1F10"/>
    <w:rsid w:val="00BE28A9"/>
    <w:rsid w:val="00BE29D5"/>
    <w:rsid w:val="00BE2E91"/>
    <w:rsid w:val="00BE32F2"/>
    <w:rsid w:val="00BE339E"/>
    <w:rsid w:val="00BE36E2"/>
    <w:rsid w:val="00BE37C1"/>
    <w:rsid w:val="00BE38B7"/>
    <w:rsid w:val="00BE3B18"/>
    <w:rsid w:val="00BE3F6C"/>
    <w:rsid w:val="00BE41E0"/>
    <w:rsid w:val="00BE471D"/>
    <w:rsid w:val="00BE494E"/>
    <w:rsid w:val="00BE4F45"/>
    <w:rsid w:val="00BE5E7E"/>
    <w:rsid w:val="00BE5F6B"/>
    <w:rsid w:val="00BE6792"/>
    <w:rsid w:val="00BE6928"/>
    <w:rsid w:val="00BE6975"/>
    <w:rsid w:val="00BE6CFD"/>
    <w:rsid w:val="00BE6F2F"/>
    <w:rsid w:val="00BE70E0"/>
    <w:rsid w:val="00BE752F"/>
    <w:rsid w:val="00BE7C9C"/>
    <w:rsid w:val="00BF0171"/>
    <w:rsid w:val="00BF06F4"/>
    <w:rsid w:val="00BF097F"/>
    <w:rsid w:val="00BF1389"/>
    <w:rsid w:val="00BF1B65"/>
    <w:rsid w:val="00BF1C2F"/>
    <w:rsid w:val="00BF1EA0"/>
    <w:rsid w:val="00BF1F05"/>
    <w:rsid w:val="00BF26F2"/>
    <w:rsid w:val="00BF2885"/>
    <w:rsid w:val="00BF2890"/>
    <w:rsid w:val="00BF2965"/>
    <w:rsid w:val="00BF313B"/>
    <w:rsid w:val="00BF3909"/>
    <w:rsid w:val="00BF3E8A"/>
    <w:rsid w:val="00BF4327"/>
    <w:rsid w:val="00BF44FE"/>
    <w:rsid w:val="00BF4D6F"/>
    <w:rsid w:val="00BF504F"/>
    <w:rsid w:val="00BF5681"/>
    <w:rsid w:val="00BF5E4F"/>
    <w:rsid w:val="00BF6738"/>
    <w:rsid w:val="00BF69D6"/>
    <w:rsid w:val="00BF7534"/>
    <w:rsid w:val="00C005A0"/>
    <w:rsid w:val="00C00CB2"/>
    <w:rsid w:val="00C00D39"/>
    <w:rsid w:val="00C029E1"/>
    <w:rsid w:val="00C02AA5"/>
    <w:rsid w:val="00C02EB3"/>
    <w:rsid w:val="00C0399F"/>
    <w:rsid w:val="00C03AE3"/>
    <w:rsid w:val="00C0571B"/>
    <w:rsid w:val="00C057C2"/>
    <w:rsid w:val="00C06589"/>
    <w:rsid w:val="00C06B40"/>
    <w:rsid w:val="00C06D67"/>
    <w:rsid w:val="00C0700F"/>
    <w:rsid w:val="00C1016D"/>
    <w:rsid w:val="00C10630"/>
    <w:rsid w:val="00C10DEF"/>
    <w:rsid w:val="00C11DEA"/>
    <w:rsid w:val="00C12962"/>
    <w:rsid w:val="00C12E3C"/>
    <w:rsid w:val="00C12FF3"/>
    <w:rsid w:val="00C13087"/>
    <w:rsid w:val="00C13CB5"/>
    <w:rsid w:val="00C13D51"/>
    <w:rsid w:val="00C143E3"/>
    <w:rsid w:val="00C146E4"/>
    <w:rsid w:val="00C149FA"/>
    <w:rsid w:val="00C14C38"/>
    <w:rsid w:val="00C14D80"/>
    <w:rsid w:val="00C1536F"/>
    <w:rsid w:val="00C15B14"/>
    <w:rsid w:val="00C15CA2"/>
    <w:rsid w:val="00C15E9B"/>
    <w:rsid w:val="00C1658C"/>
    <w:rsid w:val="00C168F5"/>
    <w:rsid w:val="00C1699F"/>
    <w:rsid w:val="00C16C21"/>
    <w:rsid w:val="00C1791C"/>
    <w:rsid w:val="00C17B29"/>
    <w:rsid w:val="00C17CAF"/>
    <w:rsid w:val="00C17CC1"/>
    <w:rsid w:val="00C22754"/>
    <w:rsid w:val="00C22AB8"/>
    <w:rsid w:val="00C22CE6"/>
    <w:rsid w:val="00C23734"/>
    <w:rsid w:val="00C23B20"/>
    <w:rsid w:val="00C2405A"/>
    <w:rsid w:val="00C24537"/>
    <w:rsid w:val="00C2459E"/>
    <w:rsid w:val="00C249C9"/>
    <w:rsid w:val="00C24EC3"/>
    <w:rsid w:val="00C25190"/>
    <w:rsid w:val="00C251B8"/>
    <w:rsid w:val="00C25789"/>
    <w:rsid w:val="00C25B21"/>
    <w:rsid w:val="00C26D82"/>
    <w:rsid w:val="00C271DD"/>
    <w:rsid w:val="00C271E9"/>
    <w:rsid w:val="00C27B06"/>
    <w:rsid w:val="00C30173"/>
    <w:rsid w:val="00C30270"/>
    <w:rsid w:val="00C3076D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4D3"/>
    <w:rsid w:val="00C34550"/>
    <w:rsid w:val="00C349F5"/>
    <w:rsid w:val="00C3543E"/>
    <w:rsid w:val="00C358D7"/>
    <w:rsid w:val="00C35A8F"/>
    <w:rsid w:val="00C36032"/>
    <w:rsid w:val="00C360CD"/>
    <w:rsid w:val="00C36B9D"/>
    <w:rsid w:val="00C3779B"/>
    <w:rsid w:val="00C3793E"/>
    <w:rsid w:val="00C408F5"/>
    <w:rsid w:val="00C42914"/>
    <w:rsid w:val="00C42F06"/>
    <w:rsid w:val="00C43A09"/>
    <w:rsid w:val="00C44470"/>
    <w:rsid w:val="00C446C8"/>
    <w:rsid w:val="00C44CFC"/>
    <w:rsid w:val="00C4521E"/>
    <w:rsid w:val="00C4538D"/>
    <w:rsid w:val="00C4541D"/>
    <w:rsid w:val="00C45B06"/>
    <w:rsid w:val="00C45BA9"/>
    <w:rsid w:val="00C4632D"/>
    <w:rsid w:val="00C4675E"/>
    <w:rsid w:val="00C467B5"/>
    <w:rsid w:val="00C46E00"/>
    <w:rsid w:val="00C46FE8"/>
    <w:rsid w:val="00C47BA9"/>
    <w:rsid w:val="00C47D17"/>
    <w:rsid w:val="00C50249"/>
    <w:rsid w:val="00C50A70"/>
    <w:rsid w:val="00C51098"/>
    <w:rsid w:val="00C51151"/>
    <w:rsid w:val="00C512A5"/>
    <w:rsid w:val="00C5130B"/>
    <w:rsid w:val="00C525F8"/>
    <w:rsid w:val="00C52C37"/>
    <w:rsid w:val="00C52C82"/>
    <w:rsid w:val="00C52C88"/>
    <w:rsid w:val="00C52ED5"/>
    <w:rsid w:val="00C54035"/>
    <w:rsid w:val="00C5447C"/>
    <w:rsid w:val="00C54B43"/>
    <w:rsid w:val="00C54F9B"/>
    <w:rsid w:val="00C5511E"/>
    <w:rsid w:val="00C55336"/>
    <w:rsid w:val="00C557B4"/>
    <w:rsid w:val="00C56244"/>
    <w:rsid w:val="00C56996"/>
    <w:rsid w:val="00C56D42"/>
    <w:rsid w:val="00C57149"/>
    <w:rsid w:val="00C572A7"/>
    <w:rsid w:val="00C577EE"/>
    <w:rsid w:val="00C608E5"/>
    <w:rsid w:val="00C613B5"/>
    <w:rsid w:val="00C6142E"/>
    <w:rsid w:val="00C618E7"/>
    <w:rsid w:val="00C62442"/>
    <w:rsid w:val="00C6262E"/>
    <w:rsid w:val="00C62C25"/>
    <w:rsid w:val="00C62E54"/>
    <w:rsid w:val="00C631A9"/>
    <w:rsid w:val="00C63AB2"/>
    <w:rsid w:val="00C6482C"/>
    <w:rsid w:val="00C6517F"/>
    <w:rsid w:val="00C65C2F"/>
    <w:rsid w:val="00C662F8"/>
    <w:rsid w:val="00C717EB"/>
    <w:rsid w:val="00C71956"/>
    <w:rsid w:val="00C71AF4"/>
    <w:rsid w:val="00C72625"/>
    <w:rsid w:val="00C72DE9"/>
    <w:rsid w:val="00C74D37"/>
    <w:rsid w:val="00C75A5B"/>
    <w:rsid w:val="00C76CDE"/>
    <w:rsid w:val="00C76CE7"/>
    <w:rsid w:val="00C770EE"/>
    <w:rsid w:val="00C778B0"/>
    <w:rsid w:val="00C80845"/>
    <w:rsid w:val="00C811E8"/>
    <w:rsid w:val="00C813F7"/>
    <w:rsid w:val="00C81D87"/>
    <w:rsid w:val="00C81FE3"/>
    <w:rsid w:val="00C82430"/>
    <w:rsid w:val="00C829C8"/>
    <w:rsid w:val="00C829F1"/>
    <w:rsid w:val="00C830CF"/>
    <w:rsid w:val="00C83E4A"/>
    <w:rsid w:val="00C849EE"/>
    <w:rsid w:val="00C858FE"/>
    <w:rsid w:val="00C85F10"/>
    <w:rsid w:val="00C85F9F"/>
    <w:rsid w:val="00C8646A"/>
    <w:rsid w:val="00C865E0"/>
    <w:rsid w:val="00C86B60"/>
    <w:rsid w:val="00C86DAB"/>
    <w:rsid w:val="00C8743D"/>
    <w:rsid w:val="00C87D36"/>
    <w:rsid w:val="00C87DD5"/>
    <w:rsid w:val="00C90060"/>
    <w:rsid w:val="00C90ECE"/>
    <w:rsid w:val="00C92F9A"/>
    <w:rsid w:val="00C9344C"/>
    <w:rsid w:val="00C937DC"/>
    <w:rsid w:val="00C93B41"/>
    <w:rsid w:val="00C941CE"/>
    <w:rsid w:val="00C9510A"/>
    <w:rsid w:val="00C955C0"/>
    <w:rsid w:val="00C96EAA"/>
    <w:rsid w:val="00CA0044"/>
    <w:rsid w:val="00CA0163"/>
    <w:rsid w:val="00CA06E3"/>
    <w:rsid w:val="00CA0D01"/>
    <w:rsid w:val="00CA113C"/>
    <w:rsid w:val="00CA1149"/>
    <w:rsid w:val="00CA12FD"/>
    <w:rsid w:val="00CA1432"/>
    <w:rsid w:val="00CA1875"/>
    <w:rsid w:val="00CA1C0D"/>
    <w:rsid w:val="00CA1F47"/>
    <w:rsid w:val="00CA23D9"/>
    <w:rsid w:val="00CA24B8"/>
    <w:rsid w:val="00CA3257"/>
    <w:rsid w:val="00CA36A6"/>
    <w:rsid w:val="00CA3EF3"/>
    <w:rsid w:val="00CA422A"/>
    <w:rsid w:val="00CA4E7A"/>
    <w:rsid w:val="00CA5816"/>
    <w:rsid w:val="00CA5D22"/>
    <w:rsid w:val="00CA5EDD"/>
    <w:rsid w:val="00CA633A"/>
    <w:rsid w:val="00CA649C"/>
    <w:rsid w:val="00CA7925"/>
    <w:rsid w:val="00CA7F87"/>
    <w:rsid w:val="00CB16C4"/>
    <w:rsid w:val="00CB17C9"/>
    <w:rsid w:val="00CB1996"/>
    <w:rsid w:val="00CB2643"/>
    <w:rsid w:val="00CB2CEE"/>
    <w:rsid w:val="00CB30E7"/>
    <w:rsid w:val="00CB36D6"/>
    <w:rsid w:val="00CB376E"/>
    <w:rsid w:val="00CB3DA0"/>
    <w:rsid w:val="00CB3FD2"/>
    <w:rsid w:val="00CB4B91"/>
    <w:rsid w:val="00CB5A52"/>
    <w:rsid w:val="00CB5BDF"/>
    <w:rsid w:val="00CB61F1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30C1"/>
    <w:rsid w:val="00CC3293"/>
    <w:rsid w:val="00CC3414"/>
    <w:rsid w:val="00CC34D6"/>
    <w:rsid w:val="00CC5DAB"/>
    <w:rsid w:val="00CC6456"/>
    <w:rsid w:val="00CC67A1"/>
    <w:rsid w:val="00CC6EFC"/>
    <w:rsid w:val="00CC6F56"/>
    <w:rsid w:val="00CC7455"/>
    <w:rsid w:val="00CD07FB"/>
    <w:rsid w:val="00CD0BE4"/>
    <w:rsid w:val="00CD1929"/>
    <w:rsid w:val="00CD2B69"/>
    <w:rsid w:val="00CD2BCC"/>
    <w:rsid w:val="00CD2FDE"/>
    <w:rsid w:val="00CD3078"/>
    <w:rsid w:val="00CD3A8F"/>
    <w:rsid w:val="00CD49CF"/>
    <w:rsid w:val="00CD5460"/>
    <w:rsid w:val="00CD5CF4"/>
    <w:rsid w:val="00CD60A5"/>
    <w:rsid w:val="00CD6734"/>
    <w:rsid w:val="00CD6D4A"/>
    <w:rsid w:val="00CD7D05"/>
    <w:rsid w:val="00CE0F04"/>
    <w:rsid w:val="00CE19FE"/>
    <w:rsid w:val="00CE1DA0"/>
    <w:rsid w:val="00CE1DB7"/>
    <w:rsid w:val="00CE20E8"/>
    <w:rsid w:val="00CE30F7"/>
    <w:rsid w:val="00CE3713"/>
    <w:rsid w:val="00CE3D6B"/>
    <w:rsid w:val="00CE3E06"/>
    <w:rsid w:val="00CE4191"/>
    <w:rsid w:val="00CE4B77"/>
    <w:rsid w:val="00CE5025"/>
    <w:rsid w:val="00CE5062"/>
    <w:rsid w:val="00CE5360"/>
    <w:rsid w:val="00CE5D0B"/>
    <w:rsid w:val="00CE6585"/>
    <w:rsid w:val="00CE683D"/>
    <w:rsid w:val="00CE6C13"/>
    <w:rsid w:val="00CE7D90"/>
    <w:rsid w:val="00CF1129"/>
    <w:rsid w:val="00CF11A0"/>
    <w:rsid w:val="00CF14A7"/>
    <w:rsid w:val="00CF1EA5"/>
    <w:rsid w:val="00CF2211"/>
    <w:rsid w:val="00CF27BA"/>
    <w:rsid w:val="00CF287D"/>
    <w:rsid w:val="00CF2A5A"/>
    <w:rsid w:val="00CF35E2"/>
    <w:rsid w:val="00CF36F4"/>
    <w:rsid w:val="00CF4272"/>
    <w:rsid w:val="00CF427A"/>
    <w:rsid w:val="00CF543E"/>
    <w:rsid w:val="00CF547B"/>
    <w:rsid w:val="00CF5DB4"/>
    <w:rsid w:val="00CF63F7"/>
    <w:rsid w:val="00CF650B"/>
    <w:rsid w:val="00CF6790"/>
    <w:rsid w:val="00CF6C1E"/>
    <w:rsid w:val="00D007B1"/>
    <w:rsid w:val="00D00CA3"/>
    <w:rsid w:val="00D01E68"/>
    <w:rsid w:val="00D02227"/>
    <w:rsid w:val="00D02314"/>
    <w:rsid w:val="00D028FE"/>
    <w:rsid w:val="00D02F6D"/>
    <w:rsid w:val="00D03135"/>
    <w:rsid w:val="00D03AC1"/>
    <w:rsid w:val="00D040F2"/>
    <w:rsid w:val="00D04565"/>
    <w:rsid w:val="00D0464B"/>
    <w:rsid w:val="00D04BA8"/>
    <w:rsid w:val="00D04F63"/>
    <w:rsid w:val="00D0500C"/>
    <w:rsid w:val="00D072CB"/>
    <w:rsid w:val="00D07F73"/>
    <w:rsid w:val="00D10F62"/>
    <w:rsid w:val="00D11130"/>
    <w:rsid w:val="00D11166"/>
    <w:rsid w:val="00D11BC8"/>
    <w:rsid w:val="00D11FBE"/>
    <w:rsid w:val="00D1226A"/>
    <w:rsid w:val="00D12847"/>
    <w:rsid w:val="00D12F31"/>
    <w:rsid w:val="00D13237"/>
    <w:rsid w:val="00D1367E"/>
    <w:rsid w:val="00D146BA"/>
    <w:rsid w:val="00D150C1"/>
    <w:rsid w:val="00D158D8"/>
    <w:rsid w:val="00D158E7"/>
    <w:rsid w:val="00D15B77"/>
    <w:rsid w:val="00D1619E"/>
    <w:rsid w:val="00D1672F"/>
    <w:rsid w:val="00D1676B"/>
    <w:rsid w:val="00D16B9C"/>
    <w:rsid w:val="00D172B8"/>
    <w:rsid w:val="00D17677"/>
    <w:rsid w:val="00D20291"/>
    <w:rsid w:val="00D20E16"/>
    <w:rsid w:val="00D212F0"/>
    <w:rsid w:val="00D21F74"/>
    <w:rsid w:val="00D22056"/>
    <w:rsid w:val="00D22581"/>
    <w:rsid w:val="00D227D9"/>
    <w:rsid w:val="00D23A5F"/>
    <w:rsid w:val="00D24349"/>
    <w:rsid w:val="00D2475A"/>
    <w:rsid w:val="00D25412"/>
    <w:rsid w:val="00D255CB"/>
    <w:rsid w:val="00D25D6B"/>
    <w:rsid w:val="00D26266"/>
    <w:rsid w:val="00D264E7"/>
    <w:rsid w:val="00D27CB2"/>
    <w:rsid w:val="00D30660"/>
    <w:rsid w:val="00D30969"/>
    <w:rsid w:val="00D30F24"/>
    <w:rsid w:val="00D310FC"/>
    <w:rsid w:val="00D31990"/>
    <w:rsid w:val="00D31F41"/>
    <w:rsid w:val="00D33E48"/>
    <w:rsid w:val="00D34208"/>
    <w:rsid w:val="00D35D95"/>
    <w:rsid w:val="00D36DB8"/>
    <w:rsid w:val="00D37E60"/>
    <w:rsid w:val="00D40391"/>
    <w:rsid w:val="00D40607"/>
    <w:rsid w:val="00D42155"/>
    <w:rsid w:val="00D426BE"/>
    <w:rsid w:val="00D42760"/>
    <w:rsid w:val="00D428C9"/>
    <w:rsid w:val="00D42A91"/>
    <w:rsid w:val="00D43832"/>
    <w:rsid w:val="00D43D02"/>
    <w:rsid w:val="00D43FF1"/>
    <w:rsid w:val="00D44083"/>
    <w:rsid w:val="00D440B1"/>
    <w:rsid w:val="00D45338"/>
    <w:rsid w:val="00D45519"/>
    <w:rsid w:val="00D45F4B"/>
    <w:rsid w:val="00D463B8"/>
    <w:rsid w:val="00D46C56"/>
    <w:rsid w:val="00D477AB"/>
    <w:rsid w:val="00D479F6"/>
    <w:rsid w:val="00D47A5D"/>
    <w:rsid w:val="00D51335"/>
    <w:rsid w:val="00D52647"/>
    <w:rsid w:val="00D52A6E"/>
    <w:rsid w:val="00D53122"/>
    <w:rsid w:val="00D53CF0"/>
    <w:rsid w:val="00D54355"/>
    <w:rsid w:val="00D549C5"/>
    <w:rsid w:val="00D54B34"/>
    <w:rsid w:val="00D54DCE"/>
    <w:rsid w:val="00D5539F"/>
    <w:rsid w:val="00D56453"/>
    <w:rsid w:val="00D564EE"/>
    <w:rsid w:val="00D56558"/>
    <w:rsid w:val="00D56F1F"/>
    <w:rsid w:val="00D57CFA"/>
    <w:rsid w:val="00D57ED0"/>
    <w:rsid w:val="00D60541"/>
    <w:rsid w:val="00D610E5"/>
    <w:rsid w:val="00D618DE"/>
    <w:rsid w:val="00D61A1A"/>
    <w:rsid w:val="00D61B26"/>
    <w:rsid w:val="00D61EFB"/>
    <w:rsid w:val="00D620E0"/>
    <w:rsid w:val="00D62308"/>
    <w:rsid w:val="00D62E2B"/>
    <w:rsid w:val="00D63A27"/>
    <w:rsid w:val="00D63A82"/>
    <w:rsid w:val="00D640D2"/>
    <w:rsid w:val="00D6443F"/>
    <w:rsid w:val="00D65DDF"/>
    <w:rsid w:val="00D6607B"/>
    <w:rsid w:val="00D672E4"/>
    <w:rsid w:val="00D674D0"/>
    <w:rsid w:val="00D67DEC"/>
    <w:rsid w:val="00D70933"/>
    <w:rsid w:val="00D714AC"/>
    <w:rsid w:val="00D71D77"/>
    <w:rsid w:val="00D722D0"/>
    <w:rsid w:val="00D72D75"/>
    <w:rsid w:val="00D73971"/>
    <w:rsid w:val="00D7475E"/>
    <w:rsid w:val="00D747E0"/>
    <w:rsid w:val="00D751E7"/>
    <w:rsid w:val="00D75A35"/>
    <w:rsid w:val="00D7684C"/>
    <w:rsid w:val="00D7693F"/>
    <w:rsid w:val="00D76D75"/>
    <w:rsid w:val="00D770B2"/>
    <w:rsid w:val="00D77268"/>
    <w:rsid w:val="00D7735D"/>
    <w:rsid w:val="00D809E2"/>
    <w:rsid w:val="00D81359"/>
    <w:rsid w:val="00D82079"/>
    <w:rsid w:val="00D837F9"/>
    <w:rsid w:val="00D83B17"/>
    <w:rsid w:val="00D83F27"/>
    <w:rsid w:val="00D84B40"/>
    <w:rsid w:val="00D84F78"/>
    <w:rsid w:val="00D853ED"/>
    <w:rsid w:val="00D859CE"/>
    <w:rsid w:val="00D8669C"/>
    <w:rsid w:val="00D9148A"/>
    <w:rsid w:val="00D91561"/>
    <w:rsid w:val="00D91DBE"/>
    <w:rsid w:val="00D922B3"/>
    <w:rsid w:val="00D9270B"/>
    <w:rsid w:val="00D92BE5"/>
    <w:rsid w:val="00D92D1D"/>
    <w:rsid w:val="00D934A2"/>
    <w:rsid w:val="00D93733"/>
    <w:rsid w:val="00D93829"/>
    <w:rsid w:val="00D93902"/>
    <w:rsid w:val="00D93D77"/>
    <w:rsid w:val="00D946B0"/>
    <w:rsid w:val="00D95AE2"/>
    <w:rsid w:val="00D95E99"/>
    <w:rsid w:val="00D9632C"/>
    <w:rsid w:val="00D96648"/>
    <w:rsid w:val="00D9681E"/>
    <w:rsid w:val="00D9763A"/>
    <w:rsid w:val="00D97E26"/>
    <w:rsid w:val="00DA0875"/>
    <w:rsid w:val="00DA0AEE"/>
    <w:rsid w:val="00DA11A6"/>
    <w:rsid w:val="00DA3DD2"/>
    <w:rsid w:val="00DA3F7D"/>
    <w:rsid w:val="00DA4226"/>
    <w:rsid w:val="00DA478A"/>
    <w:rsid w:val="00DA4B49"/>
    <w:rsid w:val="00DA5307"/>
    <w:rsid w:val="00DA55ED"/>
    <w:rsid w:val="00DA58CE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48C"/>
    <w:rsid w:val="00DB14D3"/>
    <w:rsid w:val="00DB2D8D"/>
    <w:rsid w:val="00DB3458"/>
    <w:rsid w:val="00DB3817"/>
    <w:rsid w:val="00DB3E39"/>
    <w:rsid w:val="00DB40E5"/>
    <w:rsid w:val="00DB41D8"/>
    <w:rsid w:val="00DB4222"/>
    <w:rsid w:val="00DB4D20"/>
    <w:rsid w:val="00DB4F41"/>
    <w:rsid w:val="00DB5BD8"/>
    <w:rsid w:val="00DB5C65"/>
    <w:rsid w:val="00DB6516"/>
    <w:rsid w:val="00DB676C"/>
    <w:rsid w:val="00DB6D1B"/>
    <w:rsid w:val="00DB7278"/>
    <w:rsid w:val="00DB77C9"/>
    <w:rsid w:val="00DB7A05"/>
    <w:rsid w:val="00DC025C"/>
    <w:rsid w:val="00DC0405"/>
    <w:rsid w:val="00DC09D8"/>
    <w:rsid w:val="00DC0A0C"/>
    <w:rsid w:val="00DC1480"/>
    <w:rsid w:val="00DC214F"/>
    <w:rsid w:val="00DC24C2"/>
    <w:rsid w:val="00DC274E"/>
    <w:rsid w:val="00DC290B"/>
    <w:rsid w:val="00DC29B6"/>
    <w:rsid w:val="00DC4154"/>
    <w:rsid w:val="00DC43CF"/>
    <w:rsid w:val="00DC48C3"/>
    <w:rsid w:val="00DC4C18"/>
    <w:rsid w:val="00DC5153"/>
    <w:rsid w:val="00DC5E62"/>
    <w:rsid w:val="00DC6252"/>
    <w:rsid w:val="00DC652C"/>
    <w:rsid w:val="00DC683C"/>
    <w:rsid w:val="00DC6BAA"/>
    <w:rsid w:val="00DC6DD5"/>
    <w:rsid w:val="00DC7A61"/>
    <w:rsid w:val="00DC7F27"/>
    <w:rsid w:val="00DD054B"/>
    <w:rsid w:val="00DD16F8"/>
    <w:rsid w:val="00DD1A0E"/>
    <w:rsid w:val="00DD20E5"/>
    <w:rsid w:val="00DD264B"/>
    <w:rsid w:val="00DD2ECF"/>
    <w:rsid w:val="00DD3107"/>
    <w:rsid w:val="00DD337D"/>
    <w:rsid w:val="00DD3ADF"/>
    <w:rsid w:val="00DD3D36"/>
    <w:rsid w:val="00DD3E61"/>
    <w:rsid w:val="00DD40E0"/>
    <w:rsid w:val="00DD509E"/>
    <w:rsid w:val="00DD5521"/>
    <w:rsid w:val="00DD58E2"/>
    <w:rsid w:val="00DD5982"/>
    <w:rsid w:val="00DD5B16"/>
    <w:rsid w:val="00DD6260"/>
    <w:rsid w:val="00DD67B2"/>
    <w:rsid w:val="00DD79B6"/>
    <w:rsid w:val="00DD7ABC"/>
    <w:rsid w:val="00DD7C82"/>
    <w:rsid w:val="00DE04A5"/>
    <w:rsid w:val="00DE138A"/>
    <w:rsid w:val="00DE230A"/>
    <w:rsid w:val="00DE3062"/>
    <w:rsid w:val="00DE4715"/>
    <w:rsid w:val="00DE48F2"/>
    <w:rsid w:val="00DE4A4A"/>
    <w:rsid w:val="00DE5184"/>
    <w:rsid w:val="00DE55D0"/>
    <w:rsid w:val="00DE58E1"/>
    <w:rsid w:val="00DE5FBC"/>
    <w:rsid w:val="00DE6EE4"/>
    <w:rsid w:val="00DE6F9F"/>
    <w:rsid w:val="00DE78B8"/>
    <w:rsid w:val="00DE7B37"/>
    <w:rsid w:val="00DE7BEA"/>
    <w:rsid w:val="00DE7E6F"/>
    <w:rsid w:val="00DF0083"/>
    <w:rsid w:val="00DF0346"/>
    <w:rsid w:val="00DF03CD"/>
    <w:rsid w:val="00DF15DF"/>
    <w:rsid w:val="00DF165F"/>
    <w:rsid w:val="00DF3043"/>
    <w:rsid w:val="00DF47CC"/>
    <w:rsid w:val="00DF4827"/>
    <w:rsid w:val="00DF4921"/>
    <w:rsid w:val="00DF4B64"/>
    <w:rsid w:val="00DF5C10"/>
    <w:rsid w:val="00DF6109"/>
    <w:rsid w:val="00DF65FF"/>
    <w:rsid w:val="00DF6868"/>
    <w:rsid w:val="00E01219"/>
    <w:rsid w:val="00E01725"/>
    <w:rsid w:val="00E024CA"/>
    <w:rsid w:val="00E0293A"/>
    <w:rsid w:val="00E02DAB"/>
    <w:rsid w:val="00E03209"/>
    <w:rsid w:val="00E034DD"/>
    <w:rsid w:val="00E037A5"/>
    <w:rsid w:val="00E0390F"/>
    <w:rsid w:val="00E03B9D"/>
    <w:rsid w:val="00E0431E"/>
    <w:rsid w:val="00E043D1"/>
    <w:rsid w:val="00E04EBE"/>
    <w:rsid w:val="00E05150"/>
    <w:rsid w:val="00E05449"/>
    <w:rsid w:val="00E05491"/>
    <w:rsid w:val="00E06C52"/>
    <w:rsid w:val="00E07D3C"/>
    <w:rsid w:val="00E102D9"/>
    <w:rsid w:val="00E1125C"/>
    <w:rsid w:val="00E120AD"/>
    <w:rsid w:val="00E137D7"/>
    <w:rsid w:val="00E13D61"/>
    <w:rsid w:val="00E147C8"/>
    <w:rsid w:val="00E14BDF"/>
    <w:rsid w:val="00E14CDA"/>
    <w:rsid w:val="00E15B37"/>
    <w:rsid w:val="00E16076"/>
    <w:rsid w:val="00E1686E"/>
    <w:rsid w:val="00E16D95"/>
    <w:rsid w:val="00E171B5"/>
    <w:rsid w:val="00E17606"/>
    <w:rsid w:val="00E17730"/>
    <w:rsid w:val="00E17F4D"/>
    <w:rsid w:val="00E20603"/>
    <w:rsid w:val="00E20E1C"/>
    <w:rsid w:val="00E21517"/>
    <w:rsid w:val="00E23555"/>
    <w:rsid w:val="00E23788"/>
    <w:rsid w:val="00E240BA"/>
    <w:rsid w:val="00E244E4"/>
    <w:rsid w:val="00E24BC5"/>
    <w:rsid w:val="00E2521A"/>
    <w:rsid w:val="00E2527B"/>
    <w:rsid w:val="00E25552"/>
    <w:rsid w:val="00E256FD"/>
    <w:rsid w:val="00E25C1B"/>
    <w:rsid w:val="00E26212"/>
    <w:rsid w:val="00E27212"/>
    <w:rsid w:val="00E27396"/>
    <w:rsid w:val="00E2758E"/>
    <w:rsid w:val="00E27E9F"/>
    <w:rsid w:val="00E30270"/>
    <w:rsid w:val="00E30352"/>
    <w:rsid w:val="00E307C7"/>
    <w:rsid w:val="00E30CE6"/>
    <w:rsid w:val="00E310F1"/>
    <w:rsid w:val="00E31C55"/>
    <w:rsid w:val="00E32A1A"/>
    <w:rsid w:val="00E32BD3"/>
    <w:rsid w:val="00E33636"/>
    <w:rsid w:val="00E34B1B"/>
    <w:rsid w:val="00E35C86"/>
    <w:rsid w:val="00E36469"/>
    <w:rsid w:val="00E365A3"/>
    <w:rsid w:val="00E37E72"/>
    <w:rsid w:val="00E40324"/>
    <w:rsid w:val="00E40380"/>
    <w:rsid w:val="00E40451"/>
    <w:rsid w:val="00E408C1"/>
    <w:rsid w:val="00E40D97"/>
    <w:rsid w:val="00E40F4E"/>
    <w:rsid w:val="00E41A2B"/>
    <w:rsid w:val="00E41FB1"/>
    <w:rsid w:val="00E423D0"/>
    <w:rsid w:val="00E42672"/>
    <w:rsid w:val="00E43107"/>
    <w:rsid w:val="00E4397C"/>
    <w:rsid w:val="00E43E84"/>
    <w:rsid w:val="00E4446A"/>
    <w:rsid w:val="00E4448F"/>
    <w:rsid w:val="00E459B2"/>
    <w:rsid w:val="00E46060"/>
    <w:rsid w:val="00E46157"/>
    <w:rsid w:val="00E466BA"/>
    <w:rsid w:val="00E46B99"/>
    <w:rsid w:val="00E46C0B"/>
    <w:rsid w:val="00E46C84"/>
    <w:rsid w:val="00E479AD"/>
    <w:rsid w:val="00E47A89"/>
    <w:rsid w:val="00E5050A"/>
    <w:rsid w:val="00E51453"/>
    <w:rsid w:val="00E51F5A"/>
    <w:rsid w:val="00E523CF"/>
    <w:rsid w:val="00E524DB"/>
    <w:rsid w:val="00E532FF"/>
    <w:rsid w:val="00E53600"/>
    <w:rsid w:val="00E53F0E"/>
    <w:rsid w:val="00E54B8F"/>
    <w:rsid w:val="00E552D6"/>
    <w:rsid w:val="00E553EA"/>
    <w:rsid w:val="00E556DC"/>
    <w:rsid w:val="00E5602F"/>
    <w:rsid w:val="00E56374"/>
    <w:rsid w:val="00E5668C"/>
    <w:rsid w:val="00E578B1"/>
    <w:rsid w:val="00E57E91"/>
    <w:rsid w:val="00E606E3"/>
    <w:rsid w:val="00E60CAA"/>
    <w:rsid w:val="00E60CBF"/>
    <w:rsid w:val="00E6149B"/>
    <w:rsid w:val="00E61A1F"/>
    <w:rsid w:val="00E61B3D"/>
    <w:rsid w:val="00E620D2"/>
    <w:rsid w:val="00E629D5"/>
    <w:rsid w:val="00E62D7C"/>
    <w:rsid w:val="00E62FFD"/>
    <w:rsid w:val="00E63133"/>
    <w:rsid w:val="00E636B1"/>
    <w:rsid w:val="00E63CD2"/>
    <w:rsid w:val="00E63D96"/>
    <w:rsid w:val="00E6453D"/>
    <w:rsid w:val="00E6487E"/>
    <w:rsid w:val="00E64A89"/>
    <w:rsid w:val="00E65B5F"/>
    <w:rsid w:val="00E65E03"/>
    <w:rsid w:val="00E66714"/>
    <w:rsid w:val="00E668F4"/>
    <w:rsid w:val="00E66B9F"/>
    <w:rsid w:val="00E66D3B"/>
    <w:rsid w:val="00E7178B"/>
    <w:rsid w:val="00E71C3E"/>
    <w:rsid w:val="00E720FB"/>
    <w:rsid w:val="00E72E8F"/>
    <w:rsid w:val="00E73E5D"/>
    <w:rsid w:val="00E74906"/>
    <w:rsid w:val="00E74F44"/>
    <w:rsid w:val="00E75087"/>
    <w:rsid w:val="00E75FC5"/>
    <w:rsid w:val="00E769A9"/>
    <w:rsid w:val="00E76FC0"/>
    <w:rsid w:val="00E76FF3"/>
    <w:rsid w:val="00E77147"/>
    <w:rsid w:val="00E77E7B"/>
    <w:rsid w:val="00E80110"/>
    <w:rsid w:val="00E801CE"/>
    <w:rsid w:val="00E8080A"/>
    <w:rsid w:val="00E80AC7"/>
    <w:rsid w:val="00E817B0"/>
    <w:rsid w:val="00E8256F"/>
    <w:rsid w:val="00E82979"/>
    <w:rsid w:val="00E83057"/>
    <w:rsid w:val="00E8389D"/>
    <w:rsid w:val="00E84260"/>
    <w:rsid w:val="00E84B50"/>
    <w:rsid w:val="00E85691"/>
    <w:rsid w:val="00E85952"/>
    <w:rsid w:val="00E865F7"/>
    <w:rsid w:val="00E86959"/>
    <w:rsid w:val="00E8735A"/>
    <w:rsid w:val="00E873CD"/>
    <w:rsid w:val="00E873F3"/>
    <w:rsid w:val="00E877B6"/>
    <w:rsid w:val="00E905D6"/>
    <w:rsid w:val="00E91915"/>
    <w:rsid w:val="00E91C1F"/>
    <w:rsid w:val="00E91DF6"/>
    <w:rsid w:val="00E93672"/>
    <w:rsid w:val="00E93A1D"/>
    <w:rsid w:val="00E94E46"/>
    <w:rsid w:val="00E953CA"/>
    <w:rsid w:val="00E96CA7"/>
    <w:rsid w:val="00E96E3B"/>
    <w:rsid w:val="00E976A1"/>
    <w:rsid w:val="00EA020A"/>
    <w:rsid w:val="00EA1D06"/>
    <w:rsid w:val="00EA1E50"/>
    <w:rsid w:val="00EA24B9"/>
    <w:rsid w:val="00EA27BC"/>
    <w:rsid w:val="00EA3403"/>
    <w:rsid w:val="00EA3B24"/>
    <w:rsid w:val="00EA3D8B"/>
    <w:rsid w:val="00EA6295"/>
    <w:rsid w:val="00EA6A30"/>
    <w:rsid w:val="00EA702B"/>
    <w:rsid w:val="00EA7353"/>
    <w:rsid w:val="00EA764D"/>
    <w:rsid w:val="00EA7A9B"/>
    <w:rsid w:val="00EA7BBD"/>
    <w:rsid w:val="00EB04A6"/>
    <w:rsid w:val="00EB3046"/>
    <w:rsid w:val="00EB3159"/>
    <w:rsid w:val="00EB3441"/>
    <w:rsid w:val="00EB470E"/>
    <w:rsid w:val="00EB5480"/>
    <w:rsid w:val="00EB55E6"/>
    <w:rsid w:val="00EB59A8"/>
    <w:rsid w:val="00EB5D4B"/>
    <w:rsid w:val="00EB64A5"/>
    <w:rsid w:val="00EB6DB4"/>
    <w:rsid w:val="00EC03BC"/>
    <w:rsid w:val="00EC0886"/>
    <w:rsid w:val="00EC1BBB"/>
    <w:rsid w:val="00EC20C1"/>
    <w:rsid w:val="00EC3692"/>
    <w:rsid w:val="00EC3895"/>
    <w:rsid w:val="00EC4097"/>
    <w:rsid w:val="00EC46B5"/>
    <w:rsid w:val="00EC4CA8"/>
    <w:rsid w:val="00EC5141"/>
    <w:rsid w:val="00EC5211"/>
    <w:rsid w:val="00EC5F15"/>
    <w:rsid w:val="00EC70E2"/>
    <w:rsid w:val="00EC79A1"/>
    <w:rsid w:val="00EC7C16"/>
    <w:rsid w:val="00ED0FAD"/>
    <w:rsid w:val="00ED20F7"/>
    <w:rsid w:val="00ED29D9"/>
    <w:rsid w:val="00ED2D40"/>
    <w:rsid w:val="00ED2D6B"/>
    <w:rsid w:val="00ED2D75"/>
    <w:rsid w:val="00ED2E43"/>
    <w:rsid w:val="00ED33F3"/>
    <w:rsid w:val="00ED48E1"/>
    <w:rsid w:val="00ED589E"/>
    <w:rsid w:val="00ED5FF5"/>
    <w:rsid w:val="00ED630A"/>
    <w:rsid w:val="00ED6AFA"/>
    <w:rsid w:val="00ED762B"/>
    <w:rsid w:val="00ED789C"/>
    <w:rsid w:val="00EE0491"/>
    <w:rsid w:val="00EE07A3"/>
    <w:rsid w:val="00EE0E77"/>
    <w:rsid w:val="00EE147E"/>
    <w:rsid w:val="00EE2197"/>
    <w:rsid w:val="00EE24B4"/>
    <w:rsid w:val="00EE26E5"/>
    <w:rsid w:val="00EE2B96"/>
    <w:rsid w:val="00EE2D64"/>
    <w:rsid w:val="00EE2DC6"/>
    <w:rsid w:val="00EE326B"/>
    <w:rsid w:val="00EE3A37"/>
    <w:rsid w:val="00EE3D4B"/>
    <w:rsid w:val="00EE4179"/>
    <w:rsid w:val="00EE4AAB"/>
    <w:rsid w:val="00EE4B15"/>
    <w:rsid w:val="00EE4D72"/>
    <w:rsid w:val="00EE597B"/>
    <w:rsid w:val="00EE5981"/>
    <w:rsid w:val="00EE5D57"/>
    <w:rsid w:val="00EE5E4B"/>
    <w:rsid w:val="00EE61A4"/>
    <w:rsid w:val="00EE626F"/>
    <w:rsid w:val="00EE7CC8"/>
    <w:rsid w:val="00EE7F96"/>
    <w:rsid w:val="00EF08F4"/>
    <w:rsid w:val="00EF1122"/>
    <w:rsid w:val="00EF11FE"/>
    <w:rsid w:val="00EF1663"/>
    <w:rsid w:val="00EF189E"/>
    <w:rsid w:val="00EF18BC"/>
    <w:rsid w:val="00EF1DDE"/>
    <w:rsid w:val="00EF2A26"/>
    <w:rsid w:val="00EF2CBC"/>
    <w:rsid w:val="00EF2ED2"/>
    <w:rsid w:val="00EF31D3"/>
    <w:rsid w:val="00EF3592"/>
    <w:rsid w:val="00EF3AD1"/>
    <w:rsid w:val="00EF3CE4"/>
    <w:rsid w:val="00EF3F9B"/>
    <w:rsid w:val="00EF41C9"/>
    <w:rsid w:val="00EF43F8"/>
    <w:rsid w:val="00EF4477"/>
    <w:rsid w:val="00EF4CD2"/>
    <w:rsid w:val="00EF559C"/>
    <w:rsid w:val="00EF5C75"/>
    <w:rsid w:val="00EF6412"/>
    <w:rsid w:val="00EF67E2"/>
    <w:rsid w:val="00EF70AA"/>
    <w:rsid w:val="00EF7414"/>
    <w:rsid w:val="00EF7425"/>
    <w:rsid w:val="00EF774E"/>
    <w:rsid w:val="00EF7B65"/>
    <w:rsid w:val="00EF7BB6"/>
    <w:rsid w:val="00F00FCD"/>
    <w:rsid w:val="00F011A0"/>
    <w:rsid w:val="00F01445"/>
    <w:rsid w:val="00F01609"/>
    <w:rsid w:val="00F01C7B"/>
    <w:rsid w:val="00F02126"/>
    <w:rsid w:val="00F023B4"/>
    <w:rsid w:val="00F024CE"/>
    <w:rsid w:val="00F02A45"/>
    <w:rsid w:val="00F02BDB"/>
    <w:rsid w:val="00F02DDC"/>
    <w:rsid w:val="00F0382A"/>
    <w:rsid w:val="00F03FAB"/>
    <w:rsid w:val="00F041B2"/>
    <w:rsid w:val="00F0436A"/>
    <w:rsid w:val="00F0446D"/>
    <w:rsid w:val="00F044A9"/>
    <w:rsid w:val="00F05980"/>
    <w:rsid w:val="00F064D4"/>
    <w:rsid w:val="00F067E1"/>
    <w:rsid w:val="00F06FBA"/>
    <w:rsid w:val="00F078EF"/>
    <w:rsid w:val="00F07E07"/>
    <w:rsid w:val="00F07F69"/>
    <w:rsid w:val="00F105CC"/>
    <w:rsid w:val="00F10A01"/>
    <w:rsid w:val="00F11156"/>
    <w:rsid w:val="00F112DA"/>
    <w:rsid w:val="00F113BA"/>
    <w:rsid w:val="00F114CD"/>
    <w:rsid w:val="00F12656"/>
    <w:rsid w:val="00F127CD"/>
    <w:rsid w:val="00F134AD"/>
    <w:rsid w:val="00F1366E"/>
    <w:rsid w:val="00F14CAA"/>
    <w:rsid w:val="00F14D74"/>
    <w:rsid w:val="00F14E2F"/>
    <w:rsid w:val="00F15AF5"/>
    <w:rsid w:val="00F1630C"/>
    <w:rsid w:val="00F16EAF"/>
    <w:rsid w:val="00F17E06"/>
    <w:rsid w:val="00F204EA"/>
    <w:rsid w:val="00F229B4"/>
    <w:rsid w:val="00F231AE"/>
    <w:rsid w:val="00F23EAF"/>
    <w:rsid w:val="00F245D5"/>
    <w:rsid w:val="00F248DB"/>
    <w:rsid w:val="00F256B8"/>
    <w:rsid w:val="00F26CDA"/>
    <w:rsid w:val="00F27511"/>
    <w:rsid w:val="00F31284"/>
    <w:rsid w:val="00F31A1C"/>
    <w:rsid w:val="00F31AB2"/>
    <w:rsid w:val="00F32819"/>
    <w:rsid w:val="00F32A5C"/>
    <w:rsid w:val="00F331DB"/>
    <w:rsid w:val="00F3320E"/>
    <w:rsid w:val="00F337F6"/>
    <w:rsid w:val="00F34B05"/>
    <w:rsid w:val="00F3511A"/>
    <w:rsid w:val="00F35FAA"/>
    <w:rsid w:val="00F36099"/>
    <w:rsid w:val="00F366B4"/>
    <w:rsid w:val="00F3709B"/>
    <w:rsid w:val="00F402BC"/>
    <w:rsid w:val="00F411E5"/>
    <w:rsid w:val="00F41753"/>
    <w:rsid w:val="00F41874"/>
    <w:rsid w:val="00F42D89"/>
    <w:rsid w:val="00F4317A"/>
    <w:rsid w:val="00F435F3"/>
    <w:rsid w:val="00F44008"/>
    <w:rsid w:val="00F44414"/>
    <w:rsid w:val="00F44B61"/>
    <w:rsid w:val="00F44B8A"/>
    <w:rsid w:val="00F44E91"/>
    <w:rsid w:val="00F44F0D"/>
    <w:rsid w:val="00F45089"/>
    <w:rsid w:val="00F450EF"/>
    <w:rsid w:val="00F452E2"/>
    <w:rsid w:val="00F45937"/>
    <w:rsid w:val="00F46ED2"/>
    <w:rsid w:val="00F4774D"/>
    <w:rsid w:val="00F47C39"/>
    <w:rsid w:val="00F51119"/>
    <w:rsid w:val="00F5159F"/>
    <w:rsid w:val="00F517C9"/>
    <w:rsid w:val="00F51BD1"/>
    <w:rsid w:val="00F52DDE"/>
    <w:rsid w:val="00F5308C"/>
    <w:rsid w:val="00F53393"/>
    <w:rsid w:val="00F565B0"/>
    <w:rsid w:val="00F57856"/>
    <w:rsid w:val="00F57A6A"/>
    <w:rsid w:val="00F57C7F"/>
    <w:rsid w:val="00F60675"/>
    <w:rsid w:val="00F6082D"/>
    <w:rsid w:val="00F60D5A"/>
    <w:rsid w:val="00F613AD"/>
    <w:rsid w:val="00F6147F"/>
    <w:rsid w:val="00F614F2"/>
    <w:rsid w:val="00F61A30"/>
    <w:rsid w:val="00F62149"/>
    <w:rsid w:val="00F62E7C"/>
    <w:rsid w:val="00F63134"/>
    <w:rsid w:val="00F63191"/>
    <w:rsid w:val="00F63776"/>
    <w:rsid w:val="00F63C24"/>
    <w:rsid w:val="00F63CF8"/>
    <w:rsid w:val="00F642C1"/>
    <w:rsid w:val="00F6498F"/>
    <w:rsid w:val="00F64D0F"/>
    <w:rsid w:val="00F64F1F"/>
    <w:rsid w:val="00F6504C"/>
    <w:rsid w:val="00F65271"/>
    <w:rsid w:val="00F65B45"/>
    <w:rsid w:val="00F65DB8"/>
    <w:rsid w:val="00F6601A"/>
    <w:rsid w:val="00F66151"/>
    <w:rsid w:val="00F66AE5"/>
    <w:rsid w:val="00F66E87"/>
    <w:rsid w:val="00F671CD"/>
    <w:rsid w:val="00F70291"/>
    <w:rsid w:val="00F70299"/>
    <w:rsid w:val="00F7106D"/>
    <w:rsid w:val="00F71F19"/>
    <w:rsid w:val="00F72374"/>
    <w:rsid w:val="00F72993"/>
    <w:rsid w:val="00F7299F"/>
    <w:rsid w:val="00F72C85"/>
    <w:rsid w:val="00F74079"/>
    <w:rsid w:val="00F745E2"/>
    <w:rsid w:val="00F745E7"/>
    <w:rsid w:val="00F74DC4"/>
    <w:rsid w:val="00F750AC"/>
    <w:rsid w:val="00F755E5"/>
    <w:rsid w:val="00F75915"/>
    <w:rsid w:val="00F75BCB"/>
    <w:rsid w:val="00F75BF4"/>
    <w:rsid w:val="00F76B18"/>
    <w:rsid w:val="00F77B14"/>
    <w:rsid w:val="00F77C4B"/>
    <w:rsid w:val="00F8024F"/>
    <w:rsid w:val="00F8046E"/>
    <w:rsid w:val="00F80625"/>
    <w:rsid w:val="00F816CD"/>
    <w:rsid w:val="00F81CDB"/>
    <w:rsid w:val="00F81FD4"/>
    <w:rsid w:val="00F838C5"/>
    <w:rsid w:val="00F83DD6"/>
    <w:rsid w:val="00F85638"/>
    <w:rsid w:val="00F8732A"/>
    <w:rsid w:val="00F8742A"/>
    <w:rsid w:val="00F87A3C"/>
    <w:rsid w:val="00F87D60"/>
    <w:rsid w:val="00F90452"/>
    <w:rsid w:val="00F905EB"/>
    <w:rsid w:val="00F90665"/>
    <w:rsid w:val="00F90DB2"/>
    <w:rsid w:val="00F90FB5"/>
    <w:rsid w:val="00F92423"/>
    <w:rsid w:val="00F92DA9"/>
    <w:rsid w:val="00F930FE"/>
    <w:rsid w:val="00F93565"/>
    <w:rsid w:val="00F93AB6"/>
    <w:rsid w:val="00F941A3"/>
    <w:rsid w:val="00F94273"/>
    <w:rsid w:val="00F95149"/>
    <w:rsid w:val="00F9515D"/>
    <w:rsid w:val="00F95530"/>
    <w:rsid w:val="00F955AA"/>
    <w:rsid w:val="00F95644"/>
    <w:rsid w:val="00F95777"/>
    <w:rsid w:val="00F95A59"/>
    <w:rsid w:val="00F96F3E"/>
    <w:rsid w:val="00F97287"/>
    <w:rsid w:val="00FA094C"/>
    <w:rsid w:val="00FA13BB"/>
    <w:rsid w:val="00FA3745"/>
    <w:rsid w:val="00FA375E"/>
    <w:rsid w:val="00FA44E6"/>
    <w:rsid w:val="00FA49F3"/>
    <w:rsid w:val="00FA5072"/>
    <w:rsid w:val="00FA5D6C"/>
    <w:rsid w:val="00FA6661"/>
    <w:rsid w:val="00FA6960"/>
    <w:rsid w:val="00FA6C78"/>
    <w:rsid w:val="00FA7ED4"/>
    <w:rsid w:val="00FB08FF"/>
    <w:rsid w:val="00FB1F49"/>
    <w:rsid w:val="00FB2593"/>
    <w:rsid w:val="00FB30FD"/>
    <w:rsid w:val="00FB349F"/>
    <w:rsid w:val="00FB39FB"/>
    <w:rsid w:val="00FB3BE9"/>
    <w:rsid w:val="00FB3F41"/>
    <w:rsid w:val="00FB4D6E"/>
    <w:rsid w:val="00FB4DDF"/>
    <w:rsid w:val="00FB542E"/>
    <w:rsid w:val="00FB5CA6"/>
    <w:rsid w:val="00FB6743"/>
    <w:rsid w:val="00FB7542"/>
    <w:rsid w:val="00FB7584"/>
    <w:rsid w:val="00FC0155"/>
    <w:rsid w:val="00FC0C14"/>
    <w:rsid w:val="00FC1190"/>
    <w:rsid w:val="00FC1D5A"/>
    <w:rsid w:val="00FC2726"/>
    <w:rsid w:val="00FC2B3E"/>
    <w:rsid w:val="00FC2FF2"/>
    <w:rsid w:val="00FC31BE"/>
    <w:rsid w:val="00FC3255"/>
    <w:rsid w:val="00FC35B0"/>
    <w:rsid w:val="00FC3602"/>
    <w:rsid w:val="00FC389D"/>
    <w:rsid w:val="00FC4202"/>
    <w:rsid w:val="00FC45E3"/>
    <w:rsid w:val="00FC4858"/>
    <w:rsid w:val="00FC5718"/>
    <w:rsid w:val="00FC5852"/>
    <w:rsid w:val="00FC65BF"/>
    <w:rsid w:val="00FC6D5A"/>
    <w:rsid w:val="00FC70D6"/>
    <w:rsid w:val="00FC781D"/>
    <w:rsid w:val="00FC78A9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312B"/>
    <w:rsid w:val="00FD3469"/>
    <w:rsid w:val="00FD38A5"/>
    <w:rsid w:val="00FD3B01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E053A"/>
    <w:rsid w:val="00FE0713"/>
    <w:rsid w:val="00FE0B15"/>
    <w:rsid w:val="00FE0E32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41C2"/>
    <w:rsid w:val="00FE44D3"/>
    <w:rsid w:val="00FE4756"/>
    <w:rsid w:val="00FE5027"/>
    <w:rsid w:val="00FE5118"/>
    <w:rsid w:val="00FE549F"/>
    <w:rsid w:val="00FE5506"/>
    <w:rsid w:val="00FE5BAA"/>
    <w:rsid w:val="00FE5BCB"/>
    <w:rsid w:val="00FE64C6"/>
    <w:rsid w:val="00FE6B90"/>
    <w:rsid w:val="00FE7D34"/>
    <w:rsid w:val="00FF0CC7"/>
    <w:rsid w:val="00FF13ED"/>
    <w:rsid w:val="00FF18B5"/>
    <w:rsid w:val="00FF1AE3"/>
    <w:rsid w:val="00FF1B56"/>
    <w:rsid w:val="00FF271A"/>
    <w:rsid w:val="00FF27D8"/>
    <w:rsid w:val="00FF2A04"/>
    <w:rsid w:val="00FF319C"/>
    <w:rsid w:val="00FF3729"/>
    <w:rsid w:val="00FF487E"/>
    <w:rsid w:val="00FF49A2"/>
    <w:rsid w:val="00FF49A3"/>
    <w:rsid w:val="00FF5103"/>
    <w:rsid w:val="00FF5243"/>
    <w:rsid w:val="00FF5420"/>
    <w:rsid w:val="00FF544D"/>
    <w:rsid w:val="00FF64F7"/>
    <w:rsid w:val="00FF74A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95FC83"/>
  <w15:docId w15:val="{6D2BBC89-800D-4D0D-BD86-06190683F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A0E08"/>
    <w:pPr>
      <w:ind w:firstLine="567"/>
      <w:jc w:val="both"/>
    </w:pPr>
    <w:rPr>
      <w:rFonts w:ascii="Arial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0E0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0E0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0E0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0E0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link w:val="1"/>
    <w:rsid w:val="005F4CD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link w:val="2"/>
    <w:rsid w:val="005F4CD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5F4CD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5F4CD7"/>
    <w:rPr>
      <w:rFonts w:ascii="Arial" w:hAnsi="Arial" w:cs="Times New Roman"/>
      <w:b/>
      <w:bCs/>
      <w:sz w:val="26"/>
      <w:szCs w:val="28"/>
    </w:rPr>
  </w:style>
  <w:style w:type="character" w:styleId="a3">
    <w:name w:val="Hyperlink"/>
    <w:rsid w:val="007A0E08"/>
    <w:rPr>
      <w:color w:val="0000FF"/>
      <w:u w:val="non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Body Text"/>
    <w:aliases w:val="Знак1,body text,Основной текст Знак Знак"/>
    <w:basedOn w:val="a"/>
    <w:link w:val="a5"/>
    <w:rsid w:val="00B55C35"/>
    <w:rPr>
      <w:sz w:val="28"/>
      <w:szCs w:val="28"/>
    </w:rPr>
  </w:style>
  <w:style w:type="character" w:customStyle="1" w:styleId="a5">
    <w:name w:val="Основной текст Знак"/>
    <w:aliases w:val="Знак1 Знак,body text Знак,Основной текст Знак Знак Знак"/>
    <w:link w:val="a4"/>
    <w:locked/>
    <w:rsid w:val="00B55C35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</w:pPr>
    <w:rPr>
      <w:rFonts w:cs="Times New Roman"/>
      <w:sz w:val="24"/>
      <w:szCs w:val="24"/>
      <w:lang w:eastAsia="en-US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uiPriority w:val="99"/>
    <w:rsid w:val="001425F6"/>
    <w:rPr>
      <w:rFonts w:cs="Times New Roman"/>
    </w:rPr>
  </w:style>
  <w:style w:type="paragraph" w:styleId="a7">
    <w:name w:val="List Paragraph"/>
    <w:basedOn w:val="a"/>
    <w:uiPriority w:val="34"/>
    <w:qFormat/>
    <w:rsid w:val="00B77173"/>
    <w:pPr>
      <w:ind w:left="720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846E4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 текст1"/>
    <w:basedOn w:val="a"/>
    <w:uiPriority w:val="99"/>
    <w:rsid w:val="005570E0"/>
    <w:rPr>
      <w:sz w:val="28"/>
      <w:szCs w:val="28"/>
    </w:rPr>
  </w:style>
  <w:style w:type="paragraph" w:styleId="a9">
    <w:name w:val="header"/>
    <w:basedOn w:val="a"/>
    <w:link w:val="aa"/>
    <w:uiPriority w:val="99"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footer"/>
    <w:basedOn w:val="a"/>
    <w:link w:val="ac"/>
    <w:uiPriority w:val="99"/>
    <w:semiHidden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table" w:styleId="ad">
    <w:name w:val="Table Grid"/>
    <w:basedOn w:val="a1"/>
    <w:uiPriority w:val="59"/>
    <w:rsid w:val="003A5C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A01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67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0">
    <w:name w:val="Основной текст_"/>
    <w:link w:val="6"/>
    <w:locked/>
    <w:rsid w:val="002367A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f0"/>
    <w:rsid w:val="002367AE"/>
    <w:pPr>
      <w:shd w:val="clear" w:color="auto" w:fill="FFFFFF"/>
      <w:spacing w:line="322" w:lineRule="exact"/>
      <w:ind w:hanging="440"/>
      <w:jc w:val="center"/>
    </w:pPr>
    <w:rPr>
      <w:sz w:val="27"/>
      <w:szCs w:val="27"/>
    </w:rPr>
  </w:style>
  <w:style w:type="character" w:customStyle="1" w:styleId="41">
    <w:name w:val="Основной текст4"/>
    <w:rsid w:val="002367A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 w:eastAsia="x-none"/>
    </w:rPr>
  </w:style>
  <w:style w:type="paragraph" w:customStyle="1" w:styleId="21">
    <w:name w:val="Основной текст2"/>
    <w:basedOn w:val="a"/>
    <w:rsid w:val="002367AE"/>
    <w:pPr>
      <w:shd w:val="clear" w:color="auto" w:fill="FFFFFF"/>
      <w:spacing w:before="660" w:after="60" w:line="269" w:lineRule="exact"/>
      <w:ind w:hanging="240"/>
      <w:jc w:val="center"/>
    </w:pPr>
    <w:rPr>
      <w:rFonts w:ascii="Microsoft Sans Serif" w:hAnsi="Microsoft Sans Serif" w:cs="Microsoft Sans Serif"/>
      <w:color w:val="000000"/>
      <w:sz w:val="16"/>
      <w:szCs w:val="16"/>
    </w:rPr>
  </w:style>
  <w:style w:type="character" w:customStyle="1" w:styleId="12">
    <w:name w:val="Заголовок №1"/>
    <w:rsid w:val="00E63D9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 w:eastAsia="x-none"/>
    </w:rPr>
  </w:style>
  <w:style w:type="paragraph" w:customStyle="1" w:styleId="ConsPlusTitle">
    <w:name w:val="ConsPlusTitle"/>
    <w:rsid w:val="00BC26C5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character" w:styleId="af1">
    <w:name w:val="FollowedHyperlink"/>
    <w:uiPriority w:val="99"/>
    <w:semiHidden/>
    <w:unhideWhenUsed/>
    <w:rsid w:val="004871A8"/>
    <w:rPr>
      <w:color w:val="800080"/>
      <w:u w:val="single"/>
    </w:rPr>
  </w:style>
  <w:style w:type="paragraph" w:customStyle="1" w:styleId="font5">
    <w:name w:val="font5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font6">
    <w:name w:val="font6"/>
    <w:basedOn w:val="a"/>
    <w:rsid w:val="004871A8"/>
    <w:pP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66">
    <w:name w:val="xl6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4871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</w:rPr>
  </w:style>
  <w:style w:type="paragraph" w:customStyle="1" w:styleId="xl69">
    <w:name w:val="xl69"/>
    <w:basedOn w:val="a"/>
    <w:rsid w:val="004871A8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0">
    <w:name w:val="xl70"/>
    <w:basedOn w:val="a"/>
    <w:rsid w:val="004871A8"/>
    <w:pP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71">
    <w:name w:val="xl7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4871A8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75">
    <w:name w:val="xl7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6">
    <w:name w:val="xl7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8">
    <w:name w:val="xl7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9">
    <w:name w:val="xl7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80">
    <w:name w:val="xl8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84">
    <w:name w:val="xl84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85">
    <w:name w:val="xl85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6">
    <w:name w:val="xl8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88">
    <w:name w:val="xl8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91">
    <w:name w:val="xl9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93">
    <w:name w:val="xl9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4">
    <w:name w:val="xl9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5">
    <w:name w:val="xl9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6">
    <w:name w:val="xl96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7">
    <w:name w:val="xl97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8">
    <w:name w:val="xl98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9">
    <w:name w:val="xl9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0">
    <w:name w:val="xl100"/>
    <w:basedOn w:val="a"/>
    <w:rsid w:val="00487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2">
    <w:name w:val="xl102"/>
    <w:basedOn w:val="a"/>
    <w:rsid w:val="004871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4">
    <w:name w:val="xl10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5">
    <w:name w:val="xl10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6">
    <w:name w:val="xl106"/>
    <w:basedOn w:val="a"/>
    <w:rsid w:val="004871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7">
    <w:name w:val="xl10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character" w:customStyle="1" w:styleId="13">
    <w:name w:val="1Орган_ПР Знак"/>
    <w:link w:val="14"/>
    <w:locked/>
    <w:rsid w:val="00651408"/>
    <w:rPr>
      <w:rFonts w:ascii="Arial" w:hAnsi="Arial" w:cs="Arial"/>
      <w:b/>
      <w:caps/>
      <w:sz w:val="24"/>
      <w:szCs w:val="28"/>
      <w:lang w:eastAsia="ar-SA"/>
    </w:rPr>
  </w:style>
  <w:style w:type="paragraph" w:customStyle="1" w:styleId="14">
    <w:name w:val="1Орган_ПР"/>
    <w:basedOn w:val="a"/>
    <w:link w:val="13"/>
    <w:qFormat/>
    <w:rsid w:val="00651408"/>
    <w:pPr>
      <w:snapToGrid w:val="0"/>
      <w:jc w:val="center"/>
    </w:pPr>
    <w:rPr>
      <w:rFonts w:cs="Arial"/>
      <w:b/>
      <w:caps/>
      <w:szCs w:val="28"/>
      <w:lang w:eastAsia="ar-SA"/>
    </w:rPr>
  </w:style>
  <w:style w:type="character" w:customStyle="1" w:styleId="22">
    <w:name w:val="2Название Знак"/>
    <w:link w:val="23"/>
    <w:locked/>
    <w:rsid w:val="00651408"/>
    <w:rPr>
      <w:rFonts w:ascii="Arial" w:hAnsi="Arial" w:cs="Arial"/>
      <w:b/>
      <w:sz w:val="28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651408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31">
    <w:name w:val="3Приложение Знак"/>
    <w:link w:val="32"/>
    <w:locked/>
    <w:rsid w:val="00651408"/>
    <w:rPr>
      <w:rFonts w:ascii="Arial" w:hAnsi="Arial" w:cs="Times New Roman"/>
      <w:sz w:val="24"/>
      <w:szCs w:val="28"/>
    </w:rPr>
  </w:style>
  <w:style w:type="paragraph" w:customStyle="1" w:styleId="32">
    <w:name w:val="3Приложение"/>
    <w:basedOn w:val="a"/>
    <w:link w:val="31"/>
    <w:qFormat/>
    <w:rsid w:val="00651408"/>
    <w:pPr>
      <w:ind w:left="5103"/>
    </w:pPr>
    <w:rPr>
      <w:szCs w:val="28"/>
    </w:rPr>
  </w:style>
  <w:style w:type="character" w:styleId="HTML">
    <w:name w:val="HTML Variable"/>
    <w:aliases w:val="!Ссылки в документе"/>
    <w:rsid w:val="007A0E0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7A0E08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1"/>
    <w:link w:val="af2"/>
    <w:semiHidden/>
    <w:rsid w:val="005F4CD7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rsid w:val="007A0E0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1216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FC272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FC2726"/>
    <w:rPr>
      <w:rFonts w:ascii="Arial" w:hAnsi="Arial" w:cs="Times New Roman"/>
    </w:rPr>
  </w:style>
  <w:style w:type="character" w:customStyle="1" w:styleId="16">
    <w:name w:val="Основной текст Знак1"/>
    <w:aliases w:val="Знак1 Знак1,body text Знак1,Основной текст Знак Знак Знак1"/>
    <w:semiHidden/>
    <w:rsid w:val="00FC2726"/>
    <w:rPr>
      <w:rFonts w:ascii="Arial" w:hAnsi="Arial" w:cs="Times New Roman"/>
      <w:sz w:val="24"/>
      <w:szCs w:val="24"/>
    </w:rPr>
  </w:style>
  <w:style w:type="paragraph" w:customStyle="1" w:styleId="Application">
    <w:name w:val="Application!Приложение"/>
    <w:rsid w:val="007A0E0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0E0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0E0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A0E0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A0E0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9180C-3908-4DC5-8578-125AF3A36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89</TotalTime>
  <Pages>6</Pages>
  <Words>1099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GFU</Company>
  <LinksUpToDate>false</LinksUpToDate>
  <CharactersWithSpaces>7352</CharactersWithSpaces>
  <SharedDoc>false</SharedDoc>
  <HLinks>
    <vt:vector size="72" baseType="variant">
      <vt:variant>
        <vt:i4>2490421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consultantplus://offline/ref=AC16170B021C683A0E0293038169D9F64C520F738C909709C43EDA4DC00501C429c8M</vt:lpwstr>
      </vt:variant>
      <vt:variant>
        <vt:lpwstr/>
      </vt:variant>
      <vt:variant>
        <vt:i4>3604520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http://base.garant.ru/18104012/</vt:lpwstr>
      </vt:variant>
      <vt:variant>
        <vt:lpwstr/>
      </vt:variant>
      <vt:variant>
        <vt:i4>4390923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consultantplus://offline/ref=AC16170B021C683A0E028D0E970585FF4D5A54778091955B9A6181109720cCM</vt:lpwstr>
      </vt:variant>
      <vt:variant>
        <vt:lpwstr/>
      </vt:variant>
      <vt:variant>
        <vt:i4>4391006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consultantplus://offline/ref=AC16170B021C683A0E028D0E970585FF4D5D517D8D9C955B9A6181109720cCM</vt:lpwstr>
      </vt:variant>
      <vt:variant>
        <vt:lpwstr/>
      </vt:variant>
      <vt:variant>
        <vt:i4>4390918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consultantplus://offline/ref=AC16170B021C683A0E028D0E970585FF4D5B547C889C955B9A6181109720cCM</vt:lpwstr>
      </vt:variant>
      <vt:variant>
        <vt:lpwstr/>
      </vt:variant>
      <vt:variant>
        <vt:i4>4390917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consultantplus://offline/ref=AC16170B021C683A0E028D0E970585FF4D5D597B8B90955B9A6181109720cCM</vt:lpwstr>
      </vt:variant>
      <vt:variant>
        <vt:lpwstr/>
      </vt:variant>
      <vt:variant>
        <vt:i4>1310726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consultantplus://offline/ref=AC16170B021C683A0E028D0E970585FF4E51567B82CEC259CB348F21c5M</vt:lpwstr>
      </vt:variant>
      <vt:variant>
        <vt:lpwstr/>
      </vt:variant>
      <vt:variant>
        <vt:i4>6881336</vt:i4>
      </vt:variant>
      <vt:variant>
        <vt:i4>12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1507328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consultantplus://offline/ref=3B6540BB1FC543990553295EF84444331DC6AC64EFC757B5A0998CC6D29FA28DD3AB55467D9AFD8417E334QEw6N</vt:lpwstr>
      </vt:variant>
      <vt:variant>
        <vt:lpwstr/>
      </vt:variant>
      <vt:variant>
        <vt:i4>131165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consultantplus://offline/ref=050A6B8FC0A4D7E6DB185CD9333994F12AE2B75BDAFBF56F2D2D51F28513AB02D61D8FBCF46BBB4D167E77o6U0K</vt:lpwstr>
      </vt:variant>
      <vt:variant>
        <vt:lpwstr/>
      </vt:variant>
      <vt:variant>
        <vt:i4>3735659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consultantplus://offline/ref=FA1FAB682AC3E2F1E589D71FC7EF285FA87B446402F05CE7472D1157D093E16FEAS8N</vt:lpwstr>
      </vt:variant>
      <vt:variant>
        <vt:lpwstr/>
      </vt:variant>
      <vt:variant>
        <vt:i4>1245193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consultantplus://offline/ref=BB406C1A0349BF0EB0318F193FB69DCEF6A40ACD1C05F64F19A1638DAF72G4K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Слепокурова Светлана</dc:creator>
  <cp:lastModifiedBy>Гончарова Марина Владимировна</cp:lastModifiedBy>
  <cp:revision>7</cp:revision>
  <cp:lastPrinted>2025-01-15T11:47:00Z</cp:lastPrinted>
  <dcterms:created xsi:type="dcterms:W3CDTF">2025-02-17T14:08:00Z</dcterms:created>
  <dcterms:modified xsi:type="dcterms:W3CDTF">2025-02-18T08:09:00Z</dcterms:modified>
</cp:coreProperties>
</file>