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B4693" w14:textId="77777777" w:rsidR="00843E41" w:rsidRDefault="00843E41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rFonts w:ascii="Arial" w:hAnsi="Arial" w:cs="Arial"/>
          <w:color w:val="auto"/>
          <w:sz w:val="24"/>
          <w:szCs w:val="24"/>
          <w:lang w:eastAsia="ru-RU"/>
        </w:rPr>
      </w:pPr>
    </w:p>
    <w:p w14:paraId="631F7408" w14:textId="77777777" w:rsidR="00AE3ADD" w:rsidRDefault="00843E41" w:rsidP="00843E41">
      <w:pPr>
        <w:pStyle w:val="6"/>
        <w:shd w:val="clear" w:color="auto" w:fill="auto"/>
        <w:spacing w:line="240" w:lineRule="auto"/>
        <w:ind w:firstLine="709"/>
        <w:contextualSpacing/>
        <w:jc w:val="right"/>
        <w:rPr>
          <w:rStyle w:val="41"/>
          <w:rFonts w:ascii="Arial" w:hAnsi="Arial" w:cs="Arial"/>
          <w:color w:val="auto"/>
          <w:sz w:val="24"/>
          <w:szCs w:val="24"/>
          <w:lang w:eastAsia="ru-RU"/>
        </w:rPr>
      </w:pPr>
      <w:r>
        <w:rPr>
          <w:rStyle w:val="41"/>
          <w:rFonts w:ascii="Arial" w:hAnsi="Arial" w:cs="Arial"/>
          <w:color w:val="auto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</w:t>
      </w:r>
    </w:p>
    <w:p w14:paraId="48B32FD9" w14:textId="07D11669" w:rsidR="00AE3ADD" w:rsidRPr="00D477AB" w:rsidRDefault="00AE3ADD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 xml:space="preserve">Приложение </w:t>
      </w:r>
      <w:r w:rsidR="000112B6">
        <w:rPr>
          <w:rFonts w:ascii="Times New Roman" w:hAnsi="Times New Roman"/>
          <w:bCs/>
        </w:rPr>
        <w:t>1</w:t>
      </w:r>
      <w:r w:rsidRPr="00D477AB">
        <w:rPr>
          <w:rFonts w:ascii="Times New Roman" w:hAnsi="Times New Roman"/>
          <w:bCs/>
        </w:rPr>
        <w:t xml:space="preserve"> </w:t>
      </w:r>
    </w:p>
    <w:p w14:paraId="1D3F629D" w14:textId="77777777" w:rsidR="00310B4E" w:rsidRPr="00D477AB" w:rsidRDefault="00310B4E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>к постановлению администрации</w:t>
      </w:r>
    </w:p>
    <w:p w14:paraId="23B6DF27" w14:textId="77777777" w:rsidR="00310B4E" w:rsidRPr="00D477AB" w:rsidRDefault="00310B4E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>Калачеевского муниципального района</w:t>
      </w:r>
    </w:p>
    <w:p w14:paraId="399BA4E6" w14:textId="77777777" w:rsidR="00310B4E" w:rsidRPr="00D477AB" w:rsidRDefault="00310B4E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>Воронежской области</w:t>
      </w:r>
    </w:p>
    <w:p w14:paraId="7F1336F3" w14:textId="2E75294E" w:rsidR="002C07AD" w:rsidRPr="00843E41" w:rsidRDefault="00AB44FB" w:rsidP="002127CA">
      <w:pPr>
        <w:shd w:val="clear" w:color="auto" w:fill="FFFFFF"/>
        <w:ind w:left="709" w:firstLine="9497"/>
        <w:jc w:val="right"/>
        <w:rPr>
          <w:rStyle w:val="41"/>
          <w:color w:val="auto"/>
          <w:sz w:val="20"/>
          <w:szCs w:val="20"/>
          <w:lang w:eastAsia="ru-RU"/>
        </w:rPr>
      </w:pPr>
      <w:r>
        <w:rPr>
          <w:rFonts w:ascii="Times New Roman" w:hAnsi="Times New Roman"/>
          <w:bCs/>
        </w:rPr>
        <w:t xml:space="preserve">от </w:t>
      </w:r>
      <w:r w:rsidR="00556336">
        <w:rPr>
          <w:rFonts w:ascii="Times New Roman" w:hAnsi="Times New Roman"/>
          <w:bCs/>
        </w:rPr>
        <w:t>«</w:t>
      </w:r>
      <w:r w:rsidR="008862D3">
        <w:rPr>
          <w:rFonts w:ascii="Times New Roman" w:hAnsi="Times New Roman"/>
          <w:bCs/>
        </w:rPr>
        <w:t>_</w:t>
      </w:r>
      <w:proofErr w:type="gramStart"/>
      <w:r w:rsidR="008862D3">
        <w:rPr>
          <w:rFonts w:ascii="Times New Roman" w:hAnsi="Times New Roman"/>
          <w:bCs/>
        </w:rPr>
        <w:t xml:space="preserve">_» </w:t>
      </w:r>
      <w:r w:rsidR="00F72374">
        <w:rPr>
          <w:rFonts w:ascii="Times New Roman" w:hAnsi="Times New Roman"/>
          <w:bCs/>
        </w:rPr>
        <w:t xml:space="preserve"> </w:t>
      </w:r>
      <w:r w:rsidR="008862D3">
        <w:rPr>
          <w:rFonts w:ascii="Times New Roman" w:hAnsi="Times New Roman"/>
          <w:bCs/>
        </w:rPr>
        <w:t xml:space="preserve"> </w:t>
      </w:r>
      <w:proofErr w:type="gramEnd"/>
      <w:r w:rsidR="008862D3">
        <w:rPr>
          <w:rFonts w:ascii="Times New Roman" w:hAnsi="Times New Roman"/>
          <w:bCs/>
        </w:rPr>
        <w:t xml:space="preserve">         </w:t>
      </w:r>
      <w:r w:rsidR="00F72374">
        <w:rPr>
          <w:rFonts w:ascii="Times New Roman" w:hAnsi="Times New Roman"/>
          <w:bCs/>
        </w:rPr>
        <w:t xml:space="preserve"> </w:t>
      </w:r>
      <w:r w:rsidR="00310B4E" w:rsidRPr="00D477AB">
        <w:rPr>
          <w:rFonts w:ascii="Times New Roman" w:hAnsi="Times New Roman"/>
          <w:bCs/>
        </w:rPr>
        <w:t>202</w:t>
      </w:r>
      <w:r w:rsidR="008862D3">
        <w:rPr>
          <w:rFonts w:ascii="Times New Roman" w:hAnsi="Times New Roman"/>
          <w:bCs/>
        </w:rPr>
        <w:t>4</w:t>
      </w:r>
      <w:r w:rsidR="00310B4E" w:rsidRPr="00D477AB">
        <w:rPr>
          <w:rFonts w:ascii="Times New Roman" w:hAnsi="Times New Roman"/>
          <w:bCs/>
        </w:rPr>
        <w:t>г. №</w:t>
      </w:r>
      <w:r w:rsidR="00B65F7A">
        <w:rPr>
          <w:rFonts w:ascii="Times New Roman" w:hAnsi="Times New Roman"/>
          <w:bCs/>
        </w:rPr>
        <w:t xml:space="preserve"> </w:t>
      </w:r>
      <w:r w:rsidR="008862D3">
        <w:rPr>
          <w:rFonts w:ascii="Times New Roman" w:hAnsi="Times New Roman"/>
          <w:bCs/>
        </w:rPr>
        <w:t>___</w:t>
      </w:r>
      <w:r w:rsidR="00231528">
        <w:rPr>
          <w:rFonts w:ascii="Times New Roman" w:hAnsi="Times New Roman"/>
          <w:bCs/>
        </w:rPr>
        <w:t xml:space="preserve"> </w:t>
      </w:r>
      <w:r w:rsidR="00DC0A0C">
        <w:rPr>
          <w:rFonts w:ascii="Times New Roman" w:hAnsi="Times New Roman"/>
          <w:bCs/>
        </w:rPr>
        <w:t xml:space="preserve"> </w:t>
      </w:r>
      <w:r w:rsidR="008A6972">
        <w:rPr>
          <w:rFonts w:ascii="Times New Roman" w:hAnsi="Times New Roman"/>
          <w:bCs/>
        </w:rPr>
        <w:t xml:space="preserve"> </w:t>
      </w:r>
    </w:p>
    <w:p w14:paraId="1F2FF90C" w14:textId="77777777" w:rsidR="0012161C" w:rsidRPr="00DB41D8" w:rsidRDefault="00843E41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b/>
          <w:color w:val="auto"/>
          <w:sz w:val="24"/>
          <w:szCs w:val="24"/>
          <w:lang w:eastAsia="ru-RU"/>
        </w:rPr>
      </w:pPr>
      <w:bookmarkStart w:id="0" w:name="RANGE!A1:N50"/>
      <w:bookmarkEnd w:id="0"/>
      <w:r w:rsidRPr="00DB41D8">
        <w:rPr>
          <w:rStyle w:val="41"/>
          <w:b/>
          <w:color w:val="auto"/>
          <w:sz w:val="24"/>
          <w:szCs w:val="24"/>
          <w:lang w:eastAsia="ru-RU"/>
        </w:rPr>
        <w:t>Расходы бюджета на реализацию программы Калачеевского муниципального района «Муниципальное управление»</w:t>
      </w:r>
    </w:p>
    <w:p w14:paraId="0E720313" w14:textId="77777777" w:rsidR="00843E41" w:rsidRPr="00843E41" w:rsidRDefault="00843E41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auto"/>
          <w:sz w:val="24"/>
          <w:szCs w:val="24"/>
          <w:lang w:eastAsia="ru-RU"/>
        </w:rPr>
      </w:pPr>
    </w:p>
    <w:tbl>
      <w:tblPr>
        <w:tblW w:w="15455" w:type="dxa"/>
        <w:tblInd w:w="-725" w:type="dxa"/>
        <w:tblLayout w:type="fixed"/>
        <w:tblLook w:val="04A0" w:firstRow="1" w:lastRow="0" w:firstColumn="1" w:lastColumn="0" w:noHBand="0" w:noVBand="1"/>
      </w:tblPr>
      <w:tblGrid>
        <w:gridCol w:w="1998"/>
        <w:gridCol w:w="2239"/>
        <w:gridCol w:w="2055"/>
        <w:gridCol w:w="1369"/>
        <w:gridCol w:w="1418"/>
        <w:gridCol w:w="1417"/>
        <w:gridCol w:w="1276"/>
        <w:gridCol w:w="1134"/>
        <w:gridCol w:w="1275"/>
        <w:gridCol w:w="1259"/>
        <w:gridCol w:w="15"/>
      </w:tblGrid>
      <w:tr w:rsidR="00C35A8F" w:rsidRPr="00C35A8F" w14:paraId="68027AF5" w14:textId="77777777" w:rsidTr="00C35A8F">
        <w:trPr>
          <w:gridAfter w:val="1"/>
          <w:wAfter w:w="15" w:type="dxa"/>
          <w:trHeight w:val="1320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46ECAED8" w14:textId="77777777" w:rsidR="00C35A8F" w:rsidRPr="00C35A8F" w:rsidRDefault="00C35A8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14:paraId="00FC5E21" w14:textId="77777777" w:rsidR="00C35A8F" w:rsidRPr="00C35A8F" w:rsidRDefault="00C35A8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 xml:space="preserve">Наименование подпрограммы, основного мероприятия 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14:paraId="6CB3BA4E" w14:textId="77777777" w:rsidR="00C35A8F" w:rsidRPr="00C35A8F" w:rsidRDefault="00C35A8F" w:rsidP="00C35A8F">
            <w:pPr>
              <w:ind w:right="-60"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Наименование ответственного исполнителя, исполнителя - главного распорядителя средств бюджета Калачеевского муниципального района (далее - ГРБС)</w:t>
            </w:r>
          </w:p>
        </w:tc>
        <w:tc>
          <w:tcPr>
            <w:tcW w:w="914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5FF2385" w14:textId="77777777" w:rsidR="00C35A8F" w:rsidRPr="00C35A8F" w:rsidRDefault="00C35A8F" w:rsidP="0015117C">
            <w:pPr>
              <w:ind w:left="127" w:firstLine="156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Расходы бюджета Калачеевского муниципального района по годам реали</w:t>
            </w:r>
            <w:r w:rsidR="0015117C">
              <w:rPr>
                <w:rFonts w:ascii="Times New Roman" w:hAnsi="Times New Roman"/>
                <w:sz w:val="20"/>
                <w:szCs w:val="20"/>
              </w:rPr>
              <w:t xml:space="preserve">зации подпрограмм (тыс. руб.) </w:t>
            </w:r>
          </w:p>
        </w:tc>
      </w:tr>
      <w:tr w:rsidR="00C35A8F" w:rsidRPr="00C35A8F" w14:paraId="3BDE6A47" w14:textId="77777777" w:rsidTr="00C35A8F">
        <w:trPr>
          <w:trHeight w:val="300"/>
        </w:trPr>
        <w:tc>
          <w:tcPr>
            <w:tcW w:w="19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33FA72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1BC167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D76C07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63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5819B1" w14:textId="77777777" w:rsidR="00C35A8F" w:rsidRPr="00C35A8F" w:rsidRDefault="00C35A8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в том числе по годам реализации подпрограммы</w:t>
            </w:r>
          </w:p>
        </w:tc>
      </w:tr>
      <w:tr w:rsidR="008862D3" w:rsidRPr="008862D3" w14:paraId="7389DE8C" w14:textId="77777777" w:rsidTr="00C35A8F">
        <w:trPr>
          <w:trHeight w:val="300"/>
        </w:trPr>
        <w:tc>
          <w:tcPr>
            <w:tcW w:w="19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9FEA80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F41FFE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7C37E7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7797095" w14:textId="77777777" w:rsidR="00C35A8F" w:rsidRPr="00843E41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3E41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8E0F1E6" w14:textId="77777777" w:rsidR="00C35A8F" w:rsidRPr="00843E41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3E41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8ACE25E" w14:textId="77777777" w:rsidR="00C35A8F" w:rsidRPr="00605E90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B74F382" w14:textId="77777777" w:rsidR="00C35A8F" w:rsidRPr="00042CB3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0AEA762" w14:textId="77777777" w:rsidR="00C35A8F" w:rsidRPr="00E244E4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7581652" w14:textId="77777777" w:rsidR="00C35A8F" w:rsidRPr="00E244E4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295D18B7" w14:textId="77777777" w:rsidR="00C35A8F" w:rsidRPr="00E244E4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</w:tr>
      <w:tr w:rsidR="008862D3" w:rsidRPr="008862D3" w14:paraId="2D5B00A7" w14:textId="77777777" w:rsidTr="00C35A8F">
        <w:trPr>
          <w:trHeight w:val="300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0B2B984C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227E63C4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65C62CF8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EB80CF7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5D66EFE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3E6CEB81" w14:textId="77777777" w:rsidR="00C35A8F" w:rsidRPr="00605E90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393769F" w14:textId="77777777" w:rsidR="00C35A8F" w:rsidRPr="00042CB3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B3AABE4" w14:textId="77777777" w:rsidR="00C35A8F" w:rsidRPr="00E244E4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14E14D08" w14:textId="77777777" w:rsidR="00C35A8F" w:rsidRPr="00E244E4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2254E17B" w14:textId="77777777" w:rsidR="00C35A8F" w:rsidRPr="00E244E4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8862D3" w:rsidRPr="008862D3" w14:paraId="48E99C5F" w14:textId="77777777" w:rsidTr="00C35A8F">
        <w:trPr>
          <w:trHeight w:val="300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1734DFC3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278EE31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Муниципальное управление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456AA09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BC60C1D" w14:textId="77777777" w:rsidR="00C35A8F" w:rsidRPr="00DD58E2" w:rsidRDefault="00D23A5F" w:rsidP="00303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DD58E2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A02DAC" w:rsidRPr="00DD58E2">
              <w:rPr>
                <w:rFonts w:ascii="Times New Roman" w:hAnsi="Times New Roman"/>
                <w:bCs/>
                <w:sz w:val="20"/>
                <w:szCs w:val="20"/>
              </w:rPr>
              <w:t>31</w:t>
            </w:r>
            <w:r w:rsidR="007A1934" w:rsidRPr="00DD58E2">
              <w:rPr>
                <w:rFonts w:ascii="Times New Roman" w:hAnsi="Times New Roman"/>
                <w:bCs/>
                <w:sz w:val="20"/>
                <w:szCs w:val="20"/>
              </w:rPr>
              <w:t> 592,80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CB7D25" w14:textId="77777777" w:rsidR="00C35A8F" w:rsidRPr="00C62C25" w:rsidRDefault="00364990" w:rsidP="00BD222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293 999,20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48CA84A" w14:textId="0C69A722" w:rsidR="00C35A8F" w:rsidRPr="00605E90" w:rsidRDefault="00502CC7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367 096,10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211365" w14:textId="66E89551" w:rsidR="00C35A8F" w:rsidRPr="00FC5852" w:rsidRDefault="00A47C89" w:rsidP="004F7249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  <w:r w:rsidR="00B65F7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69 693,80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6F1F4EA" w14:textId="4EB975CD" w:rsidR="00C35A8F" w:rsidRPr="00E244E4" w:rsidRDefault="00502CC7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4E4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8862D3" w:rsidRPr="00E244E4">
              <w:rPr>
                <w:rFonts w:ascii="Times New Roman" w:hAnsi="Times New Roman"/>
                <w:bCs/>
                <w:sz w:val="20"/>
                <w:szCs w:val="20"/>
              </w:rPr>
              <w:t>39 873,20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B4D8C12" w14:textId="38258B17" w:rsidR="00C35A8F" w:rsidRPr="00E244E4" w:rsidRDefault="00BD222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4E4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8862D3" w:rsidRPr="00E244E4">
              <w:rPr>
                <w:rFonts w:ascii="Times New Roman" w:hAnsi="Times New Roman"/>
                <w:bCs/>
                <w:sz w:val="20"/>
                <w:szCs w:val="20"/>
              </w:rPr>
              <w:t>07 000,50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9039149" w14:textId="0425773B" w:rsidR="00C35A8F" w:rsidRPr="00E244E4" w:rsidRDefault="008862D3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4E4">
              <w:rPr>
                <w:rFonts w:ascii="Times New Roman" w:hAnsi="Times New Roman"/>
                <w:bCs/>
                <w:sz w:val="20"/>
                <w:szCs w:val="20"/>
              </w:rPr>
              <w:t>107 947,50</w:t>
            </w:r>
          </w:p>
        </w:tc>
      </w:tr>
      <w:tr w:rsidR="008862D3" w:rsidRPr="008862D3" w14:paraId="13ACA080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20D635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C68619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6133491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9D45D18" w14:textId="77777777" w:rsidR="00C35A8F" w:rsidRPr="00DD58E2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30420F6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0713C88" w14:textId="77777777" w:rsidR="00C35A8F" w:rsidRPr="00605E90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32C0BF8" w14:textId="77777777" w:rsidR="00C35A8F" w:rsidRPr="00FC5852" w:rsidRDefault="00C35A8F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BD3FC69" w14:textId="77777777" w:rsidR="00C35A8F" w:rsidRPr="00E244E4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E8747BF" w14:textId="77777777" w:rsidR="00C35A8F" w:rsidRPr="00E244E4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6D8511D" w14:textId="77777777" w:rsidR="00C35A8F" w:rsidRPr="00E244E4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8862D3" w:rsidRPr="008862D3" w14:paraId="2A1CECBA" w14:textId="77777777" w:rsidTr="00DD58E2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96159B" w14:textId="77777777" w:rsidR="004F7249" w:rsidRPr="00C62C25" w:rsidRDefault="004F7249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C7C39B" w14:textId="77777777" w:rsidR="004F7249" w:rsidRPr="00C62C25" w:rsidRDefault="004F7249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2A80B85" w14:textId="77777777" w:rsidR="004F7249" w:rsidRPr="00C62C25" w:rsidRDefault="004F7249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3CEAAAF" w14:textId="77777777" w:rsidR="004F7249" w:rsidRPr="00DD58E2" w:rsidRDefault="004F7249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176 092,85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A76CC59" w14:textId="77777777" w:rsidR="004F7249" w:rsidRPr="00C62C25" w:rsidRDefault="00364990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236 347,60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A8A44D4" w14:textId="7D504B67" w:rsidR="004F7249" w:rsidRPr="00605E90" w:rsidRDefault="00502CC7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269 492,10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57F5255" w14:textId="5A3AE835" w:rsidR="004F7249" w:rsidRPr="00FC5852" w:rsidRDefault="00D02F6D" w:rsidP="004F7249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</w:t>
            </w:r>
            <w:r w:rsidR="00B65F7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3 859,60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0864E22" w14:textId="483D8059" w:rsidR="004F7249" w:rsidRPr="00E244E4" w:rsidRDefault="008862D3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68 083,50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B706496" w14:textId="4E95F7D8" w:rsidR="004F7249" w:rsidRPr="00E244E4" w:rsidRDefault="008862D3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34 008,20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1CFC09B" w14:textId="438E498C" w:rsidR="004F7249" w:rsidRPr="00E244E4" w:rsidRDefault="008862D3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35 495,80</w:t>
            </w:r>
          </w:p>
        </w:tc>
      </w:tr>
      <w:tr w:rsidR="008862D3" w:rsidRPr="008862D3" w14:paraId="0E701EFC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B25D0F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A8D8D8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B93D2DA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10CBCC1" w14:textId="77777777" w:rsidR="00C35A8F" w:rsidRPr="00DD58E2" w:rsidRDefault="00A02DAC" w:rsidP="00303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55</w:t>
            </w:r>
            <w:r w:rsidR="0030321F" w:rsidRPr="00DD58E2">
              <w:rPr>
                <w:rFonts w:ascii="Times New Roman" w:hAnsi="Times New Roman"/>
                <w:sz w:val="20"/>
                <w:szCs w:val="20"/>
              </w:rPr>
              <w:t> 499,95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0B1FD80" w14:textId="77777777" w:rsidR="00C35A8F" w:rsidRPr="00C62C25" w:rsidRDefault="00364990" w:rsidP="002019D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57 651,60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756D29E" w14:textId="29C601B9" w:rsidR="00C35A8F" w:rsidRPr="00605E90" w:rsidRDefault="00502CC7" w:rsidP="00DD58E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97 604,00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8DADD4E" w14:textId="431CBFA3" w:rsidR="00C35A8F" w:rsidRPr="00FC5852" w:rsidRDefault="00B65F7A" w:rsidP="00DD58E2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205 834,20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F68AE03" w14:textId="44CDAFE5" w:rsidR="00C35A8F" w:rsidRPr="00E244E4" w:rsidRDefault="008862D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71 789,70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DE87729" w14:textId="57F9F181" w:rsidR="00C35A8F" w:rsidRPr="00E244E4" w:rsidRDefault="008862D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72 992,30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A306A70" w14:textId="2752CEF2" w:rsidR="00C35A8F" w:rsidRPr="00E244E4" w:rsidRDefault="008862D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72 451,70</w:t>
            </w:r>
          </w:p>
        </w:tc>
      </w:tr>
      <w:tr w:rsidR="008862D3" w:rsidRPr="008862D3" w14:paraId="216200D9" w14:textId="77777777" w:rsidTr="00C35A8F">
        <w:trPr>
          <w:trHeight w:val="2376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E616A48" w14:textId="77777777" w:rsidR="008862D3" w:rsidRPr="00C62C25" w:rsidRDefault="008862D3" w:rsidP="008862D3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A3749F5" w14:textId="77777777" w:rsidR="008862D3" w:rsidRPr="00C62C25" w:rsidRDefault="008862D3" w:rsidP="008862D3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 xml:space="preserve">«Управление муниципальными финансами, создание условий для эффективного и ответственного управления муниципальными финансами, повышение </w:t>
            </w: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устойчивости бюджетов городского и сельских поселений Калачеевского муниципального района»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61D3B4F" w14:textId="77777777" w:rsidR="008862D3" w:rsidRPr="00C62C25" w:rsidRDefault="008862D3" w:rsidP="008862D3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A79108E" w14:textId="77777777" w:rsidR="008862D3" w:rsidRPr="00DD58E2" w:rsidRDefault="008862D3" w:rsidP="008862D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176 092,85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17CDCAC" w14:textId="77777777" w:rsidR="008862D3" w:rsidRPr="00C62C25" w:rsidRDefault="008862D3" w:rsidP="008862D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236 347,60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E2A7818" w14:textId="6C3555C3" w:rsidR="008862D3" w:rsidRPr="00605E90" w:rsidRDefault="008862D3" w:rsidP="008862D3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269 492,10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E4E00BE" w14:textId="391927FA" w:rsidR="008862D3" w:rsidRPr="00FC5852" w:rsidRDefault="008862D3" w:rsidP="008862D3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63 859,60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17F528F" w14:textId="67BAEDED" w:rsidR="008862D3" w:rsidRPr="00E244E4" w:rsidRDefault="008862D3" w:rsidP="008862D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68 083,50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C8F3A7A" w14:textId="7438AE36" w:rsidR="008862D3" w:rsidRPr="00E244E4" w:rsidRDefault="008862D3" w:rsidP="008862D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34 008,20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DC31DFB" w14:textId="7DDA472C" w:rsidR="008862D3" w:rsidRPr="00E244E4" w:rsidRDefault="008862D3" w:rsidP="008862D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35 495,80</w:t>
            </w:r>
          </w:p>
        </w:tc>
      </w:tr>
      <w:tr w:rsidR="008862D3" w:rsidRPr="008862D3" w14:paraId="548284E3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C7566E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4B8C62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E555DF2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C01FEA8" w14:textId="77777777" w:rsidR="00C35A8F" w:rsidRPr="00DD58E2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39342AE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371EA46" w14:textId="77777777" w:rsidR="00C35A8F" w:rsidRPr="00605E90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43549D5" w14:textId="77777777" w:rsidR="00C35A8F" w:rsidRPr="00FC5852" w:rsidRDefault="00C35A8F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B5E5861" w14:textId="77777777" w:rsidR="00C35A8F" w:rsidRPr="00E244E4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D715F93" w14:textId="77777777" w:rsidR="00C35A8F" w:rsidRPr="00E244E4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16C5841" w14:textId="77777777" w:rsidR="00C35A8F" w:rsidRPr="00E244E4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8862D3" w:rsidRPr="008862D3" w14:paraId="0EA6E163" w14:textId="77777777" w:rsidTr="00C35A8F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30D90C" w14:textId="77777777" w:rsidR="008862D3" w:rsidRPr="00C62C25" w:rsidRDefault="008862D3" w:rsidP="008862D3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03805F" w14:textId="77777777" w:rsidR="008862D3" w:rsidRPr="00C62C25" w:rsidRDefault="008862D3" w:rsidP="008862D3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8607C46" w14:textId="77777777" w:rsidR="008862D3" w:rsidRPr="00C62C25" w:rsidRDefault="008862D3" w:rsidP="008862D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88C7960" w14:textId="77777777" w:rsidR="008862D3" w:rsidRPr="00DD58E2" w:rsidRDefault="008862D3" w:rsidP="008862D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176 092,85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0191997" w14:textId="77777777" w:rsidR="008862D3" w:rsidRPr="00C62C25" w:rsidRDefault="008862D3" w:rsidP="008862D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236 347,60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DF774CC" w14:textId="1560D251" w:rsidR="008862D3" w:rsidRPr="00605E90" w:rsidRDefault="008862D3" w:rsidP="008862D3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269 492,10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9487FC4" w14:textId="23159033" w:rsidR="008862D3" w:rsidRPr="00FC5852" w:rsidRDefault="008862D3" w:rsidP="008862D3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63 859,60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D5A4AE2" w14:textId="37CA1DC6" w:rsidR="008862D3" w:rsidRPr="00E244E4" w:rsidRDefault="008862D3" w:rsidP="008862D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68 083,50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BF7A148" w14:textId="71187160" w:rsidR="008862D3" w:rsidRPr="00E244E4" w:rsidRDefault="008862D3" w:rsidP="008862D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34 008,20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5F3378C" w14:textId="28056709" w:rsidR="008862D3" w:rsidRPr="00E244E4" w:rsidRDefault="008862D3" w:rsidP="008862D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35 495,80</w:t>
            </w:r>
          </w:p>
        </w:tc>
      </w:tr>
      <w:tr w:rsidR="008862D3" w:rsidRPr="008862D3" w14:paraId="60F5E428" w14:textId="77777777" w:rsidTr="00C0571B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33213941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1C9E457D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Организация бюджетного процесса Калачеевского муниципального района.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EDC7BD6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B87C01E" w14:textId="77777777" w:rsidR="00D23A5F" w:rsidRPr="00C62C25" w:rsidRDefault="008D6706" w:rsidP="007A193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495,2</w:t>
            </w:r>
            <w:r w:rsidR="0030321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1E23702" w14:textId="77777777" w:rsidR="00D23A5F" w:rsidRPr="00C62C25" w:rsidRDefault="00364990" w:rsidP="003908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E652828" w14:textId="327AC9D7" w:rsidR="00D23A5F" w:rsidRPr="00605E90" w:rsidRDefault="00502CC7" w:rsidP="003908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7 653,80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9C27DF8" w14:textId="563BD4F6" w:rsidR="00D23A5F" w:rsidRPr="00FC5852" w:rsidRDefault="00ED48E1" w:rsidP="003908EE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2 539,30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5675B3F" w14:textId="55761DE4" w:rsidR="00D23A5F" w:rsidRPr="00E244E4" w:rsidRDefault="00AD7C1B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11 316,20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9247D05" w14:textId="41C09E0F" w:rsidR="00D23A5F" w:rsidRPr="00E244E4" w:rsidRDefault="00AD7C1B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2 006,70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7DCE97B" w14:textId="2793EC2C" w:rsidR="00D23A5F" w:rsidRPr="00E244E4" w:rsidRDefault="00AD7C1B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2 005,30</w:t>
            </w:r>
          </w:p>
        </w:tc>
      </w:tr>
      <w:tr w:rsidR="008862D3" w:rsidRPr="008862D3" w14:paraId="0AAD0B6B" w14:textId="77777777" w:rsidTr="008862D3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3EAF84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E044C2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DBA65DF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2E2F9FA" w14:textId="77777777" w:rsidR="00D23A5F" w:rsidRPr="00C62C25" w:rsidRDefault="00D23A5F" w:rsidP="007A193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89C96C1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504708" w14:textId="77777777" w:rsidR="00D23A5F" w:rsidRPr="00605E90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4C1AB03" w14:textId="77777777" w:rsidR="00D23A5F" w:rsidRPr="00FC5852" w:rsidRDefault="00D23A5F" w:rsidP="00D23A5F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4CA7944" w14:textId="17DFC3D5" w:rsidR="00D23A5F" w:rsidRPr="00E244E4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69B041C" w14:textId="2A1C39BD" w:rsidR="00D23A5F" w:rsidRPr="00E244E4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3F9A148" w14:textId="7B774843" w:rsidR="00D23A5F" w:rsidRPr="00E244E4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7C1B" w:rsidRPr="008862D3" w14:paraId="23EE19D6" w14:textId="77777777" w:rsidTr="008862D3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9BCD8E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299795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DA8DE2F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2608D9D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495,29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D258007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2AD44AA" w14:textId="01BA113D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7 653,80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C300979" w14:textId="6B175A48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2 539,30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9E82706" w14:textId="1D237EA1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11 316,20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A2DD045" w14:textId="75BDA50D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2 006,70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A9BBEA8" w14:textId="0771D744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2 005,30</w:t>
            </w:r>
          </w:p>
        </w:tc>
      </w:tr>
      <w:tr w:rsidR="00AD7C1B" w:rsidRPr="008862D3" w14:paraId="559431DA" w14:textId="77777777" w:rsidTr="00C0571B">
        <w:trPr>
          <w:trHeight w:val="1368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0061E250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633DA0C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повышение устойчивости бюджетов городского и сельских поселений Калачеевского муниципального района.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E40E709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AEC22FB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166 986,69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006C170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226 375,00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E37BFC0" w14:textId="3CA28442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249 861,80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BC40F54" w14:textId="0F5F2949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47 771,10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B8CD68B" w14:textId="5A9D3525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44 716,80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50F61D8" w14:textId="370E6318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19 433,20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A298304" w14:textId="0ED4F478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20 419,40</w:t>
            </w:r>
          </w:p>
        </w:tc>
      </w:tr>
      <w:tr w:rsidR="00AD7C1B" w:rsidRPr="008862D3" w14:paraId="2835A8DD" w14:textId="77777777" w:rsidTr="00AD7C1B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496CA3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D96707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752721F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0F115C2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BDC8F1E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76B2AFE" w14:textId="77777777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55D3BD8" w14:textId="77777777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4CDCB0D" w14:textId="113EDF3E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5F375AF" w14:textId="5B02B0A0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7F68ABF" w14:textId="5AD93CEA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7C1B" w:rsidRPr="008862D3" w14:paraId="0E9FFD74" w14:textId="77777777" w:rsidTr="00AD7C1B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9BFA35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DA8783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18D98A4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0257C35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166 986,69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91AD2AD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226 375,00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510F887" w14:textId="431A2DC8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249 861,80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71AFB50" w14:textId="78CED08A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47 771,10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1283152" w14:textId="5404F60D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44 716,80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DF905C2" w14:textId="5D60276A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19 433,20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55EBDB1" w14:textId="4CD4ED6A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20 419,40</w:t>
            </w:r>
          </w:p>
        </w:tc>
      </w:tr>
      <w:tr w:rsidR="00AD7C1B" w:rsidRPr="008862D3" w14:paraId="122AB745" w14:textId="77777777" w:rsidTr="00C0571B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ACB0FED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B2EC732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Обеспечение реализации подпрограммы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C9CA9AC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1260387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A6215EE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9 658,60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FF014AC" w14:textId="56F45C4F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13 549,20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855B4DC" w14:textId="21D5320E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4 275,90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B0817C0" w14:textId="76A9731E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12 050,50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0840F4E" w14:textId="066A4DFB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12 568,30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54C10BB" w14:textId="4292B070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13 071,10</w:t>
            </w:r>
          </w:p>
        </w:tc>
      </w:tr>
      <w:tr w:rsidR="00AD7C1B" w:rsidRPr="008862D3" w14:paraId="7D05F0B7" w14:textId="77777777" w:rsidTr="00AD7C1B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C583AC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591A67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C56AEBE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47A9A3F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E7C3A08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ECB01E6" w14:textId="77777777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D14A8D9" w14:textId="77777777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C9E73EE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D26F43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5035CA4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AD7C1B" w:rsidRPr="008862D3" w14:paraId="77195CC5" w14:textId="77777777" w:rsidTr="00AD7C1B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F0A752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4FE4F6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20F61A0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320E9B3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0B2692B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9 658,60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7797B3F" w14:textId="7462DE5F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13 549,20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A7A1DEB" w14:textId="70ADD1EC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14 275,90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9DA87C6" w14:textId="08E1E20E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12 050,50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F97BB1A" w14:textId="5CA9F9F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12 568,30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AF1BE2C" w14:textId="7FE7727C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13 071,10</w:t>
            </w:r>
          </w:p>
        </w:tc>
      </w:tr>
      <w:tr w:rsidR="00AD7C1B" w:rsidRPr="008862D3" w14:paraId="14B07ECB" w14:textId="77777777" w:rsidTr="00B14F60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308FA03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Подпрограмма 2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A6C1617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 xml:space="preserve">Муниципальное управление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F983166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CABBCA4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42 808,91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370CE52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31 786,90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9A80B76" w14:textId="1DF26805" w:rsidR="00AD7C1B" w:rsidRPr="00ED48E1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D48E1">
              <w:rPr>
                <w:rFonts w:ascii="Times New Roman" w:hAnsi="Times New Roman"/>
                <w:sz w:val="20"/>
                <w:szCs w:val="20"/>
              </w:rPr>
              <w:t>63 986,10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ECC8862" w14:textId="6E4D18DA" w:rsidR="00AD7C1B" w:rsidRPr="00ED48E1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177 861,90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798DB43" w14:textId="26B091D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4E4">
              <w:rPr>
                <w:rFonts w:ascii="Times New Roman" w:hAnsi="Times New Roman"/>
                <w:bCs/>
                <w:sz w:val="20"/>
                <w:szCs w:val="20"/>
              </w:rPr>
              <w:t>40 241,30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E207401" w14:textId="4ADB27E2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4E4">
              <w:rPr>
                <w:rFonts w:ascii="Times New Roman" w:hAnsi="Times New Roman"/>
                <w:bCs/>
                <w:sz w:val="20"/>
                <w:szCs w:val="20"/>
              </w:rPr>
              <w:t>40 668,50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E0F1BF6" w14:textId="15F6C952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4E4">
              <w:rPr>
                <w:rFonts w:ascii="Times New Roman" w:hAnsi="Times New Roman"/>
                <w:bCs/>
                <w:sz w:val="20"/>
                <w:szCs w:val="20"/>
              </w:rPr>
              <w:t>38 974,10</w:t>
            </w:r>
          </w:p>
        </w:tc>
      </w:tr>
      <w:tr w:rsidR="00AD7C1B" w:rsidRPr="008862D3" w14:paraId="59E012AD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FCDDBA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D31A4F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9A53E8F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5DE983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4D42047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8E72DE4" w14:textId="77777777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D86577" w14:textId="77777777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3B92D59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20D5BC4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5863D08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AD7C1B" w:rsidRPr="008862D3" w14:paraId="4C5BCC80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396E96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542E03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A75E16F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564FF2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42 808,91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545AAB0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31 786,90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CB20F7C" w14:textId="778D4A33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63 986,10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608D0F4" w14:textId="1D942107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177 861,90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B44F05D" w14:textId="7A1FE400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4E4">
              <w:rPr>
                <w:rFonts w:ascii="Times New Roman" w:hAnsi="Times New Roman"/>
                <w:bCs/>
                <w:sz w:val="20"/>
                <w:szCs w:val="20"/>
              </w:rPr>
              <w:t>40 241,30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EC603D0" w14:textId="647F7F6A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4E4">
              <w:rPr>
                <w:rFonts w:ascii="Times New Roman" w:hAnsi="Times New Roman"/>
                <w:bCs/>
                <w:sz w:val="20"/>
                <w:szCs w:val="20"/>
              </w:rPr>
              <w:t>40 668,50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D8D2F49" w14:textId="068BDA40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4E4">
              <w:rPr>
                <w:rFonts w:ascii="Times New Roman" w:hAnsi="Times New Roman"/>
                <w:bCs/>
                <w:sz w:val="20"/>
                <w:szCs w:val="20"/>
              </w:rPr>
              <w:t>38 974,10</w:t>
            </w:r>
          </w:p>
        </w:tc>
      </w:tr>
      <w:tr w:rsidR="00AD7C1B" w:rsidRPr="008862D3" w14:paraId="05BEAD93" w14:textId="77777777" w:rsidTr="00C35A8F">
        <w:trPr>
          <w:trHeight w:val="2568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8C12130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42334B6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Создание условий для получения муниципальных услуг, предоставляемых администрацией Калачеевского муниципального района в электронной форме и обеспечения снижение среднего числа обращений Заявителей в орган местного самоуправления для получения одной муниципальной услуги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5A9F0C6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386C0C9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39EA561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83B4337" w14:textId="77777777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48E9209" w14:textId="77777777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C85432E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F6F025F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0BAB501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D7C1B" w:rsidRPr="008862D3" w14:paraId="359331E6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159B71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F94358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7998C91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8B26B6B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FCFD26C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2C837F4" w14:textId="77777777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6174064" w14:textId="77777777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0E1160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BD6093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72EB2EE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D7C1B" w:rsidRPr="008862D3" w14:paraId="27BC8AD3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EE0B6F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399B15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1FF54E9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B695824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36753B1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E027574" w14:textId="77777777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F60E045" w14:textId="77777777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2889E19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E25CF31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B8A67CB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D7C1B" w:rsidRPr="008862D3" w14:paraId="2BE80334" w14:textId="77777777" w:rsidTr="00C35A8F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07267D59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AA377C0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Внедрения информационных технологий в сфере муниципального управления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C35F857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D84D12F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B59DF06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1CDD90C" w14:textId="77777777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10C8277" w14:textId="77777777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7F5F8A8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2510E4F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A9EDF44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D7C1B" w:rsidRPr="008862D3" w14:paraId="752C90D3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CFB103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C6B91A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2B7DB68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2691121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C2F6F4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988D1EB" w14:textId="77777777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0EA1810" w14:textId="77777777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FA9E2AB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369B78D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9B378C2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D7C1B" w:rsidRPr="008862D3" w14:paraId="57B495D7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BCF3A6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DC1107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5861EB2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55474E5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415540D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1464EEA" w14:textId="77777777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14E38D5" w14:textId="77777777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0E70459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99E69F4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D538226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D7C1B" w:rsidRPr="008862D3" w14:paraId="08E8A33B" w14:textId="77777777" w:rsidTr="00C35A8F">
        <w:trPr>
          <w:trHeight w:val="732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45E52F20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044DA62F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Развитие кадрового потенциала администрации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1ED1E76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0B64FFC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D275C74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1282D2" w14:textId="77777777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3315A01" w14:textId="77777777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56962F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FCC36EE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8643F9A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D7C1B" w:rsidRPr="008862D3" w14:paraId="2D8E5D93" w14:textId="77777777" w:rsidTr="00C35A8F">
        <w:trPr>
          <w:trHeight w:val="324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5FCACF52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0280622C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242DC3F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A082173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4F80AFA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C9D644" w14:textId="77777777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C2DA014" w14:textId="77777777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D631400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D034433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15C50A3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D7C1B" w:rsidRPr="008862D3" w14:paraId="6490C57C" w14:textId="77777777" w:rsidTr="00C35A8F">
        <w:trPr>
          <w:trHeight w:val="732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9A89A82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43C395A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5712083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FF9343C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65591F9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BCDF5CA" w14:textId="77777777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75B3BA6" w14:textId="77777777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20C0D1E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60327B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C7D78D1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D7C1B" w:rsidRPr="008862D3" w14:paraId="13F225E7" w14:textId="77777777" w:rsidTr="00C35A8F">
        <w:trPr>
          <w:trHeight w:val="1368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0F524E7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4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795793F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Защита населения Калачеевского муниципального района от чрезвычайных ситуаций природного и техногенного характера, обеспечение пожарной безопасности и безопасности людей на водных объектах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C596318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C3B5746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B90042E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EFD13D3" w14:textId="40AABF33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22 081,40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DEE91EB" w14:textId="2E8A8DFB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96 488,10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460BF68" w14:textId="234E4F64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E9BED39" w14:textId="602156A6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EE86185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AD7C1B" w:rsidRPr="008862D3" w14:paraId="46DA69FB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A4C8B0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B3E381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F2B7DFE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28D409C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FF45126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ADA0CA6" w14:textId="77777777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A242115" w14:textId="77777777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716084E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4984D5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679B9D1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D7C1B" w:rsidRPr="008862D3" w14:paraId="4AE9EDB4" w14:textId="77777777" w:rsidTr="000B4206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20A0F8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CC1B51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B40C85E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F53A519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6F19FF4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E920E63" w14:textId="56DFF45E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22 081,40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43EAF06" w14:textId="771AAF38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96 488,10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CD68D2" w14:textId="2E96EC75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3B32DC" w14:textId="0909AE92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C1ACAFC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AD7C1B" w:rsidRPr="008862D3" w14:paraId="79DEEEC8" w14:textId="77777777" w:rsidTr="00AD7C1B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0B50E929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5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3A0D8A69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Гражданское общество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483A0AF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8B81871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 859,52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98E69BE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77B4476" w14:textId="7DF0C00A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7 766,80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EFE43AE" w14:textId="33F95624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13 477,50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B771166" w14:textId="1D30C7F1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8 511,30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1E34FD2" w14:textId="254D0EE0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8 808,40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879F5FD" w14:textId="5DA7E27D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9 113,70</w:t>
            </w:r>
          </w:p>
        </w:tc>
      </w:tr>
      <w:tr w:rsidR="00AD7C1B" w:rsidRPr="008862D3" w14:paraId="443FA85D" w14:textId="77777777" w:rsidTr="00AD7C1B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7B62DE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8CD45D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5BBB50D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D1D6F38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D40735C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C967D39" w14:textId="77777777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44E9D4C" w14:textId="77777777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6F518D1" w14:textId="103D08DB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3C5EA36" w14:textId="31A7DFAF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AB6DCC1" w14:textId="3D744C82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7C1B" w:rsidRPr="008862D3" w14:paraId="20A4BF02" w14:textId="77777777" w:rsidTr="00AD7C1B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2ABFDD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0F7772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4663B69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10213AB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 859,52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B96FE0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005954D" w14:textId="56C488CC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7 766,80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3D9C44" w14:textId="03C94A9B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13 477,50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3A0A8C1" w14:textId="5718D1D4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8 511,30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576DBF7" w14:textId="6E36857C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8 808,40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BE16321" w14:textId="3CABCD39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9 113,70</w:t>
            </w:r>
          </w:p>
        </w:tc>
      </w:tr>
      <w:tr w:rsidR="00AD7C1B" w:rsidRPr="008862D3" w14:paraId="45915068" w14:textId="77777777" w:rsidTr="005C3B38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B407748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6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32CF0E8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Финансовое обеспечение деятельности подпрограммы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E22AF8E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3B581B2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3 279,86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53D82D3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24 144,30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3D0A77A" w14:textId="37A1A370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29 338,90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6B5D075" w14:textId="0E76201E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34 789,40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80AE9E1" w14:textId="702AA7A2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28 787,60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5BB1A40" w14:textId="690F9DE8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28 117,70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5EB0E53" w14:textId="13A7E2AD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29 118,00</w:t>
            </w:r>
          </w:p>
        </w:tc>
      </w:tr>
      <w:tr w:rsidR="00AD7C1B" w:rsidRPr="008862D3" w14:paraId="589360D0" w14:textId="77777777" w:rsidTr="00AD7C1B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C67FD8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23680C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D5B6177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B6C22F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F446881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E69F820" w14:textId="77777777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260C69B" w14:textId="77777777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5B0001F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C01A0F7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891FBC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AD7C1B" w:rsidRPr="008862D3" w14:paraId="7B160608" w14:textId="77777777" w:rsidTr="00AD7C1B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F5EC85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7F85CD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03D015C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F69F1E0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23 279,86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E70F4D7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24 144,30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E6DCD79" w14:textId="283F4858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29 338,90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706E0D" w14:textId="60964CD1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34 789,40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53AD36C" w14:textId="5FAF4861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28 787,60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CCDA2E2" w14:textId="6278926B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28 117,70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7EEB156" w14:textId="46960343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29 118,00</w:t>
            </w:r>
          </w:p>
        </w:tc>
      </w:tr>
      <w:tr w:rsidR="00AD7C1B" w:rsidRPr="008862D3" w14:paraId="693CD168" w14:textId="77777777" w:rsidTr="00AD7C1B">
        <w:trPr>
          <w:trHeight w:val="395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6F2604A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7</w:t>
            </w:r>
          </w:p>
          <w:p w14:paraId="6B64A244" w14:textId="77777777" w:rsidR="00AD7C1B" w:rsidRPr="00C62C25" w:rsidRDefault="00AD7C1B" w:rsidP="00AD7C1B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hideMark/>
          </w:tcPr>
          <w:p w14:paraId="0EB1EB10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Поощрение муниципальных образований </w:t>
            </w:r>
          </w:p>
          <w:p w14:paraId="5A938F11" w14:textId="77777777" w:rsidR="00AD7C1B" w:rsidRPr="00C62C25" w:rsidRDefault="00AD7C1B" w:rsidP="00AD7C1B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9E4593D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8405FBC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8A5A2AF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55F0949" w14:textId="0C9D88A4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605E90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9F41D13" w14:textId="5B3BDC10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50C166D" w14:textId="09D9F5F6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BC53A19" w14:textId="09BD8230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852BD82" w14:textId="4F8DB15C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</w:tr>
      <w:tr w:rsidR="00AD7C1B" w:rsidRPr="008862D3" w14:paraId="26416DB8" w14:textId="77777777" w:rsidTr="001910E0">
        <w:trPr>
          <w:trHeight w:val="401"/>
        </w:trPr>
        <w:tc>
          <w:tcPr>
            <w:tcW w:w="199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D3A70ED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hideMark/>
          </w:tcPr>
          <w:p w14:paraId="260B0E63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133C116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98329A9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E1E282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FBB4BD9" w14:textId="77777777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F59ADA1" w14:textId="77777777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E66E59C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C836FA3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95E6B27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7C1B" w:rsidRPr="008862D3" w14:paraId="0F657236" w14:textId="77777777" w:rsidTr="001910E0">
        <w:trPr>
          <w:trHeight w:val="984"/>
        </w:trPr>
        <w:tc>
          <w:tcPr>
            <w:tcW w:w="19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71AE850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E4F0EF2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9FD1123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C874088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BC392EC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8E848B1" w14:textId="2C9D64DF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605E90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23989C9" w14:textId="69E52077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467DBE8" w14:textId="38CFF466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F6C1EBC" w14:textId="1CDFAF25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1E3E8C4" w14:textId="4C4ED9DC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</w:tr>
      <w:tr w:rsidR="00AD7C1B" w:rsidRPr="008862D3" w14:paraId="31F13620" w14:textId="77777777" w:rsidTr="001910E0">
        <w:trPr>
          <w:trHeight w:val="393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41DB2E46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8</w:t>
            </w:r>
          </w:p>
        </w:tc>
        <w:tc>
          <w:tcPr>
            <w:tcW w:w="223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</w:tcPr>
          <w:p w14:paraId="108B172A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Содержание имущества казны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30450AB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797829F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12 332,02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A7AC0B7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23FF3BD" w14:textId="79766548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2 728,00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A766989" w14:textId="5FE4E57C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15 522,4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BBB7860" w14:textId="1E073953" w:rsidR="00AD7C1B" w:rsidRPr="00E244E4" w:rsidRDefault="00AD7C1B" w:rsidP="00AD7C1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205B8EB" w14:textId="20B4AD95" w:rsidR="00AD7C1B" w:rsidRPr="00E244E4" w:rsidRDefault="00AD7C1B" w:rsidP="00AD7C1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93D222" w14:textId="4FE97B8E" w:rsidR="00AD7C1B" w:rsidRPr="00E244E4" w:rsidRDefault="00AD7C1B" w:rsidP="00AD7C1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D7C1B" w:rsidRPr="008862D3" w14:paraId="0B97DB9F" w14:textId="77777777" w:rsidTr="001910E0">
        <w:trPr>
          <w:trHeight w:val="413"/>
        </w:trPr>
        <w:tc>
          <w:tcPr>
            <w:tcW w:w="199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0DB636F4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14:paraId="2266F380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2984C91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BE3311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6B9C53B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FD028CC" w14:textId="77777777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FB9F513" w14:textId="77777777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BFBA103" w14:textId="77777777" w:rsidR="00AD7C1B" w:rsidRPr="00E244E4" w:rsidRDefault="00AD7C1B" w:rsidP="00AD7C1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F5CB207" w14:textId="77777777" w:rsidR="00AD7C1B" w:rsidRPr="00E244E4" w:rsidRDefault="00AD7C1B" w:rsidP="00AD7C1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2268A64" w14:textId="77777777" w:rsidR="00AD7C1B" w:rsidRPr="00E244E4" w:rsidRDefault="00AD7C1B" w:rsidP="00AD7C1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7C1B" w:rsidRPr="008862D3" w14:paraId="2447A98C" w14:textId="77777777" w:rsidTr="001910E0">
        <w:trPr>
          <w:trHeight w:val="984"/>
        </w:trPr>
        <w:tc>
          <w:tcPr>
            <w:tcW w:w="19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BD12C91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2A78D4C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0E44F2F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1BEAF39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2 332,02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B54CC8A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F3791C4" w14:textId="541C82D7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2 728,00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DFEF8D" w14:textId="3F63EA08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15 522,4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6F5B93C" w14:textId="4597EC02" w:rsidR="00AD7C1B" w:rsidRPr="00E244E4" w:rsidRDefault="00AD7C1B" w:rsidP="00AD7C1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BCFF170" w14:textId="429077AD" w:rsidR="00AD7C1B" w:rsidRPr="00E244E4" w:rsidRDefault="00AD7C1B" w:rsidP="00AD7C1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36E29D5" w14:textId="701CF542" w:rsidR="00AD7C1B" w:rsidRPr="00E244E4" w:rsidRDefault="00AD7C1B" w:rsidP="00AD7C1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D7C1B" w:rsidRPr="008862D3" w14:paraId="3D32908A" w14:textId="77777777" w:rsidTr="007A1934">
        <w:trPr>
          <w:trHeight w:val="984"/>
        </w:trPr>
        <w:tc>
          <w:tcPr>
            <w:tcW w:w="1998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6C40192D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9</w:t>
            </w:r>
          </w:p>
          <w:p w14:paraId="7212D1D3" w14:textId="77777777" w:rsidR="00AD7C1B" w:rsidRPr="00C62C25" w:rsidRDefault="00AD7C1B" w:rsidP="00AD7C1B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vMerge w:val="restart"/>
            <w:tcBorders>
              <w:left w:val="nil"/>
              <w:right w:val="single" w:sz="8" w:space="0" w:color="auto"/>
            </w:tcBorders>
            <w:shd w:val="clear" w:color="auto" w:fill="FFFFFF"/>
          </w:tcPr>
          <w:p w14:paraId="57087CDE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Проведение Всероссийской переписи населения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BAB3C2B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330308F" w14:textId="77777777" w:rsidR="00AD7C1B" w:rsidRPr="00FF1AE3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AC3D05E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1D67B5" w14:textId="77777777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420887C" w14:textId="77777777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F20CEF1" w14:textId="77777777" w:rsidR="00AD7C1B" w:rsidRPr="00E244E4" w:rsidRDefault="00AD7C1B" w:rsidP="00AD7C1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8AFE1D9" w14:textId="77777777" w:rsidR="00AD7C1B" w:rsidRPr="00E244E4" w:rsidRDefault="00AD7C1B" w:rsidP="00AD7C1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E7803B1" w14:textId="77777777" w:rsidR="00AD7C1B" w:rsidRPr="00E244E4" w:rsidRDefault="00AD7C1B" w:rsidP="00AD7C1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D7C1B" w:rsidRPr="008862D3" w14:paraId="0A7D2C65" w14:textId="77777777" w:rsidTr="007A1934">
        <w:trPr>
          <w:trHeight w:val="409"/>
        </w:trPr>
        <w:tc>
          <w:tcPr>
            <w:tcW w:w="199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57DFE5E8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14:paraId="4383E513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5F7E40B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1F4412F" w14:textId="77777777" w:rsidR="00AD7C1B" w:rsidRPr="00FF1AE3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2754A9F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8BC5F20" w14:textId="77777777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D9A234C" w14:textId="77777777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D48D7D4" w14:textId="77777777" w:rsidR="00AD7C1B" w:rsidRPr="00E244E4" w:rsidRDefault="00AD7C1B" w:rsidP="00AD7C1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E8CA2DA" w14:textId="77777777" w:rsidR="00AD7C1B" w:rsidRPr="00E244E4" w:rsidRDefault="00AD7C1B" w:rsidP="00AD7C1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4505FEF" w14:textId="77777777" w:rsidR="00AD7C1B" w:rsidRPr="00E244E4" w:rsidRDefault="00AD7C1B" w:rsidP="00AD7C1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7C1B" w:rsidRPr="008862D3" w14:paraId="4FEAD479" w14:textId="77777777" w:rsidTr="001910E0">
        <w:trPr>
          <w:trHeight w:val="984"/>
        </w:trPr>
        <w:tc>
          <w:tcPr>
            <w:tcW w:w="19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F1CC6A0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DFCE136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9589C79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777AF37" w14:textId="77777777" w:rsidR="00AD7C1B" w:rsidRPr="00FF1AE3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89A1FA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759,30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C17DB38" w14:textId="77777777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A41E6A8" w14:textId="77777777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D3AA9D9" w14:textId="77777777" w:rsidR="00AD7C1B" w:rsidRPr="00E244E4" w:rsidRDefault="00AD7C1B" w:rsidP="00AD7C1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E92DC79" w14:textId="77777777" w:rsidR="00AD7C1B" w:rsidRPr="00E244E4" w:rsidRDefault="00AD7C1B" w:rsidP="00AD7C1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320E47F" w14:textId="77777777" w:rsidR="00AD7C1B" w:rsidRPr="00E244E4" w:rsidRDefault="00AD7C1B" w:rsidP="00AD7C1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D7C1B" w:rsidRPr="008862D3" w14:paraId="2C3C5520" w14:textId="77777777" w:rsidTr="001A169D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60FA0A8D" w14:textId="283B9D65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  <w:p w14:paraId="7CE41386" w14:textId="73739D49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54CE03D3" w14:textId="541B35BD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556336">
              <w:rPr>
                <w:rFonts w:ascii="Times New Roman" w:hAnsi="Times New Roman"/>
                <w:bCs/>
                <w:sz w:val="20"/>
                <w:szCs w:val="20"/>
              </w:rPr>
              <w:t xml:space="preserve">Иные межбюджетные трансферты бюджетам поселений за </w:t>
            </w:r>
            <w:proofErr w:type="gramStart"/>
            <w:r w:rsidRPr="00556336">
              <w:rPr>
                <w:rFonts w:ascii="Times New Roman" w:hAnsi="Times New Roman"/>
                <w:bCs/>
                <w:sz w:val="20"/>
                <w:szCs w:val="20"/>
              </w:rPr>
              <w:t>счет  средств</w:t>
            </w:r>
            <w:proofErr w:type="gramEnd"/>
            <w:r w:rsidRPr="00556336">
              <w:rPr>
                <w:rFonts w:ascii="Times New Roman" w:hAnsi="Times New Roman"/>
                <w:bCs/>
                <w:sz w:val="20"/>
                <w:szCs w:val="20"/>
              </w:rPr>
              <w:t xml:space="preserve">, полученных </w:t>
            </w:r>
            <w:r w:rsidRPr="00556336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из вышестоящих бюджетов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E759123" w14:textId="26064074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F4DE399" w14:textId="58E3569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A215665" w14:textId="19D9150C" w:rsidR="00AD7C1B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BFC5D99" w14:textId="5556B436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B9F888E" w14:textId="269A845C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17 084,50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2467E7C" w14:textId="125E6635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4E4">
              <w:rPr>
                <w:rFonts w:ascii="Times New Roman" w:hAnsi="Times New Roman"/>
                <w:bCs/>
                <w:sz w:val="20"/>
                <w:szCs w:val="20"/>
              </w:rPr>
              <w:t>2 392,40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56F3F27" w14:textId="03C00D7F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4E4">
              <w:rPr>
                <w:rFonts w:ascii="Times New Roman" w:hAnsi="Times New Roman"/>
                <w:bCs/>
                <w:sz w:val="20"/>
                <w:szCs w:val="20"/>
              </w:rPr>
              <w:t>3 192,40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7D6886B" w14:textId="72BA5095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4E4">
              <w:rPr>
                <w:rFonts w:ascii="Times New Roman" w:hAnsi="Times New Roman"/>
                <w:bCs/>
                <w:sz w:val="20"/>
                <w:szCs w:val="20"/>
              </w:rPr>
              <w:t>192,40</w:t>
            </w:r>
          </w:p>
        </w:tc>
      </w:tr>
      <w:tr w:rsidR="00AD7C1B" w:rsidRPr="008862D3" w14:paraId="0B507B6C" w14:textId="77777777" w:rsidTr="001A169D">
        <w:trPr>
          <w:trHeight w:val="324"/>
        </w:trPr>
        <w:tc>
          <w:tcPr>
            <w:tcW w:w="199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14:paraId="670560B7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14:paraId="545C34EE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067703D" w14:textId="38CDBD5E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B49D5F0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AA122BD" w14:textId="77777777" w:rsidR="00AD7C1B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2BEA299" w14:textId="77777777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6709DAD" w14:textId="77777777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95DC45F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D435824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B991893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87FF9" w:rsidRPr="008862D3" w14:paraId="4EB6388A" w14:textId="77777777" w:rsidTr="001528C6">
        <w:trPr>
          <w:trHeight w:val="324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14:paraId="5AC813A5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14:paraId="48A682B9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6F1CE9F" w14:textId="47E6982A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5907450" w14:textId="74685500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1CB1700" w14:textId="5330C7D8" w:rsidR="00487FF9" w:rsidRDefault="00487FF9" w:rsidP="00487F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73E313F" w14:textId="35736E76" w:rsidR="00487FF9" w:rsidRPr="00605E90" w:rsidRDefault="00487FF9" w:rsidP="00487F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7F3F3FD" w14:textId="55FA9A52" w:rsidR="00487FF9" w:rsidRPr="00FC5852" w:rsidRDefault="00487FF9" w:rsidP="00487FF9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17 084,50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4E3E9EF" w14:textId="223D3FDB" w:rsidR="00487FF9" w:rsidRPr="00E244E4" w:rsidRDefault="00487FF9" w:rsidP="00487F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4E4">
              <w:rPr>
                <w:rFonts w:ascii="Times New Roman" w:hAnsi="Times New Roman"/>
                <w:bCs/>
                <w:sz w:val="20"/>
                <w:szCs w:val="20"/>
              </w:rPr>
              <w:t>2 392,40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6923211" w14:textId="58F17BCA" w:rsidR="00487FF9" w:rsidRPr="00E244E4" w:rsidRDefault="00487FF9" w:rsidP="00487F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4E4">
              <w:rPr>
                <w:rFonts w:ascii="Times New Roman" w:hAnsi="Times New Roman"/>
                <w:bCs/>
                <w:sz w:val="20"/>
                <w:szCs w:val="20"/>
              </w:rPr>
              <w:t>3 192,40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979184" w14:textId="47206012" w:rsidR="00487FF9" w:rsidRPr="00E244E4" w:rsidRDefault="00487FF9" w:rsidP="00487F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4E4">
              <w:rPr>
                <w:rFonts w:ascii="Times New Roman" w:hAnsi="Times New Roman"/>
                <w:bCs/>
                <w:sz w:val="20"/>
                <w:szCs w:val="20"/>
              </w:rPr>
              <w:t>192,40</w:t>
            </w:r>
          </w:p>
        </w:tc>
      </w:tr>
      <w:tr w:rsidR="00AD7C1B" w:rsidRPr="008862D3" w14:paraId="13BF9439" w14:textId="77777777" w:rsidTr="001528C6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EE5F501" w14:textId="77777777" w:rsidR="00AD7C1B" w:rsidRPr="003E40A6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Подпрограмма 3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56F51967" w14:textId="77777777" w:rsidR="00AD7C1B" w:rsidRPr="003E40A6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Обеспечение деятельности казенных учреждений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3DC6FF1" w14:textId="77777777" w:rsidR="00AD7C1B" w:rsidRPr="003E40A6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ABF3D22" w14:textId="77777777" w:rsidR="00AD7C1B" w:rsidRPr="003E40A6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98E6E4" w14:textId="77777777" w:rsidR="00AD7C1B" w:rsidRPr="003E40A6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5DE92BE" w14:textId="3BF2B899" w:rsidR="00AD7C1B" w:rsidRPr="003E40A6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26 817,40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6B05BAA" w14:textId="497C2ACD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28 018,60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6B95E07" w14:textId="0A7D3FEF" w:rsidR="00AD7C1B" w:rsidRPr="00E244E4" w:rsidRDefault="00487FF9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4E4">
              <w:rPr>
                <w:rFonts w:ascii="Times New Roman" w:hAnsi="Times New Roman"/>
                <w:bCs/>
                <w:sz w:val="20"/>
                <w:szCs w:val="20"/>
              </w:rPr>
              <w:t>31 548,40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590125" w14:textId="7843B180" w:rsidR="00AD7C1B" w:rsidRPr="00E244E4" w:rsidRDefault="00487FF9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4E4">
              <w:rPr>
                <w:rFonts w:ascii="Times New Roman" w:hAnsi="Times New Roman"/>
                <w:bCs/>
                <w:sz w:val="20"/>
                <w:szCs w:val="20"/>
              </w:rPr>
              <w:t>32 323,80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18DB0AC" w14:textId="10F72C11" w:rsidR="00AD7C1B" w:rsidRPr="00E244E4" w:rsidRDefault="00487FF9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4E4">
              <w:rPr>
                <w:rFonts w:ascii="Times New Roman" w:hAnsi="Times New Roman"/>
                <w:bCs/>
                <w:sz w:val="20"/>
                <w:szCs w:val="20"/>
              </w:rPr>
              <w:t>33 477,60</w:t>
            </w:r>
          </w:p>
        </w:tc>
      </w:tr>
      <w:tr w:rsidR="00AD7C1B" w:rsidRPr="008862D3" w14:paraId="61932CD8" w14:textId="77777777" w:rsidTr="00FF1AE3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A60B1A" w14:textId="77777777" w:rsidR="00AD7C1B" w:rsidRPr="003E40A6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04A75A" w14:textId="77777777" w:rsidR="00AD7C1B" w:rsidRPr="003E40A6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5952FC3" w14:textId="77777777" w:rsidR="00AD7C1B" w:rsidRPr="003E40A6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E40A6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75646A6" w14:textId="77777777" w:rsidR="00AD7C1B" w:rsidRPr="003E40A6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E40A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3E11CFB" w14:textId="77777777" w:rsidR="00AD7C1B" w:rsidRPr="003E40A6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E219862" w14:textId="77777777" w:rsidR="00AD7C1B" w:rsidRPr="003E40A6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9DFC137" w14:textId="77777777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8043E1D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5CF9DED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8EA5A33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7FF9" w:rsidRPr="008862D3" w14:paraId="5C003D2C" w14:textId="77777777" w:rsidTr="00FF1AE3">
        <w:trPr>
          <w:trHeight w:val="188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2C3DE6" w14:textId="77777777" w:rsidR="00487FF9" w:rsidRPr="003E40A6" w:rsidRDefault="00487FF9" w:rsidP="00487F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4F7BD1" w14:textId="77777777" w:rsidR="00487FF9" w:rsidRPr="003E40A6" w:rsidRDefault="00487FF9" w:rsidP="00487F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64DE3E7" w14:textId="77777777" w:rsidR="00487FF9" w:rsidRPr="003E40A6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E40A6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2D1319" w14:textId="77777777" w:rsidR="00487FF9" w:rsidRPr="003E40A6" w:rsidRDefault="00487FF9" w:rsidP="00487F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D427B6D" w14:textId="77777777" w:rsidR="00487FF9" w:rsidRPr="003E40A6" w:rsidRDefault="00487FF9" w:rsidP="00487F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A85DA2B" w14:textId="3349A170" w:rsidR="00487FF9" w:rsidRPr="003E40A6" w:rsidRDefault="00487FF9" w:rsidP="00487F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26 817,40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C0F67BB" w14:textId="6F4936A1" w:rsidR="00487FF9" w:rsidRPr="00FC5852" w:rsidRDefault="00487FF9" w:rsidP="00487FF9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  <w:r w:rsidRPr="00FC58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8 018,60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60B4F0B" w14:textId="35F0AFBB" w:rsidR="00487FF9" w:rsidRPr="00E244E4" w:rsidRDefault="00487FF9" w:rsidP="00487F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4E4">
              <w:rPr>
                <w:rFonts w:ascii="Times New Roman" w:hAnsi="Times New Roman"/>
                <w:bCs/>
                <w:sz w:val="20"/>
                <w:szCs w:val="20"/>
              </w:rPr>
              <w:t>31 548,40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AE4383A" w14:textId="6D927039" w:rsidR="00487FF9" w:rsidRPr="00E244E4" w:rsidRDefault="00487FF9" w:rsidP="00487F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4E4">
              <w:rPr>
                <w:rFonts w:ascii="Times New Roman" w:hAnsi="Times New Roman"/>
                <w:bCs/>
                <w:sz w:val="20"/>
                <w:szCs w:val="20"/>
              </w:rPr>
              <w:t>32 323,80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04E041A" w14:textId="25E82C00" w:rsidR="00487FF9" w:rsidRPr="00E244E4" w:rsidRDefault="00487FF9" w:rsidP="00487F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4E4">
              <w:rPr>
                <w:rFonts w:ascii="Times New Roman" w:hAnsi="Times New Roman"/>
                <w:bCs/>
                <w:sz w:val="20"/>
                <w:szCs w:val="20"/>
              </w:rPr>
              <w:t>33 477,60</w:t>
            </w:r>
          </w:p>
        </w:tc>
      </w:tr>
      <w:tr w:rsidR="00487FF9" w:rsidRPr="008862D3" w14:paraId="5B636FAC" w14:textId="77777777" w:rsidTr="001528C6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1037B820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49F4FC2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«Финансовое обеспечение МКУ «Единая дежурно-диспетчерская служба и хозяйственно-техническое обеспечение»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EC39ECB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AF9901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88D8B3C" w14:textId="0E520FDD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9236EC4" w14:textId="01BAB06C" w:rsidR="00487FF9" w:rsidRPr="00605E90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17 058,50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F5D133D" w14:textId="30B39375" w:rsidR="00487FF9" w:rsidRPr="00FC5852" w:rsidRDefault="00487FF9" w:rsidP="00487FF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B81AA6" w14:textId="455D077C" w:rsidR="00487FF9" w:rsidRPr="00E244E4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20 868,40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E32627" w14:textId="665D497A" w:rsidR="00487FF9" w:rsidRPr="00E244E4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21 177,80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23B6376" w14:textId="2D0DE171" w:rsidR="00487FF9" w:rsidRPr="00E244E4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21 891,60</w:t>
            </w:r>
          </w:p>
        </w:tc>
      </w:tr>
      <w:tr w:rsidR="00487FF9" w:rsidRPr="008862D3" w14:paraId="27FDEDB1" w14:textId="77777777" w:rsidTr="00487FF9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BFF01B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6AEE63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74816BE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39D5B82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6CC2D98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1FDEFDF" w14:textId="77777777" w:rsidR="00487FF9" w:rsidRPr="00605E90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5E7F4B6" w14:textId="77777777" w:rsidR="00487FF9" w:rsidRPr="00FC5852" w:rsidRDefault="00487FF9" w:rsidP="00487FF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EA3B485" w14:textId="2949BA44" w:rsidR="00487FF9" w:rsidRPr="00E244E4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9513A50" w14:textId="6C7D9854" w:rsidR="00487FF9" w:rsidRPr="00E244E4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C3713C3" w14:textId="0538BB7F" w:rsidR="00487FF9" w:rsidRPr="00E244E4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7FF9" w:rsidRPr="008862D3" w14:paraId="70430A02" w14:textId="77777777" w:rsidTr="00487FF9">
        <w:trPr>
          <w:trHeight w:val="468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946E93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62DDFD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BEAEB8E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E5B8CB7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9322086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3167890" w14:textId="698C084F" w:rsidR="00487FF9" w:rsidRPr="00605E90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7 058,50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01C1BE1" w14:textId="5F1E0D2F" w:rsidR="00487FF9" w:rsidRPr="00FC5852" w:rsidRDefault="00487FF9" w:rsidP="00487FF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1667257" w14:textId="6CBDB67A" w:rsidR="00487FF9" w:rsidRPr="00E244E4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20 868,40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23D20C9" w14:textId="450E5A3C" w:rsidR="00487FF9" w:rsidRPr="00E244E4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21 177,80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E1FAD2B" w14:textId="52A889A3" w:rsidR="00487FF9" w:rsidRPr="00E244E4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21 891,60</w:t>
            </w:r>
          </w:p>
        </w:tc>
      </w:tr>
      <w:tr w:rsidR="00487FF9" w:rsidRPr="008862D3" w14:paraId="0E640C2F" w14:textId="77777777" w:rsidTr="001528C6">
        <w:trPr>
          <w:trHeight w:val="768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56E3E231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7F694831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«Финансовое обеспечение МКУ «Централизованная бухгалтерия сельских поселений»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5036A34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F0DFDAB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6C96C7B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85358C3" w14:textId="6A3AF983" w:rsidR="00487FF9" w:rsidRPr="00605E90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 758,90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8125E1" w14:textId="7AAE9AEC" w:rsidR="00487FF9" w:rsidRPr="00FC5852" w:rsidRDefault="00487FF9" w:rsidP="00487FF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9 7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96F816" w14:textId="10C9A0EA" w:rsidR="00487FF9" w:rsidRPr="00E244E4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10 680,00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BB84B8A" w14:textId="3A2C0DE8" w:rsidR="00487FF9" w:rsidRPr="00E244E4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11 146,00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836EE63" w14:textId="5FF2249F" w:rsidR="00487FF9" w:rsidRPr="00E244E4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11 586,00</w:t>
            </w:r>
          </w:p>
        </w:tc>
      </w:tr>
      <w:tr w:rsidR="00487FF9" w:rsidRPr="008862D3" w14:paraId="184519B7" w14:textId="77777777" w:rsidTr="00BF0171">
        <w:trPr>
          <w:trHeight w:val="324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2F340DBD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7AFFDB02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481C347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12D55D5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3429A75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D2C3852" w14:textId="77777777" w:rsidR="00487FF9" w:rsidRPr="00605E90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4797604" w14:textId="77777777" w:rsidR="00487FF9" w:rsidRPr="00FC5852" w:rsidRDefault="00487FF9" w:rsidP="00487FF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2B121DE" w14:textId="77777777" w:rsidR="00487FF9" w:rsidRPr="00E244E4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6CEDC8" w14:textId="77777777" w:rsidR="00487FF9" w:rsidRPr="00E244E4" w:rsidRDefault="00487FF9" w:rsidP="00487FF9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DEAEAF8" w14:textId="77777777" w:rsidR="00487FF9" w:rsidRPr="00E244E4" w:rsidRDefault="00487FF9" w:rsidP="00487FF9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487FF9" w:rsidRPr="008862D3" w14:paraId="6F3257A6" w14:textId="77777777" w:rsidTr="00BF0171">
        <w:trPr>
          <w:trHeight w:val="324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DF8515B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A55DBAA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AD8C6CD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94F693C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684F691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5F3F55D" w14:textId="5770E0DE" w:rsidR="00487FF9" w:rsidRPr="00605E90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 758,90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B18BEB6" w14:textId="3EDD05A6" w:rsidR="00487FF9" w:rsidRPr="00FC5852" w:rsidRDefault="00487FF9" w:rsidP="00487FF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F59225D" w14:textId="4ACCC4F4" w:rsidR="00487FF9" w:rsidRPr="00E244E4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10 680,00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987FFE2" w14:textId="2CAC9FAE" w:rsidR="00487FF9" w:rsidRPr="00E244E4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11 146,00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70607D" w14:textId="7576A449" w:rsidR="00487FF9" w:rsidRPr="00E244E4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11 586,00</w:t>
            </w:r>
          </w:p>
        </w:tc>
      </w:tr>
    </w:tbl>
    <w:p w14:paraId="79597D01" w14:textId="77777777" w:rsidR="00C467B5" w:rsidRPr="00C62C25" w:rsidRDefault="00C467B5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auto"/>
          <w:sz w:val="20"/>
          <w:szCs w:val="20"/>
          <w:lang w:eastAsia="ru-RU"/>
        </w:rPr>
      </w:pPr>
    </w:p>
    <w:p w14:paraId="791D7962" w14:textId="77777777" w:rsidR="00193EDF" w:rsidRPr="00C62C25" w:rsidRDefault="00193EDF" w:rsidP="00193EDF">
      <w:pPr>
        <w:ind w:firstLine="709"/>
        <w:rPr>
          <w:rFonts w:ascii="Times New Roman" w:hAnsi="Times New Roman"/>
          <w:sz w:val="20"/>
          <w:szCs w:val="20"/>
        </w:rPr>
      </w:pPr>
    </w:p>
    <w:sectPr w:rsidR="00193EDF" w:rsidRPr="00C62C25" w:rsidSect="00114D78">
      <w:headerReference w:type="default" r:id="rId8"/>
      <w:pgSz w:w="16838" w:h="11906" w:orient="landscape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4E3A5" w14:textId="77777777" w:rsidR="00AA223A" w:rsidRDefault="00AA223A" w:rsidP="006F0544">
      <w:r>
        <w:separator/>
      </w:r>
    </w:p>
  </w:endnote>
  <w:endnote w:type="continuationSeparator" w:id="0">
    <w:p w14:paraId="2378132F" w14:textId="77777777" w:rsidR="00AA223A" w:rsidRDefault="00AA223A" w:rsidP="006F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5EF40" w14:textId="77777777" w:rsidR="00AA223A" w:rsidRDefault="00AA223A" w:rsidP="006F0544">
      <w:r>
        <w:separator/>
      </w:r>
    </w:p>
  </w:footnote>
  <w:footnote w:type="continuationSeparator" w:id="0">
    <w:p w14:paraId="0782FC3A" w14:textId="77777777" w:rsidR="00AA223A" w:rsidRDefault="00AA223A" w:rsidP="006F0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8B5E7" w14:textId="77777777" w:rsidR="00364990" w:rsidRDefault="0036499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 w15:restartNumberingAfterBreak="0">
    <w:nsid w:val="03A44EA6"/>
    <w:multiLevelType w:val="multilevel"/>
    <w:tmpl w:val="1E945B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2" w15:restartNumberingAfterBreak="0">
    <w:nsid w:val="128A7469"/>
    <w:multiLevelType w:val="hybridMultilevel"/>
    <w:tmpl w:val="34C82346"/>
    <w:lvl w:ilvl="0" w:tplc="9496E7AC">
      <w:start w:val="8"/>
      <w:numFmt w:val="decimal"/>
      <w:lvlText w:val="%1."/>
      <w:lvlJc w:val="left"/>
      <w:pPr>
        <w:ind w:left="5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  <w:rPr>
        <w:rFonts w:cs="Times New Roman"/>
      </w:rPr>
    </w:lvl>
  </w:abstractNum>
  <w:abstractNum w:abstractNumId="3" w15:restartNumberingAfterBreak="0">
    <w:nsid w:val="213A65CE"/>
    <w:multiLevelType w:val="hybridMultilevel"/>
    <w:tmpl w:val="3D7AF5A4"/>
    <w:lvl w:ilvl="0" w:tplc="4A5AB24A">
      <w:start w:val="1"/>
      <w:numFmt w:val="decimal"/>
      <w:lvlText w:val="%1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4" w15:restartNumberingAfterBreak="0">
    <w:nsid w:val="22D7437A"/>
    <w:multiLevelType w:val="hybridMultilevel"/>
    <w:tmpl w:val="27FE7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BE3DF1"/>
    <w:multiLevelType w:val="multilevel"/>
    <w:tmpl w:val="05B65F6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8" w15:restartNumberingAfterBreak="0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7283C69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948340F"/>
    <w:multiLevelType w:val="hybridMultilevel"/>
    <w:tmpl w:val="AEC8CA72"/>
    <w:lvl w:ilvl="0" w:tplc="F6E0A6F8">
      <w:start w:val="3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  <w:rPr>
        <w:rFonts w:cs="Times New Roman"/>
      </w:rPr>
    </w:lvl>
  </w:abstractNum>
  <w:abstractNum w:abstractNumId="12" w15:restartNumberingAfterBreak="0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62B7747"/>
    <w:multiLevelType w:val="multilevel"/>
    <w:tmpl w:val="5C4A1870"/>
    <w:lvl w:ilvl="0">
      <w:start w:val="1"/>
      <w:numFmt w:val="decimal"/>
      <w:lvlText w:val="%1."/>
      <w:lvlJc w:val="left"/>
      <w:pPr>
        <w:ind w:left="0" w:firstLine="0"/>
      </w:pPr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77A2821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8105C4"/>
    <w:multiLevelType w:val="multilevel"/>
    <w:tmpl w:val="D9D6A304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161111D"/>
    <w:multiLevelType w:val="multilevel"/>
    <w:tmpl w:val="9B52251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cs="Times New Roman" w:hint="default"/>
      </w:rPr>
    </w:lvl>
  </w:abstractNum>
  <w:abstractNum w:abstractNumId="19" w15:restartNumberingAfterBreak="0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E876786"/>
    <w:multiLevelType w:val="hybridMultilevel"/>
    <w:tmpl w:val="4D72A076"/>
    <w:lvl w:ilvl="0" w:tplc="7DC2F29E">
      <w:start w:val="1"/>
      <w:numFmt w:val="decimal"/>
      <w:lvlText w:val="%1."/>
      <w:lvlJc w:val="left"/>
      <w:pPr>
        <w:tabs>
          <w:tab w:val="num" w:pos="581"/>
        </w:tabs>
        <w:ind w:left="581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24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9"/>
  </w:num>
  <w:num w:numId="2">
    <w:abstractNumId w:val="0"/>
  </w:num>
  <w:num w:numId="3">
    <w:abstractNumId w:val="14"/>
  </w:num>
  <w:num w:numId="4">
    <w:abstractNumId w:val="10"/>
  </w:num>
  <w:num w:numId="5">
    <w:abstractNumId w:val="8"/>
  </w:num>
  <w:num w:numId="6">
    <w:abstractNumId w:val="6"/>
  </w:num>
  <w:num w:numId="7">
    <w:abstractNumId w:val="21"/>
  </w:num>
  <w:num w:numId="8">
    <w:abstractNumId w:val="22"/>
  </w:num>
  <w:num w:numId="9">
    <w:abstractNumId w:val="13"/>
  </w:num>
  <w:num w:numId="10">
    <w:abstractNumId w:val="7"/>
  </w:num>
  <w:num w:numId="11">
    <w:abstractNumId w:val="12"/>
  </w:num>
  <w:num w:numId="12">
    <w:abstractNumId w:val="3"/>
  </w:num>
  <w:num w:numId="13">
    <w:abstractNumId w:val="23"/>
  </w:num>
  <w:num w:numId="14">
    <w:abstractNumId w:val="11"/>
  </w:num>
  <w:num w:numId="15">
    <w:abstractNumId w:val="18"/>
  </w:num>
  <w:num w:numId="16">
    <w:abstractNumId w:val="17"/>
  </w:num>
  <w:num w:numId="17">
    <w:abstractNumId w:val="5"/>
  </w:num>
  <w:num w:numId="18">
    <w:abstractNumId w:val="16"/>
  </w:num>
  <w:num w:numId="19">
    <w:abstractNumId w:val="9"/>
  </w:num>
  <w:num w:numId="20">
    <w:abstractNumId w:val="2"/>
  </w:num>
  <w:num w:numId="21">
    <w:abstractNumId w:val="4"/>
  </w:num>
  <w:num w:numId="22">
    <w:abstractNumId w:val="1"/>
  </w:num>
  <w:num w:numId="23">
    <w:abstractNumId w:val="24"/>
  </w:num>
  <w:num w:numId="24">
    <w:abstractNumId w:val="20"/>
  </w:num>
  <w:num w:numId="2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  <w:lvlOverride w:ilvl="0">
      <w:startOverride w:val="1"/>
    </w:lvlOverride>
  </w:num>
  <w:num w:numId="27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1FB"/>
    <w:rsid w:val="00000587"/>
    <w:rsid w:val="00000870"/>
    <w:rsid w:val="0000118A"/>
    <w:rsid w:val="00001AD0"/>
    <w:rsid w:val="00002F29"/>
    <w:rsid w:val="000032B2"/>
    <w:rsid w:val="00003754"/>
    <w:rsid w:val="00003D53"/>
    <w:rsid w:val="00003DAF"/>
    <w:rsid w:val="000047E1"/>
    <w:rsid w:val="00004C34"/>
    <w:rsid w:val="000051DE"/>
    <w:rsid w:val="000051F2"/>
    <w:rsid w:val="0000545D"/>
    <w:rsid w:val="00005C46"/>
    <w:rsid w:val="00006A91"/>
    <w:rsid w:val="0000752E"/>
    <w:rsid w:val="000077BF"/>
    <w:rsid w:val="0001078D"/>
    <w:rsid w:val="0001099A"/>
    <w:rsid w:val="000112B6"/>
    <w:rsid w:val="000115FD"/>
    <w:rsid w:val="0001276E"/>
    <w:rsid w:val="00012CA3"/>
    <w:rsid w:val="0001392F"/>
    <w:rsid w:val="00013951"/>
    <w:rsid w:val="00013BAF"/>
    <w:rsid w:val="00014D9B"/>
    <w:rsid w:val="00015508"/>
    <w:rsid w:val="00017334"/>
    <w:rsid w:val="00017638"/>
    <w:rsid w:val="00017AAD"/>
    <w:rsid w:val="000200B0"/>
    <w:rsid w:val="00020680"/>
    <w:rsid w:val="00020E97"/>
    <w:rsid w:val="000214A8"/>
    <w:rsid w:val="00021C49"/>
    <w:rsid w:val="00021D52"/>
    <w:rsid w:val="00022252"/>
    <w:rsid w:val="00022BEC"/>
    <w:rsid w:val="000233FE"/>
    <w:rsid w:val="0002356F"/>
    <w:rsid w:val="00024061"/>
    <w:rsid w:val="000246A7"/>
    <w:rsid w:val="00024892"/>
    <w:rsid w:val="00024BF9"/>
    <w:rsid w:val="0002689F"/>
    <w:rsid w:val="00026B48"/>
    <w:rsid w:val="00026F07"/>
    <w:rsid w:val="00027717"/>
    <w:rsid w:val="000305BC"/>
    <w:rsid w:val="00030E56"/>
    <w:rsid w:val="00031213"/>
    <w:rsid w:val="00031C7E"/>
    <w:rsid w:val="0003272A"/>
    <w:rsid w:val="00032D66"/>
    <w:rsid w:val="000332E1"/>
    <w:rsid w:val="00033739"/>
    <w:rsid w:val="0003468D"/>
    <w:rsid w:val="000348A4"/>
    <w:rsid w:val="00034C11"/>
    <w:rsid w:val="00034DED"/>
    <w:rsid w:val="00034EEF"/>
    <w:rsid w:val="000351D8"/>
    <w:rsid w:val="0003529C"/>
    <w:rsid w:val="00037D96"/>
    <w:rsid w:val="00040036"/>
    <w:rsid w:val="00040521"/>
    <w:rsid w:val="000410AD"/>
    <w:rsid w:val="00041682"/>
    <w:rsid w:val="000419C1"/>
    <w:rsid w:val="00041B4C"/>
    <w:rsid w:val="00041E21"/>
    <w:rsid w:val="0004212B"/>
    <w:rsid w:val="000421E7"/>
    <w:rsid w:val="00042AA0"/>
    <w:rsid w:val="00042CB3"/>
    <w:rsid w:val="00043344"/>
    <w:rsid w:val="0004343E"/>
    <w:rsid w:val="00043F16"/>
    <w:rsid w:val="00044EEF"/>
    <w:rsid w:val="00045320"/>
    <w:rsid w:val="00045C12"/>
    <w:rsid w:val="0004688A"/>
    <w:rsid w:val="00046B9A"/>
    <w:rsid w:val="00047A0D"/>
    <w:rsid w:val="00047D16"/>
    <w:rsid w:val="00051527"/>
    <w:rsid w:val="00051850"/>
    <w:rsid w:val="000519FA"/>
    <w:rsid w:val="00052078"/>
    <w:rsid w:val="00052B3B"/>
    <w:rsid w:val="000532E6"/>
    <w:rsid w:val="00053596"/>
    <w:rsid w:val="00053D6F"/>
    <w:rsid w:val="00054CE2"/>
    <w:rsid w:val="00055533"/>
    <w:rsid w:val="00055A02"/>
    <w:rsid w:val="00055A2D"/>
    <w:rsid w:val="00056254"/>
    <w:rsid w:val="0005631C"/>
    <w:rsid w:val="000563C7"/>
    <w:rsid w:val="00056BDA"/>
    <w:rsid w:val="00056E8B"/>
    <w:rsid w:val="00056FE2"/>
    <w:rsid w:val="000579F2"/>
    <w:rsid w:val="00060DBE"/>
    <w:rsid w:val="00061B74"/>
    <w:rsid w:val="00062A66"/>
    <w:rsid w:val="00062C1A"/>
    <w:rsid w:val="000631D6"/>
    <w:rsid w:val="000633AF"/>
    <w:rsid w:val="00063BA8"/>
    <w:rsid w:val="00064206"/>
    <w:rsid w:val="00064747"/>
    <w:rsid w:val="00065454"/>
    <w:rsid w:val="00065647"/>
    <w:rsid w:val="000656E9"/>
    <w:rsid w:val="000664FF"/>
    <w:rsid w:val="00066A5E"/>
    <w:rsid w:val="000674F1"/>
    <w:rsid w:val="00067FEE"/>
    <w:rsid w:val="00070936"/>
    <w:rsid w:val="00070B09"/>
    <w:rsid w:val="00070BC5"/>
    <w:rsid w:val="00071068"/>
    <w:rsid w:val="00071313"/>
    <w:rsid w:val="0007207D"/>
    <w:rsid w:val="000726E8"/>
    <w:rsid w:val="00072857"/>
    <w:rsid w:val="00073233"/>
    <w:rsid w:val="000734FD"/>
    <w:rsid w:val="00074400"/>
    <w:rsid w:val="0007469E"/>
    <w:rsid w:val="00074D09"/>
    <w:rsid w:val="00075006"/>
    <w:rsid w:val="0007538E"/>
    <w:rsid w:val="00075AC0"/>
    <w:rsid w:val="0007626B"/>
    <w:rsid w:val="00076451"/>
    <w:rsid w:val="00076B8D"/>
    <w:rsid w:val="00077120"/>
    <w:rsid w:val="000774CA"/>
    <w:rsid w:val="00077833"/>
    <w:rsid w:val="00080B54"/>
    <w:rsid w:val="00080DEF"/>
    <w:rsid w:val="0008119D"/>
    <w:rsid w:val="000818BE"/>
    <w:rsid w:val="000819E3"/>
    <w:rsid w:val="000822D3"/>
    <w:rsid w:val="00082439"/>
    <w:rsid w:val="000826D1"/>
    <w:rsid w:val="00082C61"/>
    <w:rsid w:val="000833F7"/>
    <w:rsid w:val="000839AD"/>
    <w:rsid w:val="000839E8"/>
    <w:rsid w:val="00083EDE"/>
    <w:rsid w:val="00084112"/>
    <w:rsid w:val="000851D7"/>
    <w:rsid w:val="000859FB"/>
    <w:rsid w:val="00086D25"/>
    <w:rsid w:val="000873B4"/>
    <w:rsid w:val="000874CE"/>
    <w:rsid w:val="000876A8"/>
    <w:rsid w:val="00087E2E"/>
    <w:rsid w:val="0009048B"/>
    <w:rsid w:val="00091B6A"/>
    <w:rsid w:val="0009201A"/>
    <w:rsid w:val="0009231B"/>
    <w:rsid w:val="00092763"/>
    <w:rsid w:val="00093516"/>
    <w:rsid w:val="00093845"/>
    <w:rsid w:val="0009446A"/>
    <w:rsid w:val="00094E6D"/>
    <w:rsid w:val="000950E7"/>
    <w:rsid w:val="0009567E"/>
    <w:rsid w:val="000956B3"/>
    <w:rsid w:val="0009606E"/>
    <w:rsid w:val="00096B2E"/>
    <w:rsid w:val="00096CA4"/>
    <w:rsid w:val="00096F34"/>
    <w:rsid w:val="00097056"/>
    <w:rsid w:val="00097B94"/>
    <w:rsid w:val="000A0486"/>
    <w:rsid w:val="000A081F"/>
    <w:rsid w:val="000A1059"/>
    <w:rsid w:val="000A15DB"/>
    <w:rsid w:val="000A181E"/>
    <w:rsid w:val="000A19B8"/>
    <w:rsid w:val="000A1E59"/>
    <w:rsid w:val="000A2F94"/>
    <w:rsid w:val="000A30E7"/>
    <w:rsid w:val="000A3C21"/>
    <w:rsid w:val="000A3F7C"/>
    <w:rsid w:val="000A4757"/>
    <w:rsid w:val="000A5677"/>
    <w:rsid w:val="000A5BCE"/>
    <w:rsid w:val="000A6181"/>
    <w:rsid w:val="000A621D"/>
    <w:rsid w:val="000A678F"/>
    <w:rsid w:val="000A690E"/>
    <w:rsid w:val="000A6F92"/>
    <w:rsid w:val="000A773F"/>
    <w:rsid w:val="000B0342"/>
    <w:rsid w:val="000B39C1"/>
    <w:rsid w:val="000B39E4"/>
    <w:rsid w:val="000B4206"/>
    <w:rsid w:val="000B426B"/>
    <w:rsid w:val="000B4E83"/>
    <w:rsid w:val="000B53D4"/>
    <w:rsid w:val="000B5586"/>
    <w:rsid w:val="000B661E"/>
    <w:rsid w:val="000B6A9B"/>
    <w:rsid w:val="000B70B6"/>
    <w:rsid w:val="000B7235"/>
    <w:rsid w:val="000C2DDE"/>
    <w:rsid w:val="000C2E44"/>
    <w:rsid w:val="000C3408"/>
    <w:rsid w:val="000C401B"/>
    <w:rsid w:val="000C4103"/>
    <w:rsid w:val="000C415A"/>
    <w:rsid w:val="000C4283"/>
    <w:rsid w:val="000C455B"/>
    <w:rsid w:val="000C4B1B"/>
    <w:rsid w:val="000C5DE4"/>
    <w:rsid w:val="000C5FC3"/>
    <w:rsid w:val="000C715A"/>
    <w:rsid w:val="000C71FD"/>
    <w:rsid w:val="000C737A"/>
    <w:rsid w:val="000C7DF2"/>
    <w:rsid w:val="000D01AC"/>
    <w:rsid w:val="000D01FC"/>
    <w:rsid w:val="000D0A24"/>
    <w:rsid w:val="000D0B21"/>
    <w:rsid w:val="000D0BDE"/>
    <w:rsid w:val="000D0C86"/>
    <w:rsid w:val="000D1793"/>
    <w:rsid w:val="000D30B0"/>
    <w:rsid w:val="000D36C6"/>
    <w:rsid w:val="000D3E84"/>
    <w:rsid w:val="000D4729"/>
    <w:rsid w:val="000D4737"/>
    <w:rsid w:val="000D47FA"/>
    <w:rsid w:val="000D5085"/>
    <w:rsid w:val="000D5861"/>
    <w:rsid w:val="000D5C68"/>
    <w:rsid w:val="000D65F2"/>
    <w:rsid w:val="000D6DE4"/>
    <w:rsid w:val="000D6FC7"/>
    <w:rsid w:val="000D706E"/>
    <w:rsid w:val="000D712B"/>
    <w:rsid w:val="000D7539"/>
    <w:rsid w:val="000D776B"/>
    <w:rsid w:val="000D7B61"/>
    <w:rsid w:val="000D7B92"/>
    <w:rsid w:val="000E0373"/>
    <w:rsid w:val="000E1012"/>
    <w:rsid w:val="000E1280"/>
    <w:rsid w:val="000E1678"/>
    <w:rsid w:val="000E238E"/>
    <w:rsid w:val="000E2871"/>
    <w:rsid w:val="000E2AEA"/>
    <w:rsid w:val="000E3D66"/>
    <w:rsid w:val="000E402B"/>
    <w:rsid w:val="000E4A39"/>
    <w:rsid w:val="000E4BBD"/>
    <w:rsid w:val="000E4F47"/>
    <w:rsid w:val="000E5015"/>
    <w:rsid w:val="000E5155"/>
    <w:rsid w:val="000E515B"/>
    <w:rsid w:val="000E5319"/>
    <w:rsid w:val="000E5BEA"/>
    <w:rsid w:val="000E5F3E"/>
    <w:rsid w:val="000E6146"/>
    <w:rsid w:val="000E633F"/>
    <w:rsid w:val="000E6955"/>
    <w:rsid w:val="000E6985"/>
    <w:rsid w:val="000E79DD"/>
    <w:rsid w:val="000E7D92"/>
    <w:rsid w:val="000E7F48"/>
    <w:rsid w:val="000F09FE"/>
    <w:rsid w:val="000F0CE2"/>
    <w:rsid w:val="000F0DD6"/>
    <w:rsid w:val="000F11A4"/>
    <w:rsid w:val="000F2B70"/>
    <w:rsid w:val="000F32E6"/>
    <w:rsid w:val="000F3898"/>
    <w:rsid w:val="000F456E"/>
    <w:rsid w:val="000F5D9B"/>
    <w:rsid w:val="000F62E5"/>
    <w:rsid w:val="000F6654"/>
    <w:rsid w:val="000F6814"/>
    <w:rsid w:val="000F6ACD"/>
    <w:rsid w:val="000F6AD9"/>
    <w:rsid w:val="000F7E5E"/>
    <w:rsid w:val="00100DEB"/>
    <w:rsid w:val="001011F9"/>
    <w:rsid w:val="00101A13"/>
    <w:rsid w:val="00102745"/>
    <w:rsid w:val="00102770"/>
    <w:rsid w:val="001027E6"/>
    <w:rsid w:val="00102E81"/>
    <w:rsid w:val="00104100"/>
    <w:rsid w:val="0010463D"/>
    <w:rsid w:val="00104B7F"/>
    <w:rsid w:val="00104CD7"/>
    <w:rsid w:val="0010609D"/>
    <w:rsid w:val="00106191"/>
    <w:rsid w:val="00106619"/>
    <w:rsid w:val="00106FCB"/>
    <w:rsid w:val="001079E6"/>
    <w:rsid w:val="001108C2"/>
    <w:rsid w:val="001109AF"/>
    <w:rsid w:val="00111008"/>
    <w:rsid w:val="001112B2"/>
    <w:rsid w:val="00111FF3"/>
    <w:rsid w:val="00112B3A"/>
    <w:rsid w:val="00113476"/>
    <w:rsid w:val="00114597"/>
    <w:rsid w:val="00114D78"/>
    <w:rsid w:val="0011547F"/>
    <w:rsid w:val="00116552"/>
    <w:rsid w:val="00117193"/>
    <w:rsid w:val="0011752D"/>
    <w:rsid w:val="0012017F"/>
    <w:rsid w:val="001213B4"/>
    <w:rsid w:val="001214FD"/>
    <w:rsid w:val="0012161C"/>
    <w:rsid w:val="001217EE"/>
    <w:rsid w:val="001223FA"/>
    <w:rsid w:val="0012247B"/>
    <w:rsid w:val="001227E4"/>
    <w:rsid w:val="0012286B"/>
    <w:rsid w:val="00122ECC"/>
    <w:rsid w:val="00124421"/>
    <w:rsid w:val="00124C84"/>
    <w:rsid w:val="00125C81"/>
    <w:rsid w:val="001263A5"/>
    <w:rsid w:val="00126F94"/>
    <w:rsid w:val="00127346"/>
    <w:rsid w:val="001302BE"/>
    <w:rsid w:val="00130B36"/>
    <w:rsid w:val="00130C52"/>
    <w:rsid w:val="0013219F"/>
    <w:rsid w:val="00132688"/>
    <w:rsid w:val="001346CF"/>
    <w:rsid w:val="00136CEA"/>
    <w:rsid w:val="00136EB9"/>
    <w:rsid w:val="001373E9"/>
    <w:rsid w:val="001375CD"/>
    <w:rsid w:val="00137A93"/>
    <w:rsid w:val="00137C48"/>
    <w:rsid w:val="00137F2F"/>
    <w:rsid w:val="001408F0"/>
    <w:rsid w:val="001414A5"/>
    <w:rsid w:val="00141B3D"/>
    <w:rsid w:val="001425F6"/>
    <w:rsid w:val="00142841"/>
    <w:rsid w:val="00142A06"/>
    <w:rsid w:val="00142E95"/>
    <w:rsid w:val="00143251"/>
    <w:rsid w:val="00143293"/>
    <w:rsid w:val="00143703"/>
    <w:rsid w:val="001439B1"/>
    <w:rsid w:val="001445A1"/>
    <w:rsid w:val="00144EF8"/>
    <w:rsid w:val="001450D8"/>
    <w:rsid w:val="001464E9"/>
    <w:rsid w:val="001465D8"/>
    <w:rsid w:val="00146A4C"/>
    <w:rsid w:val="001471FD"/>
    <w:rsid w:val="001475C1"/>
    <w:rsid w:val="001479F1"/>
    <w:rsid w:val="00147D20"/>
    <w:rsid w:val="00147EA9"/>
    <w:rsid w:val="0015117C"/>
    <w:rsid w:val="001517D8"/>
    <w:rsid w:val="001518ED"/>
    <w:rsid w:val="00151F45"/>
    <w:rsid w:val="00152173"/>
    <w:rsid w:val="001523B2"/>
    <w:rsid w:val="0015270E"/>
    <w:rsid w:val="001528C6"/>
    <w:rsid w:val="00152B45"/>
    <w:rsid w:val="00152EC2"/>
    <w:rsid w:val="001539A0"/>
    <w:rsid w:val="00154ED1"/>
    <w:rsid w:val="00155B2D"/>
    <w:rsid w:val="00155EA5"/>
    <w:rsid w:val="00155FD0"/>
    <w:rsid w:val="001572B5"/>
    <w:rsid w:val="00157B46"/>
    <w:rsid w:val="00157FF4"/>
    <w:rsid w:val="00160063"/>
    <w:rsid w:val="00160395"/>
    <w:rsid w:val="00160797"/>
    <w:rsid w:val="00160A96"/>
    <w:rsid w:val="00160ABD"/>
    <w:rsid w:val="00160B98"/>
    <w:rsid w:val="001610A5"/>
    <w:rsid w:val="001612BD"/>
    <w:rsid w:val="0016148D"/>
    <w:rsid w:val="00161B5E"/>
    <w:rsid w:val="00162850"/>
    <w:rsid w:val="00162C05"/>
    <w:rsid w:val="00164000"/>
    <w:rsid w:val="001641D4"/>
    <w:rsid w:val="00164BFD"/>
    <w:rsid w:val="00164EEC"/>
    <w:rsid w:val="001651F7"/>
    <w:rsid w:val="001664A7"/>
    <w:rsid w:val="0016668D"/>
    <w:rsid w:val="00166B7E"/>
    <w:rsid w:val="0016721C"/>
    <w:rsid w:val="00167B71"/>
    <w:rsid w:val="00167C3D"/>
    <w:rsid w:val="00167D41"/>
    <w:rsid w:val="00167E28"/>
    <w:rsid w:val="0017068E"/>
    <w:rsid w:val="00170861"/>
    <w:rsid w:val="00170991"/>
    <w:rsid w:val="001723B3"/>
    <w:rsid w:val="00172EFF"/>
    <w:rsid w:val="00173028"/>
    <w:rsid w:val="00173248"/>
    <w:rsid w:val="00173659"/>
    <w:rsid w:val="0017444E"/>
    <w:rsid w:val="0017491E"/>
    <w:rsid w:val="00175857"/>
    <w:rsid w:val="00175D32"/>
    <w:rsid w:val="00177C17"/>
    <w:rsid w:val="00177D6B"/>
    <w:rsid w:val="00177DDA"/>
    <w:rsid w:val="00181CCF"/>
    <w:rsid w:val="00182863"/>
    <w:rsid w:val="00183812"/>
    <w:rsid w:val="00183CDD"/>
    <w:rsid w:val="00184028"/>
    <w:rsid w:val="0018442E"/>
    <w:rsid w:val="001846C4"/>
    <w:rsid w:val="0018509E"/>
    <w:rsid w:val="001851A0"/>
    <w:rsid w:val="00185514"/>
    <w:rsid w:val="0018564E"/>
    <w:rsid w:val="00186D78"/>
    <w:rsid w:val="0018798C"/>
    <w:rsid w:val="001902AA"/>
    <w:rsid w:val="00190389"/>
    <w:rsid w:val="001908C2"/>
    <w:rsid w:val="00191063"/>
    <w:rsid w:val="001910E0"/>
    <w:rsid w:val="00191891"/>
    <w:rsid w:val="0019195D"/>
    <w:rsid w:val="00191EB4"/>
    <w:rsid w:val="001922A8"/>
    <w:rsid w:val="00192374"/>
    <w:rsid w:val="00192919"/>
    <w:rsid w:val="001930BD"/>
    <w:rsid w:val="00193446"/>
    <w:rsid w:val="00193D6A"/>
    <w:rsid w:val="00193EDF"/>
    <w:rsid w:val="001942F3"/>
    <w:rsid w:val="00194879"/>
    <w:rsid w:val="00195333"/>
    <w:rsid w:val="00195435"/>
    <w:rsid w:val="0019673D"/>
    <w:rsid w:val="00196C08"/>
    <w:rsid w:val="0019721E"/>
    <w:rsid w:val="00197477"/>
    <w:rsid w:val="00197876"/>
    <w:rsid w:val="00197B9B"/>
    <w:rsid w:val="001A0F31"/>
    <w:rsid w:val="001A1474"/>
    <w:rsid w:val="001A17EC"/>
    <w:rsid w:val="001A19E6"/>
    <w:rsid w:val="001A1AB5"/>
    <w:rsid w:val="001A1BA7"/>
    <w:rsid w:val="001A2063"/>
    <w:rsid w:val="001A20D9"/>
    <w:rsid w:val="001A229C"/>
    <w:rsid w:val="001A22B7"/>
    <w:rsid w:val="001A2AE4"/>
    <w:rsid w:val="001A2E2D"/>
    <w:rsid w:val="001A308D"/>
    <w:rsid w:val="001A329D"/>
    <w:rsid w:val="001A35E5"/>
    <w:rsid w:val="001A3FF2"/>
    <w:rsid w:val="001A45A9"/>
    <w:rsid w:val="001A4E3C"/>
    <w:rsid w:val="001A5875"/>
    <w:rsid w:val="001A5C31"/>
    <w:rsid w:val="001A698B"/>
    <w:rsid w:val="001A6B0A"/>
    <w:rsid w:val="001B100D"/>
    <w:rsid w:val="001B16AD"/>
    <w:rsid w:val="001B18A4"/>
    <w:rsid w:val="001B19D0"/>
    <w:rsid w:val="001B1C71"/>
    <w:rsid w:val="001B2410"/>
    <w:rsid w:val="001B2C70"/>
    <w:rsid w:val="001B36CA"/>
    <w:rsid w:val="001B3E60"/>
    <w:rsid w:val="001B4126"/>
    <w:rsid w:val="001B42A5"/>
    <w:rsid w:val="001B46FF"/>
    <w:rsid w:val="001B4EED"/>
    <w:rsid w:val="001B5772"/>
    <w:rsid w:val="001B5871"/>
    <w:rsid w:val="001B5DFB"/>
    <w:rsid w:val="001B61BC"/>
    <w:rsid w:val="001B64C8"/>
    <w:rsid w:val="001B671A"/>
    <w:rsid w:val="001B6AF7"/>
    <w:rsid w:val="001B710B"/>
    <w:rsid w:val="001B7A13"/>
    <w:rsid w:val="001B7CFE"/>
    <w:rsid w:val="001B7FFA"/>
    <w:rsid w:val="001C0A2B"/>
    <w:rsid w:val="001C0BF8"/>
    <w:rsid w:val="001C1A9E"/>
    <w:rsid w:val="001C1D7F"/>
    <w:rsid w:val="001C24FB"/>
    <w:rsid w:val="001C2630"/>
    <w:rsid w:val="001C39F2"/>
    <w:rsid w:val="001C3BA5"/>
    <w:rsid w:val="001C40D8"/>
    <w:rsid w:val="001C4E26"/>
    <w:rsid w:val="001C51FA"/>
    <w:rsid w:val="001C55CD"/>
    <w:rsid w:val="001C65AA"/>
    <w:rsid w:val="001C756D"/>
    <w:rsid w:val="001C77F7"/>
    <w:rsid w:val="001D05B4"/>
    <w:rsid w:val="001D060A"/>
    <w:rsid w:val="001D0786"/>
    <w:rsid w:val="001D0AE1"/>
    <w:rsid w:val="001D1C90"/>
    <w:rsid w:val="001D1F3F"/>
    <w:rsid w:val="001D2582"/>
    <w:rsid w:val="001D2772"/>
    <w:rsid w:val="001D2B76"/>
    <w:rsid w:val="001D328D"/>
    <w:rsid w:val="001D3456"/>
    <w:rsid w:val="001D3A64"/>
    <w:rsid w:val="001D3E1F"/>
    <w:rsid w:val="001D584C"/>
    <w:rsid w:val="001D6099"/>
    <w:rsid w:val="001D64DC"/>
    <w:rsid w:val="001D73A6"/>
    <w:rsid w:val="001D7C72"/>
    <w:rsid w:val="001D7D4B"/>
    <w:rsid w:val="001D7E5B"/>
    <w:rsid w:val="001E1F03"/>
    <w:rsid w:val="001E2390"/>
    <w:rsid w:val="001E27CF"/>
    <w:rsid w:val="001E3234"/>
    <w:rsid w:val="001E3A8C"/>
    <w:rsid w:val="001E3E8F"/>
    <w:rsid w:val="001E44A5"/>
    <w:rsid w:val="001E4B2C"/>
    <w:rsid w:val="001E6063"/>
    <w:rsid w:val="001E73EC"/>
    <w:rsid w:val="001E74F5"/>
    <w:rsid w:val="001E77C8"/>
    <w:rsid w:val="001F0079"/>
    <w:rsid w:val="001F0CBA"/>
    <w:rsid w:val="001F0D33"/>
    <w:rsid w:val="001F11DE"/>
    <w:rsid w:val="001F1400"/>
    <w:rsid w:val="001F19EF"/>
    <w:rsid w:val="001F3E59"/>
    <w:rsid w:val="001F5BB3"/>
    <w:rsid w:val="001F6643"/>
    <w:rsid w:val="001F6660"/>
    <w:rsid w:val="001F66E5"/>
    <w:rsid w:val="001F70E3"/>
    <w:rsid w:val="001F7547"/>
    <w:rsid w:val="001F77A5"/>
    <w:rsid w:val="001F7DEF"/>
    <w:rsid w:val="001F7ECF"/>
    <w:rsid w:val="001F7F1C"/>
    <w:rsid w:val="00200A5D"/>
    <w:rsid w:val="00200BFE"/>
    <w:rsid w:val="00200F4D"/>
    <w:rsid w:val="00200F65"/>
    <w:rsid w:val="002012AF"/>
    <w:rsid w:val="002019D5"/>
    <w:rsid w:val="00201E64"/>
    <w:rsid w:val="00202124"/>
    <w:rsid w:val="00202DAD"/>
    <w:rsid w:val="002034F4"/>
    <w:rsid w:val="002039D2"/>
    <w:rsid w:val="002047C7"/>
    <w:rsid w:val="00205703"/>
    <w:rsid w:val="00205963"/>
    <w:rsid w:val="00205AA6"/>
    <w:rsid w:val="00206001"/>
    <w:rsid w:val="0020613D"/>
    <w:rsid w:val="0020665D"/>
    <w:rsid w:val="00206C79"/>
    <w:rsid w:val="00207045"/>
    <w:rsid w:val="00207150"/>
    <w:rsid w:val="00207BE5"/>
    <w:rsid w:val="00207EA5"/>
    <w:rsid w:val="002116CA"/>
    <w:rsid w:val="00211D0A"/>
    <w:rsid w:val="00211DFE"/>
    <w:rsid w:val="00212185"/>
    <w:rsid w:val="00212302"/>
    <w:rsid w:val="002127CA"/>
    <w:rsid w:val="0021288C"/>
    <w:rsid w:val="00212DF4"/>
    <w:rsid w:val="00213FC4"/>
    <w:rsid w:val="0021432F"/>
    <w:rsid w:val="00214387"/>
    <w:rsid w:val="00214CAA"/>
    <w:rsid w:val="002150F1"/>
    <w:rsid w:val="00215DE0"/>
    <w:rsid w:val="002163F0"/>
    <w:rsid w:val="00216B68"/>
    <w:rsid w:val="0021706B"/>
    <w:rsid w:val="00217D7C"/>
    <w:rsid w:val="00217F0A"/>
    <w:rsid w:val="002200C1"/>
    <w:rsid w:val="00221516"/>
    <w:rsid w:val="00221D92"/>
    <w:rsid w:val="00221DEB"/>
    <w:rsid w:val="00221E0B"/>
    <w:rsid w:val="00222277"/>
    <w:rsid w:val="002224F5"/>
    <w:rsid w:val="00222C30"/>
    <w:rsid w:val="00222C88"/>
    <w:rsid w:val="0022337D"/>
    <w:rsid w:val="002237AD"/>
    <w:rsid w:val="00223CE1"/>
    <w:rsid w:val="00224E32"/>
    <w:rsid w:val="00224FBB"/>
    <w:rsid w:val="002254AF"/>
    <w:rsid w:val="0022588D"/>
    <w:rsid w:val="00225926"/>
    <w:rsid w:val="002259B8"/>
    <w:rsid w:val="002259F3"/>
    <w:rsid w:val="00226445"/>
    <w:rsid w:val="00226DE1"/>
    <w:rsid w:val="00227A8A"/>
    <w:rsid w:val="00230038"/>
    <w:rsid w:val="0023035F"/>
    <w:rsid w:val="00230518"/>
    <w:rsid w:val="00231528"/>
    <w:rsid w:val="0023163A"/>
    <w:rsid w:val="002329B4"/>
    <w:rsid w:val="00233369"/>
    <w:rsid w:val="00233774"/>
    <w:rsid w:val="0023439F"/>
    <w:rsid w:val="0023493B"/>
    <w:rsid w:val="002349B0"/>
    <w:rsid w:val="002352DF"/>
    <w:rsid w:val="00235409"/>
    <w:rsid w:val="002358B9"/>
    <w:rsid w:val="00236080"/>
    <w:rsid w:val="002367AE"/>
    <w:rsid w:val="002369A4"/>
    <w:rsid w:val="00237197"/>
    <w:rsid w:val="0023761C"/>
    <w:rsid w:val="0023772D"/>
    <w:rsid w:val="00237D1B"/>
    <w:rsid w:val="00237EC3"/>
    <w:rsid w:val="002402E9"/>
    <w:rsid w:val="002408E3"/>
    <w:rsid w:val="00240F8C"/>
    <w:rsid w:val="002410AD"/>
    <w:rsid w:val="002413F6"/>
    <w:rsid w:val="002414A1"/>
    <w:rsid w:val="00241E88"/>
    <w:rsid w:val="00242055"/>
    <w:rsid w:val="00243B79"/>
    <w:rsid w:val="002443D5"/>
    <w:rsid w:val="00244574"/>
    <w:rsid w:val="0024470C"/>
    <w:rsid w:val="00244900"/>
    <w:rsid w:val="002449DE"/>
    <w:rsid w:val="00245BC0"/>
    <w:rsid w:val="00245DD0"/>
    <w:rsid w:val="0024685B"/>
    <w:rsid w:val="00247490"/>
    <w:rsid w:val="00250DC3"/>
    <w:rsid w:val="00250E1F"/>
    <w:rsid w:val="0025163F"/>
    <w:rsid w:val="00252F9E"/>
    <w:rsid w:val="002530A1"/>
    <w:rsid w:val="0025314F"/>
    <w:rsid w:val="00253A2D"/>
    <w:rsid w:val="00253EC9"/>
    <w:rsid w:val="002544CE"/>
    <w:rsid w:val="002548B9"/>
    <w:rsid w:val="002561FB"/>
    <w:rsid w:val="00256D58"/>
    <w:rsid w:val="00256E20"/>
    <w:rsid w:val="0025716D"/>
    <w:rsid w:val="0025778C"/>
    <w:rsid w:val="00260B3A"/>
    <w:rsid w:val="00262F31"/>
    <w:rsid w:val="0026301C"/>
    <w:rsid w:val="00263306"/>
    <w:rsid w:val="00263DCF"/>
    <w:rsid w:val="00263FCB"/>
    <w:rsid w:val="0026609E"/>
    <w:rsid w:val="002668A8"/>
    <w:rsid w:val="00266BAF"/>
    <w:rsid w:val="00267D69"/>
    <w:rsid w:val="002702CE"/>
    <w:rsid w:val="00270331"/>
    <w:rsid w:val="002709C9"/>
    <w:rsid w:val="0027226B"/>
    <w:rsid w:val="0027262C"/>
    <w:rsid w:val="002726FE"/>
    <w:rsid w:val="002729DC"/>
    <w:rsid w:val="0027337F"/>
    <w:rsid w:val="00273B34"/>
    <w:rsid w:val="002740C4"/>
    <w:rsid w:val="0027599B"/>
    <w:rsid w:val="00275C43"/>
    <w:rsid w:val="00276064"/>
    <w:rsid w:val="00276C50"/>
    <w:rsid w:val="00277396"/>
    <w:rsid w:val="002773EC"/>
    <w:rsid w:val="0027766B"/>
    <w:rsid w:val="0027767E"/>
    <w:rsid w:val="00277BA2"/>
    <w:rsid w:val="00280C9F"/>
    <w:rsid w:val="00280F01"/>
    <w:rsid w:val="0028126B"/>
    <w:rsid w:val="00281340"/>
    <w:rsid w:val="002813A9"/>
    <w:rsid w:val="00283527"/>
    <w:rsid w:val="00283963"/>
    <w:rsid w:val="00283C26"/>
    <w:rsid w:val="00283E4D"/>
    <w:rsid w:val="002844FF"/>
    <w:rsid w:val="00284A29"/>
    <w:rsid w:val="00284AA2"/>
    <w:rsid w:val="00284BEC"/>
    <w:rsid w:val="00285CC9"/>
    <w:rsid w:val="00286323"/>
    <w:rsid w:val="00286433"/>
    <w:rsid w:val="00286E86"/>
    <w:rsid w:val="00286F4D"/>
    <w:rsid w:val="00287C44"/>
    <w:rsid w:val="002902BD"/>
    <w:rsid w:val="002905C1"/>
    <w:rsid w:val="0029150E"/>
    <w:rsid w:val="00291D8D"/>
    <w:rsid w:val="0029205C"/>
    <w:rsid w:val="002928AE"/>
    <w:rsid w:val="00293598"/>
    <w:rsid w:val="002937A5"/>
    <w:rsid w:val="00293F6F"/>
    <w:rsid w:val="00294198"/>
    <w:rsid w:val="00295684"/>
    <w:rsid w:val="00295A09"/>
    <w:rsid w:val="00295E49"/>
    <w:rsid w:val="002964D0"/>
    <w:rsid w:val="002968CB"/>
    <w:rsid w:val="00297396"/>
    <w:rsid w:val="00297404"/>
    <w:rsid w:val="002976BA"/>
    <w:rsid w:val="002978DF"/>
    <w:rsid w:val="002A04B0"/>
    <w:rsid w:val="002A08D3"/>
    <w:rsid w:val="002A0A89"/>
    <w:rsid w:val="002A0FBC"/>
    <w:rsid w:val="002A1392"/>
    <w:rsid w:val="002A1490"/>
    <w:rsid w:val="002A2143"/>
    <w:rsid w:val="002A2257"/>
    <w:rsid w:val="002A3A93"/>
    <w:rsid w:val="002A3C7F"/>
    <w:rsid w:val="002A4008"/>
    <w:rsid w:val="002A4385"/>
    <w:rsid w:val="002A4850"/>
    <w:rsid w:val="002A4E53"/>
    <w:rsid w:val="002A5F17"/>
    <w:rsid w:val="002A6144"/>
    <w:rsid w:val="002A6693"/>
    <w:rsid w:val="002A7111"/>
    <w:rsid w:val="002A7690"/>
    <w:rsid w:val="002A7826"/>
    <w:rsid w:val="002A7B80"/>
    <w:rsid w:val="002A7D09"/>
    <w:rsid w:val="002B02AC"/>
    <w:rsid w:val="002B0694"/>
    <w:rsid w:val="002B06CA"/>
    <w:rsid w:val="002B0748"/>
    <w:rsid w:val="002B0763"/>
    <w:rsid w:val="002B11AD"/>
    <w:rsid w:val="002B12BD"/>
    <w:rsid w:val="002B1449"/>
    <w:rsid w:val="002B1895"/>
    <w:rsid w:val="002B2842"/>
    <w:rsid w:val="002B2F22"/>
    <w:rsid w:val="002B5122"/>
    <w:rsid w:val="002B660F"/>
    <w:rsid w:val="002B6930"/>
    <w:rsid w:val="002B6B0F"/>
    <w:rsid w:val="002C00F6"/>
    <w:rsid w:val="002C07AD"/>
    <w:rsid w:val="002C1510"/>
    <w:rsid w:val="002C15EE"/>
    <w:rsid w:val="002C1F16"/>
    <w:rsid w:val="002C22CC"/>
    <w:rsid w:val="002C2716"/>
    <w:rsid w:val="002C2F87"/>
    <w:rsid w:val="002C368E"/>
    <w:rsid w:val="002C4A43"/>
    <w:rsid w:val="002C4D4C"/>
    <w:rsid w:val="002C5F42"/>
    <w:rsid w:val="002C6016"/>
    <w:rsid w:val="002C681E"/>
    <w:rsid w:val="002D011B"/>
    <w:rsid w:val="002D0AA3"/>
    <w:rsid w:val="002D0BD5"/>
    <w:rsid w:val="002D1409"/>
    <w:rsid w:val="002D1C76"/>
    <w:rsid w:val="002D2261"/>
    <w:rsid w:val="002D268F"/>
    <w:rsid w:val="002D26D6"/>
    <w:rsid w:val="002D335F"/>
    <w:rsid w:val="002D3FE5"/>
    <w:rsid w:val="002D4482"/>
    <w:rsid w:val="002D4C2D"/>
    <w:rsid w:val="002D4D20"/>
    <w:rsid w:val="002D52DF"/>
    <w:rsid w:val="002D5381"/>
    <w:rsid w:val="002D64E9"/>
    <w:rsid w:val="002D6578"/>
    <w:rsid w:val="002D6BE2"/>
    <w:rsid w:val="002D73AB"/>
    <w:rsid w:val="002D7F8A"/>
    <w:rsid w:val="002E0214"/>
    <w:rsid w:val="002E055D"/>
    <w:rsid w:val="002E0854"/>
    <w:rsid w:val="002E0A06"/>
    <w:rsid w:val="002E1178"/>
    <w:rsid w:val="002E1A79"/>
    <w:rsid w:val="002E1AE9"/>
    <w:rsid w:val="002E218B"/>
    <w:rsid w:val="002E22CD"/>
    <w:rsid w:val="002E240B"/>
    <w:rsid w:val="002E3350"/>
    <w:rsid w:val="002E46B9"/>
    <w:rsid w:val="002E48BC"/>
    <w:rsid w:val="002E4C05"/>
    <w:rsid w:val="002E4D53"/>
    <w:rsid w:val="002E4E77"/>
    <w:rsid w:val="002E5055"/>
    <w:rsid w:val="002E5467"/>
    <w:rsid w:val="002E5775"/>
    <w:rsid w:val="002E63F3"/>
    <w:rsid w:val="002E681C"/>
    <w:rsid w:val="002E69F2"/>
    <w:rsid w:val="002E753E"/>
    <w:rsid w:val="002F00BF"/>
    <w:rsid w:val="002F0B52"/>
    <w:rsid w:val="002F137C"/>
    <w:rsid w:val="002F1831"/>
    <w:rsid w:val="002F1AD8"/>
    <w:rsid w:val="002F2C70"/>
    <w:rsid w:val="002F38F0"/>
    <w:rsid w:val="002F44A6"/>
    <w:rsid w:val="002F478F"/>
    <w:rsid w:val="002F4D11"/>
    <w:rsid w:val="002F5265"/>
    <w:rsid w:val="002F555F"/>
    <w:rsid w:val="002F5666"/>
    <w:rsid w:val="002F571C"/>
    <w:rsid w:val="002F5EF1"/>
    <w:rsid w:val="002F63E2"/>
    <w:rsid w:val="002F6B1E"/>
    <w:rsid w:val="002F6FF5"/>
    <w:rsid w:val="002F7BE5"/>
    <w:rsid w:val="003003A2"/>
    <w:rsid w:val="00300709"/>
    <w:rsid w:val="00300B2C"/>
    <w:rsid w:val="00302C14"/>
    <w:rsid w:val="0030321F"/>
    <w:rsid w:val="00303867"/>
    <w:rsid w:val="00303917"/>
    <w:rsid w:val="00303A8B"/>
    <w:rsid w:val="00303B45"/>
    <w:rsid w:val="00303E69"/>
    <w:rsid w:val="003046C8"/>
    <w:rsid w:val="00305D19"/>
    <w:rsid w:val="00305F88"/>
    <w:rsid w:val="003070DD"/>
    <w:rsid w:val="00307A81"/>
    <w:rsid w:val="00310B4E"/>
    <w:rsid w:val="00311D30"/>
    <w:rsid w:val="0031236E"/>
    <w:rsid w:val="00312C5D"/>
    <w:rsid w:val="00312D1B"/>
    <w:rsid w:val="00313890"/>
    <w:rsid w:val="00313B9D"/>
    <w:rsid w:val="00313EB4"/>
    <w:rsid w:val="003146A0"/>
    <w:rsid w:val="00314A36"/>
    <w:rsid w:val="003160E4"/>
    <w:rsid w:val="00316712"/>
    <w:rsid w:val="00317772"/>
    <w:rsid w:val="0031788B"/>
    <w:rsid w:val="00320B9D"/>
    <w:rsid w:val="0032155E"/>
    <w:rsid w:val="003215FE"/>
    <w:rsid w:val="00321B8D"/>
    <w:rsid w:val="00322229"/>
    <w:rsid w:val="00322738"/>
    <w:rsid w:val="00323A55"/>
    <w:rsid w:val="00323ED4"/>
    <w:rsid w:val="003260C7"/>
    <w:rsid w:val="00326D21"/>
    <w:rsid w:val="00327F6D"/>
    <w:rsid w:val="00330854"/>
    <w:rsid w:val="00330DE3"/>
    <w:rsid w:val="00331CFC"/>
    <w:rsid w:val="00331EA6"/>
    <w:rsid w:val="0033211A"/>
    <w:rsid w:val="00332A51"/>
    <w:rsid w:val="00332B45"/>
    <w:rsid w:val="00332D8A"/>
    <w:rsid w:val="00332FA4"/>
    <w:rsid w:val="0033333A"/>
    <w:rsid w:val="00333E07"/>
    <w:rsid w:val="00334A08"/>
    <w:rsid w:val="00335F52"/>
    <w:rsid w:val="0033671C"/>
    <w:rsid w:val="003367E9"/>
    <w:rsid w:val="00336B2A"/>
    <w:rsid w:val="00336C91"/>
    <w:rsid w:val="00336D50"/>
    <w:rsid w:val="00337D2B"/>
    <w:rsid w:val="00340AC7"/>
    <w:rsid w:val="00342274"/>
    <w:rsid w:val="00342A8D"/>
    <w:rsid w:val="00342BA0"/>
    <w:rsid w:val="00343182"/>
    <w:rsid w:val="003435EF"/>
    <w:rsid w:val="00343D47"/>
    <w:rsid w:val="003441BE"/>
    <w:rsid w:val="00344BD4"/>
    <w:rsid w:val="00344C7C"/>
    <w:rsid w:val="003453EC"/>
    <w:rsid w:val="00346899"/>
    <w:rsid w:val="00347488"/>
    <w:rsid w:val="003474B4"/>
    <w:rsid w:val="00347CAA"/>
    <w:rsid w:val="00350D00"/>
    <w:rsid w:val="00351848"/>
    <w:rsid w:val="00352A4B"/>
    <w:rsid w:val="00352DB5"/>
    <w:rsid w:val="003536BD"/>
    <w:rsid w:val="00353C17"/>
    <w:rsid w:val="003568A8"/>
    <w:rsid w:val="00356B36"/>
    <w:rsid w:val="003608AD"/>
    <w:rsid w:val="00361061"/>
    <w:rsid w:val="00361297"/>
    <w:rsid w:val="00361623"/>
    <w:rsid w:val="0036168E"/>
    <w:rsid w:val="00361BE8"/>
    <w:rsid w:val="00361F59"/>
    <w:rsid w:val="0036208B"/>
    <w:rsid w:val="003622D3"/>
    <w:rsid w:val="00362E30"/>
    <w:rsid w:val="00363372"/>
    <w:rsid w:val="00363C13"/>
    <w:rsid w:val="00363F1B"/>
    <w:rsid w:val="0036406A"/>
    <w:rsid w:val="003645F5"/>
    <w:rsid w:val="00364708"/>
    <w:rsid w:val="00364990"/>
    <w:rsid w:val="00365BD3"/>
    <w:rsid w:val="003674B1"/>
    <w:rsid w:val="003676AA"/>
    <w:rsid w:val="00367AB7"/>
    <w:rsid w:val="00367EA7"/>
    <w:rsid w:val="003703B6"/>
    <w:rsid w:val="003707E6"/>
    <w:rsid w:val="00370E00"/>
    <w:rsid w:val="00371179"/>
    <w:rsid w:val="00371AB0"/>
    <w:rsid w:val="00371F01"/>
    <w:rsid w:val="00372A38"/>
    <w:rsid w:val="00373149"/>
    <w:rsid w:val="00374968"/>
    <w:rsid w:val="00374A49"/>
    <w:rsid w:val="003768E5"/>
    <w:rsid w:val="00376A1D"/>
    <w:rsid w:val="00376E98"/>
    <w:rsid w:val="0037701A"/>
    <w:rsid w:val="00377255"/>
    <w:rsid w:val="003779C5"/>
    <w:rsid w:val="00377FE9"/>
    <w:rsid w:val="00382B0E"/>
    <w:rsid w:val="00383465"/>
    <w:rsid w:val="003837FF"/>
    <w:rsid w:val="00383E2C"/>
    <w:rsid w:val="00383F19"/>
    <w:rsid w:val="0038415E"/>
    <w:rsid w:val="0038428D"/>
    <w:rsid w:val="003845CB"/>
    <w:rsid w:val="00384693"/>
    <w:rsid w:val="00384B61"/>
    <w:rsid w:val="003858E3"/>
    <w:rsid w:val="00385E6D"/>
    <w:rsid w:val="003860B5"/>
    <w:rsid w:val="00386D0C"/>
    <w:rsid w:val="00387026"/>
    <w:rsid w:val="0038762D"/>
    <w:rsid w:val="003902C2"/>
    <w:rsid w:val="00390345"/>
    <w:rsid w:val="003908EE"/>
    <w:rsid w:val="00390C7B"/>
    <w:rsid w:val="00391457"/>
    <w:rsid w:val="00391DAC"/>
    <w:rsid w:val="00393646"/>
    <w:rsid w:val="00393F48"/>
    <w:rsid w:val="0039540D"/>
    <w:rsid w:val="003956D6"/>
    <w:rsid w:val="00395F0F"/>
    <w:rsid w:val="003961D4"/>
    <w:rsid w:val="00396686"/>
    <w:rsid w:val="003A035D"/>
    <w:rsid w:val="003A0632"/>
    <w:rsid w:val="003A0C88"/>
    <w:rsid w:val="003A0E18"/>
    <w:rsid w:val="003A1D4F"/>
    <w:rsid w:val="003A2355"/>
    <w:rsid w:val="003A27F3"/>
    <w:rsid w:val="003A2C58"/>
    <w:rsid w:val="003A2CB5"/>
    <w:rsid w:val="003A3BE5"/>
    <w:rsid w:val="003A3CFC"/>
    <w:rsid w:val="003A5591"/>
    <w:rsid w:val="003A5C04"/>
    <w:rsid w:val="003A5D89"/>
    <w:rsid w:val="003A61B8"/>
    <w:rsid w:val="003A67AF"/>
    <w:rsid w:val="003A7421"/>
    <w:rsid w:val="003A7B5A"/>
    <w:rsid w:val="003A7E29"/>
    <w:rsid w:val="003B0382"/>
    <w:rsid w:val="003B12FA"/>
    <w:rsid w:val="003B16E1"/>
    <w:rsid w:val="003B1A08"/>
    <w:rsid w:val="003B2775"/>
    <w:rsid w:val="003B43A1"/>
    <w:rsid w:val="003B43BE"/>
    <w:rsid w:val="003B54BD"/>
    <w:rsid w:val="003B5EF3"/>
    <w:rsid w:val="003B62FC"/>
    <w:rsid w:val="003B699C"/>
    <w:rsid w:val="003B6B70"/>
    <w:rsid w:val="003B6E6D"/>
    <w:rsid w:val="003B76B4"/>
    <w:rsid w:val="003B7D9F"/>
    <w:rsid w:val="003C00D0"/>
    <w:rsid w:val="003C0AC9"/>
    <w:rsid w:val="003C0D24"/>
    <w:rsid w:val="003C1D83"/>
    <w:rsid w:val="003C29D7"/>
    <w:rsid w:val="003C3432"/>
    <w:rsid w:val="003C39EE"/>
    <w:rsid w:val="003C3BEF"/>
    <w:rsid w:val="003C4135"/>
    <w:rsid w:val="003C446E"/>
    <w:rsid w:val="003C455B"/>
    <w:rsid w:val="003C519E"/>
    <w:rsid w:val="003C556A"/>
    <w:rsid w:val="003C57D4"/>
    <w:rsid w:val="003C5BDE"/>
    <w:rsid w:val="003C6078"/>
    <w:rsid w:val="003C73CA"/>
    <w:rsid w:val="003C76A4"/>
    <w:rsid w:val="003C7EA2"/>
    <w:rsid w:val="003D0405"/>
    <w:rsid w:val="003D07A8"/>
    <w:rsid w:val="003D0B3C"/>
    <w:rsid w:val="003D1178"/>
    <w:rsid w:val="003D1859"/>
    <w:rsid w:val="003D1A9A"/>
    <w:rsid w:val="003D1FB7"/>
    <w:rsid w:val="003D2008"/>
    <w:rsid w:val="003D267A"/>
    <w:rsid w:val="003D3199"/>
    <w:rsid w:val="003D36FD"/>
    <w:rsid w:val="003D4566"/>
    <w:rsid w:val="003D4A1C"/>
    <w:rsid w:val="003D4B3A"/>
    <w:rsid w:val="003D4D68"/>
    <w:rsid w:val="003D4ECD"/>
    <w:rsid w:val="003D4F0E"/>
    <w:rsid w:val="003D60D5"/>
    <w:rsid w:val="003D727E"/>
    <w:rsid w:val="003D774B"/>
    <w:rsid w:val="003D7EB8"/>
    <w:rsid w:val="003E02F6"/>
    <w:rsid w:val="003E0851"/>
    <w:rsid w:val="003E0C23"/>
    <w:rsid w:val="003E115D"/>
    <w:rsid w:val="003E2219"/>
    <w:rsid w:val="003E2425"/>
    <w:rsid w:val="003E2C4F"/>
    <w:rsid w:val="003E3028"/>
    <w:rsid w:val="003E38AC"/>
    <w:rsid w:val="003E40A6"/>
    <w:rsid w:val="003E49DC"/>
    <w:rsid w:val="003E526F"/>
    <w:rsid w:val="003E54A0"/>
    <w:rsid w:val="003E783E"/>
    <w:rsid w:val="003E7AEE"/>
    <w:rsid w:val="003F04A8"/>
    <w:rsid w:val="003F05F4"/>
    <w:rsid w:val="003F0D48"/>
    <w:rsid w:val="003F0E3A"/>
    <w:rsid w:val="003F1482"/>
    <w:rsid w:val="003F19BD"/>
    <w:rsid w:val="003F20AC"/>
    <w:rsid w:val="003F25C2"/>
    <w:rsid w:val="003F3286"/>
    <w:rsid w:val="003F3C29"/>
    <w:rsid w:val="003F3C35"/>
    <w:rsid w:val="003F3DD2"/>
    <w:rsid w:val="003F4240"/>
    <w:rsid w:val="003F4473"/>
    <w:rsid w:val="003F4E20"/>
    <w:rsid w:val="003F59DD"/>
    <w:rsid w:val="003F6194"/>
    <w:rsid w:val="003F637F"/>
    <w:rsid w:val="003F6524"/>
    <w:rsid w:val="003F71C6"/>
    <w:rsid w:val="004003A2"/>
    <w:rsid w:val="00401099"/>
    <w:rsid w:val="00401BC6"/>
    <w:rsid w:val="00402115"/>
    <w:rsid w:val="004029F2"/>
    <w:rsid w:val="0040330A"/>
    <w:rsid w:val="0040330C"/>
    <w:rsid w:val="00403B66"/>
    <w:rsid w:val="0040464C"/>
    <w:rsid w:val="00404A9C"/>
    <w:rsid w:val="004053DD"/>
    <w:rsid w:val="0040558C"/>
    <w:rsid w:val="00405659"/>
    <w:rsid w:val="004060FC"/>
    <w:rsid w:val="0040706F"/>
    <w:rsid w:val="0040748F"/>
    <w:rsid w:val="00407C47"/>
    <w:rsid w:val="00410370"/>
    <w:rsid w:val="00412454"/>
    <w:rsid w:val="0041280F"/>
    <w:rsid w:val="00412841"/>
    <w:rsid w:val="0041285B"/>
    <w:rsid w:val="00413339"/>
    <w:rsid w:val="004136A0"/>
    <w:rsid w:val="00413AB9"/>
    <w:rsid w:val="00415067"/>
    <w:rsid w:val="00415E91"/>
    <w:rsid w:val="00416372"/>
    <w:rsid w:val="00416F30"/>
    <w:rsid w:val="00417340"/>
    <w:rsid w:val="00417C19"/>
    <w:rsid w:val="00417F5B"/>
    <w:rsid w:val="004201EF"/>
    <w:rsid w:val="00420F8C"/>
    <w:rsid w:val="00421289"/>
    <w:rsid w:val="00421CFF"/>
    <w:rsid w:val="00422669"/>
    <w:rsid w:val="00422E18"/>
    <w:rsid w:val="00423922"/>
    <w:rsid w:val="00423A15"/>
    <w:rsid w:val="00423AE4"/>
    <w:rsid w:val="00423CDD"/>
    <w:rsid w:val="0042446A"/>
    <w:rsid w:val="004257CC"/>
    <w:rsid w:val="004260A3"/>
    <w:rsid w:val="0042653F"/>
    <w:rsid w:val="00427415"/>
    <w:rsid w:val="004277BC"/>
    <w:rsid w:val="00427A07"/>
    <w:rsid w:val="00427B3A"/>
    <w:rsid w:val="0043099C"/>
    <w:rsid w:val="0043144A"/>
    <w:rsid w:val="0043179D"/>
    <w:rsid w:val="00431AD5"/>
    <w:rsid w:val="00432FE9"/>
    <w:rsid w:val="00434237"/>
    <w:rsid w:val="004345BF"/>
    <w:rsid w:val="004356D6"/>
    <w:rsid w:val="00436539"/>
    <w:rsid w:val="00436A83"/>
    <w:rsid w:val="00436D5C"/>
    <w:rsid w:val="00437052"/>
    <w:rsid w:val="0043769B"/>
    <w:rsid w:val="004376DA"/>
    <w:rsid w:val="004378D4"/>
    <w:rsid w:val="0044038D"/>
    <w:rsid w:val="00441C43"/>
    <w:rsid w:val="00441C91"/>
    <w:rsid w:val="00441D0D"/>
    <w:rsid w:val="00442253"/>
    <w:rsid w:val="00442EC7"/>
    <w:rsid w:val="00443078"/>
    <w:rsid w:val="00443F8E"/>
    <w:rsid w:val="00444CCC"/>
    <w:rsid w:val="00444D14"/>
    <w:rsid w:val="004450B0"/>
    <w:rsid w:val="0044532A"/>
    <w:rsid w:val="004455EF"/>
    <w:rsid w:val="004460E5"/>
    <w:rsid w:val="004467EC"/>
    <w:rsid w:val="00447D01"/>
    <w:rsid w:val="00450586"/>
    <w:rsid w:val="004513D9"/>
    <w:rsid w:val="004516B6"/>
    <w:rsid w:val="00451E7D"/>
    <w:rsid w:val="0045223C"/>
    <w:rsid w:val="00452723"/>
    <w:rsid w:val="0045363E"/>
    <w:rsid w:val="00453A06"/>
    <w:rsid w:val="00453A78"/>
    <w:rsid w:val="00453F43"/>
    <w:rsid w:val="00453F66"/>
    <w:rsid w:val="004546BF"/>
    <w:rsid w:val="00455361"/>
    <w:rsid w:val="004553F0"/>
    <w:rsid w:val="00455E6E"/>
    <w:rsid w:val="004561F3"/>
    <w:rsid w:val="004568FF"/>
    <w:rsid w:val="00456BF5"/>
    <w:rsid w:val="00456FA3"/>
    <w:rsid w:val="004572D5"/>
    <w:rsid w:val="004577B8"/>
    <w:rsid w:val="00457B09"/>
    <w:rsid w:val="00457D43"/>
    <w:rsid w:val="0046000F"/>
    <w:rsid w:val="00460042"/>
    <w:rsid w:val="0046034E"/>
    <w:rsid w:val="00460905"/>
    <w:rsid w:val="00460C95"/>
    <w:rsid w:val="00461B4B"/>
    <w:rsid w:val="00462ADB"/>
    <w:rsid w:val="00462D18"/>
    <w:rsid w:val="00462E06"/>
    <w:rsid w:val="00463074"/>
    <w:rsid w:val="00463A96"/>
    <w:rsid w:val="00463D3A"/>
    <w:rsid w:val="00464152"/>
    <w:rsid w:val="0046468F"/>
    <w:rsid w:val="00464DC5"/>
    <w:rsid w:val="00464F65"/>
    <w:rsid w:val="0046565E"/>
    <w:rsid w:val="004659F1"/>
    <w:rsid w:val="00466112"/>
    <w:rsid w:val="0046611A"/>
    <w:rsid w:val="004661EF"/>
    <w:rsid w:val="00466983"/>
    <w:rsid w:val="00466A01"/>
    <w:rsid w:val="00466F20"/>
    <w:rsid w:val="00467318"/>
    <w:rsid w:val="00467734"/>
    <w:rsid w:val="00470883"/>
    <w:rsid w:val="00470C76"/>
    <w:rsid w:val="0047178C"/>
    <w:rsid w:val="00471B39"/>
    <w:rsid w:val="00471CAC"/>
    <w:rsid w:val="00472567"/>
    <w:rsid w:val="00472872"/>
    <w:rsid w:val="004728DD"/>
    <w:rsid w:val="00472DBE"/>
    <w:rsid w:val="0047309E"/>
    <w:rsid w:val="00473103"/>
    <w:rsid w:val="004735FB"/>
    <w:rsid w:val="00473783"/>
    <w:rsid w:val="00473F54"/>
    <w:rsid w:val="0047509F"/>
    <w:rsid w:val="004755E5"/>
    <w:rsid w:val="004758F9"/>
    <w:rsid w:val="00475C60"/>
    <w:rsid w:val="00476227"/>
    <w:rsid w:val="00476454"/>
    <w:rsid w:val="00476ED1"/>
    <w:rsid w:val="00476FAF"/>
    <w:rsid w:val="00480183"/>
    <w:rsid w:val="00480FB4"/>
    <w:rsid w:val="00481128"/>
    <w:rsid w:val="00481C12"/>
    <w:rsid w:val="00482091"/>
    <w:rsid w:val="00482A53"/>
    <w:rsid w:val="00482C71"/>
    <w:rsid w:val="00482E6B"/>
    <w:rsid w:val="00483CBA"/>
    <w:rsid w:val="00483FC9"/>
    <w:rsid w:val="00484C8F"/>
    <w:rsid w:val="004857F2"/>
    <w:rsid w:val="0048705D"/>
    <w:rsid w:val="0048706B"/>
    <w:rsid w:val="004871A8"/>
    <w:rsid w:val="00487355"/>
    <w:rsid w:val="004874FC"/>
    <w:rsid w:val="004875B5"/>
    <w:rsid w:val="0048779C"/>
    <w:rsid w:val="00487E92"/>
    <w:rsid w:val="00487FF9"/>
    <w:rsid w:val="00490BA9"/>
    <w:rsid w:val="0049102E"/>
    <w:rsid w:val="00491365"/>
    <w:rsid w:val="004925D0"/>
    <w:rsid w:val="00492B0F"/>
    <w:rsid w:val="0049387C"/>
    <w:rsid w:val="0049388E"/>
    <w:rsid w:val="00494520"/>
    <w:rsid w:val="00494646"/>
    <w:rsid w:val="004948FC"/>
    <w:rsid w:val="00494F6E"/>
    <w:rsid w:val="00495C81"/>
    <w:rsid w:val="00495EDB"/>
    <w:rsid w:val="004970BF"/>
    <w:rsid w:val="00497BE6"/>
    <w:rsid w:val="004A07FC"/>
    <w:rsid w:val="004A08CC"/>
    <w:rsid w:val="004A0A4E"/>
    <w:rsid w:val="004A0B3A"/>
    <w:rsid w:val="004A0ED9"/>
    <w:rsid w:val="004A1CC3"/>
    <w:rsid w:val="004A318A"/>
    <w:rsid w:val="004A3606"/>
    <w:rsid w:val="004A3960"/>
    <w:rsid w:val="004A3B8E"/>
    <w:rsid w:val="004A4791"/>
    <w:rsid w:val="004A4C60"/>
    <w:rsid w:val="004A524B"/>
    <w:rsid w:val="004A5AD2"/>
    <w:rsid w:val="004A5B03"/>
    <w:rsid w:val="004A64E5"/>
    <w:rsid w:val="004A6EA1"/>
    <w:rsid w:val="004A7269"/>
    <w:rsid w:val="004A74EF"/>
    <w:rsid w:val="004A7AFA"/>
    <w:rsid w:val="004A7D5C"/>
    <w:rsid w:val="004A7EC8"/>
    <w:rsid w:val="004B0272"/>
    <w:rsid w:val="004B08C3"/>
    <w:rsid w:val="004B0F14"/>
    <w:rsid w:val="004B1116"/>
    <w:rsid w:val="004B1C43"/>
    <w:rsid w:val="004B22E6"/>
    <w:rsid w:val="004B2606"/>
    <w:rsid w:val="004B26BD"/>
    <w:rsid w:val="004B28DB"/>
    <w:rsid w:val="004B32B6"/>
    <w:rsid w:val="004B3FA3"/>
    <w:rsid w:val="004B43FA"/>
    <w:rsid w:val="004B489F"/>
    <w:rsid w:val="004B4E52"/>
    <w:rsid w:val="004B5C38"/>
    <w:rsid w:val="004B5CD6"/>
    <w:rsid w:val="004B6E8D"/>
    <w:rsid w:val="004B7781"/>
    <w:rsid w:val="004C0036"/>
    <w:rsid w:val="004C00B5"/>
    <w:rsid w:val="004C0125"/>
    <w:rsid w:val="004C023D"/>
    <w:rsid w:val="004C0551"/>
    <w:rsid w:val="004C05BA"/>
    <w:rsid w:val="004C08F9"/>
    <w:rsid w:val="004C1BF2"/>
    <w:rsid w:val="004C1C6E"/>
    <w:rsid w:val="004C2CA2"/>
    <w:rsid w:val="004C3176"/>
    <w:rsid w:val="004C3652"/>
    <w:rsid w:val="004C3C97"/>
    <w:rsid w:val="004C3D3A"/>
    <w:rsid w:val="004C400A"/>
    <w:rsid w:val="004C4358"/>
    <w:rsid w:val="004C4468"/>
    <w:rsid w:val="004C4569"/>
    <w:rsid w:val="004C482F"/>
    <w:rsid w:val="004C502A"/>
    <w:rsid w:val="004C524E"/>
    <w:rsid w:val="004C5F06"/>
    <w:rsid w:val="004C6773"/>
    <w:rsid w:val="004C7288"/>
    <w:rsid w:val="004C77B2"/>
    <w:rsid w:val="004C7A45"/>
    <w:rsid w:val="004D08E8"/>
    <w:rsid w:val="004D0DC7"/>
    <w:rsid w:val="004D1423"/>
    <w:rsid w:val="004D19B1"/>
    <w:rsid w:val="004D1E33"/>
    <w:rsid w:val="004D2119"/>
    <w:rsid w:val="004D293C"/>
    <w:rsid w:val="004D3056"/>
    <w:rsid w:val="004D3437"/>
    <w:rsid w:val="004D3E86"/>
    <w:rsid w:val="004D3EB0"/>
    <w:rsid w:val="004D3FE3"/>
    <w:rsid w:val="004D407F"/>
    <w:rsid w:val="004D410E"/>
    <w:rsid w:val="004D442F"/>
    <w:rsid w:val="004D4A93"/>
    <w:rsid w:val="004D5112"/>
    <w:rsid w:val="004D526D"/>
    <w:rsid w:val="004D557E"/>
    <w:rsid w:val="004D5AC1"/>
    <w:rsid w:val="004D5B1C"/>
    <w:rsid w:val="004D6432"/>
    <w:rsid w:val="004D6952"/>
    <w:rsid w:val="004D712C"/>
    <w:rsid w:val="004D7A55"/>
    <w:rsid w:val="004D7B4F"/>
    <w:rsid w:val="004D7EB9"/>
    <w:rsid w:val="004E11B3"/>
    <w:rsid w:val="004E29D7"/>
    <w:rsid w:val="004E2EFC"/>
    <w:rsid w:val="004E3224"/>
    <w:rsid w:val="004E3DAB"/>
    <w:rsid w:val="004E4B14"/>
    <w:rsid w:val="004E4E92"/>
    <w:rsid w:val="004E5414"/>
    <w:rsid w:val="004E5FBD"/>
    <w:rsid w:val="004E5FEF"/>
    <w:rsid w:val="004E629B"/>
    <w:rsid w:val="004E6D49"/>
    <w:rsid w:val="004F114F"/>
    <w:rsid w:val="004F1404"/>
    <w:rsid w:val="004F155E"/>
    <w:rsid w:val="004F16B1"/>
    <w:rsid w:val="004F18CB"/>
    <w:rsid w:val="004F1BB5"/>
    <w:rsid w:val="004F1BCA"/>
    <w:rsid w:val="004F2306"/>
    <w:rsid w:val="004F383B"/>
    <w:rsid w:val="004F4049"/>
    <w:rsid w:val="004F416E"/>
    <w:rsid w:val="004F4328"/>
    <w:rsid w:val="004F462C"/>
    <w:rsid w:val="004F4AA7"/>
    <w:rsid w:val="004F4EDA"/>
    <w:rsid w:val="004F4F75"/>
    <w:rsid w:val="004F5009"/>
    <w:rsid w:val="004F6886"/>
    <w:rsid w:val="004F706C"/>
    <w:rsid w:val="004F7249"/>
    <w:rsid w:val="004F76D1"/>
    <w:rsid w:val="004F7737"/>
    <w:rsid w:val="004F785A"/>
    <w:rsid w:val="004F7C6D"/>
    <w:rsid w:val="004F7E6B"/>
    <w:rsid w:val="004F7F44"/>
    <w:rsid w:val="0050008D"/>
    <w:rsid w:val="00500C0F"/>
    <w:rsid w:val="00500F2F"/>
    <w:rsid w:val="005012E1"/>
    <w:rsid w:val="00502406"/>
    <w:rsid w:val="00502C97"/>
    <w:rsid w:val="00502CC7"/>
    <w:rsid w:val="00502CF2"/>
    <w:rsid w:val="00503493"/>
    <w:rsid w:val="005035F1"/>
    <w:rsid w:val="00503A03"/>
    <w:rsid w:val="0050497D"/>
    <w:rsid w:val="00504F93"/>
    <w:rsid w:val="0050588F"/>
    <w:rsid w:val="00506662"/>
    <w:rsid w:val="00507934"/>
    <w:rsid w:val="00507C8F"/>
    <w:rsid w:val="00510D84"/>
    <w:rsid w:val="005110AA"/>
    <w:rsid w:val="00511C5F"/>
    <w:rsid w:val="00511E0A"/>
    <w:rsid w:val="005120FB"/>
    <w:rsid w:val="0051297F"/>
    <w:rsid w:val="00512F7D"/>
    <w:rsid w:val="00512FC7"/>
    <w:rsid w:val="00513B68"/>
    <w:rsid w:val="00514297"/>
    <w:rsid w:val="00514CC3"/>
    <w:rsid w:val="0051500F"/>
    <w:rsid w:val="00515693"/>
    <w:rsid w:val="00515F75"/>
    <w:rsid w:val="00516B96"/>
    <w:rsid w:val="00516D13"/>
    <w:rsid w:val="00520681"/>
    <w:rsid w:val="005206D1"/>
    <w:rsid w:val="005207B7"/>
    <w:rsid w:val="00521751"/>
    <w:rsid w:val="00521AD8"/>
    <w:rsid w:val="00522633"/>
    <w:rsid w:val="00522848"/>
    <w:rsid w:val="00522D2E"/>
    <w:rsid w:val="00523698"/>
    <w:rsid w:val="00523A0A"/>
    <w:rsid w:val="00524858"/>
    <w:rsid w:val="005259A5"/>
    <w:rsid w:val="00525B9F"/>
    <w:rsid w:val="00525CB5"/>
    <w:rsid w:val="00525E23"/>
    <w:rsid w:val="00526CAA"/>
    <w:rsid w:val="0052702F"/>
    <w:rsid w:val="005270C8"/>
    <w:rsid w:val="005272F1"/>
    <w:rsid w:val="00527489"/>
    <w:rsid w:val="0052769A"/>
    <w:rsid w:val="0052769B"/>
    <w:rsid w:val="005276D5"/>
    <w:rsid w:val="00527715"/>
    <w:rsid w:val="005277BE"/>
    <w:rsid w:val="00527AA4"/>
    <w:rsid w:val="00527D9A"/>
    <w:rsid w:val="00530018"/>
    <w:rsid w:val="00530409"/>
    <w:rsid w:val="00530976"/>
    <w:rsid w:val="00530F39"/>
    <w:rsid w:val="005311A8"/>
    <w:rsid w:val="00532224"/>
    <w:rsid w:val="00532495"/>
    <w:rsid w:val="00532926"/>
    <w:rsid w:val="00532992"/>
    <w:rsid w:val="00532E00"/>
    <w:rsid w:val="005339DB"/>
    <w:rsid w:val="00533FF9"/>
    <w:rsid w:val="005340C5"/>
    <w:rsid w:val="0053492F"/>
    <w:rsid w:val="00534C97"/>
    <w:rsid w:val="00534C9E"/>
    <w:rsid w:val="00535D53"/>
    <w:rsid w:val="0053603E"/>
    <w:rsid w:val="00536C45"/>
    <w:rsid w:val="00536D98"/>
    <w:rsid w:val="00540A30"/>
    <w:rsid w:val="005411CB"/>
    <w:rsid w:val="00541289"/>
    <w:rsid w:val="005413FC"/>
    <w:rsid w:val="0054171F"/>
    <w:rsid w:val="00541AD8"/>
    <w:rsid w:val="00541BC2"/>
    <w:rsid w:val="00541C18"/>
    <w:rsid w:val="00542151"/>
    <w:rsid w:val="005424CD"/>
    <w:rsid w:val="005427B8"/>
    <w:rsid w:val="005427D3"/>
    <w:rsid w:val="00542973"/>
    <w:rsid w:val="00542CC8"/>
    <w:rsid w:val="00543121"/>
    <w:rsid w:val="00543695"/>
    <w:rsid w:val="00543BC4"/>
    <w:rsid w:val="005440E8"/>
    <w:rsid w:val="00544A98"/>
    <w:rsid w:val="00544B10"/>
    <w:rsid w:val="00544C35"/>
    <w:rsid w:val="0054516D"/>
    <w:rsid w:val="005459D0"/>
    <w:rsid w:val="0054619B"/>
    <w:rsid w:val="00546DAB"/>
    <w:rsid w:val="00550601"/>
    <w:rsid w:val="00551012"/>
    <w:rsid w:val="0055109D"/>
    <w:rsid w:val="00551212"/>
    <w:rsid w:val="005517BE"/>
    <w:rsid w:val="005520F2"/>
    <w:rsid w:val="00552D2F"/>
    <w:rsid w:val="00552FD4"/>
    <w:rsid w:val="00553A04"/>
    <w:rsid w:val="00553BD1"/>
    <w:rsid w:val="00554290"/>
    <w:rsid w:val="00554C80"/>
    <w:rsid w:val="00555713"/>
    <w:rsid w:val="0055619C"/>
    <w:rsid w:val="00556336"/>
    <w:rsid w:val="005567BF"/>
    <w:rsid w:val="00556B49"/>
    <w:rsid w:val="005570E0"/>
    <w:rsid w:val="005570FD"/>
    <w:rsid w:val="005574C5"/>
    <w:rsid w:val="00557AC8"/>
    <w:rsid w:val="0056058E"/>
    <w:rsid w:val="00560CEF"/>
    <w:rsid w:val="00562499"/>
    <w:rsid w:val="00562BE4"/>
    <w:rsid w:val="00562CF0"/>
    <w:rsid w:val="00563873"/>
    <w:rsid w:val="005639BC"/>
    <w:rsid w:val="005639D9"/>
    <w:rsid w:val="00563D96"/>
    <w:rsid w:val="0056406D"/>
    <w:rsid w:val="005641A2"/>
    <w:rsid w:val="00564FF2"/>
    <w:rsid w:val="00565078"/>
    <w:rsid w:val="005653A0"/>
    <w:rsid w:val="0056601A"/>
    <w:rsid w:val="0056614B"/>
    <w:rsid w:val="005666DD"/>
    <w:rsid w:val="00566788"/>
    <w:rsid w:val="00567379"/>
    <w:rsid w:val="005675D0"/>
    <w:rsid w:val="00570696"/>
    <w:rsid w:val="00570993"/>
    <w:rsid w:val="00570B7C"/>
    <w:rsid w:val="005726AA"/>
    <w:rsid w:val="005727C1"/>
    <w:rsid w:val="00572AF5"/>
    <w:rsid w:val="00572EB4"/>
    <w:rsid w:val="00574A0E"/>
    <w:rsid w:val="00574A6B"/>
    <w:rsid w:val="00574B89"/>
    <w:rsid w:val="005751CA"/>
    <w:rsid w:val="0057572A"/>
    <w:rsid w:val="00576253"/>
    <w:rsid w:val="00576D44"/>
    <w:rsid w:val="00576E78"/>
    <w:rsid w:val="005771E2"/>
    <w:rsid w:val="0057781B"/>
    <w:rsid w:val="00577898"/>
    <w:rsid w:val="005778FC"/>
    <w:rsid w:val="00577A63"/>
    <w:rsid w:val="0058019F"/>
    <w:rsid w:val="00581410"/>
    <w:rsid w:val="005816E9"/>
    <w:rsid w:val="00581A9A"/>
    <w:rsid w:val="00581B81"/>
    <w:rsid w:val="0058225B"/>
    <w:rsid w:val="00582C38"/>
    <w:rsid w:val="005836F4"/>
    <w:rsid w:val="00583C60"/>
    <w:rsid w:val="00583F04"/>
    <w:rsid w:val="005840EF"/>
    <w:rsid w:val="00584359"/>
    <w:rsid w:val="005846C6"/>
    <w:rsid w:val="00585599"/>
    <w:rsid w:val="0058598C"/>
    <w:rsid w:val="005863B6"/>
    <w:rsid w:val="00586749"/>
    <w:rsid w:val="0058676E"/>
    <w:rsid w:val="00586CC4"/>
    <w:rsid w:val="0058774E"/>
    <w:rsid w:val="00587F6D"/>
    <w:rsid w:val="005906E2"/>
    <w:rsid w:val="00590A94"/>
    <w:rsid w:val="005921A5"/>
    <w:rsid w:val="0059283E"/>
    <w:rsid w:val="005936E1"/>
    <w:rsid w:val="00593812"/>
    <w:rsid w:val="00593E45"/>
    <w:rsid w:val="005944D5"/>
    <w:rsid w:val="00594B7B"/>
    <w:rsid w:val="00594D17"/>
    <w:rsid w:val="00594D78"/>
    <w:rsid w:val="00594F68"/>
    <w:rsid w:val="00594F72"/>
    <w:rsid w:val="00594FA6"/>
    <w:rsid w:val="005954DC"/>
    <w:rsid w:val="00595768"/>
    <w:rsid w:val="00595E89"/>
    <w:rsid w:val="005966CA"/>
    <w:rsid w:val="00596B97"/>
    <w:rsid w:val="005975CD"/>
    <w:rsid w:val="00597E03"/>
    <w:rsid w:val="00597E97"/>
    <w:rsid w:val="005A0A95"/>
    <w:rsid w:val="005A119A"/>
    <w:rsid w:val="005A1C65"/>
    <w:rsid w:val="005A2C50"/>
    <w:rsid w:val="005A2CD6"/>
    <w:rsid w:val="005A32CF"/>
    <w:rsid w:val="005A3372"/>
    <w:rsid w:val="005A3409"/>
    <w:rsid w:val="005A3555"/>
    <w:rsid w:val="005A3FBA"/>
    <w:rsid w:val="005A4967"/>
    <w:rsid w:val="005A4BDD"/>
    <w:rsid w:val="005A5221"/>
    <w:rsid w:val="005A6792"/>
    <w:rsid w:val="005A7435"/>
    <w:rsid w:val="005A74B9"/>
    <w:rsid w:val="005A795D"/>
    <w:rsid w:val="005A7E46"/>
    <w:rsid w:val="005B08A3"/>
    <w:rsid w:val="005B2CE4"/>
    <w:rsid w:val="005B47F1"/>
    <w:rsid w:val="005B535F"/>
    <w:rsid w:val="005B5D02"/>
    <w:rsid w:val="005B6C1F"/>
    <w:rsid w:val="005B721F"/>
    <w:rsid w:val="005B7638"/>
    <w:rsid w:val="005B79B7"/>
    <w:rsid w:val="005B7BF4"/>
    <w:rsid w:val="005B7FAF"/>
    <w:rsid w:val="005C1418"/>
    <w:rsid w:val="005C14F5"/>
    <w:rsid w:val="005C253A"/>
    <w:rsid w:val="005C2EDB"/>
    <w:rsid w:val="005C300F"/>
    <w:rsid w:val="005C3148"/>
    <w:rsid w:val="005C3B1D"/>
    <w:rsid w:val="005C3B38"/>
    <w:rsid w:val="005C3D11"/>
    <w:rsid w:val="005C5847"/>
    <w:rsid w:val="005C5BD1"/>
    <w:rsid w:val="005C65B6"/>
    <w:rsid w:val="005C686A"/>
    <w:rsid w:val="005C750C"/>
    <w:rsid w:val="005D010F"/>
    <w:rsid w:val="005D081F"/>
    <w:rsid w:val="005D1BDF"/>
    <w:rsid w:val="005D248E"/>
    <w:rsid w:val="005D28EA"/>
    <w:rsid w:val="005D29DF"/>
    <w:rsid w:val="005D2B6A"/>
    <w:rsid w:val="005D2CE2"/>
    <w:rsid w:val="005D3003"/>
    <w:rsid w:val="005D34C1"/>
    <w:rsid w:val="005D36DD"/>
    <w:rsid w:val="005D3786"/>
    <w:rsid w:val="005D3989"/>
    <w:rsid w:val="005D4090"/>
    <w:rsid w:val="005D4276"/>
    <w:rsid w:val="005D463F"/>
    <w:rsid w:val="005D47FC"/>
    <w:rsid w:val="005D4C34"/>
    <w:rsid w:val="005D51AD"/>
    <w:rsid w:val="005D5240"/>
    <w:rsid w:val="005D5653"/>
    <w:rsid w:val="005D59C2"/>
    <w:rsid w:val="005D5E1F"/>
    <w:rsid w:val="005D69F0"/>
    <w:rsid w:val="005D6F65"/>
    <w:rsid w:val="005D728B"/>
    <w:rsid w:val="005D7C4D"/>
    <w:rsid w:val="005D7C59"/>
    <w:rsid w:val="005E0403"/>
    <w:rsid w:val="005E0740"/>
    <w:rsid w:val="005E0867"/>
    <w:rsid w:val="005E0CB3"/>
    <w:rsid w:val="005E130F"/>
    <w:rsid w:val="005E184D"/>
    <w:rsid w:val="005E1EAF"/>
    <w:rsid w:val="005E243D"/>
    <w:rsid w:val="005E2510"/>
    <w:rsid w:val="005E2A22"/>
    <w:rsid w:val="005E2EC6"/>
    <w:rsid w:val="005E32FF"/>
    <w:rsid w:val="005E3885"/>
    <w:rsid w:val="005E4086"/>
    <w:rsid w:val="005E423A"/>
    <w:rsid w:val="005E4300"/>
    <w:rsid w:val="005E4A18"/>
    <w:rsid w:val="005E4E0B"/>
    <w:rsid w:val="005E50BE"/>
    <w:rsid w:val="005E5622"/>
    <w:rsid w:val="005E682D"/>
    <w:rsid w:val="005E6C73"/>
    <w:rsid w:val="005F0A7B"/>
    <w:rsid w:val="005F0AD8"/>
    <w:rsid w:val="005F0F97"/>
    <w:rsid w:val="005F1BED"/>
    <w:rsid w:val="005F1F78"/>
    <w:rsid w:val="005F1FCA"/>
    <w:rsid w:val="005F2626"/>
    <w:rsid w:val="005F2709"/>
    <w:rsid w:val="005F276A"/>
    <w:rsid w:val="005F28A3"/>
    <w:rsid w:val="005F28EA"/>
    <w:rsid w:val="005F30AB"/>
    <w:rsid w:val="005F33F9"/>
    <w:rsid w:val="005F3BC6"/>
    <w:rsid w:val="005F436C"/>
    <w:rsid w:val="005F47E0"/>
    <w:rsid w:val="005F4BE7"/>
    <w:rsid w:val="005F4CD7"/>
    <w:rsid w:val="005F4FCF"/>
    <w:rsid w:val="005F5ACF"/>
    <w:rsid w:val="005F6B28"/>
    <w:rsid w:val="005F75B3"/>
    <w:rsid w:val="005F797A"/>
    <w:rsid w:val="005F7BDA"/>
    <w:rsid w:val="005F7EAD"/>
    <w:rsid w:val="006012F7"/>
    <w:rsid w:val="00601965"/>
    <w:rsid w:val="00602372"/>
    <w:rsid w:val="00602934"/>
    <w:rsid w:val="00602E9F"/>
    <w:rsid w:val="006030A8"/>
    <w:rsid w:val="006034DA"/>
    <w:rsid w:val="00603533"/>
    <w:rsid w:val="006038FA"/>
    <w:rsid w:val="006039C2"/>
    <w:rsid w:val="00603A1B"/>
    <w:rsid w:val="00603E36"/>
    <w:rsid w:val="00603F59"/>
    <w:rsid w:val="00604069"/>
    <w:rsid w:val="00605117"/>
    <w:rsid w:val="006055A2"/>
    <w:rsid w:val="006056F9"/>
    <w:rsid w:val="006057B1"/>
    <w:rsid w:val="00605936"/>
    <w:rsid w:val="00605E90"/>
    <w:rsid w:val="006062B0"/>
    <w:rsid w:val="00606D49"/>
    <w:rsid w:val="00606DA1"/>
    <w:rsid w:val="00606EC3"/>
    <w:rsid w:val="006072BA"/>
    <w:rsid w:val="0060792D"/>
    <w:rsid w:val="00607A9C"/>
    <w:rsid w:val="00607C5B"/>
    <w:rsid w:val="00610024"/>
    <w:rsid w:val="0061066C"/>
    <w:rsid w:val="00610E95"/>
    <w:rsid w:val="0061189B"/>
    <w:rsid w:val="00611C86"/>
    <w:rsid w:val="00612562"/>
    <w:rsid w:val="00612AEE"/>
    <w:rsid w:val="0061341D"/>
    <w:rsid w:val="00613D52"/>
    <w:rsid w:val="00614948"/>
    <w:rsid w:val="00614A63"/>
    <w:rsid w:val="006151A6"/>
    <w:rsid w:val="00615C7B"/>
    <w:rsid w:val="006160AC"/>
    <w:rsid w:val="0061672E"/>
    <w:rsid w:val="006168FD"/>
    <w:rsid w:val="00616E27"/>
    <w:rsid w:val="00617094"/>
    <w:rsid w:val="006173C3"/>
    <w:rsid w:val="0062041A"/>
    <w:rsid w:val="00620DB8"/>
    <w:rsid w:val="0062183F"/>
    <w:rsid w:val="00621FE1"/>
    <w:rsid w:val="006227A7"/>
    <w:rsid w:val="00622F82"/>
    <w:rsid w:val="00623864"/>
    <w:rsid w:val="00624ADD"/>
    <w:rsid w:val="00624E0A"/>
    <w:rsid w:val="00624E71"/>
    <w:rsid w:val="00625519"/>
    <w:rsid w:val="006258AD"/>
    <w:rsid w:val="00626CFD"/>
    <w:rsid w:val="006300A2"/>
    <w:rsid w:val="006304D5"/>
    <w:rsid w:val="00630BAF"/>
    <w:rsid w:val="006315A5"/>
    <w:rsid w:val="006329DD"/>
    <w:rsid w:val="00632C18"/>
    <w:rsid w:val="00632F45"/>
    <w:rsid w:val="006334AB"/>
    <w:rsid w:val="00633E93"/>
    <w:rsid w:val="006347FC"/>
    <w:rsid w:val="00634C7F"/>
    <w:rsid w:val="00634ED5"/>
    <w:rsid w:val="00634ED7"/>
    <w:rsid w:val="00635974"/>
    <w:rsid w:val="006364B5"/>
    <w:rsid w:val="00636782"/>
    <w:rsid w:val="00637FB0"/>
    <w:rsid w:val="006400E3"/>
    <w:rsid w:val="006401FA"/>
    <w:rsid w:val="00640F5F"/>
    <w:rsid w:val="006414D7"/>
    <w:rsid w:val="0064160A"/>
    <w:rsid w:val="00641793"/>
    <w:rsid w:val="00641DFE"/>
    <w:rsid w:val="00641FD6"/>
    <w:rsid w:val="00642358"/>
    <w:rsid w:val="006435BA"/>
    <w:rsid w:val="00643A31"/>
    <w:rsid w:val="00643D0E"/>
    <w:rsid w:val="00643D28"/>
    <w:rsid w:val="00643ED6"/>
    <w:rsid w:val="00644639"/>
    <w:rsid w:val="00644885"/>
    <w:rsid w:val="00645850"/>
    <w:rsid w:val="006461B9"/>
    <w:rsid w:val="00646BD2"/>
    <w:rsid w:val="00647D31"/>
    <w:rsid w:val="00650310"/>
    <w:rsid w:val="00651408"/>
    <w:rsid w:val="0065175F"/>
    <w:rsid w:val="00651A93"/>
    <w:rsid w:val="00652052"/>
    <w:rsid w:val="00652061"/>
    <w:rsid w:val="006521FD"/>
    <w:rsid w:val="00652758"/>
    <w:rsid w:val="00652B08"/>
    <w:rsid w:val="00652E4A"/>
    <w:rsid w:val="006532E5"/>
    <w:rsid w:val="006536C2"/>
    <w:rsid w:val="00653814"/>
    <w:rsid w:val="00653832"/>
    <w:rsid w:val="00653FA3"/>
    <w:rsid w:val="006548DA"/>
    <w:rsid w:val="00654B73"/>
    <w:rsid w:val="00654DCE"/>
    <w:rsid w:val="006550B6"/>
    <w:rsid w:val="00655E91"/>
    <w:rsid w:val="006567E3"/>
    <w:rsid w:val="00656A43"/>
    <w:rsid w:val="0066015F"/>
    <w:rsid w:val="006606B3"/>
    <w:rsid w:val="006616D2"/>
    <w:rsid w:val="006619AA"/>
    <w:rsid w:val="00661D03"/>
    <w:rsid w:val="006624A4"/>
    <w:rsid w:val="00662913"/>
    <w:rsid w:val="00663184"/>
    <w:rsid w:val="00663215"/>
    <w:rsid w:val="0066330C"/>
    <w:rsid w:val="00663640"/>
    <w:rsid w:val="00663649"/>
    <w:rsid w:val="00663F1E"/>
    <w:rsid w:val="00664797"/>
    <w:rsid w:val="00664B78"/>
    <w:rsid w:val="00664BDB"/>
    <w:rsid w:val="0066524C"/>
    <w:rsid w:val="00665733"/>
    <w:rsid w:val="00665F1F"/>
    <w:rsid w:val="006671D8"/>
    <w:rsid w:val="00667A52"/>
    <w:rsid w:val="00670390"/>
    <w:rsid w:val="00670834"/>
    <w:rsid w:val="00670868"/>
    <w:rsid w:val="00670CFA"/>
    <w:rsid w:val="00670F17"/>
    <w:rsid w:val="00672724"/>
    <w:rsid w:val="0067367F"/>
    <w:rsid w:val="006740A4"/>
    <w:rsid w:val="00674751"/>
    <w:rsid w:val="00674E11"/>
    <w:rsid w:val="006760A2"/>
    <w:rsid w:val="00677487"/>
    <w:rsid w:val="006775D2"/>
    <w:rsid w:val="006776F2"/>
    <w:rsid w:val="00680C1F"/>
    <w:rsid w:val="006811A1"/>
    <w:rsid w:val="00682CDB"/>
    <w:rsid w:val="00683A59"/>
    <w:rsid w:val="006840E2"/>
    <w:rsid w:val="0068431C"/>
    <w:rsid w:val="006859EE"/>
    <w:rsid w:val="00686EB3"/>
    <w:rsid w:val="00687638"/>
    <w:rsid w:val="00687816"/>
    <w:rsid w:val="00687FE7"/>
    <w:rsid w:val="006903A1"/>
    <w:rsid w:val="00690D2D"/>
    <w:rsid w:val="00692CD0"/>
    <w:rsid w:val="00692ED3"/>
    <w:rsid w:val="0069302E"/>
    <w:rsid w:val="0069325B"/>
    <w:rsid w:val="00693393"/>
    <w:rsid w:val="00693D8F"/>
    <w:rsid w:val="00693F61"/>
    <w:rsid w:val="00694617"/>
    <w:rsid w:val="00694636"/>
    <w:rsid w:val="00694ACD"/>
    <w:rsid w:val="006954BD"/>
    <w:rsid w:val="0069551F"/>
    <w:rsid w:val="0069567D"/>
    <w:rsid w:val="0069671E"/>
    <w:rsid w:val="00696C40"/>
    <w:rsid w:val="00696E7E"/>
    <w:rsid w:val="0069735D"/>
    <w:rsid w:val="006A04FD"/>
    <w:rsid w:val="006A0D17"/>
    <w:rsid w:val="006A1076"/>
    <w:rsid w:val="006A17E6"/>
    <w:rsid w:val="006A1C98"/>
    <w:rsid w:val="006A1ED0"/>
    <w:rsid w:val="006A2B7A"/>
    <w:rsid w:val="006A4168"/>
    <w:rsid w:val="006A43EE"/>
    <w:rsid w:val="006A4E96"/>
    <w:rsid w:val="006A4F28"/>
    <w:rsid w:val="006A5D80"/>
    <w:rsid w:val="006A63C5"/>
    <w:rsid w:val="006A659B"/>
    <w:rsid w:val="006A73D3"/>
    <w:rsid w:val="006A7A54"/>
    <w:rsid w:val="006A7E16"/>
    <w:rsid w:val="006B0759"/>
    <w:rsid w:val="006B0941"/>
    <w:rsid w:val="006B0D1A"/>
    <w:rsid w:val="006B1057"/>
    <w:rsid w:val="006B1411"/>
    <w:rsid w:val="006B1678"/>
    <w:rsid w:val="006B2040"/>
    <w:rsid w:val="006B27F9"/>
    <w:rsid w:val="006B2E64"/>
    <w:rsid w:val="006B3109"/>
    <w:rsid w:val="006B3120"/>
    <w:rsid w:val="006B3E4D"/>
    <w:rsid w:val="006B42DD"/>
    <w:rsid w:val="006B4B9E"/>
    <w:rsid w:val="006B4EAE"/>
    <w:rsid w:val="006B5EFF"/>
    <w:rsid w:val="006B673C"/>
    <w:rsid w:val="006B68F0"/>
    <w:rsid w:val="006B6DC6"/>
    <w:rsid w:val="006B6DD1"/>
    <w:rsid w:val="006B7953"/>
    <w:rsid w:val="006C0142"/>
    <w:rsid w:val="006C0AE5"/>
    <w:rsid w:val="006C101E"/>
    <w:rsid w:val="006C2336"/>
    <w:rsid w:val="006C23B2"/>
    <w:rsid w:val="006C2527"/>
    <w:rsid w:val="006C2C18"/>
    <w:rsid w:val="006C3846"/>
    <w:rsid w:val="006C488B"/>
    <w:rsid w:val="006C4E37"/>
    <w:rsid w:val="006C52EA"/>
    <w:rsid w:val="006C5711"/>
    <w:rsid w:val="006C5AA2"/>
    <w:rsid w:val="006C5B87"/>
    <w:rsid w:val="006C6A14"/>
    <w:rsid w:val="006C6CA6"/>
    <w:rsid w:val="006C78BE"/>
    <w:rsid w:val="006C7933"/>
    <w:rsid w:val="006D0BD9"/>
    <w:rsid w:val="006D1026"/>
    <w:rsid w:val="006D393F"/>
    <w:rsid w:val="006D3A96"/>
    <w:rsid w:val="006D3D74"/>
    <w:rsid w:val="006D3E1E"/>
    <w:rsid w:val="006D4786"/>
    <w:rsid w:val="006D5055"/>
    <w:rsid w:val="006D5085"/>
    <w:rsid w:val="006D51EA"/>
    <w:rsid w:val="006D5F3E"/>
    <w:rsid w:val="006D64B4"/>
    <w:rsid w:val="006D67C4"/>
    <w:rsid w:val="006D6E35"/>
    <w:rsid w:val="006D7C3A"/>
    <w:rsid w:val="006D7E57"/>
    <w:rsid w:val="006E05B2"/>
    <w:rsid w:val="006E0697"/>
    <w:rsid w:val="006E06B4"/>
    <w:rsid w:val="006E0B2F"/>
    <w:rsid w:val="006E1C4D"/>
    <w:rsid w:val="006E1E8F"/>
    <w:rsid w:val="006E1EBC"/>
    <w:rsid w:val="006E1EF1"/>
    <w:rsid w:val="006E29A7"/>
    <w:rsid w:val="006E2D84"/>
    <w:rsid w:val="006E3134"/>
    <w:rsid w:val="006E4244"/>
    <w:rsid w:val="006E4833"/>
    <w:rsid w:val="006E640F"/>
    <w:rsid w:val="006E6C29"/>
    <w:rsid w:val="006E70B2"/>
    <w:rsid w:val="006E7457"/>
    <w:rsid w:val="006E76BF"/>
    <w:rsid w:val="006E7FD7"/>
    <w:rsid w:val="006F0525"/>
    <w:rsid w:val="006F0544"/>
    <w:rsid w:val="006F0606"/>
    <w:rsid w:val="006F0D67"/>
    <w:rsid w:val="006F30EC"/>
    <w:rsid w:val="006F3164"/>
    <w:rsid w:val="006F3E2C"/>
    <w:rsid w:val="006F68EF"/>
    <w:rsid w:val="006F6E43"/>
    <w:rsid w:val="006F6F73"/>
    <w:rsid w:val="006F7823"/>
    <w:rsid w:val="006F7CEE"/>
    <w:rsid w:val="007001A6"/>
    <w:rsid w:val="00700AD4"/>
    <w:rsid w:val="00701579"/>
    <w:rsid w:val="007015FB"/>
    <w:rsid w:val="00701727"/>
    <w:rsid w:val="007017E3"/>
    <w:rsid w:val="007019BA"/>
    <w:rsid w:val="00701A97"/>
    <w:rsid w:val="00701D8E"/>
    <w:rsid w:val="00701F20"/>
    <w:rsid w:val="0070241C"/>
    <w:rsid w:val="0070289B"/>
    <w:rsid w:val="0070309D"/>
    <w:rsid w:val="007032C7"/>
    <w:rsid w:val="007033DC"/>
    <w:rsid w:val="00703E22"/>
    <w:rsid w:val="0070409F"/>
    <w:rsid w:val="007042CF"/>
    <w:rsid w:val="007042E1"/>
    <w:rsid w:val="0070430A"/>
    <w:rsid w:val="00705825"/>
    <w:rsid w:val="007060DC"/>
    <w:rsid w:val="00706594"/>
    <w:rsid w:val="007065A2"/>
    <w:rsid w:val="007066F2"/>
    <w:rsid w:val="007107EA"/>
    <w:rsid w:val="00712524"/>
    <w:rsid w:val="00712757"/>
    <w:rsid w:val="0071275D"/>
    <w:rsid w:val="00712BE4"/>
    <w:rsid w:val="00712F22"/>
    <w:rsid w:val="00713211"/>
    <w:rsid w:val="00713630"/>
    <w:rsid w:val="00713731"/>
    <w:rsid w:val="007139C3"/>
    <w:rsid w:val="007142FB"/>
    <w:rsid w:val="007148B7"/>
    <w:rsid w:val="00714BF0"/>
    <w:rsid w:val="00714FC5"/>
    <w:rsid w:val="00715739"/>
    <w:rsid w:val="00715761"/>
    <w:rsid w:val="00715793"/>
    <w:rsid w:val="00715E45"/>
    <w:rsid w:val="00716278"/>
    <w:rsid w:val="00716860"/>
    <w:rsid w:val="00717B17"/>
    <w:rsid w:val="00717C5C"/>
    <w:rsid w:val="00717C6E"/>
    <w:rsid w:val="00717CF6"/>
    <w:rsid w:val="00717F58"/>
    <w:rsid w:val="00720308"/>
    <w:rsid w:val="007204C3"/>
    <w:rsid w:val="007218FF"/>
    <w:rsid w:val="00722B64"/>
    <w:rsid w:val="007234FA"/>
    <w:rsid w:val="00723834"/>
    <w:rsid w:val="00724B28"/>
    <w:rsid w:val="00724B65"/>
    <w:rsid w:val="00724D50"/>
    <w:rsid w:val="007255F8"/>
    <w:rsid w:val="00726A6A"/>
    <w:rsid w:val="00727C3C"/>
    <w:rsid w:val="00727D04"/>
    <w:rsid w:val="00727D60"/>
    <w:rsid w:val="007306F5"/>
    <w:rsid w:val="007307ED"/>
    <w:rsid w:val="0073096C"/>
    <w:rsid w:val="00730C3A"/>
    <w:rsid w:val="0073268A"/>
    <w:rsid w:val="0073273A"/>
    <w:rsid w:val="00732A6C"/>
    <w:rsid w:val="00733E40"/>
    <w:rsid w:val="00734152"/>
    <w:rsid w:val="00734C92"/>
    <w:rsid w:val="00734E2B"/>
    <w:rsid w:val="00735201"/>
    <w:rsid w:val="007358F8"/>
    <w:rsid w:val="007365E6"/>
    <w:rsid w:val="00736AC7"/>
    <w:rsid w:val="00736B9B"/>
    <w:rsid w:val="00736DAB"/>
    <w:rsid w:val="00737B88"/>
    <w:rsid w:val="00740033"/>
    <w:rsid w:val="00740312"/>
    <w:rsid w:val="00740411"/>
    <w:rsid w:val="007404DB"/>
    <w:rsid w:val="0074053B"/>
    <w:rsid w:val="00741353"/>
    <w:rsid w:val="007416D2"/>
    <w:rsid w:val="007424D5"/>
    <w:rsid w:val="00742AE2"/>
    <w:rsid w:val="0074393C"/>
    <w:rsid w:val="00743EBC"/>
    <w:rsid w:val="00743F08"/>
    <w:rsid w:val="00745696"/>
    <w:rsid w:val="007464EC"/>
    <w:rsid w:val="00746670"/>
    <w:rsid w:val="007472A3"/>
    <w:rsid w:val="00747948"/>
    <w:rsid w:val="00750535"/>
    <w:rsid w:val="00750C8E"/>
    <w:rsid w:val="007511D7"/>
    <w:rsid w:val="007512AB"/>
    <w:rsid w:val="00751811"/>
    <w:rsid w:val="00751DD9"/>
    <w:rsid w:val="00752D6C"/>
    <w:rsid w:val="0075308A"/>
    <w:rsid w:val="007530F1"/>
    <w:rsid w:val="0075382F"/>
    <w:rsid w:val="00753ADF"/>
    <w:rsid w:val="00753CED"/>
    <w:rsid w:val="007544A3"/>
    <w:rsid w:val="0075508D"/>
    <w:rsid w:val="007552CE"/>
    <w:rsid w:val="00755F5D"/>
    <w:rsid w:val="007561ED"/>
    <w:rsid w:val="007563EE"/>
    <w:rsid w:val="007568D0"/>
    <w:rsid w:val="00756E7D"/>
    <w:rsid w:val="00757162"/>
    <w:rsid w:val="00757B8E"/>
    <w:rsid w:val="007600B9"/>
    <w:rsid w:val="007602D9"/>
    <w:rsid w:val="00760ABB"/>
    <w:rsid w:val="00760C25"/>
    <w:rsid w:val="00760CCE"/>
    <w:rsid w:val="00761DA7"/>
    <w:rsid w:val="007621A4"/>
    <w:rsid w:val="00762238"/>
    <w:rsid w:val="007625F6"/>
    <w:rsid w:val="0076261D"/>
    <w:rsid w:val="00762635"/>
    <w:rsid w:val="00762B91"/>
    <w:rsid w:val="007633E6"/>
    <w:rsid w:val="00763D1F"/>
    <w:rsid w:val="00763E03"/>
    <w:rsid w:val="00763E7F"/>
    <w:rsid w:val="00764171"/>
    <w:rsid w:val="007642E4"/>
    <w:rsid w:val="00764964"/>
    <w:rsid w:val="00764A7B"/>
    <w:rsid w:val="00764D14"/>
    <w:rsid w:val="00765143"/>
    <w:rsid w:val="00765868"/>
    <w:rsid w:val="007663AB"/>
    <w:rsid w:val="00766D9F"/>
    <w:rsid w:val="00767CC7"/>
    <w:rsid w:val="00771013"/>
    <w:rsid w:val="00771B6F"/>
    <w:rsid w:val="00773B08"/>
    <w:rsid w:val="00773D82"/>
    <w:rsid w:val="00773F1C"/>
    <w:rsid w:val="007741B4"/>
    <w:rsid w:val="007741E7"/>
    <w:rsid w:val="0077479F"/>
    <w:rsid w:val="0077498B"/>
    <w:rsid w:val="00774F32"/>
    <w:rsid w:val="00775002"/>
    <w:rsid w:val="00776068"/>
    <w:rsid w:val="00776133"/>
    <w:rsid w:val="0077656B"/>
    <w:rsid w:val="00776D90"/>
    <w:rsid w:val="0077732F"/>
    <w:rsid w:val="00780156"/>
    <w:rsid w:val="007801B6"/>
    <w:rsid w:val="00780347"/>
    <w:rsid w:val="00780730"/>
    <w:rsid w:val="00780BD4"/>
    <w:rsid w:val="00780BD8"/>
    <w:rsid w:val="00780FC0"/>
    <w:rsid w:val="007826DD"/>
    <w:rsid w:val="00782838"/>
    <w:rsid w:val="0078303B"/>
    <w:rsid w:val="0078480E"/>
    <w:rsid w:val="00785037"/>
    <w:rsid w:val="007850A2"/>
    <w:rsid w:val="00785F49"/>
    <w:rsid w:val="00786C27"/>
    <w:rsid w:val="00787046"/>
    <w:rsid w:val="00787465"/>
    <w:rsid w:val="007909CB"/>
    <w:rsid w:val="00791614"/>
    <w:rsid w:val="00791A9C"/>
    <w:rsid w:val="00791E35"/>
    <w:rsid w:val="00792BF1"/>
    <w:rsid w:val="00792F99"/>
    <w:rsid w:val="00793010"/>
    <w:rsid w:val="00794966"/>
    <w:rsid w:val="007956DA"/>
    <w:rsid w:val="007974C4"/>
    <w:rsid w:val="007975D5"/>
    <w:rsid w:val="007A0241"/>
    <w:rsid w:val="007A027D"/>
    <w:rsid w:val="007A07FE"/>
    <w:rsid w:val="007A0A97"/>
    <w:rsid w:val="007A0E08"/>
    <w:rsid w:val="007A0E92"/>
    <w:rsid w:val="007A167C"/>
    <w:rsid w:val="007A187A"/>
    <w:rsid w:val="007A1934"/>
    <w:rsid w:val="007A1F13"/>
    <w:rsid w:val="007A1FC5"/>
    <w:rsid w:val="007A295D"/>
    <w:rsid w:val="007A29DD"/>
    <w:rsid w:val="007A45D0"/>
    <w:rsid w:val="007A4703"/>
    <w:rsid w:val="007A4D83"/>
    <w:rsid w:val="007A4DC3"/>
    <w:rsid w:val="007A4FB4"/>
    <w:rsid w:val="007A50DD"/>
    <w:rsid w:val="007A5435"/>
    <w:rsid w:val="007A54C8"/>
    <w:rsid w:val="007A5540"/>
    <w:rsid w:val="007A61F2"/>
    <w:rsid w:val="007A62B2"/>
    <w:rsid w:val="007A636B"/>
    <w:rsid w:val="007A6670"/>
    <w:rsid w:val="007A6EF4"/>
    <w:rsid w:val="007A71CC"/>
    <w:rsid w:val="007A7C4C"/>
    <w:rsid w:val="007A7DB5"/>
    <w:rsid w:val="007B0069"/>
    <w:rsid w:val="007B05FB"/>
    <w:rsid w:val="007B0B41"/>
    <w:rsid w:val="007B105D"/>
    <w:rsid w:val="007B1633"/>
    <w:rsid w:val="007B39D3"/>
    <w:rsid w:val="007B4558"/>
    <w:rsid w:val="007B4DD5"/>
    <w:rsid w:val="007B4E8C"/>
    <w:rsid w:val="007B5DEA"/>
    <w:rsid w:val="007B69FB"/>
    <w:rsid w:val="007B6C44"/>
    <w:rsid w:val="007B75BD"/>
    <w:rsid w:val="007B77A4"/>
    <w:rsid w:val="007B7B0C"/>
    <w:rsid w:val="007C0C83"/>
    <w:rsid w:val="007C113E"/>
    <w:rsid w:val="007C1E1F"/>
    <w:rsid w:val="007C1F5D"/>
    <w:rsid w:val="007C2B49"/>
    <w:rsid w:val="007C326E"/>
    <w:rsid w:val="007C39D6"/>
    <w:rsid w:val="007C3E36"/>
    <w:rsid w:val="007C4521"/>
    <w:rsid w:val="007C4718"/>
    <w:rsid w:val="007C566C"/>
    <w:rsid w:val="007C6A89"/>
    <w:rsid w:val="007C6D08"/>
    <w:rsid w:val="007C6D6B"/>
    <w:rsid w:val="007C72D0"/>
    <w:rsid w:val="007C75D1"/>
    <w:rsid w:val="007D0045"/>
    <w:rsid w:val="007D03E4"/>
    <w:rsid w:val="007D0ABB"/>
    <w:rsid w:val="007D0D64"/>
    <w:rsid w:val="007D1F4C"/>
    <w:rsid w:val="007D250C"/>
    <w:rsid w:val="007D252D"/>
    <w:rsid w:val="007D2796"/>
    <w:rsid w:val="007D3BBE"/>
    <w:rsid w:val="007D4419"/>
    <w:rsid w:val="007D45F0"/>
    <w:rsid w:val="007D4D9E"/>
    <w:rsid w:val="007D5262"/>
    <w:rsid w:val="007D59D8"/>
    <w:rsid w:val="007D5F41"/>
    <w:rsid w:val="007D650C"/>
    <w:rsid w:val="007D76DC"/>
    <w:rsid w:val="007D7823"/>
    <w:rsid w:val="007D7ADB"/>
    <w:rsid w:val="007E01CC"/>
    <w:rsid w:val="007E1134"/>
    <w:rsid w:val="007E1C0E"/>
    <w:rsid w:val="007E1C2F"/>
    <w:rsid w:val="007E1DDB"/>
    <w:rsid w:val="007E2122"/>
    <w:rsid w:val="007E2AB2"/>
    <w:rsid w:val="007E2EAC"/>
    <w:rsid w:val="007E325F"/>
    <w:rsid w:val="007E373A"/>
    <w:rsid w:val="007E3B0C"/>
    <w:rsid w:val="007E3B37"/>
    <w:rsid w:val="007E3D00"/>
    <w:rsid w:val="007E3E05"/>
    <w:rsid w:val="007E5147"/>
    <w:rsid w:val="007E5898"/>
    <w:rsid w:val="007E5A03"/>
    <w:rsid w:val="007E5B27"/>
    <w:rsid w:val="007E6F4C"/>
    <w:rsid w:val="007E73AA"/>
    <w:rsid w:val="007E7A48"/>
    <w:rsid w:val="007F1072"/>
    <w:rsid w:val="007F22CF"/>
    <w:rsid w:val="007F2461"/>
    <w:rsid w:val="007F27B4"/>
    <w:rsid w:val="007F38EC"/>
    <w:rsid w:val="007F3CED"/>
    <w:rsid w:val="007F40A9"/>
    <w:rsid w:val="007F4662"/>
    <w:rsid w:val="007F47DC"/>
    <w:rsid w:val="007F49FF"/>
    <w:rsid w:val="007F51CF"/>
    <w:rsid w:val="007F5304"/>
    <w:rsid w:val="007F5506"/>
    <w:rsid w:val="007F635F"/>
    <w:rsid w:val="007F66E8"/>
    <w:rsid w:val="007F7458"/>
    <w:rsid w:val="007F74D0"/>
    <w:rsid w:val="007F772F"/>
    <w:rsid w:val="007F7C1A"/>
    <w:rsid w:val="0080046D"/>
    <w:rsid w:val="00800885"/>
    <w:rsid w:val="00800E17"/>
    <w:rsid w:val="00800EFE"/>
    <w:rsid w:val="008011F9"/>
    <w:rsid w:val="0080161F"/>
    <w:rsid w:val="008017B4"/>
    <w:rsid w:val="00801B5E"/>
    <w:rsid w:val="00801EE8"/>
    <w:rsid w:val="00801F9A"/>
    <w:rsid w:val="0080238E"/>
    <w:rsid w:val="0080264B"/>
    <w:rsid w:val="00802BD1"/>
    <w:rsid w:val="00802FCA"/>
    <w:rsid w:val="008031A8"/>
    <w:rsid w:val="00803B18"/>
    <w:rsid w:val="0080458D"/>
    <w:rsid w:val="00804B01"/>
    <w:rsid w:val="00804F15"/>
    <w:rsid w:val="008050C8"/>
    <w:rsid w:val="008059BA"/>
    <w:rsid w:val="00805B88"/>
    <w:rsid w:val="00805E11"/>
    <w:rsid w:val="008064FF"/>
    <w:rsid w:val="00806687"/>
    <w:rsid w:val="008071B1"/>
    <w:rsid w:val="00807414"/>
    <w:rsid w:val="00807ABF"/>
    <w:rsid w:val="00807E13"/>
    <w:rsid w:val="00810A2B"/>
    <w:rsid w:val="00810D31"/>
    <w:rsid w:val="00811560"/>
    <w:rsid w:val="00811EA0"/>
    <w:rsid w:val="00811ECF"/>
    <w:rsid w:val="008120B5"/>
    <w:rsid w:val="00813426"/>
    <w:rsid w:val="00813A50"/>
    <w:rsid w:val="00814B87"/>
    <w:rsid w:val="008152D4"/>
    <w:rsid w:val="00815481"/>
    <w:rsid w:val="0081622D"/>
    <w:rsid w:val="00816BE4"/>
    <w:rsid w:val="00816E58"/>
    <w:rsid w:val="00817222"/>
    <w:rsid w:val="00817315"/>
    <w:rsid w:val="00817F09"/>
    <w:rsid w:val="00820012"/>
    <w:rsid w:val="00820181"/>
    <w:rsid w:val="0082238F"/>
    <w:rsid w:val="008227C5"/>
    <w:rsid w:val="008229F0"/>
    <w:rsid w:val="00822E0A"/>
    <w:rsid w:val="00823150"/>
    <w:rsid w:val="00823730"/>
    <w:rsid w:val="00823BB7"/>
    <w:rsid w:val="00824251"/>
    <w:rsid w:val="008253FE"/>
    <w:rsid w:val="008256FC"/>
    <w:rsid w:val="00825B65"/>
    <w:rsid w:val="00826836"/>
    <w:rsid w:val="00827189"/>
    <w:rsid w:val="00827292"/>
    <w:rsid w:val="00827A54"/>
    <w:rsid w:val="00827D72"/>
    <w:rsid w:val="008312C0"/>
    <w:rsid w:val="008314F8"/>
    <w:rsid w:val="0083164B"/>
    <w:rsid w:val="008317AB"/>
    <w:rsid w:val="00831DD6"/>
    <w:rsid w:val="00831ECC"/>
    <w:rsid w:val="00832DDB"/>
    <w:rsid w:val="0083372A"/>
    <w:rsid w:val="00834143"/>
    <w:rsid w:val="008342A8"/>
    <w:rsid w:val="00834898"/>
    <w:rsid w:val="00834CD7"/>
    <w:rsid w:val="00834E24"/>
    <w:rsid w:val="00836BC2"/>
    <w:rsid w:val="00837591"/>
    <w:rsid w:val="008413AC"/>
    <w:rsid w:val="00841EC9"/>
    <w:rsid w:val="008420DC"/>
    <w:rsid w:val="00843BAF"/>
    <w:rsid w:val="00843D5C"/>
    <w:rsid w:val="00843E41"/>
    <w:rsid w:val="00843E73"/>
    <w:rsid w:val="00844324"/>
    <w:rsid w:val="00844505"/>
    <w:rsid w:val="00844709"/>
    <w:rsid w:val="00844D03"/>
    <w:rsid w:val="00846E4B"/>
    <w:rsid w:val="00846EB4"/>
    <w:rsid w:val="00846ED3"/>
    <w:rsid w:val="008471F6"/>
    <w:rsid w:val="008473FF"/>
    <w:rsid w:val="0084744A"/>
    <w:rsid w:val="00847722"/>
    <w:rsid w:val="00847978"/>
    <w:rsid w:val="00847A4B"/>
    <w:rsid w:val="00850039"/>
    <w:rsid w:val="008500A3"/>
    <w:rsid w:val="008504A3"/>
    <w:rsid w:val="008505CC"/>
    <w:rsid w:val="008507A1"/>
    <w:rsid w:val="0085114B"/>
    <w:rsid w:val="008515BF"/>
    <w:rsid w:val="008519E9"/>
    <w:rsid w:val="008521CE"/>
    <w:rsid w:val="008525D4"/>
    <w:rsid w:val="00852811"/>
    <w:rsid w:val="00853463"/>
    <w:rsid w:val="00853D2D"/>
    <w:rsid w:val="008548AD"/>
    <w:rsid w:val="00854BE3"/>
    <w:rsid w:val="00854DF4"/>
    <w:rsid w:val="008553A4"/>
    <w:rsid w:val="008553EE"/>
    <w:rsid w:val="00855BCF"/>
    <w:rsid w:val="008560B4"/>
    <w:rsid w:val="00856B58"/>
    <w:rsid w:val="00857A3C"/>
    <w:rsid w:val="0086033D"/>
    <w:rsid w:val="008608DE"/>
    <w:rsid w:val="00860E9E"/>
    <w:rsid w:val="00860F26"/>
    <w:rsid w:val="008612CA"/>
    <w:rsid w:val="00861453"/>
    <w:rsid w:val="00861742"/>
    <w:rsid w:val="0086177D"/>
    <w:rsid w:val="008622DF"/>
    <w:rsid w:val="0086296D"/>
    <w:rsid w:val="0086297D"/>
    <w:rsid w:val="008632AB"/>
    <w:rsid w:val="00863588"/>
    <w:rsid w:val="00863B4D"/>
    <w:rsid w:val="00863E78"/>
    <w:rsid w:val="0086406B"/>
    <w:rsid w:val="00864124"/>
    <w:rsid w:val="008642D1"/>
    <w:rsid w:val="0086457F"/>
    <w:rsid w:val="008657E3"/>
    <w:rsid w:val="00865AA4"/>
    <w:rsid w:val="008665E1"/>
    <w:rsid w:val="00866DDA"/>
    <w:rsid w:val="00867613"/>
    <w:rsid w:val="00867BC0"/>
    <w:rsid w:val="00867D42"/>
    <w:rsid w:val="00867DE4"/>
    <w:rsid w:val="008703BE"/>
    <w:rsid w:val="00870825"/>
    <w:rsid w:val="00871028"/>
    <w:rsid w:val="00871300"/>
    <w:rsid w:val="008728D1"/>
    <w:rsid w:val="008733F5"/>
    <w:rsid w:val="00874341"/>
    <w:rsid w:val="008743D6"/>
    <w:rsid w:val="0087524A"/>
    <w:rsid w:val="00875252"/>
    <w:rsid w:val="0087555A"/>
    <w:rsid w:val="008755F3"/>
    <w:rsid w:val="008756A6"/>
    <w:rsid w:val="008757D9"/>
    <w:rsid w:val="00875B2C"/>
    <w:rsid w:val="00875C40"/>
    <w:rsid w:val="00877093"/>
    <w:rsid w:val="00880624"/>
    <w:rsid w:val="00880CFD"/>
    <w:rsid w:val="00880D03"/>
    <w:rsid w:val="008810C5"/>
    <w:rsid w:val="00881538"/>
    <w:rsid w:val="00881638"/>
    <w:rsid w:val="00881C61"/>
    <w:rsid w:val="00881EFF"/>
    <w:rsid w:val="008820DE"/>
    <w:rsid w:val="008839DA"/>
    <w:rsid w:val="00883BF5"/>
    <w:rsid w:val="00883C06"/>
    <w:rsid w:val="0088424B"/>
    <w:rsid w:val="008845B7"/>
    <w:rsid w:val="008849CB"/>
    <w:rsid w:val="008857DA"/>
    <w:rsid w:val="00885E3F"/>
    <w:rsid w:val="00885F01"/>
    <w:rsid w:val="008862D3"/>
    <w:rsid w:val="00886725"/>
    <w:rsid w:val="0088689B"/>
    <w:rsid w:val="0088699E"/>
    <w:rsid w:val="00886C10"/>
    <w:rsid w:val="008873FC"/>
    <w:rsid w:val="0088785C"/>
    <w:rsid w:val="00887873"/>
    <w:rsid w:val="00890790"/>
    <w:rsid w:val="00890B9A"/>
    <w:rsid w:val="00890ED5"/>
    <w:rsid w:val="008911B8"/>
    <w:rsid w:val="00891396"/>
    <w:rsid w:val="00891586"/>
    <w:rsid w:val="008915D1"/>
    <w:rsid w:val="00891A50"/>
    <w:rsid w:val="00893583"/>
    <w:rsid w:val="0089390A"/>
    <w:rsid w:val="00893CC1"/>
    <w:rsid w:val="00893DD5"/>
    <w:rsid w:val="0089414B"/>
    <w:rsid w:val="00894602"/>
    <w:rsid w:val="00894ABE"/>
    <w:rsid w:val="00895BFD"/>
    <w:rsid w:val="00897BFA"/>
    <w:rsid w:val="008A0153"/>
    <w:rsid w:val="008A02C2"/>
    <w:rsid w:val="008A0C30"/>
    <w:rsid w:val="008A0E79"/>
    <w:rsid w:val="008A0F60"/>
    <w:rsid w:val="008A1511"/>
    <w:rsid w:val="008A1786"/>
    <w:rsid w:val="008A18FD"/>
    <w:rsid w:val="008A1C13"/>
    <w:rsid w:val="008A1E06"/>
    <w:rsid w:val="008A2019"/>
    <w:rsid w:val="008A2193"/>
    <w:rsid w:val="008A2719"/>
    <w:rsid w:val="008A3120"/>
    <w:rsid w:val="008A316A"/>
    <w:rsid w:val="008A32C6"/>
    <w:rsid w:val="008A3544"/>
    <w:rsid w:val="008A3909"/>
    <w:rsid w:val="008A3B87"/>
    <w:rsid w:val="008A3FE0"/>
    <w:rsid w:val="008A4FE3"/>
    <w:rsid w:val="008A6856"/>
    <w:rsid w:val="008A6972"/>
    <w:rsid w:val="008A6A74"/>
    <w:rsid w:val="008A6D83"/>
    <w:rsid w:val="008B0238"/>
    <w:rsid w:val="008B0DC2"/>
    <w:rsid w:val="008B1B51"/>
    <w:rsid w:val="008B1F02"/>
    <w:rsid w:val="008B2235"/>
    <w:rsid w:val="008B2243"/>
    <w:rsid w:val="008B2405"/>
    <w:rsid w:val="008B2543"/>
    <w:rsid w:val="008B3445"/>
    <w:rsid w:val="008B44DD"/>
    <w:rsid w:val="008B5291"/>
    <w:rsid w:val="008B5ACF"/>
    <w:rsid w:val="008B5D7B"/>
    <w:rsid w:val="008B6AE2"/>
    <w:rsid w:val="008B6E93"/>
    <w:rsid w:val="008B707F"/>
    <w:rsid w:val="008C05CC"/>
    <w:rsid w:val="008C28B5"/>
    <w:rsid w:val="008C35B8"/>
    <w:rsid w:val="008C42C9"/>
    <w:rsid w:val="008C4707"/>
    <w:rsid w:val="008C472C"/>
    <w:rsid w:val="008C5707"/>
    <w:rsid w:val="008C5BB8"/>
    <w:rsid w:val="008C60C1"/>
    <w:rsid w:val="008C6B46"/>
    <w:rsid w:val="008C7062"/>
    <w:rsid w:val="008C7ADF"/>
    <w:rsid w:val="008D095D"/>
    <w:rsid w:val="008D15AA"/>
    <w:rsid w:val="008D1757"/>
    <w:rsid w:val="008D25D5"/>
    <w:rsid w:val="008D2665"/>
    <w:rsid w:val="008D2BC7"/>
    <w:rsid w:val="008D375B"/>
    <w:rsid w:val="008D394D"/>
    <w:rsid w:val="008D41C5"/>
    <w:rsid w:val="008D4354"/>
    <w:rsid w:val="008D4872"/>
    <w:rsid w:val="008D4960"/>
    <w:rsid w:val="008D59FD"/>
    <w:rsid w:val="008D6706"/>
    <w:rsid w:val="008D6D55"/>
    <w:rsid w:val="008D70B0"/>
    <w:rsid w:val="008D7656"/>
    <w:rsid w:val="008D7CAC"/>
    <w:rsid w:val="008E098F"/>
    <w:rsid w:val="008E0C0F"/>
    <w:rsid w:val="008E0EDA"/>
    <w:rsid w:val="008E0F3E"/>
    <w:rsid w:val="008E1026"/>
    <w:rsid w:val="008E1339"/>
    <w:rsid w:val="008E154E"/>
    <w:rsid w:val="008E1598"/>
    <w:rsid w:val="008E3511"/>
    <w:rsid w:val="008E3A33"/>
    <w:rsid w:val="008E445C"/>
    <w:rsid w:val="008E45C8"/>
    <w:rsid w:val="008E4E1F"/>
    <w:rsid w:val="008E5093"/>
    <w:rsid w:val="008E5595"/>
    <w:rsid w:val="008E568A"/>
    <w:rsid w:val="008E5C3B"/>
    <w:rsid w:val="008E5F63"/>
    <w:rsid w:val="008E63B4"/>
    <w:rsid w:val="008E7C6C"/>
    <w:rsid w:val="008F10D6"/>
    <w:rsid w:val="008F10EC"/>
    <w:rsid w:val="008F1283"/>
    <w:rsid w:val="008F1AC6"/>
    <w:rsid w:val="008F2202"/>
    <w:rsid w:val="008F2527"/>
    <w:rsid w:val="008F2877"/>
    <w:rsid w:val="008F3086"/>
    <w:rsid w:val="008F3F35"/>
    <w:rsid w:val="008F4DC4"/>
    <w:rsid w:val="008F5020"/>
    <w:rsid w:val="008F546B"/>
    <w:rsid w:val="008F58CF"/>
    <w:rsid w:val="008F6E9D"/>
    <w:rsid w:val="008F7019"/>
    <w:rsid w:val="008F76E8"/>
    <w:rsid w:val="008F79FB"/>
    <w:rsid w:val="009009E8"/>
    <w:rsid w:val="00901259"/>
    <w:rsid w:val="00901754"/>
    <w:rsid w:val="00901B4E"/>
    <w:rsid w:val="00901D78"/>
    <w:rsid w:val="009020BB"/>
    <w:rsid w:val="009020F2"/>
    <w:rsid w:val="00903122"/>
    <w:rsid w:val="009048AC"/>
    <w:rsid w:val="00904C3F"/>
    <w:rsid w:val="00904F49"/>
    <w:rsid w:val="0090517B"/>
    <w:rsid w:val="009060DE"/>
    <w:rsid w:val="0090611A"/>
    <w:rsid w:val="00906409"/>
    <w:rsid w:val="00906685"/>
    <w:rsid w:val="0090739D"/>
    <w:rsid w:val="00907795"/>
    <w:rsid w:val="00907F81"/>
    <w:rsid w:val="00911094"/>
    <w:rsid w:val="00911FE2"/>
    <w:rsid w:val="00913667"/>
    <w:rsid w:val="0091383C"/>
    <w:rsid w:val="00913E06"/>
    <w:rsid w:val="00914312"/>
    <w:rsid w:val="00914C51"/>
    <w:rsid w:val="00915301"/>
    <w:rsid w:val="00915B1D"/>
    <w:rsid w:val="00916037"/>
    <w:rsid w:val="00916580"/>
    <w:rsid w:val="00916CA1"/>
    <w:rsid w:val="00917264"/>
    <w:rsid w:val="00917C5D"/>
    <w:rsid w:val="00917C75"/>
    <w:rsid w:val="00917E4D"/>
    <w:rsid w:val="00917F7E"/>
    <w:rsid w:val="009202E6"/>
    <w:rsid w:val="00920B36"/>
    <w:rsid w:val="00920F43"/>
    <w:rsid w:val="009218B4"/>
    <w:rsid w:val="00921ED2"/>
    <w:rsid w:val="00921FD7"/>
    <w:rsid w:val="00922883"/>
    <w:rsid w:val="0092294F"/>
    <w:rsid w:val="0092319C"/>
    <w:rsid w:val="00924657"/>
    <w:rsid w:val="00924695"/>
    <w:rsid w:val="00924C65"/>
    <w:rsid w:val="00924F8D"/>
    <w:rsid w:val="00925419"/>
    <w:rsid w:val="0092597B"/>
    <w:rsid w:val="0092609E"/>
    <w:rsid w:val="00926852"/>
    <w:rsid w:val="009268AE"/>
    <w:rsid w:val="00926A7D"/>
    <w:rsid w:val="00926E29"/>
    <w:rsid w:val="00927076"/>
    <w:rsid w:val="00930F24"/>
    <w:rsid w:val="0093141F"/>
    <w:rsid w:val="0093208D"/>
    <w:rsid w:val="0093229D"/>
    <w:rsid w:val="009323FA"/>
    <w:rsid w:val="0093305C"/>
    <w:rsid w:val="0093330A"/>
    <w:rsid w:val="009333B3"/>
    <w:rsid w:val="0093383B"/>
    <w:rsid w:val="009338FA"/>
    <w:rsid w:val="00933DE4"/>
    <w:rsid w:val="00934167"/>
    <w:rsid w:val="009363CD"/>
    <w:rsid w:val="00936912"/>
    <w:rsid w:val="00936B60"/>
    <w:rsid w:val="00936E1A"/>
    <w:rsid w:val="00937578"/>
    <w:rsid w:val="009376BF"/>
    <w:rsid w:val="009413A3"/>
    <w:rsid w:val="00941D84"/>
    <w:rsid w:val="00942E30"/>
    <w:rsid w:val="00943084"/>
    <w:rsid w:val="0094430A"/>
    <w:rsid w:val="00944793"/>
    <w:rsid w:val="00944964"/>
    <w:rsid w:val="009449E3"/>
    <w:rsid w:val="00945A5F"/>
    <w:rsid w:val="0094661E"/>
    <w:rsid w:val="009476B7"/>
    <w:rsid w:val="00947F49"/>
    <w:rsid w:val="00950CEA"/>
    <w:rsid w:val="0095123C"/>
    <w:rsid w:val="009513BE"/>
    <w:rsid w:val="0095150C"/>
    <w:rsid w:val="00951845"/>
    <w:rsid w:val="00951AD8"/>
    <w:rsid w:val="00951DB3"/>
    <w:rsid w:val="0095205B"/>
    <w:rsid w:val="00952889"/>
    <w:rsid w:val="00952E13"/>
    <w:rsid w:val="0095412B"/>
    <w:rsid w:val="00955A31"/>
    <w:rsid w:val="00955D32"/>
    <w:rsid w:val="00956146"/>
    <w:rsid w:val="009564CD"/>
    <w:rsid w:val="0095684B"/>
    <w:rsid w:val="00956F13"/>
    <w:rsid w:val="00957660"/>
    <w:rsid w:val="00957770"/>
    <w:rsid w:val="00961E68"/>
    <w:rsid w:val="00962544"/>
    <w:rsid w:val="009630B4"/>
    <w:rsid w:val="00963C9B"/>
    <w:rsid w:val="0096484F"/>
    <w:rsid w:val="00964D56"/>
    <w:rsid w:val="009656F6"/>
    <w:rsid w:val="00965A09"/>
    <w:rsid w:val="0096603E"/>
    <w:rsid w:val="0097040E"/>
    <w:rsid w:val="009706E2"/>
    <w:rsid w:val="00970813"/>
    <w:rsid w:val="00971051"/>
    <w:rsid w:val="009710FD"/>
    <w:rsid w:val="00971257"/>
    <w:rsid w:val="00971D6E"/>
    <w:rsid w:val="00971DE2"/>
    <w:rsid w:val="00972267"/>
    <w:rsid w:val="0097236D"/>
    <w:rsid w:val="00972588"/>
    <w:rsid w:val="0097302A"/>
    <w:rsid w:val="00973D03"/>
    <w:rsid w:val="00973DC4"/>
    <w:rsid w:val="00974769"/>
    <w:rsid w:val="00974AFA"/>
    <w:rsid w:val="00975244"/>
    <w:rsid w:val="0097596B"/>
    <w:rsid w:val="00975F4F"/>
    <w:rsid w:val="009764B6"/>
    <w:rsid w:val="00976530"/>
    <w:rsid w:val="00981022"/>
    <w:rsid w:val="009819E1"/>
    <w:rsid w:val="009821E2"/>
    <w:rsid w:val="009833F4"/>
    <w:rsid w:val="0098340F"/>
    <w:rsid w:val="00983B8F"/>
    <w:rsid w:val="00983DC0"/>
    <w:rsid w:val="0098406D"/>
    <w:rsid w:val="009840A6"/>
    <w:rsid w:val="009842C8"/>
    <w:rsid w:val="00984D47"/>
    <w:rsid w:val="00984F9C"/>
    <w:rsid w:val="009865D0"/>
    <w:rsid w:val="00986891"/>
    <w:rsid w:val="009870B1"/>
    <w:rsid w:val="00987499"/>
    <w:rsid w:val="009879C3"/>
    <w:rsid w:val="00987BF5"/>
    <w:rsid w:val="00990D0E"/>
    <w:rsid w:val="00991637"/>
    <w:rsid w:val="00991725"/>
    <w:rsid w:val="009920D9"/>
    <w:rsid w:val="00992657"/>
    <w:rsid w:val="00994449"/>
    <w:rsid w:val="00995789"/>
    <w:rsid w:val="0099599D"/>
    <w:rsid w:val="00995B08"/>
    <w:rsid w:val="00995CEB"/>
    <w:rsid w:val="00995E3C"/>
    <w:rsid w:val="00996C2B"/>
    <w:rsid w:val="009974D9"/>
    <w:rsid w:val="00997676"/>
    <w:rsid w:val="009976AB"/>
    <w:rsid w:val="00997744"/>
    <w:rsid w:val="009977C1"/>
    <w:rsid w:val="009A04DF"/>
    <w:rsid w:val="009A099E"/>
    <w:rsid w:val="009A1B0A"/>
    <w:rsid w:val="009A1D12"/>
    <w:rsid w:val="009A2E7E"/>
    <w:rsid w:val="009A343C"/>
    <w:rsid w:val="009A38CC"/>
    <w:rsid w:val="009A3E7B"/>
    <w:rsid w:val="009A46F7"/>
    <w:rsid w:val="009A5188"/>
    <w:rsid w:val="009A545F"/>
    <w:rsid w:val="009A57F7"/>
    <w:rsid w:val="009A5A5E"/>
    <w:rsid w:val="009A5F55"/>
    <w:rsid w:val="009A5FBA"/>
    <w:rsid w:val="009A7599"/>
    <w:rsid w:val="009A7C13"/>
    <w:rsid w:val="009A7C74"/>
    <w:rsid w:val="009A7D49"/>
    <w:rsid w:val="009B0062"/>
    <w:rsid w:val="009B0CFF"/>
    <w:rsid w:val="009B0FAA"/>
    <w:rsid w:val="009B1139"/>
    <w:rsid w:val="009B1521"/>
    <w:rsid w:val="009B1583"/>
    <w:rsid w:val="009B1C6E"/>
    <w:rsid w:val="009B1D68"/>
    <w:rsid w:val="009B22F2"/>
    <w:rsid w:val="009B26B4"/>
    <w:rsid w:val="009B2866"/>
    <w:rsid w:val="009B36DA"/>
    <w:rsid w:val="009B36DB"/>
    <w:rsid w:val="009B3A19"/>
    <w:rsid w:val="009B3D3F"/>
    <w:rsid w:val="009B3F97"/>
    <w:rsid w:val="009B4530"/>
    <w:rsid w:val="009B462B"/>
    <w:rsid w:val="009B4F53"/>
    <w:rsid w:val="009B5021"/>
    <w:rsid w:val="009B50F3"/>
    <w:rsid w:val="009B5818"/>
    <w:rsid w:val="009B5B1F"/>
    <w:rsid w:val="009B652F"/>
    <w:rsid w:val="009B65BF"/>
    <w:rsid w:val="009B6CAD"/>
    <w:rsid w:val="009C0BC5"/>
    <w:rsid w:val="009C285A"/>
    <w:rsid w:val="009C372A"/>
    <w:rsid w:val="009C47EA"/>
    <w:rsid w:val="009C4CA0"/>
    <w:rsid w:val="009C4E79"/>
    <w:rsid w:val="009C58A8"/>
    <w:rsid w:val="009C7094"/>
    <w:rsid w:val="009C7755"/>
    <w:rsid w:val="009D0234"/>
    <w:rsid w:val="009D02AF"/>
    <w:rsid w:val="009D083F"/>
    <w:rsid w:val="009D0D88"/>
    <w:rsid w:val="009D0E2F"/>
    <w:rsid w:val="009D1428"/>
    <w:rsid w:val="009D14D7"/>
    <w:rsid w:val="009D1BAC"/>
    <w:rsid w:val="009D2221"/>
    <w:rsid w:val="009D28F3"/>
    <w:rsid w:val="009D36B8"/>
    <w:rsid w:val="009D39E6"/>
    <w:rsid w:val="009D3FDA"/>
    <w:rsid w:val="009D4C66"/>
    <w:rsid w:val="009D514E"/>
    <w:rsid w:val="009D5400"/>
    <w:rsid w:val="009D55E2"/>
    <w:rsid w:val="009D5F20"/>
    <w:rsid w:val="009D6AB5"/>
    <w:rsid w:val="009D6B58"/>
    <w:rsid w:val="009D7727"/>
    <w:rsid w:val="009D77F4"/>
    <w:rsid w:val="009D780C"/>
    <w:rsid w:val="009D7A22"/>
    <w:rsid w:val="009D7FA8"/>
    <w:rsid w:val="009E041B"/>
    <w:rsid w:val="009E1098"/>
    <w:rsid w:val="009E1759"/>
    <w:rsid w:val="009E22CA"/>
    <w:rsid w:val="009E23C5"/>
    <w:rsid w:val="009E25EE"/>
    <w:rsid w:val="009E2816"/>
    <w:rsid w:val="009E28D5"/>
    <w:rsid w:val="009E2DA1"/>
    <w:rsid w:val="009E3651"/>
    <w:rsid w:val="009E3AFB"/>
    <w:rsid w:val="009E3D99"/>
    <w:rsid w:val="009E41B1"/>
    <w:rsid w:val="009E5636"/>
    <w:rsid w:val="009E635C"/>
    <w:rsid w:val="009E6581"/>
    <w:rsid w:val="009E7BF7"/>
    <w:rsid w:val="009F03E2"/>
    <w:rsid w:val="009F154C"/>
    <w:rsid w:val="009F1AD6"/>
    <w:rsid w:val="009F1E62"/>
    <w:rsid w:val="009F2058"/>
    <w:rsid w:val="009F21D3"/>
    <w:rsid w:val="009F22F2"/>
    <w:rsid w:val="009F255B"/>
    <w:rsid w:val="009F2689"/>
    <w:rsid w:val="009F2D2F"/>
    <w:rsid w:val="009F2EED"/>
    <w:rsid w:val="009F363A"/>
    <w:rsid w:val="009F392B"/>
    <w:rsid w:val="009F3C61"/>
    <w:rsid w:val="009F3C72"/>
    <w:rsid w:val="009F40AA"/>
    <w:rsid w:val="009F466F"/>
    <w:rsid w:val="009F48A8"/>
    <w:rsid w:val="009F59A4"/>
    <w:rsid w:val="009F5B2B"/>
    <w:rsid w:val="009F630D"/>
    <w:rsid w:val="009F69A6"/>
    <w:rsid w:val="009F6FDF"/>
    <w:rsid w:val="009F71D0"/>
    <w:rsid w:val="009F74C6"/>
    <w:rsid w:val="00A0038B"/>
    <w:rsid w:val="00A00468"/>
    <w:rsid w:val="00A012BE"/>
    <w:rsid w:val="00A020A3"/>
    <w:rsid w:val="00A02390"/>
    <w:rsid w:val="00A02DAC"/>
    <w:rsid w:val="00A0415F"/>
    <w:rsid w:val="00A051B6"/>
    <w:rsid w:val="00A0531E"/>
    <w:rsid w:val="00A057C5"/>
    <w:rsid w:val="00A05AFA"/>
    <w:rsid w:val="00A05B82"/>
    <w:rsid w:val="00A0644A"/>
    <w:rsid w:val="00A065AD"/>
    <w:rsid w:val="00A067AA"/>
    <w:rsid w:val="00A06D9E"/>
    <w:rsid w:val="00A072DF"/>
    <w:rsid w:val="00A07FA1"/>
    <w:rsid w:val="00A10269"/>
    <w:rsid w:val="00A10AEF"/>
    <w:rsid w:val="00A10B0A"/>
    <w:rsid w:val="00A10B52"/>
    <w:rsid w:val="00A10D45"/>
    <w:rsid w:val="00A113F6"/>
    <w:rsid w:val="00A11EB2"/>
    <w:rsid w:val="00A12384"/>
    <w:rsid w:val="00A12BAC"/>
    <w:rsid w:val="00A13156"/>
    <w:rsid w:val="00A13B1F"/>
    <w:rsid w:val="00A14253"/>
    <w:rsid w:val="00A146A0"/>
    <w:rsid w:val="00A15861"/>
    <w:rsid w:val="00A16AAB"/>
    <w:rsid w:val="00A16BD9"/>
    <w:rsid w:val="00A16C60"/>
    <w:rsid w:val="00A17894"/>
    <w:rsid w:val="00A17E4F"/>
    <w:rsid w:val="00A20270"/>
    <w:rsid w:val="00A202AB"/>
    <w:rsid w:val="00A20A72"/>
    <w:rsid w:val="00A20ACB"/>
    <w:rsid w:val="00A20BC6"/>
    <w:rsid w:val="00A22EFC"/>
    <w:rsid w:val="00A2364F"/>
    <w:rsid w:val="00A23952"/>
    <w:rsid w:val="00A23B51"/>
    <w:rsid w:val="00A23BC0"/>
    <w:rsid w:val="00A23C28"/>
    <w:rsid w:val="00A24818"/>
    <w:rsid w:val="00A24A05"/>
    <w:rsid w:val="00A24D67"/>
    <w:rsid w:val="00A24D7C"/>
    <w:rsid w:val="00A25AED"/>
    <w:rsid w:val="00A26331"/>
    <w:rsid w:val="00A26C1B"/>
    <w:rsid w:val="00A27248"/>
    <w:rsid w:val="00A27311"/>
    <w:rsid w:val="00A2773C"/>
    <w:rsid w:val="00A30614"/>
    <w:rsid w:val="00A32325"/>
    <w:rsid w:val="00A329A9"/>
    <w:rsid w:val="00A3335C"/>
    <w:rsid w:val="00A33848"/>
    <w:rsid w:val="00A344B0"/>
    <w:rsid w:val="00A350A4"/>
    <w:rsid w:val="00A36591"/>
    <w:rsid w:val="00A36871"/>
    <w:rsid w:val="00A36D71"/>
    <w:rsid w:val="00A3750D"/>
    <w:rsid w:val="00A376BC"/>
    <w:rsid w:val="00A37BB9"/>
    <w:rsid w:val="00A37D56"/>
    <w:rsid w:val="00A37F2B"/>
    <w:rsid w:val="00A40066"/>
    <w:rsid w:val="00A412BC"/>
    <w:rsid w:val="00A4140A"/>
    <w:rsid w:val="00A429AD"/>
    <w:rsid w:val="00A43531"/>
    <w:rsid w:val="00A448E1"/>
    <w:rsid w:val="00A44958"/>
    <w:rsid w:val="00A44E96"/>
    <w:rsid w:val="00A451D2"/>
    <w:rsid w:val="00A45362"/>
    <w:rsid w:val="00A45440"/>
    <w:rsid w:val="00A467CD"/>
    <w:rsid w:val="00A47C89"/>
    <w:rsid w:val="00A47E7F"/>
    <w:rsid w:val="00A509DB"/>
    <w:rsid w:val="00A5121F"/>
    <w:rsid w:val="00A51E14"/>
    <w:rsid w:val="00A52450"/>
    <w:rsid w:val="00A5245D"/>
    <w:rsid w:val="00A5252F"/>
    <w:rsid w:val="00A52B4C"/>
    <w:rsid w:val="00A52CF0"/>
    <w:rsid w:val="00A5311B"/>
    <w:rsid w:val="00A53417"/>
    <w:rsid w:val="00A542A6"/>
    <w:rsid w:val="00A5460B"/>
    <w:rsid w:val="00A555AF"/>
    <w:rsid w:val="00A56971"/>
    <w:rsid w:val="00A56D09"/>
    <w:rsid w:val="00A571DA"/>
    <w:rsid w:val="00A574F7"/>
    <w:rsid w:val="00A605B5"/>
    <w:rsid w:val="00A606BC"/>
    <w:rsid w:val="00A60971"/>
    <w:rsid w:val="00A60BC6"/>
    <w:rsid w:val="00A61620"/>
    <w:rsid w:val="00A617AD"/>
    <w:rsid w:val="00A61AB4"/>
    <w:rsid w:val="00A62408"/>
    <w:rsid w:val="00A62531"/>
    <w:rsid w:val="00A62A97"/>
    <w:rsid w:val="00A63019"/>
    <w:rsid w:val="00A63A9C"/>
    <w:rsid w:val="00A63EE4"/>
    <w:rsid w:val="00A64B7C"/>
    <w:rsid w:val="00A65A32"/>
    <w:rsid w:val="00A65F84"/>
    <w:rsid w:val="00A661F6"/>
    <w:rsid w:val="00A667DF"/>
    <w:rsid w:val="00A66C58"/>
    <w:rsid w:val="00A6718E"/>
    <w:rsid w:val="00A6723D"/>
    <w:rsid w:val="00A676CD"/>
    <w:rsid w:val="00A678E3"/>
    <w:rsid w:val="00A709A3"/>
    <w:rsid w:val="00A709FB"/>
    <w:rsid w:val="00A711C1"/>
    <w:rsid w:val="00A72251"/>
    <w:rsid w:val="00A72734"/>
    <w:rsid w:val="00A727EE"/>
    <w:rsid w:val="00A72F63"/>
    <w:rsid w:val="00A730A6"/>
    <w:rsid w:val="00A73DD0"/>
    <w:rsid w:val="00A7423F"/>
    <w:rsid w:val="00A747BD"/>
    <w:rsid w:val="00A74A90"/>
    <w:rsid w:val="00A74E6E"/>
    <w:rsid w:val="00A752BB"/>
    <w:rsid w:val="00A758BE"/>
    <w:rsid w:val="00A77A7F"/>
    <w:rsid w:val="00A77A9A"/>
    <w:rsid w:val="00A81247"/>
    <w:rsid w:val="00A816D2"/>
    <w:rsid w:val="00A8172F"/>
    <w:rsid w:val="00A8273A"/>
    <w:rsid w:val="00A82FA7"/>
    <w:rsid w:val="00A83215"/>
    <w:rsid w:val="00A84D0C"/>
    <w:rsid w:val="00A8635C"/>
    <w:rsid w:val="00A871FB"/>
    <w:rsid w:val="00A905E3"/>
    <w:rsid w:val="00A909CD"/>
    <w:rsid w:val="00A91302"/>
    <w:rsid w:val="00A91412"/>
    <w:rsid w:val="00A91925"/>
    <w:rsid w:val="00A91A02"/>
    <w:rsid w:val="00A91EFA"/>
    <w:rsid w:val="00A924B9"/>
    <w:rsid w:val="00A93E5D"/>
    <w:rsid w:val="00A94978"/>
    <w:rsid w:val="00A94BA2"/>
    <w:rsid w:val="00A94CAB"/>
    <w:rsid w:val="00A94D22"/>
    <w:rsid w:val="00A95267"/>
    <w:rsid w:val="00A95330"/>
    <w:rsid w:val="00A95BAD"/>
    <w:rsid w:val="00A96C06"/>
    <w:rsid w:val="00A96D92"/>
    <w:rsid w:val="00AA0143"/>
    <w:rsid w:val="00AA1AAD"/>
    <w:rsid w:val="00AA223A"/>
    <w:rsid w:val="00AA2361"/>
    <w:rsid w:val="00AA2430"/>
    <w:rsid w:val="00AA32F9"/>
    <w:rsid w:val="00AA35FA"/>
    <w:rsid w:val="00AA3AD6"/>
    <w:rsid w:val="00AA43C0"/>
    <w:rsid w:val="00AA4C72"/>
    <w:rsid w:val="00AA504E"/>
    <w:rsid w:val="00AA5342"/>
    <w:rsid w:val="00AA5680"/>
    <w:rsid w:val="00AA572C"/>
    <w:rsid w:val="00AA5F6C"/>
    <w:rsid w:val="00AA60DA"/>
    <w:rsid w:val="00AA66EF"/>
    <w:rsid w:val="00AA689D"/>
    <w:rsid w:val="00AA71D1"/>
    <w:rsid w:val="00AA71D8"/>
    <w:rsid w:val="00AB00AE"/>
    <w:rsid w:val="00AB014C"/>
    <w:rsid w:val="00AB016D"/>
    <w:rsid w:val="00AB0D74"/>
    <w:rsid w:val="00AB0DA5"/>
    <w:rsid w:val="00AB1039"/>
    <w:rsid w:val="00AB12A1"/>
    <w:rsid w:val="00AB1583"/>
    <w:rsid w:val="00AB1911"/>
    <w:rsid w:val="00AB2363"/>
    <w:rsid w:val="00AB44FB"/>
    <w:rsid w:val="00AB4967"/>
    <w:rsid w:val="00AB4C38"/>
    <w:rsid w:val="00AB5EAA"/>
    <w:rsid w:val="00AB62FE"/>
    <w:rsid w:val="00AB6F17"/>
    <w:rsid w:val="00AB7511"/>
    <w:rsid w:val="00AB7859"/>
    <w:rsid w:val="00AC07C2"/>
    <w:rsid w:val="00AC0B87"/>
    <w:rsid w:val="00AC289B"/>
    <w:rsid w:val="00AC30BD"/>
    <w:rsid w:val="00AC3A55"/>
    <w:rsid w:val="00AC4009"/>
    <w:rsid w:val="00AC4295"/>
    <w:rsid w:val="00AC5D87"/>
    <w:rsid w:val="00AC6202"/>
    <w:rsid w:val="00AC6F9B"/>
    <w:rsid w:val="00AC73EF"/>
    <w:rsid w:val="00AC7CC6"/>
    <w:rsid w:val="00AD1E7B"/>
    <w:rsid w:val="00AD3434"/>
    <w:rsid w:val="00AD358E"/>
    <w:rsid w:val="00AD3E8F"/>
    <w:rsid w:val="00AD4AB4"/>
    <w:rsid w:val="00AD4F6E"/>
    <w:rsid w:val="00AD4FDE"/>
    <w:rsid w:val="00AD5014"/>
    <w:rsid w:val="00AD50D1"/>
    <w:rsid w:val="00AD55CF"/>
    <w:rsid w:val="00AD56AD"/>
    <w:rsid w:val="00AD5C55"/>
    <w:rsid w:val="00AD64F4"/>
    <w:rsid w:val="00AD6824"/>
    <w:rsid w:val="00AD68E1"/>
    <w:rsid w:val="00AD7190"/>
    <w:rsid w:val="00AD7C1B"/>
    <w:rsid w:val="00AD7D05"/>
    <w:rsid w:val="00AE1902"/>
    <w:rsid w:val="00AE1961"/>
    <w:rsid w:val="00AE1964"/>
    <w:rsid w:val="00AE29BD"/>
    <w:rsid w:val="00AE2EC0"/>
    <w:rsid w:val="00AE31D4"/>
    <w:rsid w:val="00AE34A1"/>
    <w:rsid w:val="00AE364C"/>
    <w:rsid w:val="00AE36D8"/>
    <w:rsid w:val="00AE3ADD"/>
    <w:rsid w:val="00AE3DCC"/>
    <w:rsid w:val="00AE3E5A"/>
    <w:rsid w:val="00AE411E"/>
    <w:rsid w:val="00AE449F"/>
    <w:rsid w:val="00AE4712"/>
    <w:rsid w:val="00AE5645"/>
    <w:rsid w:val="00AE5B42"/>
    <w:rsid w:val="00AE600E"/>
    <w:rsid w:val="00AE698B"/>
    <w:rsid w:val="00AE6BC5"/>
    <w:rsid w:val="00AE6DD6"/>
    <w:rsid w:val="00AE709D"/>
    <w:rsid w:val="00AE7DF4"/>
    <w:rsid w:val="00AF0247"/>
    <w:rsid w:val="00AF0781"/>
    <w:rsid w:val="00AF15F8"/>
    <w:rsid w:val="00AF18EB"/>
    <w:rsid w:val="00AF230C"/>
    <w:rsid w:val="00AF2372"/>
    <w:rsid w:val="00AF2720"/>
    <w:rsid w:val="00AF280E"/>
    <w:rsid w:val="00AF29C7"/>
    <w:rsid w:val="00AF2A6A"/>
    <w:rsid w:val="00AF3C88"/>
    <w:rsid w:val="00AF421F"/>
    <w:rsid w:val="00AF456B"/>
    <w:rsid w:val="00AF4C2C"/>
    <w:rsid w:val="00AF53E2"/>
    <w:rsid w:val="00AF583C"/>
    <w:rsid w:val="00AF7077"/>
    <w:rsid w:val="00B00154"/>
    <w:rsid w:val="00B00DC2"/>
    <w:rsid w:val="00B01A93"/>
    <w:rsid w:val="00B01AE9"/>
    <w:rsid w:val="00B01DE7"/>
    <w:rsid w:val="00B022DF"/>
    <w:rsid w:val="00B024BC"/>
    <w:rsid w:val="00B0271F"/>
    <w:rsid w:val="00B027AB"/>
    <w:rsid w:val="00B03D0C"/>
    <w:rsid w:val="00B04144"/>
    <w:rsid w:val="00B04599"/>
    <w:rsid w:val="00B04E0D"/>
    <w:rsid w:val="00B05599"/>
    <w:rsid w:val="00B05D94"/>
    <w:rsid w:val="00B0603C"/>
    <w:rsid w:val="00B06DCB"/>
    <w:rsid w:val="00B07008"/>
    <w:rsid w:val="00B07048"/>
    <w:rsid w:val="00B07257"/>
    <w:rsid w:val="00B07C7C"/>
    <w:rsid w:val="00B07EB4"/>
    <w:rsid w:val="00B10162"/>
    <w:rsid w:val="00B1082D"/>
    <w:rsid w:val="00B1088D"/>
    <w:rsid w:val="00B10A66"/>
    <w:rsid w:val="00B11231"/>
    <w:rsid w:val="00B119DF"/>
    <w:rsid w:val="00B123D2"/>
    <w:rsid w:val="00B1264F"/>
    <w:rsid w:val="00B12A44"/>
    <w:rsid w:val="00B13309"/>
    <w:rsid w:val="00B146AA"/>
    <w:rsid w:val="00B14F60"/>
    <w:rsid w:val="00B14F65"/>
    <w:rsid w:val="00B1528B"/>
    <w:rsid w:val="00B153E2"/>
    <w:rsid w:val="00B15663"/>
    <w:rsid w:val="00B169C5"/>
    <w:rsid w:val="00B16F2D"/>
    <w:rsid w:val="00B16F3B"/>
    <w:rsid w:val="00B17829"/>
    <w:rsid w:val="00B17AD6"/>
    <w:rsid w:val="00B206D2"/>
    <w:rsid w:val="00B21174"/>
    <w:rsid w:val="00B216B5"/>
    <w:rsid w:val="00B2199D"/>
    <w:rsid w:val="00B221F2"/>
    <w:rsid w:val="00B221FD"/>
    <w:rsid w:val="00B22D12"/>
    <w:rsid w:val="00B230A9"/>
    <w:rsid w:val="00B2333F"/>
    <w:rsid w:val="00B24537"/>
    <w:rsid w:val="00B24FD9"/>
    <w:rsid w:val="00B25441"/>
    <w:rsid w:val="00B2579F"/>
    <w:rsid w:val="00B25839"/>
    <w:rsid w:val="00B26296"/>
    <w:rsid w:val="00B274F9"/>
    <w:rsid w:val="00B27651"/>
    <w:rsid w:val="00B279DC"/>
    <w:rsid w:val="00B27BC3"/>
    <w:rsid w:val="00B30823"/>
    <w:rsid w:val="00B3113D"/>
    <w:rsid w:val="00B312EB"/>
    <w:rsid w:val="00B31AF9"/>
    <w:rsid w:val="00B31F23"/>
    <w:rsid w:val="00B3231F"/>
    <w:rsid w:val="00B3267F"/>
    <w:rsid w:val="00B3294B"/>
    <w:rsid w:val="00B3301F"/>
    <w:rsid w:val="00B33859"/>
    <w:rsid w:val="00B33916"/>
    <w:rsid w:val="00B35002"/>
    <w:rsid w:val="00B3519C"/>
    <w:rsid w:val="00B359D5"/>
    <w:rsid w:val="00B360F5"/>
    <w:rsid w:val="00B36F36"/>
    <w:rsid w:val="00B37BD8"/>
    <w:rsid w:val="00B37D3E"/>
    <w:rsid w:val="00B408F9"/>
    <w:rsid w:val="00B40E30"/>
    <w:rsid w:val="00B4115A"/>
    <w:rsid w:val="00B41CEF"/>
    <w:rsid w:val="00B42024"/>
    <w:rsid w:val="00B4222A"/>
    <w:rsid w:val="00B42B96"/>
    <w:rsid w:val="00B42BA3"/>
    <w:rsid w:val="00B42D3F"/>
    <w:rsid w:val="00B433F4"/>
    <w:rsid w:val="00B451C1"/>
    <w:rsid w:val="00B45547"/>
    <w:rsid w:val="00B45E52"/>
    <w:rsid w:val="00B468B3"/>
    <w:rsid w:val="00B47188"/>
    <w:rsid w:val="00B479C1"/>
    <w:rsid w:val="00B47BCC"/>
    <w:rsid w:val="00B47C75"/>
    <w:rsid w:val="00B50659"/>
    <w:rsid w:val="00B507D3"/>
    <w:rsid w:val="00B507F2"/>
    <w:rsid w:val="00B50AA4"/>
    <w:rsid w:val="00B50AEA"/>
    <w:rsid w:val="00B50E96"/>
    <w:rsid w:val="00B51554"/>
    <w:rsid w:val="00B5166D"/>
    <w:rsid w:val="00B51915"/>
    <w:rsid w:val="00B528B2"/>
    <w:rsid w:val="00B531EA"/>
    <w:rsid w:val="00B532DC"/>
    <w:rsid w:val="00B53FA4"/>
    <w:rsid w:val="00B5540D"/>
    <w:rsid w:val="00B557AA"/>
    <w:rsid w:val="00B55BB0"/>
    <w:rsid w:val="00B55BEF"/>
    <w:rsid w:val="00B55C35"/>
    <w:rsid w:val="00B56464"/>
    <w:rsid w:val="00B56535"/>
    <w:rsid w:val="00B56662"/>
    <w:rsid w:val="00B5681E"/>
    <w:rsid w:val="00B56DB2"/>
    <w:rsid w:val="00B574F3"/>
    <w:rsid w:val="00B601E3"/>
    <w:rsid w:val="00B60585"/>
    <w:rsid w:val="00B60832"/>
    <w:rsid w:val="00B6124B"/>
    <w:rsid w:val="00B613D5"/>
    <w:rsid w:val="00B616D1"/>
    <w:rsid w:val="00B62081"/>
    <w:rsid w:val="00B62A81"/>
    <w:rsid w:val="00B637CC"/>
    <w:rsid w:val="00B63E91"/>
    <w:rsid w:val="00B64C29"/>
    <w:rsid w:val="00B64DD4"/>
    <w:rsid w:val="00B653A6"/>
    <w:rsid w:val="00B65B08"/>
    <w:rsid w:val="00B65F7A"/>
    <w:rsid w:val="00B6755F"/>
    <w:rsid w:val="00B677C1"/>
    <w:rsid w:val="00B67F6B"/>
    <w:rsid w:val="00B70890"/>
    <w:rsid w:val="00B708A8"/>
    <w:rsid w:val="00B71709"/>
    <w:rsid w:val="00B724EA"/>
    <w:rsid w:val="00B72603"/>
    <w:rsid w:val="00B72825"/>
    <w:rsid w:val="00B72EA1"/>
    <w:rsid w:val="00B72F2A"/>
    <w:rsid w:val="00B731B1"/>
    <w:rsid w:val="00B73901"/>
    <w:rsid w:val="00B74385"/>
    <w:rsid w:val="00B754EF"/>
    <w:rsid w:val="00B756C6"/>
    <w:rsid w:val="00B758AB"/>
    <w:rsid w:val="00B75943"/>
    <w:rsid w:val="00B75CD3"/>
    <w:rsid w:val="00B765B0"/>
    <w:rsid w:val="00B76CC2"/>
    <w:rsid w:val="00B77173"/>
    <w:rsid w:val="00B77220"/>
    <w:rsid w:val="00B77505"/>
    <w:rsid w:val="00B777A4"/>
    <w:rsid w:val="00B7780A"/>
    <w:rsid w:val="00B77B48"/>
    <w:rsid w:val="00B80221"/>
    <w:rsid w:val="00B809B9"/>
    <w:rsid w:val="00B80D44"/>
    <w:rsid w:val="00B82B3B"/>
    <w:rsid w:val="00B836AE"/>
    <w:rsid w:val="00B839F2"/>
    <w:rsid w:val="00B841FB"/>
    <w:rsid w:val="00B84BC4"/>
    <w:rsid w:val="00B85163"/>
    <w:rsid w:val="00B85311"/>
    <w:rsid w:val="00B8615B"/>
    <w:rsid w:val="00B863BD"/>
    <w:rsid w:val="00B86AA4"/>
    <w:rsid w:val="00B8786E"/>
    <w:rsid w:val="00B87AC5"/>
    <w:rsid w:val="00B9008A"/>
    <w:rsid w:val="00B90539"/>
    <w:rsid w:val="00B90F6F"/>
    <w:rsid w:val="00B91105"/>
    <w:rsid w:val="00B91BB6"/>
    <w:rsid w:val="00B92375"/>
    <w:rsid w:val="00B92FF3"/>
    <w:rsid w:val="00B9365D"/>
    <w:rsid w:val="00B93861"/>
    <w:rsid w:val="00B93884"/>
    <w:rsid w:val="00B93D03"/>
    <w:rsid w:val="00B940DA"/>
    <w:rsid w:val="00B9451E"/>
    <w:rsid w:val="00B94B66"/>
    <w:rsid w:val="00B94D2D"/>
    <w:rsid w:val="00B950BE"/>
    <w:rsid w:val="00B95141"/>
    <w:rsid w:val="00B96318"/>
    <w:rsid w:val="00B9704A"/>
    <w:rsid w:val="00B970E7"/>
    <w:rsid w:val="00B972A2"/>
    <w:rsid w:val="00B97C0A"/>
    <w:rsid w:val="00BA0CC3"/>
    <w:rsid w:val="00BA1482"/>
    <w:rsid w:val="00BA1612"/>
    <w:rsid w:val="00BA1745"/>
    <w:rsid w:val="00BA1784"/>
    <w:rsid w:val="00BA1CD8"/>
    <w:rsid w:val="00BA1EF8"/>
    <w:rsid w:val="00BA3927"/>
    <w:rsid w:val="00BA3F6D"/>
    <w:rsid w:val="00BA40A0"/>
    <w:rsid w:val="00BA46AF"/>
    <w:rsid w:val="00BA4EF6"/>
    <w:rsid w:val="00BA5198"/>
    <w:rsid w:val="00BA5CEA"/>
    <w:rsid w:val="00BA5DA3"/>
    <w:rsid w:val="00BA5DD5"/>
    <w:rsid w:val="00BA60A7"/>
    <w:rsid w:val="00BA7562"/>
    <w:rsid w:val="00BA7CDC"/>
    <w:rsid w:val="00BB0205"/>
    <w:rsid w:val="00BB1B79"/>
    <w:rsid w:val="00BB1D49"/>
    <w:rsid w:val="00BB1E63"/>
    <w:rsid w:val="00BB20B1"/>
    <w:rsid w:val="00BB2A23"/>
    <w:rsid w:val="00BB4601"/>
    <w:rsid w:val="00BB4B6F"/>
    <w:rsid w:val="00BB4E7C"/>
    <w:rsid w:val="00BB549B"/>
    <w:rsid w:val="00BB5DEA"/>
    <w:rsid w:val="00BB5EFF"/>
    <w:rsid w:val="00BB629B"/>
    <w:rsid w:val="00BB687C"/>
    <w:rsid w:val="00BB78A5"/>
    <w:rsid w:val="00BB7AFA"/>
    <w:rsid w:val="00BC1152"/>
    <w:rsid w:val="00BC1649"/>
    <w:rsid w:val="00BC2199"/>
    <w:rsid w:val="00BC2648"/>
    <w:rsid w:val="00BC26C5"/>
    <w:rsid w:val="00BC28AC"/>
    <w:rsid w:val="00BC2A27"/>
    <w:rsid w:val="00BC2B93"/>
    <w:rsid w:val="00BC333C"/>
    <w:rsid w:val="00BC383F"/>
    <w:rsid w:val="00BC39AC"/>
    <w:rsid w:val="00BC3CB6"/>
    <w:rsid w:val="00BC3DE9"/>
    <w:rsid w:val="00BC4C68"/>
    <w:rsid w:val="00BC5E67"/>
    <w:rsid w:val="00BC6116"/>
    <w:rsid w:val="00BC620A"/>
    <w:rsid w:val="00BC62FC"/>
    <w:rsid w:val="00BC6984"/>
    <w:rsid w:val="00BC6AAC"/>
    <w:rsid w:val="00BC6E20"/>
    <w:rsid w:val="00BC7159"/>
    <w:rsid w:val="00BC74CA"/>
    <w:rsid w:val="00BC7C0C"/>
    <w:rsid w:val="00BC7C6B"/>
    <w:rsid w:val="00BD0889"/>
    <w:rsid w:val="00BD0942"/>
    <w:rsid w:val="00BD095A"/>
    <w:rsid w:val="00BD15B8"/>
    <w:rsid w:val="00BD18D4"/>
    <w:rsid w:val="00BD2220"/>
    <w:rsid w:val="00BD2447"/>
    <w:rsid w:val="00BD2EC8"/>
    <w:rsid w:val="00BD3F0E"/>
    <w:rsid w:val="00BD3FA8"/>
    <w:rsid w:val="00BD3FB0"/>
    <w:rsid w:val="00BD3FBC"/>
    <w:rsid w:val="00BD414F"/>
    <w:rsid w:val="00BD448F"/>
    <w:rsid w:val="00BD4971"/>
    <w:rsid w:val="00BD4AB4"/>
    <w:rsid w:val="00BD5434"/>
    <w:rsid w:val="00BD578F"/>
    <w:rsid w:val="00BD5817"/>
    <w:rsid w:val="00BD6FCB"/>
    <w:rsid w:val="00BD78E4"/>
    <w:rsid w:val="00BD7E08"/>
    <w:rsid w:val="00BD7E3F"/>
    <w:rsid w:val="00BE077C"/>
    <w:rsid w:val="00BE1406"/>
    <w:rsid w:val="00BE1F10"/>
    <w:rsid w:val="00BE28A9"/>
    <w:rsid w:val="00BE29D5"/>
    <w:rsid w:val="00BE2E91"/>
    <w:rsid w:val="00BE32F2"/>
    <w:rsid w:val="00BE339E"/>
    <w:rsid w:val="00BE36E2"/>
    <w:rsid w:val="00BE37C1"/>
    <w:rsid w:val="00BE38B7"/>
    <w:rsid w:val="00BE3B18"/>
    <w:rsid w:val="00BE3F6C"/>
    <w:rsid w:val="00BE41E0"/>
    <w:rsid w:val="00BE471D"/>
    <w:rsid w:val="00BE494E"/>
    <w:rsid w:val="00BE4F45"/>
    <w:rsid w:val="00BE5E7E"/>
    <w:rsid w:val="00BE5F6B"/>
    <w:rsid w:val="00BE6792"/>
    <w:rsid w:val="00BE6928"/>
    <w:rsid w:val="00BE6975"/>
    <w:rsid w:val="00BE6CFD"/>
    <w:rsid w:val="00BE6F2F"/>
    <w:rsid w:val="00BE70E0"/>
    <w:rsid w:val="00BE752F"/>
    <w:rsid w:val="00BE7C9C"/>
    <w:rsid w:val="00BF0171"/>
    <w:rsid w:val="00BF06F4"/>
    <w:rsid w:val="00BF097F"/>
    <w:rsid w:val="00BF1389"/>
    <w:rsid w:val="00BF1B65"/>
    <w:rsid w:val="00BF1C2F"/>
    <w:rsid w:val="00BF1EA0"/>
    <w:rsid w:val="00BF1F05"/>
    <w:rsid w:val="00BF26F2"/>
    <w:rsid w:val="00BF2885"/>
    <w:rsid w:val="00BF2890"/>
    <w:rsid w:val="00BF2965"/>
    <w:rsid w:val="00BF313B"/>
    <w:rsid w:val="00BF3909"/>
    <w:rsid w:val="00BF3E8A"/>
    <w:rsid w:val="00BF4327"/>
    <w:rsid w:val="00BF44FE"/>
    <w:rsid w:val="00BF4D6F"/>
    <w:rsid w:val="00BF504F"/>
    <w:rsid w:val="00BF5681"/>
    <w:rsid w:val="00BF5E4F"/>
    <w:rsid w:val="00BF6738"/>
    <w:rsid w:val="00BF69D6"/>
    <w:rsid w:val="00BF7534"/>
    <w:rsid w:val="00C005A0"/>
    <w:rsid w:val="00C00CB2"/>
    <w:rsid w:val="00C00D39"/>
    <w:rsid w:val="00C029E1"/>
    <w:rsid w:val="00C02AA5"/>
    <w:rsid w:val="00C02EB3"/>
    <w:rsid w:val="00C0399F"/>
    <w:rsid w:val="00C03AE3"/>
    <w:rsid w:val="00C0571B"/>
    <w:rsid w:val="00C057C2"/>
    <w:rsid w:val="00C06589"/>
    <w:rsid w:val="00C06B40"/>
    <w:rsid w:val="00C06D67"/>
    <w:rsid w:val="00C0700F"/>
    <w:rsid w:val="00C1016D"/>
    <w:rsid w:val="00C10630"/>
    <w:rsid w:val="00C10DEF"/>
    <w:rsid w:val="00C11DEA"/>
    <w:rsid w:val="00C12962"/>
    <w:rsid w:val="00C12E3C"/>
    <w:rsid w:val="00C12FF3"/>
    <w:rsid w:val="00C13087"/>
    <w:rsid w:val="00C13CB5"/>
    <w:rsid w:val="00C13D51"/>
    <w:rsid w:val="00C143E3"/>
    <w:rsid w:val="00C146E4"/>
    <w:rsid w:val="00C149FA"/>
    <w:rsid w:val="00C14C38"/>
    <w:rsid w:val="00C14D80"/>
    <w:rsid w:val="00C1536F"/>
    <w:rsid w:val="00C15B14"/>
    <w:rsid w:val="00C15CA2"/>
    <w:rsid w:val="00C15E9B"/>
    <w:rsid w:val="00C1658C"/>
    <w:rsid w:val="00C168F5"/>
    <w:rsid w:val="00C1699F"/>
    <w:rsid w:val="00C16C21"/>
    <w:rsid w:val="00C1791C"/>
    <w:rsid w:val="00C17B29"/>
    <w:rsid w:val="00C17CAF"/>
    <w:rsid w:val="00C17CC1"/>
    <w:rsid w:val="00C22754"/>
    <w:rsid w:val="00C22AB8"/>
    <w:rsid w:val="00C22CE6"/>
    <w:rsid w:val="00C23734"/>
    <w:rsid w:val="00C23B20"/>
    <w:rsid w:val="00C2405A"/>
    <w:rsid w:val="00C24537"/>
    <w:rsid w:val="00C2459E"/>
    <w:rsid w:val="00C249C9"/>
    <w:rsid w:val="00C24EC3"/>
    <w:rsid w:val="00C25190"/>
    <w:rsid w:val="00C251B8"/>
    <w:rsid w:val="00C25789"/>
    <w:rsid w:val="00C26D82"/>
    <w:rsid w:val="00C271DD"/>
    <w:rsid w:val="00C271E9"/>
    <w:rsid w:val="00C27B06"/>
    <w:rsid w:val="00C30173"/>
    <w:rsid w:val="00C30270"/>
    <w:rsid w:val="00C3076D"/>
    <w:rsid w:val="00C31B06"/>
    <w:rsid w:val="00C320B7"/>
    <w:rsid w:val="00C321C4"/>
    <w:rsid w:val="00C32220"/>
    <w:rsid w:val="00C329B3"/>
    <w:rsid w:val="00C329C8"/>
    <w:rsid w:val="00C32C06"/>
    <w:rsid w:val="00C32E2D"/>
    <w:rsid w:val="00C3380D"/>
    <w:rsid w:val="00C344D3"/>
    <w:rsid w:val="00C349F5"/>
    <w:rsid w:val="00C358D7"/>
    <w:rsid w:val="00C35A8F"/>
    <w:rsid w:val="00C36032"/>
    <w:rsid w:val="00C360CD"/>
    <w:rsid w:val="00C36B9D"/>
    <w:rsid w:val="00C3779B"/>
    <w:rsid w:val="00C3793E"/>
    <w:rsid w:val="00C408F5"/>
    <w:rsid w:val="00C42914"/>
    <w:rsid w:val="00C42F06"/>
    <w:rsid w:val="00C43A09"/>
    <w:rsid w:val="00C44470"/>
    <w:rsid w:val="00C446C8"/>
    <w:rsid w:val="00C44CFC"/>
    <w:rsid w:val="00C4521E"/>
    <w:rsid w:val="00C4538D"/>
    <w:rsid w:val="00C4541D"/>
    <w:rsid w:val="00C45B06"/>
    <w:rsid w:val="00C45BA9"/>
    <w:rsid w:val="00C4632D"/>
    <w:rsid w:val="00C4675E"/>
    <w:rsid w:val="00C467B5"/>
    <w:rsid w:val="00C46E00"/>
    <w:rsid w:val="00C46FE8"/>
    <w:rsid w:val="00C47BA9"/>
    <w:rsid w:val="00C47D17"/>
    <w:rsid w:val="00C50249"/>
    <w:rsid w:val="00C50A70"/>
    <w:rsid w:val="00C51098"/>
    <w:rsid w:val="00C51151"/>
    <w:rsid w:val="00C512A5"/>
    <w:rsid w:val="00C5130B"/>
    <w:rsid w:val="00C525F8"/>
    <w:rsid w:val="00C52C37"/>
    <w:rsid w:val="00C52C82"/>
    <w:rsid w:val="00C52C88"/>
    <w:rsid w:val="00C52ED5"/>
    <w:rsid w:val="00C54035"/>
    <w:rsid w:val="00C5447C"/>
    <w:rsid w:val="00C54B43"/>
    <w:rsid w:val="00C54F9B"/>
    <w:rsid w:val="00C5511E"/>
    <w:rsid w:val="00C55336"/>
    <w:rsid w:val="00C557B4"/>
    <w:rsid w:val="00C56244"/>
    <w:rsid w:val="00C56996"/>
    <w:rsid w:val="00C56D42"/>
    <w:rsid w:val="00C57149"/>
    <w:rsid w:val="00C572A7"/>
    <w:rsid w:val="00C577EE"/>
    <w:rsid w:val="00C608E5"/>
    <w:rsid w:val="00C613B5"/>
    <w:rsid w:val="00C6142E"/>
    <w:rsid w:val="00C618E7"/>
    <w:rsid w:val="00C62442"/>
    <w:rsid w:val="00C6262E"/>
    <w:rsid w:val="00C62C25"/>
    <w:rsid w:val="00C62E54"/>
    <w:rsid w:val="00C631A9"/>
    <w:rsid w:val="00C63AB2"/>
    <w:rsid w:val="00C6482C"/>
    <w:rsid w:val="00C6517F"/>
    <w:rsid w:val="00C65C2F"/>
    <w:rsid w:val="00C662F8"/>
    <w:rsid w:val="00C717EB"/>
    <w:rsid w:val="00C71956"/>
    <w:rsid w:val="00C71AF4"/>
    <w:rsid w:val="00C72625"/>
    <w:rsid w:val="00C72DE9"/>
    <w:rsid w:val="00C74D37"/>
    <w:rsid w:val="00C75A5B"/>
    <w:rsid w:val="00C76CDE"/>
    <w:rsid w:val="00C76CE7"/>
    <w:rsid w:val="00C770EE"/>
    <w:rsid w:val="00C778B0"/>
    <w:rsid w:val="00C80845"/>
    <w:rsid w:val="00C811E8"/>
    <w:rsid w:val="00C813F7"/>
    <w:rsid w:val="00C81D87"/>
    <w:rsid w:val="00C81FE3"/>
    <w:rsid w:val="00C82430"/>
    <w:rsid w:val="00C829C8"/>
    <w:rsid w:val="00C829F1"/>
    <w:rsid w:val="00C830CF"/>
    <w:rsid w:val="00C83E4A"/>
    <w:rsid w:val="00C849EE"/>
    <w:rsid w:val="00C858FE"/>
    <w:rsid w:val="00C85F10"/>
    <w:rsid w:val="00C85F9F"/>
    <w:rsid w:val="00C8646A"/>
    <w:rsid w:val="00C865E0"/>
    <w:rsid w:val="00C86B60"/>
    <w:rsid w:val="00C86DAB"/>
    <w:rsid w:val="00C8743D"/>
    <w:rsid w:val="00C87D36"/>
    <w:rsid w:val="00C87DD5"/>
    <w:rsid w:val="00C90060"/>
    <w:rsid w:val="00C90ECE"/>
    <w:rsid w:val="00C92F9A"/>
    <w:rsid w:val="00C9344C"/>
    <w:rsid w:val="00C937DC"/>
    <w:rsid w:val="00C93B41"/>
    <w:rsid w:val="00C941CE"/>
    <w:rsid w:val="00C9510A"/>
    <w:rsid w:val="00C955C0"/>
    <w:rsid w:val="00C96EAA"/>
    <w:rsid w:val="00CA0044"/>
    <w:rsid w:val="00CA0163"/>
    <w:rsid w:val="00CA06E3"/>
    <w:rsid w:val="00CA0D01"/>
    <w:rsid w:val="00CA113C"/>
    <w:rsid w:val="00CA1149"/>
    <w:rsid w:val="00CA12FD"/>
    <w:rsid w:val="00CA1432"/>
    <w:rsid w:val="00CA1875"/>
    <w:rsid w:val="00CA1C0D"/>
    <w:rsid w:val="00CA1F47"/>
    <w:rsid w:val="00CA23D9"/>
    <w:rsid w:val="00CA24B8"/>
    <w:rsid w:val="00CA3257"/>
    <w:rsid w:val="00CA36A6"/>
    <w:rsid w:val="00CA422A"/>
    <w:rsid w:val="00CA4E7A"/>
    <w:rsid w:val="00CA5816"/>
    <w:rsid w:val="00CA5D22"/>
    <w:rsid w:val="00CA5EDD"/>
    <w:rsid w:val="00CA633A"/>
    <w:rsid w:val="00CA649C"/>
    <w:rsid w:val="00CA7925"/>
    <w:rsid w:val="00CA7F87"/>
    <w:rsid w:val="00CB16C4"/>
    <w:rsid w:val="00CB17C9"/>
    <w:rsid w:val="00CB1996"/>
    <w:rsid w:val="00CB2643"/>
    <w:rsid w:val="00CB2CEE"/>
    <w:rsid w:val="00CB30E7"/>
    <w:rsid w:val="00CB36D6"/>
    <w:rsid w:val="00CB376E"/>
    <w:rsid w:val="00CB3DA0"/>
    <w:rsid w:val="00CB3FD2"/>
    <w:rsid w:val="00CB4B91"/>
    <w:rsid w:val="00CB5A52"/>
    <w:rsid w:val="00CB5BDF"/>
    <w:rsid w:val="00CB61F1"/>
    <w:rsid w:val="00CB7D7B"/>
    <w:rsid w:val="00CC0224"/>
    <w:rsid w:val="00CC03B4"/>
    <w:rsid w:val="00CC1D7C"/>
    <w:rsid w:val="00CC1ECD"/>
    <w:rsid w:val="00CC210D"/>
    <w:rsid w:val="00CC25A1"/>
    <w:rsid w:val="00CC25ED"/>
    <w:rsid w:val="00CC26AE"/>
    <w:rsid w:val="00CC30C1"/>
    <w:rsid w:val="00CC3293"/>
    <w:rsid w:val="00CC3414"/>
    <w:rsid w:val="00CC34D6"/>
    <w:rsid w:val="00CC5DAB"/>
    <w:rsid w:val="00CC6456"/>
    <w:rsid w:val="00CC67A1"/>
    <w:rsid w:val="00CC6EFC"/>
    <w:rsid w:val="00CC6F56"/>
    <w:rsid w:val="00CC7455"/>
    <w:rsid w:val="00CD07FB"/>
    <w:rsid w:val="00CD0BE4"/>
    <w:rsid w:val="00CD1929"/>
    <w:rsid w:val="00CD2B69"/>
    <w:rsid w:val="00CD2BCC"/>
    <w:rsid w:val="00CD2FDE"/>
    <w:rsid w:val="00CD3078"/>
    <w:rsid w:val="00CD3A8F"/>
    <w:rsid w:val="00CD49CF"/>
    <w:rsid w:val="00CD5460"/>
    <w:rsid w:val="00CD5CF4"/>
    <w:rsid w:val="00CD60A5"/>
    <w:rsid w:val="00CD6734"/>
    <w:rsid w:val="00CD6D4A"/>
    <w:rsid w:val="00CD7D05"/>
    <w:rsid w:val="00CE0F04"/>
    <w:rsid w:val="00CE19FE"/>
    <w:rsid w:val="00CE1DA0"/>
    <w:rsid w:val="00CE1DB7"/>
    <w:rsid w:val="00CE20E8"/>
    <w:rsid w:val="00CE30F7"/>
    <w:rsid w:val="00CE3713"/>
    <w:rsid w:val="00CE3D6B"/>
    <w:rsid w:val="00CE3E06"/>
    <w:rsid w:val="00CE4191"/>
    <w:rsid w:val="00CE4B77"/>
    <w:rsid w:val="00CE5025"/>
    <w:rsid w:val="00CE5062"/>
    <w:rsid w:val="00CE5360"/>
    <w:rsid w:val="00CE5D0B"/>
    <w:rsid w:val="00CE6585"/>
    <w:rsid w:val="00CE683D"/>
    <w:rsid w:val="00CE6C13"/>
    <w:rsid w:val="00CE7D90"/>
    <w:rsid w:val="00CF1129"/>
    <w:rsid w:val="00CF11A0"/>
    <w:rsid w:val="00CF14A7"/>
    <w:rsid w:val="00CF1EA5"/>
    <w:rsid w:val="00CF2211"/>
    <w:rsid w:val="00CF27BA"/>
    <w:rsid w:val="00CF287D"/>
    <w:rsid w:val="00CF2A5A"/>
    <w:rsid w:val="00CF35E2"/>
    <w:rsid w:val="00CF4272"/>
    <w:rsid w:val="00CF427A"/>
    <w:rsid w:val="00CF543E"/>
    <w:rsid w:val="00CF547B"/>
    <w:rsid w:val="00CF5DB4"/>
    <w:rsid w:val="00CF63F7"/>
    <w:rsid w:val="00CF650B"/>
    <w:rsid w:val="00CF6790"/>
    <w:rsid w:val="00CF6C1E"/>
    <w:rsid w:val="00D007B1"/>
    <w:rsid w:val="00D00CA3"/>
    <w:rsid w:val="00D01E68"/>
    <w:rsid w:val="00D02227"/>
    <w:rsid w:val="00D02314"/>
    <w:rsid w:val="00D028FE"/>
    <w:rsid w:val="00D02F6D"/>
    <w:rsid w:val="00D03135"/>
    <w:rsid w:val="00D03AC1"/>
    <w:rsid w:val="00D040F2"/>
    <w:rsid w:val="00D04565"/>
    <w:rsid w:val="00D0464B"/>
    <w:rsid w:val="00D04BA8"/>
    <w:rsid w:val="00D04F63"/>
    <w:rsid w:val="00D0500C"/>
    <w:rsid w:val="00D072CB"/>
    <w:rsid w:val="00D07F73"/>
    <w:rsid w:val="00D10F62"/>
    <w:rsid w:val="00D11130"/>
    <w:rsid w:val="00D11166"/>
    <w:rsid w:val="00D11BC8"/>
    <w:rsid w:val="00D11FBE"/>
    <w:rsid w:val="00D1226A"/>
    <w:rsid w:val="00D12847"/>
    <w:rsid w:val="00D12F31"/>
    <w:rsid w:val="00D13237"/>
    <w:rsid w:val="00D1367E"/>
    <w:rsid w:val="00D146BA"/>
    <w:rsid w:val="00D150C1"/>
    <w:rsid w:val="00D158D8"/>
    <w:rsid w:val="00D158E7"/>
    <w:rsid w:val="00D15B77"/>
    <w:rsid w:val="00D1619E"/>
    <w:rsid w:val="00D1672F"/>
    <w:rsid w:val="00D1676B"/>
    <w:rsid w:val="00D16B9C"/>
    <w:rsid w:val="00D172B8"/>
    <w:rsid w:val="00D17677"/>
    <w:rsid w:val="00D20291"/>
    <w:rsid w:val="00D20E16"/>
    <w:rsid w:val="00D212F0"/>
    <w:rsid w:val="00D21F74"/>
    <w:rsid w:val="00D22056"/>
    <w:rsid w:val="00D22581"/>
    <w:rsid w:val="00D227D9"/>
    <w:rsid w:val="00D23A5F"/>
    <w:rsid w:val="00D24349"/>
    <w:rsid w:val="00D2475A"/>
    <w:rsid w:val="00D25412"/>
    <w:rsid w:val="00D255CB"/>
    <w:rsid w:val="00D25D6B"/>
    <w:rsid w:val="00D26266"/>
    <w:rsid w:val="00D264E7"/>
    <w:rsid w:val="00D27CB2"/>
    <w:rsid w:val="00D30660"/>
    <w:rsid w:val="00D30969"/>
    <w:rsid w:val="00D30F24"/>
    <w:rsid w:val="00D310FC"/>
    <w:rsid w:val="00D31990"/>
    <w:rsid w:val="00D31F41"/>
    <w:rsid w:val="00D33E48"/>
    <w:rsid w:val="00D34208"/>
    <w:rsid w:val="00D35D95"/>
    <w:rsid w:val="00D36DB8"/>
    <w:rsid w:val="00D37E60"/>
    <w:rsid w:val="00D40391"/>
    <w:rsid w:val="00D40607"/>
    <w:rsid w:val="00D42155"/>
    <w:rsid w:val="00D426BE"/>
    <w:rsid w:val="00D42760"/>
    <w:rsid w:val="00D428C9"/>
    <w:rsid w:val="00D42A91"/>
    <w:rsid w:val="00D43832"/>
    <w:rsid w:val="00D43D02"/>
    <w:rsid w:val="00D43FF1"/>
    <w:rsid w:val="00D44083"/>
    <w:rsid w:val="00D440B1"/>
    <w:rsid w:val="00D45338"/>
    <w:rsid w:val="00D45519"/>
    <w:rsid w:val="00D45F4B"/>
    <w:rsid w:val="00D463B8"/>
    <w:rsid w:val="00D46C56"/>
    <w:rsid w:val="00D477AB"/>
    <w:rsid w:val="00D479F6"/>
    <w:rsid w:val="00D47A5D"/>
    <w:rsid w:val="00D51335"/>
    <w:rsid w:val="00D52647"/>
    <w:rsid w:val="00D52A6E"/>
    <w:rsid w:val="00D53122"/>
    <w:rsid w:val="00D53CF0"/>
    <w:rsid w:val="00D54355"/>
    <w:rsid w:val="00D549C5"/>
    <w:rsid w:val="00D54B34"/>
    <w:rsid w:val="00D54DCE"/>
    <w:rsid w:val="00D5539F"/>
    <w:rsid w:val="00D56453"/>
    <w:rsid w:val="00D564EE"/>
    <w:rsid w:val="00D56558"/>
    <w:rsid w:val="00D56F1F"/>
    <w:rsid w:val="00D57CFA"/>
    <w:rsid w:val="00D57ED0"/>
    <w:rsid w:val="00D60541"/>
    <w:rsid w:val="00D610E5"/>
    <w:rsid w:val="00D618DE"/>
    <w:rsid w:val="00D61A1A"/>
    <w:rsid w:val="00D61B26"/>
    <w:rsid w:val="00D61EFB"/>
    <w:rsid w:val="00D620E0"/>
    <w:rsid w:val="00D62308"/>
    <w:rsid w:val="00D62E2B"/>
    <w:rsid w:val="00D63A27"/>
    <w:rsid w:val="00D63A82"/>
    <w:rsid w:val="00D640D2"/>
    <w:rsid w:val="00D6443F"/>
    <w:rsid w:val="00D65DDF"/>
    <w:rsid w:val="00D6607B"/>
    <w:rsid w:val="00D672E4"/>
    <w:rsid w:val="00D674D0"/>
    <w:rsid w:val="00D67DEC"/>
    <w:rsid w:val="00D70933"/>
    <w:rsid w:val="00D714AC"/>
    <w:rsid w:val="00D71D77"/>
    <w:rsid w:val="00D722D0"/>
    <w:rsid w:val="00D72D75"/>
    <w:rsid w:val="00D73971"/>
    <w:rsid w:val="00D7475E"/>
    <w:rsid w:val="00D747E0"/>
    <w:rsid w:val="00D751E7"/>
    <w:rsid w:val="00D75A35"/>
    <w:rsid w:val="00D7684C"/>
    <w:rsid w:val="00D7693F"/>
    <w:rsid w:val="00D76D75"/>
    <w:rsid w:val="00D770B2"/>
    <w:rsid w:val="00D77268"/>
    <w:rsid w:val="00D7735D"/>
    <w:rsid w:val="00D809E2"/>
    <w:rsid w:val="00D81359"/>
    <w:rsid w:val="00D82079"/>
    <w:rsid w:val="00D837F9"/>
    <w:rsid w:val="00D83B17"/>
    <w:rsid w:val="00D83F27"/>
    <w:rsid w:val="00D84B40"/>
    <w:rsid w:val="00D84F78"/>
    <w:rsid w:val="00D853ED"/>
    <w:rsid w:val="00D859CE"/>
    <w:rsid w:val="00D8669C"/>
    <w:rsid w:val="00D9148A"/>
    <w:rsid w:val="00D91561"/>
    <w:rsid w:val="00D91DBE"/>
    <w:rsid w:val="00D922B3"/>
    <w:rsid w:val="00D9270B"/>
    <w:rsid w:val="00D92BE5"/>
    <w:rsid w:val="00D92D1D"/>
    <w:rsid w:val="00D934A2"/>
    <w:rsid w:val="00D93829"/>
    <w:rsid w:val="00D93902"/>
    <w:rsid w:val="00D93D77"/>
    <w:rsid w:val="00D946B0"/>
    <w:rsid w:val="00D95AE2"/>
    <w:rsid w:val="00D95E99"/>
    <w:rsid w:val="00D9632C"/>
    <w:rsid w:val="00D96648"/>
    <w:rsid w:val="00D9681E"/>
    <w:rsid w:val="00D9763A"/>
    <w:rsid w:val="00D97E26"/>
    <w:rsid w:val="00DA0875"/>
    <w:rsid w:val="00DA0AEE"/>
    <w:rsid w:val="00DA11A6"/>
    <w:rsid w:val="00DA3DD2"/>
    <w:rsid w:val="00DA3F7D"/>
    <w:rsid w:val="00DA4226"/>
    <w:rsid w:val="00DA478A"/>
    <w:rsid w:val="00DA4B49"/>
    <w:rsid w:val="00DA5307"/>
    <w:rsid w:val="00DA55ED"/>
    <w:rsid w:val="00DA58CE"/>
    <w:rsid w:val="00DA6304"/>
    <w:rsid w:val="00DA66A4"/>
    <w:rsid w:val="00DA673C"/>
    <w:rsid w:val="00DA6A8E"/>
    <w:rsid w:val="00DA6C52"/>
    <w:rsid w:val="00DA6C5C"/>
    <w:rsid w:val="00DA7185"/>
    <w:rsid w:val="00DA722B"/>
    <w:rsid w:val="00DA7336"/>
    <w:rsid w:val="00DA737F"/>
    <w:rsid w:val="00DA7E02"/>
    <w:rsid w:val="00DB048C"/>
    <w:rsid w:val="00DB14D3"/>
    <w:rsid w:val="00DB2D8D"/>
    <w:rsid w:val="00DB3458"/>
    <w:rsid w:val="00DB3817"/>
    <w:rsid w:val="00DB3E39"/>
    <w:rsid w:val="00DB40E5"/>
    <w:rsid w:val="00DB41D8"/>
    <w:rsid w:val="00DB4222"/>
    <w:rsid w:val="00DB4D20"/>
    <w:rsid w:val="00DB4F41"/>
    <w:rsid w:val="00DB5BD8"/>
    <w:rsid w:val="00DB5C65"/>
    <w:rsid w:val="00DB6516"/>
    <w:rsid w:val="00DB676C"/>
    <w:rsid w:val="00DB6D1B"/>
    <w:rsid w:val="00DB7278"/>
    <w:rsid w:val="00DB77C9"/>
    <w:rsid w:val="00DB7A05"/>
    <w:rsid w:val="00DC025C"/>
    <w:rsid w:val="00DC0405"/>
    <w:rsid w:val="00DC09D8"/>
    <w:rsid w:val="00DC0A0C"/>
    <w:rsid w:val="00DC1480"/>
    <w:rsid w:val="00DC214F"/>
    <w:rsid w:val="00DC24C2"/>
    <w:rsid w:val="00DC274E"/>
    <w:rsid w:val="00DC290B"/>
    <w:rsid w:val="00DC29B6"/>
    <w:rsid w:val="00DC4154"/>
    <w:rsid w:val="00DC43CF"/>
    <w:rsid w:val="00DC48C3"/>
    <w:rsid w:val="00DC4C18"/>
    <w:rsid w:val="00DC5153"/>
    <w:rsid w:val="00DC5E62"/>
    <w:rsid w:val="00DC6252"/>
    <w:rsid w:val="00DC652C"/>
    <w:rsid w:val="00DC683C"/>
    <w:rsid w:val="00DC6BAA"/>
    <w:rsid w:val="00DC6DD5"/>
    <w:rsid w:val="00DC7A61"/>
    <w:rsid w:val="00DC7F27"/>
    <w:rsid w:val="00DD054B"/>
    <w:rsid w:val="00DD16F8"/>
    <w:rsid w:val="00DD1A0E"/>
    <w:rsid w:val="00DD20E5"/>
    <w:rsid w:val="00DD264B"/>
    <w:rsid w:val="00DD2ECF"/>
    <w:rsid w:val="00DD3107"/>
    <w:rsid w:val="00DD337D"/>
    <w:rsid w:val="00DD3ADF"/>
    <w:rsid w:val="00DD3D36"/>
    <w:rsid w:val="00DD3E61"/>
    <w:rsid w:val="00DD40E0"/>
    <w:rsid w:val="00DD509E"/>
    <w:rsid w:val="00DD5521"/>
    <w:rsid w:val="00DD58E2"/>
    <w:rsid w:val="00DD5982"/>
    <w:rsid w:val="00DD5B16"/>
    <w:rsid w:val="00DD6260"/>
    <w:rsid w:val="00DD67B2"/>
    <w:rsid w:val="00DD79B6"/>
    <w:rsid w:val="00DD7ABC"/>
    <w:rsid w:val="00DD7C82"/>
    <w:rsid w:val="00DE04A5"/>
    <w:rsid w:val="00DE138A"/>
    <w:rsid w:val="00DE230A"/>
    <w:rsid w:val="00DE3062"/>
    <w:rsid w:val="00DE4715"/>
    <w:rsid w:val="00DE48F2"/>
    <w:rsid w:val="00DE4A4A"/>
    <w:rsid w:val="00DE5184"/>
    <w:rsid w:val="00DE55D0"/>
    <w:rsid w:val="00DE58E1"/>
    <w:rsid w:val="00DE5FBC"/>
    <w:rsid w:val="00DE6EE4"/>
    <w:rsid w:val="00DE6F9F"/>
    <w:rsid w:val="00DE78B8"/>
    <w:rsid w:val="00DE7B37"/>
    <w:rsid w:val="00DE7E6F"/>
    <w:rsid w:val="00DF0083"/>
    <w:rsid w:val="00DF0346"/>
    <w:rsid w:val="00DF03CD"/>
    <w:rsid w:val="00DF15DF"/>
    <w:rsid w:val="00DF165F"/>
    <w:rsid w:val="00DF3043"/>
    <w:rsid w:val="00DF47CC"/>
    <w:rsid w:val="00DF4827"/>
    <w:rsid w:val="00DF4921"/>
    <w:rsid w:val="00DF4B64"/>
    <w:rsid w:val="00DF5C10"/>
    <w:rsid w:val="00DF6109"/>
    <w:rsid w:val="00DF65FF"/>
    <w:rsid w:val="00DF6868"/>
    <w:rsid w:val="00E01219"/>
    <w:rsid w:val="00E01725"/>
    <w:rsid w:val="00E024CA"/>
    <w:rsid w:val="00E0293A"/>
    <w:rsid w:val="00E02DAB"/>
    <w:rsid w:val="00E03209"/>
    <w:rsid w:val="00E034DD"/>
    <w:rsid w:val="00E037A5"/>
    <w:rsid w:val="00E0390F"/>
    <w:rsid w:val="00E03B9D"/>
    <w:rsid w:val="00E0431E"/>
    <w:rsid w:val="00E043D1"/>
    <w:rsid w:val="00E04EBE"/>
    <w:rsid w:val="00E05150"/>
    <w:rsid w:val="00E05449"/>
    <w:rsid w:val="00E05491"/>
    <w:rsid w:val="00E06C52"/>
    <w:rsid w:val="00E07D3C"/>
    <w:rsid w:val="00E102D9"/>
    <w:rsid w:val="00E1125C"/>
    <w:rsid w:val="00E120AD"/>
    <w:rsid w:val="00E137D7"/>
    <w:rsid w:val="00E13D61"/>
    <w:rsid w:val="00E147C8"/>
    <w:rsid w:val="00E14BDF"/>
    <w:rsid w:val="00E14CDA"/>
    <w:rsid w:val="00E15B37"/>
    <w:rsid w:val="00E16076"/>
    <w:rsid w:val="00E1686E"/>
    <w:rsid w:val="00E16D95"/>
    <w:rsid w:val="00E171B5"/>
    <w:rsid w:val="00E17606"/>
    <w:rsid w:val="00E17730"/>
    <w:rsid w:val="00E17F4D"/>
    <w:rsid w:val="00E20603"/>
    <w:rsid w:val="00E20E1C"/>
    <w:rsid w:val="00E21517"/>
    <w:rsid w:val="00E23555"/>
    <w:rsid w:val="00E23788"/>
    <w:rsid w:val="00E244E4"/>
    <w:rsid w:val="00E24BC5"/>
    <w:rsid w:val="00E2521A"/>
    <w:rsid w:val="00E2527B"/>
    <w:rsid w:val="00E25552"/>
    <w:rsid w:val="00E256FD"/>
    <w:rsid w:val="00E25C1B"/>
    <w:rsid w:val="00E26212"/>
    <w:rsid w:val="00E27212"/>
    <w:rsid w:val="00E27396"/>
    <w:rsid w:val="00E2758E"/>
    <w:rsid w:val="00E27E9F"/>
    <w:rsid w:val="00E30270"/>
    <w:rsid w:val="00E30352"/>
    <w:rsid w:val="00E307C7"/>
    <w:rsid w:val="00E30CE6"/>
    <w:rsid w:val="00E310F1"/>
    <w:rsid w:val="00E31C55"/>
    <w:rsid w:val="00E32A1A"/>
    <w:rsid w:val="00E32BD3"/>
    <w:rsid w:val="00E33636"/>
    <w:rsid w:val="00E34B1B"/>
    <w:rsid w:val="00E35C86"/>
    <w:rsid w:val="00E36469"/>
    <w:rsid w:val="00E365A3"/>
    <w:rsid w:val="00E37E72"/>
    <w:rsid w:val="00E40324"/>
    <w:rsid w:val="00E40380"/>
    <w:rsid w:val="00E40451"/>
    <w:rsid w:val="00E408C1"/>
    <w:rsid w:val="00E40D97"/>
    <w:rsid w:val="00E40F4E"/>
    <w:rsid w:val="00E41A2B"/>
    <w:rsid w:val="00E41FB1"/>
    <w:rsid w:val="00E423D0"/>
    <w:rsid w:val="00E42672"/>
    <w:rsid w:val="00E43107"/>
    <w:rsid w:val="00E4397C"/>
    <w:rsid w:val="00E43E84"/>
    <w:rsid w:val="00E4446A"/>
    <w:rsid w:val="00E4448F"/>
    <w:rsid w:val="00E459B2"/>
    <w:rsid w:val="00E46060"/>
    <w:rsid w:val="00E46157"/>
    <w:rsid w:val="00E466BA"/>
    <w:rsid w:val="00E46B99"/>
    <w:rsid w:val="00E46C0B"/>
    <w:rsid w:val="00E46C84"/>
    <w:rsid w:val="00E479AD"/>
    <w:rsid w:val="00E47A89"/>
    <w:rsid w:val="00E5050A"/>
    <w:rsid w:val="00E51453"/>
    <w:rsid w:val="00E51F5A"/>
    <w:rsid w:val="00E523CF"/>
    <w:rsid w:val="00E524DB"/>
    <w:rsid w:val="00E532FF"/>
    <w:rsid w:val="00E53600"/>
    <w:rsid w:val="00E53F0E"/>
    <w:rsid w:val="00E54B8F"/>
    <w:rsid w:val="00E552D6"/>
    <w:rsid w:val="00E553EA"/>
    <w:rsid w:val="00E556DC"/>
    <w:rsid w:val="00E5602F"/>
    <w:rsid w:val="00E56374"/>
    <w:rsid w:val="00E5668C"/>
    <w:rsid w:val="00E578B1"/>
    <w:rsid w:val="00E57E91"/>
    <w:rsid w:val="00E606E3"/>
    <w:rsid w:val="00E60CAA"/>
    <w:rsid w:val="00E60CBF"/>
    <w:rsid w:val="00E6149B"/>
    <w:rsid w:val="00E61A1F"/>
    <w:rsid w:val="00E61B3D"/>
    <w:rsid w:val="00E620D2"/>
    <w:rsid w:val="00E629D5"/>
    <w:rsid w:val="00E62D7C"/>
    <w:rsid w:val="00E62FFD"/>
    <w:rsid w:val="00E63133"/>
    <w:rsid w:val="00E636B1"/>
    <w:rsid w:val="00E63CD2"/>
    <w:rsid w:val="00E63D96"/>
    <w:rsid w:val="00E6453D"/>
    <w:rsid w:val="00E6487E"/>
    <w:rsid w:val="00E64A89"/>
    <w:rsid w:val="00E65B5F"/>
    <w:rsid w:val="00E65E03"/>
    <w:rsid w:val="00E66714"/>
    <w:rsid w:val="00E668F4"/>
    <w:rsid w:val="00E66B9F"/>
    <w:rsid w:val="00E66D3B"/>
    <w:rsid w:val="00E7178B"/>
    <w:rsid w:val="00E71C3E"/>
    <w:rsid w:val="00E720FB"/>
    <w:rsid w:val="00E72E8F"/>
    <w:rsid w:val="00E73E5D"/>
    <w:rsid w:val="00E74906"/>
    <w:rsid w:val="00E74F44"/>
    <w:rsid w:val="00E75087"/>
    <w:rsid w:val="00E769A9"/>
    <w:rsid w:val="00E76FC0"/>
    <w:rsid w:val="00E76FF3"/>
    <w:rsid w:val="00E77147"/>
    <w:rsid w:val="00E77E7B"/>
    <w:rsid w:val="00E80110"/>
    <w:rsid w:val="00E801CE"/>
    <w:rsid w:val="00E8080A"/>
    <w:rsid w:val="00E80AC7"/>
    <w:rsid w:val="00E817B0"/>
    <w:rsid w:val="00E8256F"/>
    <w:rsid w:val="00E82979"/>
    <w:rsid w:val="00E83057"/>
    <w:rsid w:val="00E8389D"/>
    <w:rsid w:val="00E84260"/>
    <w:rsid w:val="00E84B50"/>
    <w:rsid w:val="00E85691"/>
    <w:rsid w:val="00E85952"/>
    <w:rsid w:val="00E865F7"/>
    <w:rsid w:val="00E86959"/>
    <w:rsid w:val="00E8735A"/>
    <w:rsid w:val="00E873CD"/>
    <w:rsid w:val="00E873F3"/>
    <w:rsid w:val="00E877B6"/>
    <w:rsid w:val="00E905D6"/>
    <w:rsid w:val="00E91915"/>
    <w:rsid w:val="00E91C1F"/>
    <w:rsid w:val="00E91DF6"/>
    <w:rsid w:val="00E93672"/>
    <w:rsid w:val="00E93A1D"/>
    <w:rsid w:val="00E94E46"/>
    <w:rsid w:val="00E953CA"/>
    <w:rsid w:val="00E96CA7"/>
    <w:rsid w:val="00E96E3B"/>
    <w:rsid w:val="00E976A1"/>
    <w:rsid w:val="00EA020A"/>
    <w:rsid w:val="00EA1D06"/>
    <w:rsid w:val="00EA1E50"/>
    <w:rsid w:val="00EA24B9"/>
    <w:rsid w:val="00EA27BC"/>
    <w:rsid w:val="00EA3403"/>
    <w:rsid w:val="00EA3B24"/>
    <w:rsid w:val="00EA3D8B"/>
    <w:rsid w:val="00EA6295"/>
    <w:rsid w:val="00EA6A30"/>
    <w:rsid w:val="00EA702B"/>
    <w:rsid w:val="00EA7353"/>
    <w:rsid w:val="00EA764D"/>
    <w:rsid w:val="00EA7A9B"/>
    <w:rsid w:val="00EA7BBD"/>
    <w:rsid w:val="00EB04A6"/>
    <w:rsid w:val="00EB3046"/>
    <w:rsid w:val="00EB3159"/>
    <w:rsid w:val="00EB3441"/>
    <w:rsid w:val="00EB470E"/>
    <w:rsid w:val="00EB55E6"/>
    <w:rsid w:val="00EB59A8"/>
    <w:rsid w:val="00EB5D4B"/>
    <w:rsid w:val="00EB64A5"/>
    <w:rsid w:val="00EB6DB4"/>
    <w:rsid w:val="00EC03BC"/>
    <w:rsid w:val="00EC0886"/>
    <w:rsid w:val="00EC1BBB"/>
    <w:rsid w:val="00EC20C1"/>
    <w:rsid w:val="00EC3692"/>
    <w:rsid w:val="00EC3895"/>
    <w:rsid w:val="00EC4097"/>
    <w:rsid w:val="00EC46B5"/>
    <w:rsid w:val="00EC4CA8"/>
    <w:rsid w:val="00EC5141"/>
    <w:rsid w:val="00EC5211"/>
    <w:rsid w:val="00EC5F15"/>
    <w:rsid w:val="00EC70E2"/>
    <w:rsid w:val="00EC79A1"/>
    <w:rsid w:val="00EC7C16"/>
    <w:rsid w:val="00ED0FAD"/>
    <w:rsid w:val="00ED20F7"/>
    <w:rsid w:val="00ED29D9"/>
    <w:rsid w:val="00ED2D40"/>
    <w:rsid w:val="00ED2D6B"/>
    <w:rsid w:val="00ED2D75"/>
    <w:rsid w:val="00ED2E43"/>
    <w:rsid w:val="00ED33F3"/>
    <w:rsid w:val="00ED48E1"/>
    <w:rsid w:val="00ED589E"/>
    <w:rsid w:val="00ED5FF5"/>
    <w:rsid w:val="00ED630A"/>
    <w:rsid w:val="00ED6AFA"/>
    <w:rsid w:val="00ED762B"/>
    <w:rsid w:val="00ED789C"/>
    <w:rsid w:val="00EE0491"/>
    <w:rsid w:val="00EE07A3"/>
    <w:rsid w:val="00EE0E77"/>
    <w:rsid w:val="00EE147E"/>
    <w:rsid w:val="00EE2197"/>
    <w:rsid w:val="00EE24B4"/>
    <w:rsid w:val="00EE26E5"/>
    <w:rsid w:val="00EE2B96"/>
    <w:rsid w:val="00EE2D64"/>
    <w:rsid w:val="00EE2DC6"/>
    <w:rsid w:val="00EE326B"/>
    <w:rsid w:val="00EE3A37"/>
    <w:rsid w:val="00EE3D4B"/>
    <w:rsid w:val="00EE4179"/>
    <w:rsid w:val="00EE4AAB"/>
    <w:rsid w:val="00EE4B15"/>
    <w:rsid w:val="00EE4D72"/>
    <w:rsid w:val="00EE597B"/>
    <w:rsid w:val="00EE5981"/>
    <w:rsid w:val="00EE5D57"/>
    <w:rsid w:val="00EE5E4B"/>
    <w:rsid w:val="00EE61A4"/>
    <w:rsid w:val="00EE626F"/>
    <w:rsid w:val="00EE7CC8"/>
    <w:rsid w:val="00EE7F96"/>
    <w:rsid w:val="00EF08F4"/>
    <w:rsid w:val="00EF1122"/>
    <w:rsid w:val="00EF11FE"/>
    <w:rsid w:val="00EF1663"/>
    <w:rsid w:val="00EF189E"/>
    <w:rsid w:val="00EF18BC"/>
    <w:rsid w:val="00EF1DDE"/>
    <w:rsid w:val="00EF2A26"/>
    <w:rsid w:val="00EF2CBC"/>
    <w:rsid w:val="00EF2ED2"/>
    <w:rsid w:val="00EF31D3"/>
    <w:rsid w:val="00EF3592"/>
    <w:rsid w:val="00EF3AD1"/>
    <w:rsid w:val="00EF3CE4"/>
    <w:rsid w:val="00EF41C9"/>
    <w:rsid w:val="00EF43F8"/>
    <w:rsid w:val="00EF4477"/>
    <w:rsid w:val="00EF4CD2"/>
    <w:rsid w:val="00EF559C"/>
    <w:rsid w:val="00EF5C75"/>
    <w:rsid w:val="00EF6412"/>
    <w:rsid w:val="00EF67E2"/>
    <w:rsid w:val="00EF70AA"/>
    <w:rsid w:val="00EF7414"/>
    <w:rsid w:val="00EF7425"/>
    <w:rsid w:val="00EF774E"/>
    <w:rsid w:val="00EF7B65"/>
    <w:rsid w:val="00EF7BB6"/>
    <w:rsid w:val="00F00FCD"/>
    <w:rsid w:val="00F011A0"/>
    <w:rsid w:val="00F01445"/>
    <w:rsid w:val="00F01609"/>
    <w:rsid w:val="00F01C7B"/>
    <w:rsid w:val="00F02126"/>
    <w:rsid w:val="00F023B4"/>
    <w:rsid w:val="00F024CE"/>
    <w:rsid w:val="00F02A45"/>
    <w:rsid w:val="00F02BDB"/>
    <w:rsid w:val="00F02DDC"/>
    <w:rsid w:val="00F0382A"/>
    <w:rsid w:val="00F03FAB"/>
    <w:rsid w:val="00F041B2"/>
    <w:rsid w:val="00F0436A"/>
    <w:rsid w:val="00F0446D"/>
    <w:rsid w:val="00F044A9"/>
    <w:rsid w:val="00F05980"/>
    <w:rsid w:val="00F064D4"/>
    <w:rsid w:val="00F067E1"/>
    <w:rsid w:val="00F06FBA"/>
    <w:rsid w:val="00F078EF"/>
    <w:rsid w:val="00F07E07"/>
    <w:rsid w:val="00F07F69"/>
    <w:rsid w:val="00F105CC"/>
    <w:rsid w:val="00F10A01"/>
    <w:rsid w:val="00F11156"/>
    <w:rsid w:val="00F112DA"/>
    <w:rsid w:val="00F113BA"/>
    <w:rsid w:val="00F114CD"/>
    <w:rsid w:val="00F12656"/>
    <w:rsid w:val="00F127CD"/>
    <w:rsid w:val="00F134AD"/>
    <w:rsid w:val="00F1366E"/>
    <w:rsid w:val="00F14CAA"/>
    <w:rsid w:val="00F14D74"/>
    <w:rsid w:val="00F14E2F"/>
    <w:rsid w:val="00F15AF5"/>
    <w:rsid w:val="00F1630C"/>
    <w:rsid w:val="00F16EAF"/>
    <w:rsid w:val="00F17E06"/>
    <w:rsid w:val="00F204EA"/>
    <w:rsid w:val="00F229B4"/>
    <w:rsid w:val="00F231AE"/>
    <w:rsid w:val="00F23EAF"/>
    <w:rsid w:val="00F248DB"/>
    <w:rsid w:val="00F256B8"/>
    <w:rsid w:val="00F26CDA"/>
    <w:rsid w:val="00F27511"/>
    <w:rsid w:val="00F31284"/>
    <w:rsid w:val="00F31A1C"/>
    <w:rsid w:val="00F31AB2"/>
    <w:rsid w:val="00F32819"/>
    <w:rsid w:val="00F32A5C"/>
    <w:rsid w:val="00F331DB"/>
    <w:rsid w:val="00F3320E"/>
    <w:rsid w:val="00F337F6"/>
    <w:rsid w:val="00F34B05"/>
    <w:rsid w:val="00F3511A"/>
    <w:rsid w:val="00F35FAA"/>
    <w:rsid w:val="00F36099"/>
    <w:rsid w:val="00F366B4"/>
    <w:rsid w:val="00F3709B"/>
    <w:rsid w:val="00F402BC"/>
    <w:rsid w:val="00F411E5"/>
    <w:rsid w:val="00F41753"/>
    <w:rsid w:val="00F41874"/>
    <w:rsid w:val="00F42D89"/>
    <w:rsid w:val="00F4317A"/>
    <w:rsid w:val="00F435F3"/>
    <w:rsid w:val="00F44008"/>
    <w:rsid w:val="00F44414"/>
    <w:rsid w:val="00F44B61"/>
    <w:rsid w:val="00F44B8A"/>
    <w:rsid w:val="00F44E91"/>
    <w:rsid w:val="00F44F0D"/>
    <w:rsid w:val="00F45089"/>
    <w:rsid w:val="00F450EF"/>
    <w:rsid w:val="00F452E2"/>
    <w:rsid w:val="00F45937"/>
    <w:rsid w:val="00F46ED2"/>
    <w:rsid w:val="00F4774D"/>
    <w:rsid w:val="00F47C39"/>
    <w:rsid w:val="00F51119"/>
    <w:rsid w:val="00F5159F"/>
    <w:rsid w:val="00F517C9"/>
    <w:rsid w:val="00F51BD1"/>
    <w:rsid w:val="00F52DDE"/>
    <w:rsid w:val="00F5308C"/>
    <w:rsid w:val="00F53393"/>
    <w:rsid w:val="00F565B0"/>
    <w:rsid w:val="00F57856"/>
    <w:rsid w:val="00F57A6A"/>
    <w:rsid w:val="00F57C7F"/>
    <w:rsid w:val="00F60675"/>
    <w:rsid w:val="00F6082D"/>
    <w:rsid w:val="00F60D5A"/>
    <w:rsid w:val="00F613AD"/>
    <w:rsid w:val="00F6147F"/>
    <w:rsid w:val="00F614F2"/>
    <w:rsid w:val="00F61A30"/>
    <w:rsid w:val="00F62149"/>
    <w:rsid w:val="00F62E7C"/>
    <w:rsid w:val="00F63134"/>
    <w:rsid w:val="00F63191"/>
    <w:rsid w:val="00F63776"/>
    <w:rsid w:val="00F63C24"/>
    <w:rsid w:val="00F63CF8"/>
    <w:rsid w:val="00F642C1"/>
    <w:rsid w:val="00F6498F"/>
    <w:rsid w:val="00F64D0F"/>
    <w:rsid w:val="00F64F1F"/>
    <w:rsid w:val="00F6504C"/>
    <w:rsid w:val="00F65271"/>
    <w:rsid w:val="00F65B45"/>
    <w:rsid w:val="00F65DB8"/>
    <w:rsid w:val="00F6601A"/>
    <w:rsid w:val="00F66151"/>
    <w:rsid w:val="00F66AE5"/>
    <w:rsid w:val="00F66E87"/>
    <w:rsid w:val="00F671CD"/>
    <w:rsid w:val="00F70291"/>
    <w:rsid w:val="00F70299"/>
    <w:rsid w:val="00F7106D"/>
    <w:rsid w:val="00F71F19"/>
    <w:rsid w:val="00F72374"/>
    <w:rsid w:val="00F72993"/>
    <w:rsid w:val="00F7299F"/>
    <w:rsid w:val="00F72C85"/>
    <w:rsid w:val="00F74079"/>
    <w:rsid w:val="00F745E2"/>
    <w:rsid w:val="00F745E7"/>
    <w:rsid w:val="00F74DC4"/>
    <w:rsid w:val="00F750AC"/>
    <w:rsid w:val="00F755E5"/>
    <w:rsid w:val="00F75915"/>
    <w:rsid w:val="00F75BCB"/>
    <w:rsid w:val="00F75BF4"/>
    <w:rsid w:val="00F76B18"/>
    <w:rsid w:val="00F77B14"/>
    <w:rsid w:val="00F77C4B"/>
    <w:rsid w:val="00F8024F"/>
    <w:rsid w:val="00F8046E"/>
    <w:rsid w:val="00F80625"/>
    <w:rsid w:val="00F816CD"/>
    <w:rsid w:val="00F81CDB"/>
    <w:rsid w:val="00F81FD4"/>
    <w:rsid w:val="00F838C5"/>
    <w:rsid w:val="00F83DD6"/>
    <w:rsid w:val="00F85638"/>
    <w:rsid w:val="00F8732A"/>
    <w:rsid w:val="00F8742A"/>
    <w:rsid w:val="00F87A3C"/>
    <w:rsid w:val="00F87D60"/>
    <w:rsid w:val="00F90452"/>
    <w:rsid w:val="00F905EB"/>
    <w:rsid w:val="00F90665"/>
    <w:rsid w:val="00F90DB2"/>
    <w:rsid w:val="00F90FB5"/>
    <w:rsid w:val="00F92423"/>
    <w:rsid w:val="00F92DA9"/>
    <w:rsid w:val="00F930FE"/>
    <w:rsid w:val="00F93565"/>
    <w:rsid w:val="00F93AB6"/>
    <w:rsid w:val="00F941A3"/>
    <w:rsid w:val="00F94273"/>
    <w:rsid w:val="00F95149"/>
    <w:rsid w:val="00F9515D"/>
    <w:rsid w:val="00F95530"/>
    <w:rsid w:val="00F955AA"/>
    <w:rsid w:val="00F95644"/>
    <w:rsid w:val="00F95777"/>
    <w:rsid w:val="00F95A59"/>
    <w:rsid w:val="00F96F3E"/>
    <w:rsid w:val="00F97287"/>
    <w:rsid w:val="00FA094C"/>
    <w:rsid w:val="00FA13BB"/>
    <w:rsid w:val="00FA3745"/>
    <w:rsid w:val="00FA375E"/>
    <w:rsid w:val="00FA44E6"/>
    <w:rsid w:val="00FA49F3"/>
    <w:rsid w:val="00FA5072"/>
    <w:rsid w:val="00FA5D6C"/>
    <w:rsid w:val="00FA6661"/>
    <w:rsid w:val="00FA6960"/>
    <w:rsid w:val="00FA6C78"/>
    <w:rsid w:val="00FA7ED4"/>
    <w:rsid w:val="00FB08FF"/>
    <w:rsid w:val="00FB1F49"/>
    <w:rsid w:val="00FB2593"/>
    <w:rsid w:val="00FB30FD"/>
    <w:rsid w:val="00FB349F"/>
    <w:rsid w:val="00FB39FB"/>
    <w:rsid w:val="00FB3BE9"/>
    <w:rsid w:val="00FB3F41"/>
    <w:rsid w:val="00FB4D6E"/>
    <w:rsid w:val="00FB4DDF"/>
    <w:rsid w:val="00FB542E"/>
    <w:rsid w:val="00FB5CA6"/>
    <w:rsid w:val="00FB6743"/>
    <w:rsid w:val="00FB7542"/>
    <w:rsid w:val="00FB7584"/>
    <w:rsid w:val="00FC0155"/>
    <w:rsid w:val="00FC1190"/>
    <w:rsid w:val="00FC1D5A"/>
    <w:rsid w:val="00FC2726"/>
    <w:rsid w:val="00FC2B3E"/>
    <w:rsid w:val="00FC2FF2"/>
    <w:rsid w:val="00FC31BE"/>
    <w:rsid w:val="00FC3255"/>
    <w:rsid w:val="00FC35B0"/>
    <w:rsid w:val="00FC3602"/>
    <w:rsid w:val="00FC389D"/>
    <w:rsid w:val="00FC4202"/>
    <w:rsid w:val="00FC45E3"/>
    <w:rsid w:val="00FC4858"/>
    <w:rsid w:val="00FC5718"/>
    <w:rsid w:val="00FC5852"/>
    <w:rsid w:val="00FC65BF"/>
    <w:rsid w:val="00FC6D5A"/>
    <w:rsid w:val="00FC70D6"/>
    <w:rsid w:val="00FC781D"/>
    <w:rsid w:val="00FC78A9"/>
    <w:rsid w:val="00FD0277"/>
    <w:rsid w:val="00FD058E"/>
    <w:rsid w:val="00FD06AA"/>
    <w:rsid w:val="00FD15A9"/>
    <w:rsid w:val="00FD1962"/>
    <w:rsid w:val="00FD1AC7"/>
    <w:rsid w:val="00FD1CA9"/>
    <w:rsid w:val="00FD1DF9"/>
    <w:rsid w:val="00FD2034"/>
    <w:rsid w:val="00FD312B"/>
    <w:rsid w:val="00FD3469"/>
    <w:rsid w:val="00FD38A5"/>
    <w:rsid w:val="00FD3B01"/>
    <w:rsid w:val="00FD4114"/>
    <w:rsid w:val="00FD4A51"/>
    <w:rsid w:val="00FD4C01"/>
    <w:rsid w:val="00FD51DF"/>
    <w:rsid w:val="00FD5427"/>
    <w:rsid w:val="00FD55B8"/>
    <w:rsid w:val="00FD5629"/>
    <w:rsid w:val="00FD56E3"/>
    <w:rsid w:val="00FD5E38"/>
    <w:rsid w:val="00FD695B"/>
    <w:rsid w:val="00FE053A"/>
    <w:rsid w:val="00FE0713"/>
    <w:rsid w:val="00FE0B15"/>
    <w:rsid w:val="00FE0E32"/>
    <w:rsid w:val="00FE1853"/>
    <w:rsid w:val="00FE1B89"/>
    <w:rsid w:val="00FE278C"/>
    <w:rsid w:val="00FE283E"/>
    <w:rsid w:val="00FE28B0"/>
    <w:rsid w:val="00FE2E5E"/>
    <w:rsid w:val="00FE2EF9"/>
    <w:rsid w:val="00FE2F09"/>
    <w:rsid w:val="00FE2F5C"/>
    <w:rsid w:val="00FE41C2"/>
    <w:rsid w:val="00FE44D3"/>
    <w:rsid w:val="00FE4756"/>
    <w:rsid w:val="00FE5027"/>
    <w:rsid w:val="00FE5118"/>
    <w:rsid w:val="00FE549F"/>
    <w:rsid w:val="00FE5506"/>
    <w:rsid w:val="00FE5BAA"/>
    <w:rsid w:val="00FE5BCB"/>
    <w:rsid w:val="00FE64C6"/>
    <w:rsid w:val="00FE6B90"/>
    <w:rsid w:val="00FE7D34"/>
    <w:rsid w:val="00FF0CC7"/>
    <w:rsid w:val="00FF13ED"/>
    <w:rsid w:val="00FF18B5"/>
    <w:rsid w:val="00FF1AE3"/>
    <w:rsid w:val="00FF1B56"/>
    <w:rsid w:val="00FF271A"/>
    <w:rsid w:val="00FF27D8"/>
    <w:rsid w:val="00FF2A04"/>
    <w:rsid w:val="00FF319C"/>
    <w:rsid w:val="00FF3729"/>
    <w:rsid w:val="00FF487E"/>
    <w:rsid w:val="00FF49A2"/>
    <w:rsid w:val="00FF49A3"/>
    <w:rsid w:val="00FF5103"/>
    <w:rsid w:val="00FF5243"/>
    <w:rsid w:val="00FF5420"/>
    <w:rsid w:val="00FF544D"/>
    <w:rsid w:val="00FF64F7"/>
    <w:rsid w:val="00FF74AF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95FC83"/>
  <w15:docId w15:val="{6D2BBC89-800D-4D0D-BD86-06190683F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7A0E08"/>
    <w:pPr>
      <w:ind w:firstLine="567"/>
      <w:jc w:val="both"/>
    </w:pPr>
    <w:rPr>
      <w:rFonts w:ascii="Arial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0E0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0E0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0E0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0E0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link w:val="1"/>
    <w:rsid w:val="005F4CD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link w:val="2"/>
    <w:rsid w:val="005F4CD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link w:val="3"/>
    <w:rsid w:val="005F4CD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5F4CD7"/>
    <w:rPr>
      <w:rFonts w:ascii="Arial" w:hAnsi="Arial" w:cs="Times New Roman"/>
      <w:b/>
      <w:bCs/>
      <w:sz w:val="26"/>
      <w:szCs w:val="28"/>
    </w:rPr>
  </w:style>
  <w:style w:type="character" w:styleId="a3">
    <w:name w:val="Hyperlink"/>
    <w:rsid w:val="007A0E08"/>
    <w:rPr>
      <w:color w:val="0000FF"/>
      <w:u w:val="non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4">
    <w:name w:val="Body Text"/>
    <w:aliases w:val="Знак1,body text,Основной текст Знак Знак"/>
    <w:basedOn w:val="a"/>
    <w:link w:val="a5"/>
    <w:rsid w:val="00B55C35"/>
    <w:rPr>
      <w:sz w:val="28"/>
      <w:szCs w:val="28"/>
    </w:rPr>
  </w:style>
  <w:style w:type="character" w:customStyle="1" w:styleId="a5">
    <w:name w:val="Основной текст Знак"/>
    <w:aliases w:val="Знак1 Знак,body text Знак,Основной текст Знак Знак Знак"/>
    <w:link w:val="a4"/>
    <w:locked/>
    <w:rsid w:val="00B55C35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</w:pPr>
    <w:rPr>
      <w:rFonts w:cs="Times New Roman"/>
      <w:sz w:val="24"/>
      <w:szCs w:val="24"/>
      <w:lang w:eastAsia="en-US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uiPriority w:val="99"/>
    <w:rsid w:val="001425F6"/>
    <w:rPr>
      <w:rFonts w:cs="Times New Roman"/>
    </w:rPr>
  </w:style>
  <w:style w:type="paragraph" w:styleId="a7">
    <w:name w:val="List Paragraph"/>
    <w:basedOn w:val="a"/>
    <w:uiPriority w:val="34"/>
    <w:qFormat/>
    <w:rsid w:val="00B77173"/>
    <w:pPr>
      <w:ind w:left="720"/>
    </w:pPr>
  </w:style>
  <w:style w:type="paragraph" w:customStyle="1" w:styleId="a8">
    <w:name w:val="Знак Знак Знак Знак Знак Знак Знак Знак Знак Знак"/>
    <w:basedOn w:val="a"/>
    <w:uiPriority w:val="99"/>
    <w:rsid w:val="00846E4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 текст1"/>
    <w:basedOn w:val="a"/>
    <w:uiPriority w:val="99"/>
    <w:rsid w:val="005570E0"/>
    <w:rPr>
      <w:sz w:val="28"/>
      <w:szCs w:val="28"/>
    </w:rPr>
  </w:style>
  <w:style w:type="paragraph" w:styleId="a9">
    <w:name w:val="header"/>
    <w:basedOn w:val="a"/>
    <w:link w:val="aa"/>
    <w:uiPriority w:val="99"/>
    <w:rsid w:val="006F0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footer"/>
    <w:basedOn w:val="a"/>
    <w:link w:val="ac"/>
    <w:uiPriority w:val="99"/>
    <w:semiHidden/>
    <w:rsid w:val="006F0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table" w:styleId="ad">
    <w:name w:val="Table Grid"/>
    <w:basedOn w:val="a1"/>
    <w:uiPriority w:val="59"/>
    <w:rsid w:val="003A5C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A01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67A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0">
    <w:name w:val="Основной текст_"/>
    <w:link w:val="6"/>
    <w:locked/>
    <w:rsid w:val="002367A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f0"/>
    <w:rsid w:val="002367AE"/>
    <w:pPr>
      <w:shd w:val="clear" w:color="auto" w:fill="FFFFFF"/>
      <w:spacing w:line="322" w:lineRule="exact"/>
      <w:ind w:hanging="440"/>
      <w:jc w:val="center"/>
    </w:pPr>
    <w:rPr>
      <w:sz w:val="27"/>
      <w:szCs w:val="27"/>
    </w:rPr>
  </w:style>
  <w:style w:type="character" w:customStyle="1" w:styleId="41">
    <w:name w:val="Основной текст4"/>
    <w:rsid w:val="002367A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 w:eastAsia="x-none"/>
    </w:rPr>
  </w:style>
  <w:style w:type="paragraph" w:customStyle="1" w:styleId="21">
    <w:name w:val="Основной текст2"/>
    <w:basedOn w:val="a"/>
    <w:rsid w:val="002367AE"/>
    <w:pPr>
      <w:shd w:val="clear" w:color="auto" w:fill="FFFFFF"/>
      <w:spacing w:before="660" w:after="60" w:line="269" w:lineRule="exact"/>
      <w:ind w:hanging="240"/>
      <w:jc w:val="center"/>
    </w:pPr>
    <w:rPr>
      <w:rFonts w:ascii="Microsoft Sans Serif" w:hAnsi="Microsoft Sans Serif" w:cs="Microsoft Sans Serif"/>
      <w:color w:val="000000"/>
      <w:sz w:val="16"/>
      <w:szCs w:val="16"/>
    </w:rPr>
  </w:style>
  <w:style w:type="character" w:customStyle="1" w:styleId="12">
    <w:name w:val="Заголовок №1"/>
    <w:rsid w:val="00E63D9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 w:eastAsia="x-none"/>
    </w:rPr>
  </w:style>
  <w:style w:type="paragraph" w:customStyle="1" w:styleId="ConsPlusTitle">
    <w:name w:val="ConsPlusTitle"/>
    <w:rsid w:val="00BC26C5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  <w:style w:type="character" w:styleId="af1">
    <w:name w:val="FollowedHyperlink"/>
    <w:uiPriority w:val="99"/>
    <w:semiHidden/>
    <w:unhideWhenUsed/>
    <w:rsid w:val="004871A8"/>
    <w:rPr>
      <w:color w:val="800080"/>
      <w:u w:val="single"/>
    </w:rPr>
  </w:style>
  <w:style w:type="paragraph" w:customStyle="1" w:styleId="font5">
    <w:name w:val="font5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font6">
    <w:name w:val="font6"/>
    <w:basedOn w:val="a"/>
    <w:rsid w:val="004871A8"/>
    <w:pP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66">
    <w:name w:val="xl6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rsid w:val="004871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</w:rPr>
  </w:style>
  <w:style w:type="paragraph" w:customStyle="1" w:styleId="xl69">
    <w:name w:val="xl69"/>
    <w:basedOn w:val="a"/>
    <w:rsid w:val="004871A8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0">
    <w:name w:val="xl70"/>
    <w:basedOn w:val="a"/>
    <w:rsid w:val="004871A8"/>
    <w:pPr>
      <w:spacing w:before="100" w:beforeAutospacing="1" w:after="100" w:afterAutospacing="1"/>
      <w:jc w:val="center"/>
    </w:pPr>
    <w:rPr>
      <w:rFonts w:ascii="Times New Roman" w:hAnsi="Times New Roman"/>
      <w:color w:val="000000"/>
    </w:rPr>
  </w:style>
  <w:style w:type="paragraph" w:customStyle="1" w:styleId="xl71">
    <w:name w:val="xl7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4871A8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75">
    <w:name w:val="xl7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6">
    <w:name w:val="xl7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8">
    <w:name w:val="xl7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9">
    <w:name w:val="xl7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80">
    <w:name w:val="xl8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84">
    <w:name w:val="xl84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85">
    <w:name w:val="xl85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6">
    <w:name w:val="xl8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88">
    <w:name w:val="xl8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91">
    <w:name w:val="xl9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92">
    <w:name w:val="xl92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93">
    <w:name w:val="xl9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4">
    <w:name w:val="xl9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5">
    <w:name w:val="xl9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6">
    <w:name w:val="xl96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7">
    <w:name w:val="xl97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8">
    <w:name w:val="xl98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9">
    <w:name w:val="xl9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0">
    <w:name w:val="xl100"/>
    <w:basedOn w:val="a"/>
    <w:rsid w:val="00487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1">
    <w:name w:val="xl10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2">
    <w:name w:val="xl102"/>
    <w:basedOn w:val="a"/>
    <w:rsid w:val="004871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4">
    <w:name w:val="xl10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5">
    <w:name w:val="xl10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6">
    <w:name w:val="xl106"/>
    <w:basedOn w:val="a"/>
    <w:rsid w:val="004871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7">
    <w:name w:val="xl10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character" w:customStyle="1" w:styleId="13">
    <w:name w:val="1Орган_ПР Знак"/>
    <w:link w:val="14"/>
    <w:locked/>
    <w:rsid w:val="00651408"/>
    <w:rPr>
      <w:rFonts w:ascii="Arial" w:hAnsi="Arial" w:cs="Arial"/>
      <w:b/>
      <w:caps/>
      <w:sz w:val="24"/>
      <w:szCs w:val="28"/>
      <w:lang w:eastAsia="ar-SA"/>
    </w:rPr>
  </w:style>
  <w:style w:type="paragraph" w:customStyle="1" w:styleId="14">
    <w:name w:val="1Орган_ПР"/>
    <w:basedOn w:val="a"/>
    <w:link w:val="13"/>
    <w:qFormat/>
    <w:rsid w:val="00651408"/>
    <w:pPr>
      <w:snapToGrid w:val="0"/>
      <w:jc w:val="center"/>
    </w:pPr>
    <w:rPr>
      <w:rFonts w:cs="Arial"/>
      <w:b/>
      <w:caps/>
      <w:szCs w:val="28"/>
      <w:lang w:eastAsia="ar-SA"/>
    </w:rPr>
  </w:style>
  <w:style w:type="character" w:customStyle="1" w:styleId="22">
    <w:name w:val="2Название Знак"/>
    <w:link w:val="23"/>
    <w:locked/>
    <w:rsid w:val="00651408"/>
    <w:rPr>
      <w:rFonts w:ascii="Arial" w:hAnsi="Arial" w:cs="Arial"/>
      <w:b/>
      <w:sz w:val="28"/>
      <w:szCs w:val="28"/>
      <w:lang w:eastAsia="ar-SA"/>
    </w:rPr>
  </w:style>
  <w:style w:type="paragraph" w:customStyle="1" w:styleId="23">
    <w:name w:val="2Название"/>
    <w:basedOn w:val="a"/>
    <w:link w:val="22"/>
    <w:qFormat/>
    <w:rsid w:val="00651408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31">
    <w:name w:val="3Приложение Знак"/>
    <w:link w:val="32"/>
    <w:locked/>
    <w:rsid w:val="00651408"/>
    <w:rPr>
      <w:rFonts w:ascii="Arial" w:hAnsi="Arial" w:cs="Times New Roman"/>
      <w:sz w:val="24"/>
      <w:szCs w:val="28"/>
    </w:rPr>
  </w:style>
  <w:style w:type="paragraph" w:customStyle="1" w:styleId="32">
    <w:name w:val="3Приложение"/>
    <w:basedOn w:val="a"/>
    <w:link w:val="31"/>
    <w:qFormat/>
    <w:rsid w:val="00651408"/>
    <w:pPr>
      <w:ind w:left="5103"/>
    </w:pPr>
    <w:rPr>
      <w:szCs w:val="28"/>
    </w:rPr>
  </w:style>
  <w:style w:type="character" w:styleId="HTML">
    <w:name w:val="HTML Variable"/>
    <w:aliases w:val="!Ссылки в документе"/>
    <w:rsid w:val="007A0E0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7A0E08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1"/>
    <w:link w:val="af2"/>
    <w:semiHidden/>
    <w:rsid w:val="005F4CD7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rsid w:val="007A0E0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"/>
    <w:rsid w:val="0012161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"/>
    <w:semiHidden/>
    <w:rsid w:val="00FC272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"/>
    <w:semiHidden/>
    <w:rsid w:val="00FC2726"/>
    <w:rPr>
      <w:rFonts w:ascii="Arial" w:hAnsi="Arial" w:cs="Times New Roman"/>
    </w:rPr>
  </w:style>
  <w:style w:type="character" w:customStyle="1" w:styleId="16">
    <w:name w:val="Основной текст Знак1"/>
    <w:aliases w:val="Знак1 Знак1,body text Знак1,Основной текст Знак Знак Знак1"/>
    <w:semiHidden/>
    <w:rsid w:val="00FC2726"/>
    <w:rPr>
      <w:rFonts w:ascii="Arial" w:hAnsi="Arial" w:cs="Times New Roman"/>
      <w:sz w:val="24"/>
      <w:szCs w:val="24"/>
    </w:rPr>
  </w:style>
  <w:style w:type="paragraph" w:customStyle="1" w:styleId="Application">
    <w:name w:val="Application!Приложение"/>
    <w:rsid w:val="007A0E0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0E0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0E0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A0E0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A0E0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9180C-3908-4DC5-8578-125AF3A36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22</TotalTime>
  <Pages>5</Pages>
  <Words>1057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GFU</Company>
  <LinksUpToDate>false</LinksUpToDate>
  <CharactersWithSpaces>7071</CharactersWithSpaces>
  <SharedDoc>false</SharedDoc>
  <HLinks>
    <vt:vector size="72" baseType="variant">
      <vt:variant>
        <vt:i4>2490421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consultantplus://offline/ref=AC16170B021C683A0E0293038169D9F64C520F738C909709C43EDA4DC00501C429c8M</vt:lpwstr>
      </vt:variant>
      <vt:variant>
        <vt:lpwstr/>
      </vt:variant>
      <vt:variant>
        <vt:i4>3604520</vt:i4>
      </vt:variant>
      <vt:variant>
        <vt:i4>30</vt:i4>
      </vt:variant>
      <vt:variant>
        <vt:i4>0</vt:i4>
      </vt:variant>
      <vt:variant>
        <vt:i4>5</vt:i4>
      </vt:variant>
      <vt:variant>
        <vt:lpwstr>http://base.garant.ru/18104012/</vt:lpwstr>
      </vt:variant>
      <vt:variant>
        <vt:lpwstr/>
      </vt:variant>
      <vt:variant>
        <vt:i4>4390923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consultantplus://offline/ref=AC16170B021C683A0E028D0E970585FF4D5A54778091955B9A6181109720cCM</vt:lpwstr>
      </vt:variant>
      <vt:variant>
        <vt:lpwstr/>
      </vt:variant>
      <vt:variant>
        <vt:i4>4391006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consultantplus://offline/ref=AC16170B021C683A0E028D0E970585FF4D5D517D8D9C955B9A6181109720cCM</vt:lpwstr>
      </vt:variant>
      <vt:variant>
        <vt:lpwstr/>
      </vt:variant>
      <vt:variant>
        <vt:i4>4390918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consultantplus://offline/ref=AC16170B021C683A0E028D0E970585FF4D5B547C889C955B9A6181109720cCM</vt:lpwstr>
      </vt:variant>
      <vt:variant>
        <vt:lpwstr/>
      </vt:variant>
      <vt:variant>
        <vt:i4>4390917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consultantplus://offline/ref=AC16170B021C683A0E028D0E970585FF4D5D597B8B90955B9A6181109720cCM</vt:lpwstr>
      </vt:variant>
      <vt:variant>
        <vt:lpwstr/>
      </vt:variant>
      <vt:variant>
        <vt:i4>1310726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consultantplus://offline/ref=AC16170B021C683A0E028D0E970585FF4E51567B82CEC259CB348F21c5M</vt:lpwstr>
      </vt:variant>
      <vt:variant>
        <vt:lpwstr/>
      </vt:variant>
      <vt:variant>
        <vt:i4>6881336</vt:i4>
      </vt:variant>
      <vt:variant>
        <vt:i4>12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1507328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consultantplus://offline/ref=3B6540BB1FC543990553295EF84444331DC6AC64EFC757B5A0998CC6D29FA28DD3AB55467D9AFD8417E334QEw6N</vt:lpwstr>
      </vt:variant>
      <vt:variant>
        <vt:lpwstr/>
      </vt:variant>
      <vt:variant>
        <vt:i4>131165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consultantplus://offline/ref=050A6B8FC0A4D7E6DB185CD9333994F12AE2B75BDAFBF56F2D2D51F28513AB02D61D8FBCF46BBB4D167E77o6U0K</vt:lpwstr>
      </vt:variant>
      <vt:variant>
        <vt:lpwstr/>
      </vt:variant>
      <vt:variant>
        <vt:i4>3735659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consultantplus://offline/ref=FA1FAB682AC3E2F1E589D71FC7EF285FA87B446402F05CE7472D1157D093E16FEAS8N</vt:lpwstr>
      </vt:variant>
      <vt:variant>
        <vt:lpwstr/>
      </vt:variant>
      <vt:variant>
        <vt:i4>1245193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consultantplus://offline/ref=BB406C1A0349BF0EB0318F193FB69DCEF6A40ACD1C05F64F19A1638DAF72G4K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Слепокурова Светлана</dc:creator>
  <cp:lastModifiedBy>Сорокина Галина Ивановна</cp:lastModifiedBy>
  <cp:revision>7</cp:revision>
  <cp:lastPrinted>2024-01-11T12:22:00Z</cp:lastPrinted>
  <dcterms:created xsi:type="dcterms:W3CDTF">2024-02-20T08:42:00Z</dcterms:created>
  <dcterms:modified xsi:type="dcterms:W3CDTF">2024-03-01T12:52:00Z</dcterms:modified>
</cp:coreProperties>
</file>